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A24327" w:rsidRDefault="009E2D34" w:rsidP="00F76D50">
            <w:r w:rsidRPr="00A24327">
              <w:t>Naše zn.</w:t>
            </w:r>
          </w:p>
        </w:tc>
        <w:tc>
          <w:tcPr>
            <w:tcW w:w="2552" w:type="dxa"/>
          </w:tcPr>
          <w:p w14:paraId="31227BBD" w14:textId="3A6CCE15" w:rsidR="009E2D34" w:rsidRPr="007A79C2" w:rsidRDefault="00CF617E" w:rsidP="00F76D50">
            <w:pPr>
              <w:rPr>
                <w:highlight w:val="green"/>
              </w:rPr>
            </w:pPr>
            <w:r w:rsidRPr="00CF617E">
              <w:rPr>
                <w:rFonts w:ascii="Helvetica" w:hAnsi="Helvetica"/>
              </w:rPr>
              <w:t>11971/2023-SŽ-SSV-Ú3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CF617E" w:rsidRDefault="009E2D34" w:rsidP="00F76D50">
            <w:r w:rsidRPr="00CF617E">
              <w:t>Listů/příloh</w:t>
            </w:r>
          </w:p>
        </w:tc>
        <w:tc>
          <w:tcPr>
            <w:tcW w:w="2552" w:type="dxa"/>
          </w:tcPr>
          <w:p w14:paraId="4EC34D2D" w14:textId="2484688D" w:rsidR="009E2D34" w:rsidRPr="00CF617E" w:rsidRDefault="00CF617E" w:rsidP="00F76D50">
            <w:r w:rsidRPr="00CF617E">
              <w:t>7</w:t>
            </w:r>
            <w:r w:rsidR="009E2D34" w:rsidRPr="00CF617E">
              <w:t>/</w:t>
            </w:r>
            <w:r w:rsidRPr="00CF617E">
              <w:t>24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F76D50"/>
        </w:tc>
        <w:tc>
          <w:tcPr>
            <w:tcW w:w="2552" w:type="dxa"/>
          </w:tcPr>
          <w:p w14:paraId="5D9FC292" w14:textId="77777777" w:rsidR="009E2D34" w:rsidRPr="003E6B9A" w:rsidRDefault="009E2D34" w:rsidP="00F76D5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F76D5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F76D5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F76D50"/>
        </w:tc>
        <w:tc>
          <w:tcPr>
            <w:tcW w:w="2552" w:type="dxa"/>
          </w:tcPr>
          <w:p w14:paraId="5D5BC1AB" w14:textId="77777777" w:rsidR="009E2D34" w:rsidRPr="003E6B9A" w:rsidRDefault="009E2D34" w:rsidP="00F76D5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F76D5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F76D5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F76D5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261FB9" w:rsidP="00F76D5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F76D50"/>
        </w:tc>
        <w:tc>
          <w:tcPr>
            <w:tcW w:w="2552" w:type="dxa"/>
          </w:tcPr>
          <w:p w14:paraId="3354735B" w14:textId="77777777" w:rsidR="009E2D34" w:rsidRPr="003E6B9A" w:rsidRDefault="009E2D34" w:rsidP="00F76D5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5D525975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E90269">
              <w:rPr>
                <w:noProof/>
              </w:rPr>
              <w:t>10. října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5C291C3" w14:textId="77777777" w:rsidR="00D17667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4845AA" w14:textId="77777777" w:rsidR="00343BDA" w:rsidRDefault="00343BD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010CA2D" w14:textId="77777777" w:rsidR="00CB4A71" w:rsidRDefault="00CB4A71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64A39A5" w14:textId="77777777" w:rsidR="00343BDA" w:rsidRPr="00DA3A29" w:rsidRDefault="00343BD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7F3342E3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080A04">
        <w:rPr>
          <w:rFonts w:eastAsia="Calibri" w:cs="Times New Roman"/>
          <w:lang w:eastAsia="cs-CZ"/>
        </w:rPr>
        <w:t>1</w:t>
      </w:r>
      <w:r w:rsidR="002F23C9">
        <w:rPr>
          <w:rFonts w:eastAsia="Calibri" w:cs="Times New Roman"/>
          <w:lang w:eastAsia="cs-CZ"/>
        </w:rPr>
        <w:t>5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9633A65" w14:textId="2A6EE8A7" w:rsidR="0057345B" w:rsidRDefault="0057345B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</w:t>
      </w:r>
      <w:r w:rsidR="002F23C9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770BC428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>SO 11-20-01</w:t>
      </w:r>
    </w:p>
    <w:p w14:paraId="197125A0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-pol. </w:t>
      </w:r>
      <w:proofErr w:type="spellStart"/>
      <w:proofErr w:type="gramStart"/>
      <w:r w:rsidRPr="002F23C9">
        <w:rPr>
          <w:rFonts w:eastAsia="Calibri" w:cs="Times New Roman"/>
          <w:bCs/>
          <w:lang w:eastAsia="cs-CZ"/>
        </w:rPr>
        <w:t>poř.č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 42</w:t>
      </w:r>
      <w:proofErr w:type="gramEnd"/>
      <w:r w:rsidRPr="002F23C9">
        <w:rPr>
          <w:rFonts w:eastAsia="Calibri" w:cs="Times New Roman"/>
          <w:bCs/>
          <w:lang w:eastAsia="cs-CZ"/>
        </w:rPr>
        <w:t xml:space="preserve"> "OČIŠTĚNÍ ZDIVA OTRYSKÁNÍM NA SUCHO KŘEMIČ PÍSKEM" je ve výkazu výměr vzorec " "dle výkresu č. 2.6.1-2.6.4:2*67,5m2=135,000 [A]"", který neodpovídá uvedenému množství. Prosíme o kontrolu této položky.</w:t>
      </w:r>
    </w:p>
    <w:p w14:paraId="1F396187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31 – 711415 - IZOLACE MOSTOVEK CELOPLOŠ POLYMERNÍ. O jaké izolace se jedná? V tomto SO jsme neobjevili žádnou konstrukci vhodnou pro provedení polymerní izolace. Stejně tak výpočet ve výkazu výměr u této položky neodpovídá rozměrům konstrukcí a nejsme schopni odvodit účel polymerní izolace. Prosíme o objasnění nebo odstranění položky.</w:t>
      </w:r>
    </w:p>
    <w:p w14:paraId="407CFF74" w14:textId="676816A3" w:rsidR="0057345B" w:rsidRDefault="0057345B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D935672" w14:textId="484A5788" w:rsidR="004D0E13" w:rsidRPr="00343BDA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43BDA">
        <w:rPr>
          <w:rFonts w:eastAsia="Calibri" w:cs="Times New Roman"/>
          <w:lang w:eastAsia="cs-CZ"/>
        </w:rPr>
        <w:t>Položka č 42</w:t>
      </w:r>
      <w:r w:rsidR="00343BDA">
        <w:rPr>
          <w:rFonts w:eastAsia="Calibri" w:cs="Times New Roman"/>
          <w:lang w:eastAsia="cs-CZ"/>
        </w:rPr>
        <w:t xml:space="preserve"> je zkontrolována a</w:t>
      </w:r>
      <w:r w:rsidRPr="00343BDA">
        <w:rPr>
          <w:rFonts w:eastAsia="Calibri" w:cs="Times New Roman"/>
          <w:lang w:eastAsia="cs-CZ"/>
        </w:rPr>
        <w:t xml:space="preserve"> celkové množství (sloupek „6“) upraveno</w:t>
      </w:r>
      <w:r w:rsidR="00343BDA" w:rsidRPr="00343BDA">
        <w:rPr>
          <w:rFonts w:eastAsia="Calibri" w:cs="Times New Roman"/>
          <w:lang w:eastAsia="cs-CZ"/>
        </w:rPr>
        <w:t>.</w:t>
      </w:r>
      <w:r w:rsidRPr="00343BDA">
        <w:rPr>
          <w:rFonts w:eastAsia="Calibri" w:cs="Times New Roman"/>
          <w:lang w:eastAsia="cs-CZ"/>
        </w:rPr>
        <w:t xml:space="preserve"> </w:t>
      </w:r>
    </w:p>
    <w:p w14:paraId="542ED3A6" w14:textId="076D205B" w:rsidR="004D0E13" w:rsidRPr="00343BDA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43BDA">
        <w:rPr>
          <w:rFonts w:eastAsia="Calibri" w:cs="Times New Roman"/>
          <w:lang w:eastAsia="cs-CZ"/>
        </w:rPr>
        <w:t>Položka č. 31:</w:t>
      </w:r>
      <w:r w:rsidR="00343BDA" w:rsidRPr="00343BDA">
        <w:rPr>
          <w:rFonts w:eastAsia="Calibri" w:cs="Times New Roman"/>
          <w:lang w:eastAsia="cs-CZ"/>
        </w:rPr>
        <w:t xml:space="preserve"> položka byla z výkazu výměr o</w:t>
      </w:r>
      <w:r w:rsidRPr="00343BDA">
        <w:rPr>
          <w:rFonts w:eastAsia="Calibri" w:cs="Times New Roman"/>
          <w:lang w:eastAsia="cs-CZ"/>
        </w:rPr>
        <w:t>dstraněn</w:t>
      </w:r>
      <w:r w:rsidR="00343BDA" w:rsidRPr="00343BDA">
        <w:rPr>
          <w:rFonts w:eastAsia="Calibri" w:cs="Times New Roman"/>
          <w:lang w:eastAsia="cs-CZ"/>
        </w:rPr>
        <w:t>a</w:t>
      </w:r>
      <w:r w:rsidRPr="00343BDA">
        <w:rPr>
          <w:rFonts w:eastAsia="Calibri" w:cs="Times New Roman"/>
          <w:lang w:eastAsia="cs-CZ"/>
        </w:rPr>
        <w:t xml:space="preserve"> bez náhrady</w:t>
      </w:r>
      <w:r w:rsidR="00343BDA" w:rsidRPr="00343BDA">
        <w:rPr>
          <w:rFonts w:eastAsia="Calibri" w:cs="Times New Roman"/>
          <w:lang w:eastAsia="cs-CZ"/>
        </w:rPr>
        <w:t>.</w:t>
      </w:r>
    </w:p>
    <w:p w14:paraId="5FA5A4E0" w14:textId="77777777" w:rsidR="00343BDA" w:rsidRPr="00343BDA" w:rsidRDefault="00343BDA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3BDA">
        <w:rPr>
          <w:rFonts w:eastAsia="Times New Roman" w:cs="Times New Roman"/>
          <w:lang w:eastAsia="cs-CZ"/>
        </w:rPr>
        <w:t>Výkaz výměr byl opraven.</w:t>
      </w:r>
    </w:p>
    <w:p w14:paraId="4E00973B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b/>
          <w:bCs/>
          <w:color w:val="00B050"/>
          <w:sz w:val="32"/>
          <w:szCs w:val="32"/>
          <w:lang w:eastAsia="cs-CZ"/>
        </w:rPr>
      </w:pPr>
    </w:p>
    <w:p w14:paraId="75132F4E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327</w:t>
      </w:r>
      <w:r w:rsidRPr="00BD5319">
        <w:rPr>
          <w:rFonts w:eastAsia="Calibri" w:cs="Times New Roman"/>
          <w:b/>
          <w:lang w:eastAsia="cs-CZ"/>
        </w:rPr>
        <w:t>:</w:t>
      </w:r>
    </w:p>
    <w:p w14:paraId="37ACE54E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>SO 11-20-02.1</w:t>
      </w:r>
    </w:p>
    <w:p w14:paraId="7EE5B195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proofErr w:type="gramStart"/>
      <w:r w:rsidRPr="002F23C9">
        <w:rPr>
          <w:rFonts w:eastAsia="Calibri" w:cs="Times New Roman"/>
          <w:bCs/>
          <w:lang w:eastAsia="cs-CZ"/>
        </w:rPr>
        <w:t>poř.č</w:t>
      </w:r>
      <w:proofErr w:type="spellEnd"/>
      <w:r w:rsidRPr="002F23C9">
        <w:rPr>
          <w:rFonts w:eastAsia="Calibri" w:cs="Times New Roman"/>
          <w:bCs/>
          <w:lang w:eastAsia="cs-CZ"/>
        </w:rPr>
        <w:t>.</w:t>
      </w:r>
      <w:proofErr w:type="gramEnd"/>
      <w:r w:rsidRPr="002F23C9">
        <w:rPr>
          <w:rFonts w:eastAsia="Calibri" w:cs="Times New Roman"/>
          <w:bCs/>
          <w:lang w:eastAsia="cs-CZ"/>
        </w:rPr>
        <w:t xml:space="preserve"> 39 "BOURÁNÍ KONSTRUKCÍ ZE ŽELEZOBETONU - BEZ DOPRAVY" výměra 30,48 m3, což neodpovídá uvedené výměře odpadů v pol. č. 41, u které je uvedena výměra 643,72 T. Prosíme o kontrolu položky R015140.907 (včetně SO 90-90).</w:t>
      </w:r>
    </w:p>
    <w:p w14:paraId="40E98C83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–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12 – 285378 - KOTVENÍ NA POVRCHU Z PŘEDPÍNACÍ VÝZTUŽE DL. DO 10M. Dle PD bude množství cca 5+5 tedy 10kotev. Dotaz a odpověď 210 - opětovně opraveno na 70ks kotev. Prosíme o kontrolu této položky.</w:t>
      </w:r>
    </w:p>
    <w:p w14:paraId="41BAA7E1" w14:textId="66C57A16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0CE12AC" w14:textId="54180311" w:rsidR="004D0E13" w:rsidRPr="00343BDA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43BDA">
        <w:rPr>
          <w:rFonts w:eastAsia="Calibri" w:cs="Times New Roman"/>
          <w:bCs/>
          <w:lang w:eastAsia="cs-CZ"/>
        </w:rPr>
        <w:t>Položka č. 39 je zkontrolována a opravena</w:t>
      </w:r>
      <w:r w:rsidR="00343BDA" w:rsidRPr="00343BDA">
        <w:rPr>
          <w:rFonts w:eastAsia="Calibri" w:cs="Times New Roman"/>
          <w:bCs/>
          <w:lang w:eastAsia="cs-CZ"/>
        </w:rPr>
        <w:t>.</w:t>
      </w:r>
    </w:p>
    <w:p w14:paraId="2CAF569C" w14:textId="383A7BAB" w:rsidR="004D0E13" w:rsidRPr="00343BDA" w:rsidRDefault="004D0E13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3BDA">
        <w:rPr>
          <w:rFonts w:eastAsia="Times New Roman" w:cs="Times New Roman"/>
          <w:lang w:eastAsia="cs-CZ"/>
        </w:rPr>
        <w:t>Položka č. 41 je opravena dle položky č. 39</w:t>
      </w:r>
      <w:r w:rsidR="00343BDA" w:rsidRPr="00343BDA">
        <w:rPr>
          <w:rFonts w:eastAsia="Times New Roman" w:cs="Times New Roman"/>
          <w:lang w:eastAsia="cs-CZ"/>
        </w:rPr>
        <w:t>.</w:t>
      </w:r>
    </w:p>
    <w:p w14:paraId="5D9A578A" w14:textId="5FB527FD" w:rsidR="004D0E13" w:rsidRPr="00343BDA" w:rsidRDefault="004D0E13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3BDA">
        <w:rPr>
          <w:rFonts w:eastAsia="Times New Roman" w:cs="Times New Roman"/>
          <w:lang w:eastAsia="cs-CZ"/>
        </w:rPr>
        <w:t xml:space="preserve">Položka č. 12 je </w:t>
      </w:r>
      <w:r w:rsidR="00B65B02">
        <w:rPr>
          <w:rFonts w:eastAsia="Times New Roman" w:cs="Times New Roman"/>
          <w:lang w:eastAsia="cs-CZ"/>
        </w:rPr>
        <w:t xml:space="preserve">zkontrolována a </w:t>
      </w:r>
      <w:r w:rsidRPr="00343BDA">
        <w:rPr>
          <w:rFonts w:eastAsia="Times New Roman" w:cs="Times New Roman"/>
          <w:lang w:eastAsia="cs-CZ"/>
        </w:rPr>
        <w:t>opravena</w:t>
      </w:r>
      <w:r w:rsidR="00343BDA" w:rsidRPr="00343BDA">
        <w:rPr>
          <w:rFonts w:eastAsia="Times New Roman" w:cs="Times New Roman"/>
          <w:lang w:eastAsia="cs-CZ"/>
        </w:rPr>
        <w:t>.</w:t>
      </w:r>
    </w:p>
    <w:p w14:paraId="051D442B" w14:textId="4FE4F808" w:rsidR="004D0E13" w:rsidRPr="00343BDA" w:rsidRDefault="00343BDA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3BDA">
        <w:rPr>
          <w:rFonts w:eastAsia="Times New Roman" w:cs="Times New Roman"/>
          <w:lang w:eastAsia="cs-CZ"/>
        </w:rPr>
        <w:t>Výkaz výměr byl opraven</w:t>
      </w:r>
      <w:r w:rsidR="004D0E13" w:rsidRPr="00343BDA">
        <w:rPr>
          <w:rFonts w:eastAsia="Times New Roman" w:cs="Times New Roman"/>
          <w:lang w:eastAsia="cs-CZ"/>
        </w:rPr>
        <w:t>.</w:t>
      </w:r>
    </w:p>
    <w:p w14:paraId="5DFBAB0E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D106484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ADE1E97" w14:textId="6A0A028A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328</w:t>
      </w:r>
      <w:r w:rsidRPr="00BD5319">
        <w:rPr>
          <w:rFonts w:eastAsia="Calibri" w:cs="Times New Roman"/>
          <w:b/>
          <w:lang w:eastAsia="cs-CZ"/>
        </w:rPr>
        <w:t>:</w:t>
      </w:r>
    </w:p>
    <w:p w14:paraId="2922F35D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>SO 11-20-03</w:t>
      </w:r>
    </w:p>
    <w:p w14:paraId="3CDF0370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 - V soupisu prací je položka č. 37 "ZATĚŽOVACÍ ZKOUŠKA MOSTU STATICKÁ 1. POLE DO 300M2". V technické zprávě není o zatěžovací zkoušce žádní zmínka, a dle našeho odborného </w:t>
      </w:r>
      <w:r w:rsidRPr="002F23C9">
        <w:rPr>
          <w:rFonts w:eastAsia="Calibri" w:cs="Times New Roman"/>
          <w:bCs/>
          <w:lang w:eastAsia="cs-CZ"/>
        </w:rPr>
        <w:lastRenderedPageBreak/>
        <w:t xml:space="preserve">názoru není nutné tuto zkoušku na tomto objektu (nejedná se o novou konstrukci) provádět. Žádáme zadavatele o vyjádření, zda – </w:t>
      </w:r>
      <w:proofErr w:type="spellStart"/>
      <w:r w:rsidRPr="002F23C9">
        <w:rPr>
          <w:rFonts w:eastAsia="Calibri" w:cs="Times New Roman"/>
          <w:bCs/>
          <w:lang w:eastAsia="cs-CZ"/>
        </w:rPr>
        <w:t>li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 trvá na provedení této zkoušky.</w:t>
      </w:r>
    </w:p>
    <w:p w14:paraId="2EBB807B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16419F0" w14:textId="57D69F83" w:rsidR="004D0E13" w:rsidRPr="00343BDA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43BDA">
        <w:rPr>
          <w:rFonts w:eastAsia="Calibri" w:cs="Times New Roman"/>
          <w:bCs/>
          <w:lang w:eastAsia="cs-CZ"/>
        </w:rPr>
        <w:t>Položka č. 37 ZATĚŽOVACÍ ZKOUŠKA byla</w:t>
      </w:r>
      <w:r w:rsidR="00343BDA" w:rsidRPr="00343BDA">
        <w:rPr>
          <w:rFonts w:eastAsia="Calibri" w:cs="Times New Roman"/>
          <w:bCs/>
          <w:lang w:eastAsia="cs-CZ"/>
        </w:rPr>
        <w:t xml:space="preserve"> z výkazu výměr</w:t>
      </w:r>
      <w:r w:rsidRPr="00343BDA">
        <w:rPr>
          <w:rFonts w:eastAsia="Calibri" w:cs="Times New Roman"/>
          <w:bCs/>
          <w:lang w:eastAsia="cs-CZ"/>
        </w:rPr>
        <w:t xml:space="preserve"> odstraněna, </w:t>
      </w:r>
      <w:r w:rsidR="00343BDA" w:rsidRPr="00343BDA">
        <w:rPr>
          <w:rFonts w:eastAsia="Calibri" w:cs="Times New Roman"/>
          <w:bCs/>
          <w:lang w:eastAsia="cs-CZ"/>
        </w:rPr>
        <w:t xml:space="preserve">na tomto objektu </w:t>
      </w:r>
      <w:r w:rsidRPr="00343BDA">
        <w:rPr>
          <w:rFonts w:eastAsia="Calibri" w:cs="Times New Roman"/>
          <w:bCs/>
          <w:lang w:eastAsia="cs-CZ"/>
        </w:rPr>
        <w:t>není nutná.</w:t>
      </w:r>
    </w:p>
    <w:p w14:paraId="1BA1373D" w14:textId="77777777" w:rsidR="00CB4A71" w:rsidRPr="00343BDA" w:rsidRDefault="00CB4A71" w:rsidP="00CB4A7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3BDA">
        <w:rPr>
          <w:rFonts w:eastAsia="Times New Roman" w:cs="Times New Roman"/>
          <w:lang w:eastAsia="cs-CZ"/>
        </w:rPr>
        <w:t>Výkaz výměr byl opraven.</w:t>
      </w:r>
    </w:p>
    <w:p w14:paraId="3525798C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b/>
          <w:bCs/>
          <w:color w:val="00B050"/>
          <w:sz w:val="32"/>
          <w:szCs w:val="32"/>
          <w:lang w:eastAsia="cs-CZ"/>
        </w:rPr>
      </w:pPr>
    </w:p>
    <w:p w14:paraId="79B4C49A" w14:textId="06DA42D4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329</w:t>
      </w:r>
      <w:r w:rsidRPr="00BD5319">
        <w:rPr>
          <w:rFonts w:eastAsia="Calibri" w:cs="Times New Roman"/>
          <w:b/>
          <w:lang w:eastAsia="cs-CZ"/>
        </w:rPr>
        <w:t>:</w:t>
      </w:r>
    </w:p>
    <w:p w14:paraId="49EFA0B0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 xml:space="preserve">SO 11-21-02 </w:t>
      </w:r>
    </w:p>
    <w:p w14:paraId="08F45489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7 – R45170 - VÝPLŇ PROPUSTKU DN500 ZE STABILIZOVANÉHO </w:t>
      </w:r>
      <w:proofErr w:type="gramStart"/>
      <w:r w:rsidRPr="002F23C9">
        <w:rPr>
          <w:rFonts w:eastAsia="Calibri" w:cs="Times New Roman"/>
          <w:bCs/>
          <w:lang w:eastAsia="cs-CZ"/>
        </w:rPr>
        <w:t>POPÍLKU.V soupisu</w:t>
      </w:r>
      <w:proofErr w:type="gramEnd"/>
      <w:r w:rsidRPr="002F23C9">
        <w:rPr>
          <w:rFonts w:eastAsia="Calibri" w:cs="Times New Roman"/>
          <w:bCs/>
          <w:lang w:eastAsia="cs-CZ"/>
        </w:rPr>
        <w:t xml:space="preserve"> prací je ve výkazu výměr použita dl. propustku 24 m. Položka má však jednotku M3. Žádáme o kontrolu této položky.</w:t>
      </w:r>
    </w:p>
    <w:p w14:paraId="0E88F101" w14:textId="77777777" w:rsidR="002F23C9" w:rsidRPr="00343BDA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343BDA">
        <w:rPr>
          <w:rFonts w:eastAsia="Calibri" w:cs="Times New Roman"/>
          <w:b/>
          <w:lang w:eastAsia="cs-CZ"/>
        </w:rPr>
        <w:t xml:space="preserve">Odpověď: </w:t>
      </w:r>
    </w:p>
    <w:p w14:paraId="146A9A67" w14:textId="7922F4CE" w:rsidR="004D0E13" w:rsidRPr="00343BDA" w:rsidRDefault="00343BDA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43BDA">
        <w:rPr>
          <w:rFonts w:eastAsia="Calibri" w:cs="Times New Roman"/>
          <w:bCs/>
          <w:lang w:eastAsia="cs-CZ"/>
        </w:rPr>
        <w:t>J</w:t>
      </w:r>
      <w:r w:rsidR="004D0E13" w:rsidRPr="00343BDA">
        <w:rPr>
          <w:rFonts w:eastAsia="Calibri" w:cs="Times New Roman"/>
          <w:bCs/>
          <w:lang w:eastAsia="cs-CZ"/>
        </w:rPr>
        <w:t>ednot</w:t>
      </w:r>
      <w:r w:rsidRPr="00343BDA">
        <w:rPr>
          <w:rFonts w:eastAsia="Calibri" w:cs="Times New Roman"/>
          <w:bCs/>
          <w:lang w:eastAsia="cs-CZ"/>
        </w:rPr>
        <w:t>ka</w:t>
      </w:r>
      <w:r w:rsidR="004D0E13" w:rsidRPr="00343BDA">
        <w:rPr>
          <w:rFonts w:eastAsia="Calibri" w:cs="Times New Roman"/>
          <w:bCs/>
          <w:lang w:eastAsia="cs-CZ"/>
        </w:rPr>
        <w:t xml:space="preserve"> položky</w:t>
      </w:r>
      <w:r w:rsidRPr="00343BDA">
        <w:rPr>
          <w:rFonts w:eastAsia="Calibri" w:cs="Times New Roman"/>
          <w:bCs/>
          <w:lang w:eastAsia="cs-CZ"/>
        </w:rPr>
        <w:t xml:space="preserve"> byla opravena</w:t>
      </w:r>
      <w:r w:rsidR="004D0E13" w:rsidRPr="00343BDA">
        <w:rPr>
          <w:rFonts w:eastAsia="Calibri" w:cs="Times New Roman"/>
          <w:bCs/>
          <w:lang w:eastAsia="cs-CZ"/>
        </w:rPr>
        <w:t xml:space="preserve"> na běžné metry</w:t>
      </w:r>
      <w:r w:rsidR="007E20EA">
        <w:rPr>
          <w:rFonts w:eastAsia="Calibri" w:cs="Times New Roman"/>
          <w:bCs/>
          <w:lang w:eastAsia="cs-CZ"/>
        </w:rPr>
        <w:t>. Dále byl d</w:t>
      </w:r>
      <w:r w:rsidR="004D0E13" w:rsidRPr="00343BDA">
        <w:rPr>
          <w:rFonts w:eastAsia="Calibri" w:cs="Times New Roman"/>
          <w:bCs/>
          <w:lang w:eastAsia="cs-CZ"/>
        </w:rPr>
        <w:t xml:space="preserve">oplněn popis: </w:t>
      </w:r>
      <w:r w:rsidR="007E20EA">
        <w:rPr>
          <w:rFonts w:eastAsia="Calibri" w:cs="Times New Roman"/>
          <w:bCs/>
          <w:lang w:eastAsia="cs-CZ"/>
        </w:rPr>
        <w:t>„</w:t>
      </w:r>
      <w:r w:rsidR="004D0E13" w:rsidRPr="00343BDA">
        <w:rPr>
          <w:rFonts w:eastAsia="Calibri" w:cs="Times New Roman"/>
          <w:bCs/>
          <w:lang w:eastAsia="cs-CZ"/>
        </w:rPr>
        <w:t>trouba DN 500: 0,2m2*24m=4,8m2</w:t>
      </w:r>
      <w:r w:rsidR="007E20EA">
        <w:rPr>
          <w:rFonts w:eastAsia="Calibri" w:cs="Times New Roman"/>
          <w:bCs/>
          <w:lang w:eastAsia="cs-CZ"/>
        </w:rPr>
        <w:t xml:space="preserve">, </w:t>
      </w:r>
      <w:r w:rsidR="004D0E13" w:rsidRPr="00343BDA">
        <w:rPr>
          <w:rFonts w:eastAsia="Calibri" w:cs="Times New Roman"/>
          <w:bCs/>
          <w:lang w:eastAsia="cs-CZ"/>
        </w:rPr>
        <w:t>plnící otvory: rezerva na dutiny, začátek, konec výplně: 1,2m3</w:t>
      </w:r>
      <w:r w:rsidR="00F560A6">
        <w:rPr>
          <w:rFonts w:eastAsia="Calibri" w:cs="Times New Roman"/>
          <w:bCs/>
          <w:lang w:eastAsia="cs-CZ"/>
        </w:rPr>
        <w:t xml:space="preserve">, </w:t>
      </w:r>
      <w:r w:rsidR="004D0E13" w:rsidRPr="00343BDA">
        <w:rPr>
          <w:rFonts w:eastAsia="Calibri" w:cs="Times New Roman"/>
          <w:bCs/>
          <w:lang w:eastAsia="cs-CZ"/>
        </w:rPr>
        <w:t>CELKEM: 6m3</w:t>
      </w:r>
      <w:r w:rsidR="00F560A6">
        <w:rPr>
          <w:rFonts w:eastAsia="Calibri" w:cs="Times New Roman"/>
          <w:bCs/>
          <w:lang w:eastAsia="cs-CZ"/>
        </w:rPr>
        <w:t>“.</w:t>
      </w:r>
    </w:p>
    <w:p w14:paraId="4320C2D0" w14:textId="77777777" w:rsidR="00343BDA" w:rsidRPr="00343BDA" w:rsidRDefault="00343BDA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3BDA">
        <w:rPr>
          <w:rFonts w:eastAsia="Times New Roman" w:cs="Times New Roman"/>
          <w:lang w:eastAsia="cs-CZ"/>
        </w:rPr>
        <w:t>Výkaz výměr byl opraven.</w:t>
      </w:r>
    </w:p>
    <w:p w14:paraId="2BC79D87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2E0DDF9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3F2FE7D" w14:textId="18ECE383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330</w:t>
      </w:r>
      <w:r w:rsidRPr="00BD5319">
        <w:rPr>
          <w:rFonts w:eastAsia="Calibri" w:cs="Times New Roman"/>
          <w:b/>
          <w:lang w:eastAsia="cs-CZ"/>
        </w:rPr>
        <w:t>:</w:t>
      </w:r>
    </w:p>
    <w:p w14:paraId="16C76AAA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 xml:space="preserve">SO 11-24-02 </w:t>
      </w:r>
    </w:p>
    <w:p w14:paraId="7B53CA5B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6 – 17120 - ULOŽENÍ SYPANINY DO NÁSYPŮ A NA SKLÁDKY BEZ ZHUTNĚNÍ. Ve výkazu výměr se odkazuje na pol. 13173A. Tato položka má však jiné množství. Dle našeho názoru by mělo být množství v této položce celkem 2770,6m3. Prosíme o kontrolu této položky.</w:t>
      </w:r>
    </w:p>
    <w:p w14:paraId="45258D22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6EB299D" w14:textId="31BDFA8C" w:rsidR="004D0E13" w:rsidRPr="00343BDA" w:rsidRDefault="00343BDA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43BDA">
        <w:rPr>
          <w:rFonts w:eastAsia="Calibri" w:cs="Times New Roman"/>
          <w:bCs/>
          <w:lang w:eastAsia="cs-CZ"/>
        </w:rPr>
        <w:t>Množství položky č. 6 bylo opraveno (p</w:t>
      </w:r>
      <w:r w:rsidR="004D0E13" w:rsidRPr="00343BDA">
        <w:rPr>
          <w:rFonts w:eastAsia="Calibri" w:cs="Times New Roman"/>
          <w:bCs/>
          <w:lang w:eastAsia="cs-CZ"/>
        </w:rPr>
        <w:t>oložk</w:t>
      </w:r>
      <w:r w:rsidRPr="00343BDA">
        <w:rPr>
          <w:rFonts w:eastAsia="Calibri" w:cs="Times New Roman"/>
          <w:bCs/>
          <w:lang w:eastAsia="cs-CZ"/>
        </w:rPr>
        <w:t>a</w:t>
      </w:r>
      <w:r w:rsidR="004D0E13" w:rsidRPr="00343BDA">
        <w:rPr>
          <w:rFonts w:eastAsia="Calibri" w:cs="Times New Roman"/>
          <w:bCs/>
          <w:lang w:eastAsia="cs-CZ"/>
        </w:rPr>
        <w:t xml:space="preserve"> </w:t>
      </w:r>
      <w:proofErr w:type="gramStart"/>
      <w:r w:rsidR="004D0E13" w:rsidRPr="00343BDA">
        <w:rPr>
          <w:rFonts w:eastAsia="Calibri" w:cs="Times New Roman"/>
          <w:bCs/>
          <w:lang w:eastAsia="cs-CZ"/>
        </w:rPr>
        <w:t>č.6 – 17120</w:t>
      </w:r>
      <w:proofErr w:type="gramEnd"/>
      <w:r w:rsidR="004D0E13" w:rsidRPr="00343BDA">
        <w:rPr>
          <w:rFonts w:eastAsia="Calibri" w:cs="Times New Roman"/>
          <w:bCs/>
          <w:lang w:eastAsia="cs-CZ"/>
        </w:rPr>
        <w:t xml:space="preserve"> – na 2 770,6 m3</w:t>
      </w:r>
      <w:r w:rsidRPr="00343BDA">
        <w:rPr>
          <w:rFonts w:eastAsia="Calibri" w:cs="Times New Roman"/>
          <w:bCs/>
          <w:lang w:eastAsia="cs-CZ"/>
        </w:rPr>
        <w:t>)</w:t>
      </w:r>
      <w:r w:rsidR="004D0E13" w:rsidRPr="00343BDA">
        <w:rPr>
          <w:rFonts w:eastAsia="Calibri" w:cs="Times New Roman"/>
          <w:bCs/>
          <w:lang w:eastAsia="cs-CZ"/>
        </w:rPr>
        <w:t>.</w:t>
      </w:r>
    </w:p>
    <w:p w14:paraId="4F7FEB66" w14:textId="77777777" w:rsidR="00343BDA" w:rsidRPr="00343BDA" w:rsidRDefault="00343BDA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3BDA">
        <w:rPr>
          <w:rFonts w:eastAsia="Times New Roman" w:cs="Times New Roman"/>
          <w:lang w:eastAsia="cs-CZ"/>
        </w:rPr>
        <w:t>Výkaz výměr byl opraven.</w:t>
      </w:r>
    </w:p>
    <w:p w14:paraId="4ED52299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b/>
          <w:bCs/>
          <w:color w:val="00B050"/>
          <w:sz w:val="32"/>
          <w:szCs w:val="32"/>
          <w:lang w:eastAsia="cs-CZ"/>
        </w:rPr>
      </w:pPr>
    </w:p>
    <w:p w14:paraId="619D156E" w14:textId="5D23CEB8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331</w:t>
      </w:r>
      <w:r w:rsidRPr="00BD5319">
        <w:rPr>
          <w:rFonts w:eastAsia="Calibri" w:cs="Times New Roman"/>
          <w:b/>
          <w:lang w:eastAsia="cs-CZ"/>
        </w:rPr>
        <w:t>:</w:t>
      </w:r>
    </w:p>
    <w:p w14:paraId="74688CA3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>SO 12-20-02</w:t>
      </w:r>
    </w:p>
    <w:p w14:paraId="69E835EF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 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20 – 45738 - VYROVNÁVACÍ A SPÁD ŽELEZOBETON VČET VÝZTUŽE. Tato položka obsahuje stejné činnosti jako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79 - R711001-2091. Prosíme o odstranění této položky.</w:t>
      </w:r>
    </w:p>
    <w:p w14:paraId="0C6A013F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81 – 711222 - IZOLACE ZVLÁŠT KONSTR PROTI TLAK VODĚ ASFALT PÁSY. Tato položka obsahuje stejné činnosti jako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79 - R711001-2091 a další. Prosíme o odstranění této položky.</w:t>
      </w:r>
    </w:p>
    <w:p w14:paraId="624C1299" w14:textId="59BE852F" w:rsidR="002F23C9" w:rsidRPr="006A3B00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 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82 - 711415 - IZOLACE MOSTOVEK CELOPLOŠ POLYMERNÍ. O jaké izolace se jedná? V tomto SO jsme neobjevili žádnou konstrukci vhodnou pro provedení polymerní izolace. Prosíme o objasnění nebo odstranění položky.</w:t>
      </w:r>
      <w:r w:rsidRPr="006A3B00">
        <w:rPr>
          <w:rFonts w:eastAsia="Calibri" w:cs="Times New Roman"/>
          <w:bCs/>
          <w:lang w:eastAsia="cs-CZ"/>
        </w:rPr>
        <w:t xml:space="preserve"> </w:t>
      </w:r>
    </w:p>
    <w:p w14:paraId="1B72582B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D51D627" w14:textId="33AD0EDE" w:rsidR="004D0E13" w:rsidRPr="00FB0C81" w:rsidRDefault="00FB0C81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B0C81">
        <w:rPr>
          <w:rFonts w:eastAsia="Calibri" w:cs="Times New Roman"/>
          <w:lang w:eastAsia="cs-CZ"/>
        </w:rPr>
        <w:t>Po kontrole bylo zjištěno, že p</w:t>
      </w:r>
      <w:r w:rsidR="004D0E13" w:rsidRPr="00FB0C81">
        <w:rPr>
          <w:rFonts w:eastAsia="Calibri" w:cs="Times New Roman"/>
          <w:lang w:eastAsia="cs-CZ"/>
        </w:rPr>
        <w:t>oložka</w:t>
      </w:r>
      <w:r w:rsidRPr="00FB0C81">
        <w:rPr>
          <w:rFonts w:eastAsia="Calibri" w:cs="Times New Roman"/>
          <w:lang w:eastAsia="cs-CZ"/>
        </w:rPr>
        <w:t xml:space="preserve"> č.</w:t>
      </w:r>
      <w:r w:rsidR="004D0E13" w:rsidRPr="00FB0C81">
        <w:rPr>
          <w:rFonts w:eastAsia="Calibri" w:cs="Times New Roman"/>
          <w:lang w:eastAsia="cs-CZ"/>
        </w:rPr>
        <w:t xml:space="preserve"> 20 obsahuje stejné činnosti jako položka </w:t>
      </w:r>
      <w:r w:rsidRPr="00FB0C81">
        <w:rPr>
          <w:rFonts w:eastAsia="Calibri" w:cs="Times New Roman"/>
          <w:lang w:eastAsia="cs-CZ"/>
        </w:rPr>
        <w:t xml:space="preserve">č. </w:t>
      </w:r>
      <w:r w:rsidR="004D0E13" w:rsidRPr="00FB0C81">
        <w:rPr>
          <w:rFonts w:eastAsia="Calibri" w:cs="Times New Roman"/>
          <w:lang w:eastAsia="cs-CZ"/>
        </w:rPr>
        <w:t>79</w:t>
      </w:r>
      <w:r w:rsidRPr="00FB0C81">
        <w:rPr>
          <w:rFonts w:eastAsia="Calibri" w:cs="Times New Roman"/>
          <w:lang w:eastAsia="cs-CZ"/>
        </w:rPr>
        <w:t>. Položka č. 20</w:t>
      </w:r>
      <w:r w:rsidR="004D0E13" w:rsidRPr="00FB0C81">
        <w:rPr>
          <w:rFonts w:eastAsia="Calibri" w:cs="Times New Roman"/>
          <w:lang w:eastAsia="cs-CZ"/>
        </w:rPr>
        <w:t xml:space="preserve"> byla odstraněna</w:t>
      </w:r>
      <w:r w:rsidRPr="00FB0C81">
        <w:rPr>
          <w:rFonts w:eastAsia="Calibri" w:cs="Times New Roman"/>
          <w:lang w:eastAsia="cs-CZ"/>
        </w:rPr>
        <w:t>.</w:t>
      </w:r>
    </w:p>
    <w:p w14:paraId="67915C4C" w14:textId="4F2922F2" w:rsidR="004D0E13" w:rsidRPr="00FB0C81" w:rsidRDefault="00FB0C81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B0C81">
        <w:rPr>
          <w:rFonts w:eastAsia="Calibri" w:cs="Times New Roman"/>
          <w:lang w:eastAsia="cs-CZ"/>
        </w:rPr>
        <w:t>V </w:t>
      </w:r>
      <w:r w:rsidR="004D0E13" w:rsidRPr="00FB0C81">
        <w:rPr>
          <w:rFonts w:eastAsia="Calibri" w:cs="Times New Roman"/>
          <w:lang w:eastAsia="cs-CZ"/>
        </w:rPr>
        <w:t>pol</w:t>
      </w:r>
      <w:r w:rsidRPr="00FB0C81">
        <w:rPr>
          <w:rFonts w:eastAsia="Calibri" w:cs="Times New Roman"/>
          <w:lang w:eastAsia="cs-CZ"/>
        </w:rPr>
        <w:t>ožce č.</w:t>
      </w:r>
      <w:r w:rsidR="004D0E13" w:rsidRPr="00FB0C81">
        <w:rPr>
          <w:rFonts w:eastAsia="Calibri" w:cs="Times New Roman"/>
          <w:lang w:eastAsia="cs-CZ"/>
        </w:rPr>
        <w:t xml:space="preserve"> 79 </w:t>
      </w:r>
      <w:r w:rsidRPr="00FB0C81">
        <w:rPr>
          <w:rFonts w:eastAsia="Calibri" w:cs="Times New Roman"/>
          <w:lang w:eastAsia="cs-CZ"/>
        </w:rPr>
        <w:t xml:space="preserve">bylo </w:t>
      </w:r>
      <w:r w:rsidR="004D0E13" w:rsidRPr="00FB0C81">
        <w:rPr>
          <w:rFonts w:eastAsia="Calibri" w:cs="Times New Roman"/>
          <w:lang w:eastAsia="cs-CZ"/>
        </w:rPr>
        <w:t>v technické specifikaci</w:t>
      </w:r>
      <w:r w:rsidRPr="00FB0C81">
        <w:rPr>
          <w:rFonts w:eastAsia="Calibri" w:cs="Times New Roman"/>
          <w:lang w:eastAsia="cs-CZ"/>
        </w:rPr>
        <w:t xml:space="preserve"> vymazáno </w:t>
      </w:r>
      <w:r w:rsidR="004D0E13" w:rsidRPr="00FB0C81">
        <w:rPr>
          <w:rFonts w:eastAsia="Calibri" w:cs="Times New Roman"/>
          <w:lang w:eastAsia="cs-CZ"/>
        </w:rPr>
        <w:t xml:space="preserve">„Položky nezahrnují ochranné vrstvy nebo konstrukce, které se zařazují do jiných stavebních dílů, např. ochranné betonové vrstvy, cihelné přizdívky, obetonování, asfaltové vrstvy, kamenné </w:t>
      </w:r>
      <w:proofErr w:type="gramStart"/>
      <w:r w:rsidR="004D0E13" w:rsidRPr="00FB0C81">
        <w:rPr>
          <w:rFonts w:eastAsia="Calibri" w:cs="Times New Roman"/>
          <w:lang w:eastAsia="cs-CZ"/>
        </w:rPr>
        <w:t>rovnaniny a pod., *)“</w:t>
      </w:r>
      <w:r w:rsidR="00CB4A71">
        <w:rPr>
          <w:rFonts w:eastAsia="Calibri" w:cs="Times New Roman"/>
          <w:lang w:eastAsia="cs-CZ"/>
        </w:rPr>
        <w:t>.</w:t>
      </w:r>
      <w:proofErr w:type="gramEnd"/>
    </w:p>
    <w:p w14:paraId="4E8ED069" w14:textId="291E04AD" w:rsidR="004D0E13" w:rsidRPr="00FB0C81" w:rsidRDefault="00FB0C81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Po kontrole bylo zjištěno, že p</w:t>
      </w:r>
      <w:r w:rsidR="004D0E13" w:rsidRPr="00FB0C81">
        <w:rPr>
          <w:rFonts w:eastAsia="Calibri" w:cs="Times New Roman"/>
          <w:lang w:eastAsia="cs-CZ"/>
        </w:rPr>
        <w:t xml:space="preserve">oložka </w:t>
      </w:r>
      <w:r w:rsidRPr="00FB0C81">
        <w:rPr>
          <w:rFonts w:eastAsia="Calibri" w:cs="Times New Roman"/>
          <w:lang w:eastAsia="cs-CZ"/>
        </w:rPr>
        <w:t xml:space="preserve">č. </w:t>
      </w:r>
      <w:r w:rsidR="004D0E13" w:rsidRPr="00FB0C81">
        <w:rPr>
          <w:rFonts w:eastAsia="Calibri" w:cs="Times New Roman"/>
          <w:lang w:eastAsia="cs-CZ"/>
        </w:rPr>
        <w:t>81 obsahuje stejné činnosti</w:t>
      </w:r>
      <w:r>
        <w:rPr>
          <w:rFonts w:eastAsia="Calibri" w:cs="Times New Roman"/>
          <w:lang w:eastAsia="cs-CZ"/>
        </w:rPr>
        <w:t xml:space="preserve"> jako položka č. 79</w:t>
      </w:r>
      <w:r w:rsidR="004D0E13" w:rsidRPr="00FB0C81">
        <w:rPr>
          <w:rFonts w:eastAsia="Calibri" w:cs="Times New Roman"/>
          <w:lang w:eastAsia="cs-CZ"/>
        </w:rPr>
        <w:t xml:space="preserve"> a byla</w:t>
      </w:r>
      <w:r w:rsidRPr="00FB0C81">
        <w:rPr>
          <w:rFonts w:eastAsia="Calibri" w:cs="Times New Roman"/>
          <w:lang w:eastAsia="cs-CZ"/>
        </w:rPr>
        <w:t xml:space="preserve"> z výkazu výměr</w:t>
      </w:r>
      <w:r w:rsidR="004D0E13" w:rsidRPr="00FB0C81">
        <w:rPr>
          <w:rFonts w:eastAsia="Calibri" w:cs="Times New Roman"/>
          <w:lang w:eastAsia="cs-CZ"/>
        </w:rPr>
        <w:t xml:space="preserve"> odstraněna</w:t>
      </w:r>
      <w:r w:rsidRPr="00FB0C81">
        <w:rPr>
          <w:rFonts w:eastAsia="Calibri" w:cs="Times New Roman"/>
          <w:lang w:eastAsia="cs-CZ"/>
        </w:rPr>
        <w:t>.</w:t>
      </w:r>
    </w:p>
    <w:p w14:paraId="57DE2F33" w14:textId="5FC0E9F0" w:rsidR="004D0E13" w:rsidRPr="00FB0C81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B0C81">
        <w:rPr>
          <w:rFonts w:eastAsia="Calibri" w:cs="Times New Roman"/>
          <w:lang w:eastAsia="cs-CZ"/>
        </w:rPr>
        <w:t xml:space="preserve">Položka </w:t>
      </w:r>
      <w:r w:rsidR="00FB0C81" w:rsidRPr="00FB0C81">
        <w:rPr>
          <w:rFonts w:eastAsia="Calibri" w:cs="Times New Roman"/>
          <w:lang w:eastAsia="cs-CZ"/>
        </w:rPr>
        <w:t xml:space="preserve">č. </w:t>
      </w:r>
      <w:r w:rsidRPr="00FB0C81">
        <w:rPr>
          <w:rFonts w:eastAsia="Calibri" w:cs="Times New Roman"/>
          <w:lang w:eastAsia="cs-CZ"/>
        </w:rPr>
        <w:t xml:space="preserve">82 byla </w:t>
      </w:r>
      <w:r w:rsidR="00FB0C81" w:rsidRPr="00FB0C81">
        <w:rPr>
          <w:rFonts w:eastAsia="Calibri" w:cs="Times New Roman"/>
          <w:lang w:eastAsia="cs-CZ"/>
        </w:rPr>
        <w:t xml:space="preserve">z výkazu výměr </w:t>
      </w:r>
      <w:r w:rsidRPr="00FB0C81">
        <w:rPr>
          <w:rFonts w:eastAsia="Calibri" w:cs="Times New Roman"/>
          <w:lang w:eastAsia="cs-CZ"/>
        </w:rPr>
        <w:t>odstraněna</w:t>
      </w:r>
      <w:r w:rsidR="00FB0C81" w:rsidRPr="00FB0C81">
        <w:rPr>
          <w:rFonts w:eastAsia="Calibri" w:cs="Times New Roman"/>
          <w:lang w:eastAsia="cs-CZ"/>
        </w:rPr>
        <w:t>.</w:t>
      </w:r>
    </w:p>
    <w:p w14:paraId="187292CA" w14:textId="77777777" w:rsidR="00FB0C81" w:rsidRPr="009E4698" w:rsidRDefault="00FB0C81" w:rsidP="00FB0C8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4698">
        <w:rPr>
          <w:rFonts w:eastAsia="Times New Roman" w:cs="Times New Roman"/>
          <w:lang w:eastAsia="cs-CZ"/>
        </w:rPr>
        <w:t>Výkaz výměr byl opraven.</w:t>
      </w:r>
    </w:p>
    <w:p w14:paraId="09D56A34" w14:textId="77777777" w:rsidR="00FB0C81" w:rsidRDefault="00FB0C81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8692F16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3DD64F6" w14:textId="17B07AF1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332</w:t>
      </w:r>
      <w:r w:rsidRPr="00BD5319">
        <w:rPr>
          <w:rFonts w:eastAsia="Calibri" w:cs="Times New Roman"/>
          <w:b/>
          <w:lang w:eastAsia="cs-CZ"/>
        </w:rPr>
        <w:t>:</w:t>
      </w:r>
    </w:p>
    <w:p w14:paraId="199E9019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>SO 12-20-03</w:t>
      </w:r>
    </w:p>
    <w:p w14:paraId="730ACE3E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3 - 17120 - ULOŽENÍ SYPANINY DO NÁSYPŮ A NA SKLÁDKY BEZ ZHUTNĚNÍ. Výpočet kubatury ve výkazu výměr se odkazuje na pol.13172A, 264716, 264816 a </w:t>
      </w:r>
      <w:proofErr w:type="gramStart"/>
      <w:r w:rsidRPr="002F23C9">
        <w:rPr>
          <w:rFonts w:eastAsia="Calibri" w:cs="Times New Roman"/>
          <w:bCs/>
          <w:lang w:eastAsia="cs-CZ"/>
        </w:rPr>
        <w:t>261715.V položkách</w:t>
      </w:r>
      <w:proofErr w:type="gramEnd"/>
      <w:r w:rsidRPr="002F23C9">
        <w:rPr>
          <w:rFonts w:eastAsia="Calibri" w:cs="Times New Roman"/>
          <w:bCs/>
          <w:lang w:eastAsia="cs-CZ"/>
        </w:rPr>
        <w:t xml:space="preserve"> 264716 a 264816 je množství stanoveno výpočtem špatně, je 10x větší. Prosíme o kontrolu celkového množství položky č.3 a položek navazujících (včetně R015111-902 v SO 90-90)</w:t>
      </w:r>
    </w:p>
    <w:p w14:paraId="00972573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6 - 22695A - VÝDŘEVA ZÁPOROVÉHO PAŽENÍ DOČASNÁ (PLOCHA). Dle našeho názoru je množství ve výpočtu u této položky chybně. Prosíme o kontrolu (případně uvedení výpočtu ve výkazu výměr) a opravu.</w:t>
      </w:r>
    </w:p>
    <w:p w14:paraId="4184693F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20 - 45738 - VYROVNÁVACÍ A SPÁD ŽELEZOBETON VČET VÝZTUŽE. Tato položka obsahuje stejné činnosti jako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29 - R711001-2091. Prosíme o odstranění této položky.</w:t>
      </w:r>
    </w:p>
    <w:p w14:paraId="0FC65FC5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lastRenderedPageBreak/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28 - R711001-2092 - IZOLACE SVI 2 - SVISLÉ SVI PROTI STÉKAJÍCÍ VODĚ S MĚKKOU OCHRANNOU. Prosíme o uvedení výpočtu ve výkazu výměr (uvedené množství položky neodpovídá rozměrům konstrukcí). Prosíme o objasnění.</w:t>
      </w:r>
    </w:p>
    <w:p w14:paraId="4854CB41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53 - R711001-2093 - IZOLACE SVI 3 - SVISLÉ SVI PROTI STÉKAJÍCÍ VODĚ S MĚKKOU OCHRANNOU+EXTRUDOVANÝ POLYSTYREN. Prosíme o uvedení výpočtu ve výkazu výměr (uvedené množství položky neodpovídá rozměrům konstrukcí). Prosíme o objasnění.</w:t>
      </w:r>
    </w:p>
    <w:p w14:paraId="78064969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–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30 - 711519 - OCHRANA IZOLACE PODZEMNÍCH OBJEKTŮ TEXTILIÍ. Tato položka obsahuje stejné činnosti jako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28 - R711001-2091 a další. Prosíme o odstranění této položky.</w:t>
      </w:r>
    </w:p>
    <w:p w14:paraId="243B4851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31 - 71311 - IZOLACE TEPELNÁ BĚŽNÝCH KONSTRUKCÍ PEVNÁ. Tato položka obsahuje stejné činnosti jako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53 - R711001-2093 a další. Prosíme o odstranění této položky. </w:t>
      </w:r>
    </w:p>
    <w:p w14:paraId="115218FB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32 - 78383 - NÁTĚRY BETON KONSTR TYP S4 (OS-C). Tato položka obsahuje stejné činnosti jako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54 - R711001-2094 a další. Prosíme o odstranění této položky.</w:t>
      </w:r>
    </w:p>
    <w:p w14:paraId="5F76F314" w14:textId="15950896" w:rsidR="002F23C9" w:rsidRPr="001F7685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47 - 228172 - ODŘEZÁNÍ PILOT Z KOVOVÝCH DÍLCŮ. Dle PD bude množství cca 28ks. Prosíme o kontrolu (případně uvedení výpočtu ve výkazu výměr) a opravu.</w:t>
      </w:r>
    </w:p>
    <w:p w14:paraId="71582B91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2098891" w14:textId="40D324A9" w:rsidR="00FB0C81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FB0C81" w:rsidRPr="00582931">
        <w:rPr>
          <w:rFonts w:eastAsia="Calibri" w:cs="Times New Roman"/>
          <w:lang w:eastAsia="cs-CZ"/>
        </w:rPr>
        <w:t>ožka</w:t>
      </w:r>
      <w:r w:rsidR="004D0E13" w:rsidRPr="00582931">
        <w:rPr>
          <w:rFonts w:eastAsia="Calibri" w:cs="Times New Roman"/>
          <w:lang w:eastAsia="cs-CZ"/>
        </w:rPr>
        <w:t xml:space="preserve"> č. 3 – opraven</w:t>
      </w:r>
      <w:r w:rsidR="00FB0C81" w:rsidRPr="00582931">
        <w:rPr>
          <w:rFonts w:eastAsia="Calibri" w:cs="Times New Roman"/>
          <w:lang w:eastAsia="cs-CZ"/>
        </w:rPr>
        <w:t>a</w:t>
      </w:r>
    </w:p>
    <w:p w14:paraId="124B5CD4" w14:textId="1053CABA" w:rsidR="00FB0C81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FB0C81" w:rsidRPr="00582931">
        <w:rPr>
          <w:rFonts w:eastAsia="Calibri" w:cs="Times New Roman"/>
          <w:lang w:eastAsia="cs-CZ"/>
        </w:rPr>
        <w:t xml:space="preserve">ožka </w:t>
      </w:r>
      <w:r w:rsidR="004D0E13" w:rsidRPr="00582931">
        <w:rPr>
          <w:rFonts w:eastAsia="Calibri" w:cs="Times New Roman"/>
          <w:lang w:eastAsia="cs-CZ"/>
        </w:rPr>
        <w:t>č. 6 - množství opraveno</w:t>
      </w:r>
    </w:p>
    <w:p w14:paraId="0F0B9ECF" w14:textId="1A71C0A9" w:rsidR="00FB0C81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FB0C81" w:rsidRPr="00582931">
        <w:rPr>
          <w:rFonts w:eastAsia="Calibri" w:cs="Times New Roman"/>
          <w:lang w:eastAsia="cs-CZ"/>
        </w:rPr>
        <w:t>ožka</w:t>
      </w:r>
      <w:r w:rsidR="004D0E13" w:rsidRPr="00582931">
        <w:rPr>
          <w:rFonts w:eastAsia="Calibri" w:cs="Times New Roman"/>
          <w:lang w:eastAsia="cs-CZ"/>
        </w:rPr>
        <w:t xml:space="preserve"> č. 20 obsahuje stejné činnosti jako položka </w:t>
      </w:r>
      <w:r w:rsidR="007D6A87" w:rsidRPr="00582931">
        <w:rPr>
          <w:rFonts w:eastAsia="Calibri" w:cs="Times New Roman"/>
          <w:lang w:eastAsia="cs-CZ"/>
        </w:rPr>
        <w:t xml:space="preserve">č. </w:t>
      </w:r>
      <w:r w:rsidR="004D0E13" w:rsidRPr="00582931">
        <w:rPr>
          <w:rFonts w:eastAsia="Calibri" w:cs="Times New Roman"/>
          <w:lang w:eastAsia="cs-CZ"/>
        </w:rPr>
        <w:t>29 a byla odstraněna</w:t>
      </w:r>
    </w:p>
    <w:p w14:paraId="05C9FB5A" w14:textId="70947EBE" w:rsidR="00FB0C81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FB0C81" w:rsidRPr="00582931">
        <w:rPr>
          <w:rFonts w:eastAsia="Calibri" w:cs="Times New Roman"/>
          <w:lang w:eastAsia="cs-CZ"/>
        </w:rPr>
        <w:t>ožka č.</w:t>
      </w:r>
      <w:r w:rsidR="004D0E13" w:rsidRPr="00582931">
        <w:rPr>
          <w:rFonts w:eastAsia="Calibri" w:cs="Times New Roman"/>
          <w:lang w:eastAsia="cs-CZ"/>
        </w:rPr>
        <w:t xml:space="preserve"> 29 </w:t>
      </w:r>
      <w:r w:rsidR="00FB0C81" w:rsidRPr="00582931">
        <w:rPr>
          <w:rFonts w:eastAsia="Calibri" w:cs="Times New Roman"/>
          <w:lang w:eastAsia="cs-CZ"/>
        </w:rPr>
        <w:t>v</w:t>
      </w:r>
      <w:r w:rsidR="004D0E13" w:rsidRPr="00582931">
        <w:rPr>
          <w:rFonts w:eastAsia="Calibri" w:cs="Times New Roman"/>
          <w:lang w:eastAsia="cs-CZ"/>
        </w:rPr>
        <w:t> technické specifikaci</w:t>
      </w:r>
      <w:r w:rsidR="00FB0C81" w:rsidRPr="00582931">
        <w:rPr>
          <w:rFonts w:eastAsia="Calibri" w:cs="Times New Roman"/>
          <w:lang w:eastAsia="cs-CZ"/>
        </w:rPr>
        <w:t xml:space="preserve"> vymazáno</w:t>
      </w:r>
      <w:r w:rsidR="004D0E13" w:rsidRPr="00582931">
        <w:rPr>
          <w:rFonts w:eastAsia="Calibri" w:cs="Times New Roman"/>
          <w:lang w:eastAsia="cs-CZ"/>
        </w:rPr>
        <w:t xml:space="preserve"> „Položky nezahrnují ochranné vrstvy nebo konstrukce, které se zařazují do jiných stavebních dílů, např. ochranné betonové vrstvy, cihelné přizdívky, obetonování, asfaltové vrstvy, kamenné </w:t>
      </w:r>
      <w:proofErr w:type="gramStart"/>
      <w:r w:rsidR="004D0E13" w:rsidRPr="00582931">
        <w:rPr>
          <w:rFonts w:eastAsia="Calibri" w:cs="Times New Roman"/>
          <w:lang w:eastAsia="cs-CZ"/>
        </w:rPr>
        <w:t>rovnaniny a pod., *)“</w:t>
      </w:r>
      <w:proofErr w:type="gramEnd"/>
    </w:p>
    <w:p w14:paraId="21EBC05C" w14:textId="676EECF3" w:rsidR="00FB0C81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FB0C81" w:rsidRPr="00582931">
        <w:rPr>
          <w:rFonts w:eastAsia="Calibri" w:cs="Times New Roman"/>
          <w:lang w:eastAsia="cs-CZ"/>
        </w:rPr>
        <w:t>ožka</w:t>
      </w:r>
      <w:r w:rsidR="004D0E13" w:rsidRPr="00582931">
        <w:rPr>
          <w:rFonts w:eastAsia="Calibri" w:cs="Times New Roman"/>
          <w:lang w:eastAsia="cs-CZ"/>
        </w:rPr>
        <w:t xml:space="preserve"> č. 28 - množství opraveno</w:t>
      </w:r>
    </w:p>
    <w:p w14:paraId="196851E6" w14:textId="1BB4021B" w:rsidR="00FB0C81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FB0C81" w:rsidRPr="00582931">
        <w:rPr>
          <w:rFonts w:eastAsia="Calibri" w:cs="Times New Roman"/>
          <w:lang w:eastAsia="cs-CZ"/>
        </w:rPr>
        <w:t>ožka</w:t>
      </w:r>
      <w:r w:rsidR="004D0E13" w:rsidRPr="00582931">
        <w:rPr>
          <w:rFonts w:eastAsia="Calibri" w:cs="Times New Roman"/>
          <w:lang w:eastAsia="cs-CZ"/>
        </w:rPr>
        <w:t xml:space="preserve"> č. 53 - množství opraveno</w:t>
      </w:r>
    </w:p>
    <w:p w14:paraId="747F2440" w14:textId="566C6445" w:rsidR="00FB0C81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FB0C81" w:rsidRPr="00582931">
        <w:rPr>
          <w:rFonts w:eastAsia="Calibri" w:cs="Times New Roman"/>
          <w:lang w:eastAsia="cs-CZ"/>
        </w:rPr>
        <w:t>ožka</w:t>
      </w:r>
      <w:r w:rsidR="004D0E13" w:rsidRPr="00582931">
        <w:rPr>
          <w:rFonts w:eastAsia="Calibri" w:cs="Times New Roman"/>
          <w:lang w:eastAsia="cs-CZ"/>
        </w:rPr>
        <w:t xml:space="preserve"> č. 30 - </w:t>
      </w:r>
      <w:r w:rsidR="00FB0C81" w:rsidRPr="00582931">
        <w:rPr>
          <w:rFonts w:eastAsia="Calibri" w:cs="Times New Roman"/>
          <w:lang w:eastAsia="cs-CZ"/>
        </w:rPr>
        <w:t>položka byla odstraněna</w:t>
      </w:r>
    </w:p>
    <w:p w14:paraId="36441FF3" w14:textId="28C675CB" w:rsidR="007D6A87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FB0C81" w:rsidRPr="00582931">
        <w:rPr>
          <w:rFonts w:eastAsia="Calibri" w:cs="Times New Roman"/>
          <w:lang w:eastAsia="cs-CZ"/>
        </w:rPr>
        <w:t>ožka</w:t>
      </w:r>
      <w:r w:rsidR="004D0E13" w:rsidRPr="00582931">
        <w:rPr>
          <w:rFonts w:eastAsia="Calibri" w:cs="Times New Roman"/>
          <w:lang w:eastAsia="cs-CZ"/>
        </w:rPr>
        <w:t xml:space="preserve"> č. 31 -</w:t>
      </w:r>
      <w:r w:rsidR="007D6A87" w:rsidRPr="00582931">
        <w:rPr>
          <w:rFonts w:eastAsia="Calibri" w:cs="Times New Roman"/>
          <w:lang w:eastAsia="cs-CZ"/>
        </w:rPr>
        <w:t xml:space="preserve"> položka byla odstraněna</w:t>
      </w:r>
    </w:p>
    <w:p w14:paraId="75921BB6" w14:textId="51B7F9B8" w:rsidR="007D6A87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7D6A87" w:rsidRPr="00582931">
        <w:rPr>
          <w:rFonts w:eastAsia="Calibri" w:cs="Times New Roman"/>
          <w:lang w:eastAsia="cs-CZ"/>
        </w:rPr>
        <w:t>ožka</w:t>
      </w:r>
      <w:r w:rsidR="004D0E13" w:rsidRPr="00582931">
        <w:rPr>
          <w:rFonts w:eastAsia="Calibri" w:cs="Times New Roman"/>
          <w:lang w:eastAsia="cs-CZ"/>
        </w:rPr>
        <w:t xml:space="preserve"> č. 32 - </w:t>
      </w:r>
      <w:r w:rsidR="007D6A87" w:rsidRPr="00582931">
        <w:rPr>
          <w:rFonts w:eastAsia="Calibri" w:cs="Times New Roman"/>
          <w:lang w:eastAsia="cs-CZ"/>
        </w:rPr>
        <w:t>položka byla odstraněna</w:t>
      </w:r>
    </w:p>
    <w:p w14:paraId="0F252229" w14:textId="76496A75" w:rsidR="004D0E13" w:rsidRPr="00582931" w:rsidRDefault="00582931" w:rsidP="00582931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P</w:t>
      </w:r>
      <w:r w:rsidR="004D0E13" w:rsidRPr="00582931">
        <w:rPr>
          <w:rFonts w:eastAsia="Calibri" w:cs="Times New Roman"/>
          <w:lang w:eastAsia="cs-CZ"/>
        </w:rPr>
        <w:t>ol</w:t>
      </w:r>
      <w:r w:rsidR="007D6A87" w:rsidRPr="00582931">
        <w:rPr>
          <w:rFonts w:eastAsia="Calibri" w:cs="Times New Roman"/>
          <w:lang w:eastAsia="cs-CZ"/>
        </w:rPr>
        <w:t>ožka</w:t>
      </w:r>
      <w:r w:rsidR="004D0E13" w:rsidRPr="00582931">
        <w:rPr>
          <w:rFonts w:eastAsia="Calibri" w:cs="Times New Roman"/>
          <w:lang w:eastAsia="cs-CZ"/>
        </w:rPr>
        <w:t xml:space="preserve"> č. 47</w:t>
      </w:r>
      <w:r w:rsidR="00D9396D" w:rsidRPr="00582931">
        <w:rPr>
          <w:rFonts w:eastAsia="Calibri" w:cs="Times New Roman"/>
          <w:lang w:eastAsia="cs-CZ"/>
        </w:rPr>
        <w:t>-</w:t>
      </w:r>
      <w:r w:rsidR="004D0E13" w:rsidRPr="00582931">
        <w:rPr>
          <w:rFonts w:eastAsia="Calibri" w:cs="Times New Roman"/>
          <w:lang w:eastAsia="cs-CZ"/>
        </w:rPr>
        <w:t xml:space="preserve"> množství opraveno</w:t>
      </w:r>
    </w:p>
    <w:p w14:paraId="1023843C" w14:textId="77777777" w:rsidR="007D6A87" w:rsidRPr="007D6A87" w:rsidRDefault="007D6A87" w:rsidP="007D6A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D6A87">
        <w:rPr>
          <w:rFonts w:eastAsia="Times New Roman" w:cs="Times New Roman"/>
          <w:lang w:eastAsia="cs-CZ"/>
        </w:rPr>
        <w:t>Výkaz výměr byl opraven.</w:t>
      </w:r>
    </w:p>
    <w:p w14:paraId="46F3FA6B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b/>
          <w:bCs/>
          <w:color w:val="00B050"/>
          <w:sz w:val="32"/>
          <w:szCs w:val="32"/>
          <w:lang w:eastAsia="cs-CZ"/>
        </w:rPr>
      </w:pPr>
    </w:p>
    <w:p w14:paraId="18DAC306" w14:textId="1993FEE4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333</w:t>
      </w:r>
      <w:r w:rsidRPr="00BD5319">
        <w:rPr>
          <w:rFonts w:eastAsia="Calibri" w:cs="Times New Roman"/>
          <w:b/>
          <w:lang w:eastAsia="cs-CZ"/>
        </w:rPr>
        <w:t>:</w:t>
      </w:r>
    </w:p>
    <w:p w14:paraId="3665BF82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>SO 12-20-05</w:t>
      </w:r>
    </w:p>
    <w:p w14:paraId="78709D9D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2 - 17120 - ULOŽENÍ SYPANINY DO NÁSYPŮ A NA SKLÁDKY BEZ ZHUTNĚNÍ. Výpočet kubatury ve výkazu výměr se odkazuje na pol.13172A, 264716, 264816 a </w:t>
      </w:r>
      <w:proofErr w:type="gramStart"/>
      <w:r w:rsidRPr="002F23C9">
        <w:rPr>
          <w:rFonts w:eastAsia="Calibri" w:cs="Times New Roman"/>
          <w:bCs/>
          <w:lang w:eastAsia="cs-CZ"/>
        </w:rPr>
        <w:t>261715.V položkách</w:t>
      </w:r>
      <w:proofErr w:type="gramEnd"/>
      <w:r w:rsidRPr="002F23C9">
        <w:rPr>
          <w:rFonts w:eastAsia="Calibri" w:cs="Times New Roman"/>
          <w:bCs/>
          <w:lang w:eastAsia="cs-CZ"/>
        </w:rPr>
        <w:t xml:space="preserve"> 264716 a 264816 je množství stanoveno výpočtem špatně, je 10x větší. Prosíme o kontrolu celkového množství položky č.3 a položek navazujících (včetně R015111-902 v SO 90-90)</w:t>
      </w:r>
    </w:p>
    <w:p w14:paraId="135B8381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19 - 45738 - VYROVNÁVACÍ A SPÁD ŽELEZOBETON VČET VÝZTUŽE. Tato položka obsahuje stejné činnosti jako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24 - R711001-2091. Prosíme o odstranění této položky. Prosíme i o kontrolu množství položek z dílu 7 - Přidružená stavební výroba (např. 711509). </w:t>
      </w:r>
    </w:p>
    <w:p w14:paraId="38D09BE5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25 - 711509 - OCHRANA IZOLACE NA POVRCHU TEXTILIÍ. Tato položka obsahuje stejné činnosti jako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24 - R711001-2091. Prosíme o odstranění této položky.</w:t>
      </w:r>
    </w:p>
    <w:p w14:paraId="35F9643A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44 - 285379 - PŘÍPLATEK ZA DALŠÍ 1M KOTVENÍ NA POVRCHU Z PŘEDPÍNACÍ VÝZTUŽE. Délka kotev je dle PD 10m. Dle našeho názoru nebude nutný žádný příplatek za přepínací kotvy.</w:t>
      </w:r>
    </w:p>
    <w:p w14:paraId="3B86DC36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41 - 261715 - VRTY PRO KOTVENÍ A INJEKTÁŽ TŘ I A II NA POVRCHU D DO 50MM. Délka kotev je dle PD 10m. Dle našeho názoru je množství vrtů 260m. Prosíme o kontrolu případně úpravu množství.</w:t>
      </w:r>
    </w:p>
    <w:p w14:paraId="3FBAE6F9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42 - 264816 - VRTY PRO PILOTY TŘ III A IV D DO 400MM. Celková délka vrtů pro záporové pažení je 173+148,6m = 321,6m (včetně pol. 264716). V SP je délka vrtů 123+315,4 = 438,4m. Prosíme o kontrolu případně úpravu množství.</w:t>
      </w:r>
    </w:p>
    <w:p w14:paraId="7949CEE3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B2F8328" w14:textId="03A6A2E7" w:rsidR="004D0E13" w:rsidRPr="00B47FE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47FE2">
        <w:rPr>
          <w:rFonts w:eastAsia="Calibri" w:cs="Times New Roman"/>
          <w:bCs/>
          <w:lang w:eastAsia="cs-CZ"/>
        </w:rPr>
        <w:t>P</w:t>
      </w:r>
      <w:r w:rsidR="004D0E13" w:rsidRPr="00B47FE2">
        <w:rPr>
          <w:rFonts w:eastAsia="Calibri" w:cs="Times New Roman"/>
          <w:bCs/>
          <w:lang w:eastAsia="cs-CZ"/>
        </w:rPr>
        <w:t xml:space="preserve">oložka </w:t>
      </w:r>
      <w:proofErr w:type="gramStart"/>
      <w:r w:rsidR="004D0E13" w:rsidRPr="00B47FE2">
        <w:rPr>
          <w:rFonts w:eastAsia="Calibri" w:cs="Times New Roman"/>
          <w:bCs/>
          <w:lang w:eastAsia="cs-CZ"/>
        </w:rPr>
        <w:t>č.2 – 17120</w:t>
      </w:r>
      <w:proofErr w:type="gramEnd"/>
      <w:r w:rsidR="004D0E13" w:rsidRPr="00B47FE2">
        <w:rPr>
          <w:rFonts w:eastAsia="Calibri" w:cs="Times New Roman"/>
          <w:bCs/>
          <w:lang w:eastAsia="cs-CZ"/>
        </w:rPr>
        <w:t xml:space="preserve"> – byla upravena</w:t>
      </w:r>
      <w:r w:rsidR="003219F5" w:rsidRPr="00B47FE2">
        <w:rPr>
          <w:rFonts w:eastAsia="Calibri" w:cs="Times New Roman"/>
          <w:bCs/>
          <w:lang w:eastAsia="cs-CZ"/>
        </w:rPr>
        <w:t xml:space="preserve"> položka č. 2</w:t>
      </w:r>
      <w:r w:rsidR="00D9396D" w:rsidRPr="00B47FE2">
        <w:rPr>
          <w:rFonts w:eastAsia="Calibri" w:cs="Times New Roman"/>
          <w:bCs/>
          <w:lang w:eastAsia="cs-CZ"/>
        </w:rPr>
        <w:t>, navíc byla</w:t>
      </w:r>
      <w:r w:rsidR="004D0E13" w:rsidRPr="00B47FE2">
        <w:rPr>
          <w:rFonts w:eastAsia="Calibri" w:cs="Times New Roman"/>
          <w:bCs/>
          <w:lang w:eastAsia="cs-CZ"/>
        </w:rPr>
        <w:t xml:space="preserve"> upravena pol.</w:t>
      </w:r>
      <w:r w:rsidR="00D9396D" w:rsidRPr="00B47FE2">
        <w:rPr>
          <w:rFonts w:eastAsia="Calibri" w:cs="Times New Roman"/>
          <w:bCs/>
          <w:lang w:eastAsia="cs-CZ"/>
        </w:rPr>
        <w:t xml:space="preserve"> </w:t>
      </w:r>
      <w:r w:rsidR="004D0E13" w:rsidRPr="00B47FE2">
        <w:rPr>
          <w:rFonts w:eastAsia="Calibri" w:cs="Times New Roman"/>
          <w:bCs/>
          <w:lang w:eastAsia="cs-CZ"/>
        </w:rPr>
        <w:t>č. 33 - R015111.901</w:t>
      </w:r>
      <w:r w:rsidR="003219F5" w:rsidRPr="00B47FE2">
        <w:rPr>
          <w:rFonts w:eastAsia="Calibri" w:cs="Times New Roman"/>
          <w:bCs/>
          <w:lang w:eastAsia="cs-CZ"/>
        </w:rPr>
        <w:t xml:space="preserve">. Položka č. 33 byla upravena na základě změny položky č. 2. Položka č. 33 je oceněna v objektu SO 90-90, kde byla opravena. Položka č. 3 souhlasí s PD a nebylo do ní zasahováno. </w:t>
      </w:r>
    </w:p>
    <w:p w14:paraId="363A52E8" w14:textId="63B0E092" w:rsidR="00D9396D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</w:t>
      </w:r>
      <w:r w:rsidR="004D0E13" w:rsidRPr="00943562">
        <w:rPr>
          <w:rFonts w:eastAsia="Calibri" w:cs="Times New Roman"/>
          <w:bCs/>
          <w:lang w:eastAsia="cs-CZ"/>
        </w:rPr>
        <w:t xml:space="preserve">oložka </w:t>
      </w:r>
      <w:proofErr w:type="gramStart"/>
      <w:r w:rsidR="004D0E13" w:rsidRPr="00943562">
        <w:rPr>
          <w:rFonts w:eastAsia="Calibri" w:cs="Times New Roman"/>
          <w:bCs/>
          <w:lang w:eastAsia="cs-CZ"/>
        </w:rPr>
        <w:t>č.19</w:t>
      </w:r>
      <w:proofErr w:type="gramEnd"/>
      <w:r w:rsidR="004D0E13" w:rsidRPr="00943562">
        <w:rPr>
          <w:rFonts w:eastAsia="Calibri" w:cs="Times New Roman"/>
          <w:bCs/>
          <w:lang w:eastAsia="cs-CZ"/>
        </w:rPr>
        <w:t xml:space="preserve"> – 45738 obsahuje stejné činnosti jako položka </w:t>
      </w:r>
      <w:r w:rsidR="00D9396D" w:rsidRPr="00943562">
        <w:rPr>
          <w:rFonts w:eastAsia="Calibri" w:cs="Times New Roman"/>
          <w:bCs/>
          <w:lang w:eastAsia="cs-CZ"/>
        </w:rPr>
        <w:t xml:space="preserve">č. </w:t>
      </w:r>
      <w:r w:rsidR="004D0E13" w:rsidRPr="00943562">
        <w:rPr>
          <w:rFonts w:eastAsia="Calibri" w:cs="Times New Roman"/>
          <w:bCs/>
          <w:lang w:eastAsia="cs-CZ"/>
        </w:rPr>
        <w:t>24 a byla odstraněna</w:t>
      </w:r>
      <w:r>
        <w:rPr>
          <w:rFonts w:eastAsia="Calibri" w:cs="Times New Roman"/>
          <w:bCs/>
          <w:lang w:eastAsia="cs-CZ"/>
        </w:rPr>
        <w:t>.</w:t>
      </w:r>
    </w:p>
    <w:p w14:paraId="143FA3E5" w14:textId="2CDADF2F" w:rsidR="00D9396D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V</w:t>
      </w:r>
      <w:r w:rsidR="004D0E13" w:rsidRPr="00943562">
        <w:rPr>
          <w:rFonts w:eastAsia="Calibri" w:cs="Times New Roman"/>
          <w:bCs/>
          <w:lang w:eastAsia="cs-CZ"/>
        </w:rPr>
        <w:t xml:space="preserve"> pol. 24 vymazáno v technické specifikaci  „Položky nezahrnují ochranné vrstvy nebo konstrukce, které se zařazují do jiných stavebních dílů, např. ochranné betonové vrstvy, cihelné přizdívky, obetonování, asfaltové vrstvy, kamenné </w:t>
      </w:r>
      <w:proofErr w:type="gramStart"/>
      <w:r w:rsidR="004D0E13" w:rsidRPr="00943562">
        <w:rPr>
          <w:rFonts w:eastAsia="Calibri" w:cs="Times New Roman"/>
          <w:bCs/>
          <w:lang w:eastAsia="cs-CZ"/>
        </w:rPr>
        <w:t>rovnaniny a pod., *)“</w:t>
      </w:r>
      <w:r>
        <w:rPr>
          <w:rFonts w:eastAsia="Calibri" w:cs="Times New Roman"/>
          <w:bCs/>
          <w:lang w:eastAsia="cs-CZ"/>
        </w:rPr>
        <w:t>.</w:t>
      </w:r>
      <w:proofErr w:type="gramEnd"/>
    </w:p>
    <w:p w14:paraId="3D9A2693" w14:textId="11129A25" w:rsidR="00D9396D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</w:t>
      </w:r>
      <w:r w:rsidR="004D0E13" w:rsidRPr="00943562">
        <w:rPr>
          <w:rFonts w:eastAsia="Calibri" w:cs="Times New Roman"/>
          <w:bCs/>
          <w:lang w:eastAsia="cs-CZ"/>
        </w:rPr>
        <w:t>oložka č.</w:t>
      </w:r>
      <w:r w:rsidR="00D9396D" w:rsidRPr="00943562">
        <w:rPr>
          <w:rFonts w:eastAsia="Calibri" w:cs="Times New Roman"/>
          <w:bCs/>
          <w:lang w:eastAsia="cs-CZ"/>
        </w:rPr>
        <w:t xml:space="preserve"> </w:t>
      </w:r>
      <w:r w:rsidR="004D0E13" w:rsidRPr="00943562">
        <w:rPr>
          <w:rFonts w:eastAsia="Calibri" w:cs="Times New Roman"/>
          <w:bCs/>
          <w:lang w:eastAsia="cs-CZ"/>
        </w:rPr>
        <w:t>24 – R711001-2091 – upravena výměra pouze na vodorovné plochy – 377,46m2</w:t>
      </w:r>
    </w:p>
    <w:p w14:paraId="05791DBD" w14:textId="6D97D1BA" w:rsidR="00D9396D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</w:t>
      </w:r>
      <w:r w:rsidR="004D0E13" w:rsidRPr="00943562">
        <w:rPr>
          <w:rFonts w:eastAsia="Calibri" w:cs="Times New Roman"/>
          <w:bCs/>
          <w:lang w:eastAsia="cs-CZ"/>
        </w:rPr>
        <w:t>oložka č.</w:t>
      </w:r>
      <w:r w:rsidR="00D9396D" w:rsidRPr="00943562">
        <w:rPr>
          <w:rFonts w:eastAsia="Calibri" w:cs="Times New Roman"/>
          <w:bCs/>
          <w:lang w:eastAsia="cs-CZ"/>
        </w:rPr>
        <w:t xml:space="preserve"> </w:t>
      </w:r>
      <w:r w:rsidR="004D0E13" w:rsidRPr="00943562">
        <w:rPr>
          <w:rFonts w:eastAsia="Calibri" w:cs="Times New Roman"/>
          <w:bCs/>
          <w:lang w:eastAsia="cs-CZ"/>
        </w:rPr>
        <w:t>74 – R711001-2092 – upravena výměra pouze na svislé plochy: 430,28 m2</w:t>
      </w:r>
    </w:p>
    <w:p w14:paraId="6A8B6193" w14:textId="117BBE2D" w:rsidR="00D9396D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</w:t>
      </w:r>
      <w:r w:rsidR="004D0E13" w:rsidRPr="00943562">
        <w:rPr>
          <w:rFonts w:eastAsia="Calibri" w:cs="Times New Roman"/>
          <w:bCs/>
          <w:lang w:eastAsia="cs-CZ"/>
        </w:rPr>
        <w:t>oložka č.</w:t>
      </w:r>
      <w:r w:rsidR="00D9396D" w:rsidRPr="00943562">
        <w:rPr>
          <w:rFonts w:eastAsia="Calibri" w:cs="Times New Roman"/>
          <w:bCs/>
          <w:lang w:eastAsia="cs-CZ"/>
        </w:rPr>
        <w:t xml:space="preserve"> </w:t>
      </w:r>
      <w:r w:rsidR="004D0E13" w:rsidRPr="00943562">
        <w:rPr>
          <w:rFonts w:eastAsia="Calibri" w:cs="Times New Roman"/>
          <w:bCs/>
          <w:lang w:eastAsia="cs-CZ"/>
        </w:rPr>
        <w:t xml:space="preserve">75 – R711001-2093 – </w:t>
      </w:r>
      <w:r w:rsidRPr="00943562">
        <w:rPr>
          <w:rFonts w:eastAsia="Calibri" w:cs="Times New Roman"/>
          <w:bCs/>
          <w:lang w:eastAsia="cs-CZ"/>
        </w:rPr>
        <w:t xml:space="preserve">byla </w:t>
      </w:r>
      <w:r w:rsidR="004D0E13" w:rsidRPr="00943562">
        <w:rPr>
          <w:rFonts w:eastAsia="Calibri" w:cs="Times New Roman"/>
          <w:bCs/>
          <w:lang w:eastAsia="cs-CZ"/>
        </w:rPr>
        <w:t>odstraněna</w:t>
      </w:r>
      <w:r w:rsidRPr="00943562">
        <w:rPr>
          <w:rFonts w:eastAsia="Calibri" w:cs="Times New Roman"/>
          <w:bCs/>
          <w:lang w:eastAsia="cs-CZ"/>
        </w:rPr>
        <w:t>.</w:t>
      </w:r>
    </w:p>
    <w:p w14:paraId="7A1A518F" w14:textId="533B6FBB" w:rsidR="00D9396D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</w:t>
      </w:r>
      <w:r w:rsidR="004D0E13" w:rsidRPr="00943562">
        <w:rPr>
          <w:rFonts w:eastAsia="Calibri" w:cs="Times New Roman"/>
          <w:bCs/>
          <w:lang w:eastAsia="cs-CZ"/>
        </w:rPr>
        <w:t>oložka č.</w:t>
      </w:r>
      <w:r w:rsidR="00D9396D" w:rsidRPr="00943562">
        <w:rPr>
          <w:rFonts w:eastAsia="Calibri" w:cs="Times New Roman"/>
          <w:bCs/>
          <w:lang w:eastAsia="cs-CZ"/>
        </w:rPr>
        <w:t xml:space="preserve"> </w:t>
      </w:r>
      <w:r w:rsidR="004D0E13" w:rsidRPr="00943562">
        <w:rPr>
          <w:rFonts w:eastAsia="Calibri" w:cs="Times New Roman"/>
          <w:bCs/>
          <w:lang w:eastAsia="cs-CZ"/>
        </w:rPr>
        <w:t>25 – 711509 – byla odstraněna</w:t>
      </w:r>
      <w:r w:rsidRPr="00943562">
        <w:rPr>
          <w:rFonts w:eastAsia="Calibri" w:cs="Times New Roman"/>
          <w:bCs/>
          <w:lang w:eastAsia="cs-CZ"/>
        </w:rPr>
        <w:t>.</w:t>
      </w:r>
    </w:p>
    <w:p w14:paraId="21647A9B" w14:textId="2A3A394B" w:rsidR="00D9396D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lastRenderedPageBreak/>
        <w:t>P</w:t>
      </w:r>
      <w:r w:rsidR="004D0E13" w:rsidRPr="00943562">
        <w:rPr>
          <w:rFonts w:eastAsia="Calibri" w:cs="Times New Roman"/>
          <w:bCs/>
          <w:lang w:eastAsia="cs-CZ"/>
        </w:rPr>
        <w:t>oložka č. 44 – 285379 – byla odstraněna</w:t>
      </w:r>
      <w:r w:rsidRPr="00943562">
        <w:rPr>
          <w:rFonts w:eastAsia="Calibri" w:cs="Times New Roman"/>
          <w:bCs/>
          <w:lang w:eastAsia="cs-CZ"/>
        </w:rPr>
        <w:t>.</w:t>
      </w:r>
    </w:p>
    <w:p w14:paraId="4695BE07" w14:textId="6A17B063" w:rsidR="00D9396D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</w:t>
      </w:r>
      <w:r w:rsidR="004D0E13" w:rsidRPr="00943562">
        <w:rPr>
          <w:rFonts w:eastAsia="Calibri" w:cs="Times New Roman"/>
          <w:bCs/>
          <w:lang w:eastAsia="cs-CZ"/>
        </w:rPr>
        <w:t>oložka č. 41 – 261715 – byla upravena</w:t>
      </w:r>
      <w:r w:rsidRPr="00943562">
        <w:rPr>
          <w:rFonts w:eastAsia="Calibri" w:cs="Times New Roman"/>
          <w:bCs/>
          <w:lang w:eastAsia="cs-CZ"/>
        </w:rPr>
        <w:t>.</w:t>
      </w:r>
    </w:p>
    <w:p w14:paraId="7B6104FE" w14:textId="5D7EF206" w:rsidR="00D9396D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</w:t>
      </w:r>
      <w:r w:rsidR="004D0E13" w:rsidRPr="00943562">
        <w:rPr>
          <w:rFonts w:eastAsia="Calibri" w:cs="Times New Roman"/>
          <w:bCs/>
          <w:lang w:eastAsia="cs-CZ"/>
        </w:rPr>
        <w:t>oložka č. 6 – 264716 – byla odstraněna</w:t>
      </w:r>
      <w:r w:rsidRPr="00943562">
        <w:rPr>
          <w:rFonts w:eastAsia="Calibri" w:cs="Times New Roman"/>
          <w:bCs/>
          <w:lang w:eastAsia="cs-CZ"/>
        </w:rPr>
        <w:t>.</w:t>
      </w:r>
    </w:p>
    <w:p w14:paraId="3B044848" w14:textId="3A294D15" w:rsidR="004D0E13" w:rsidRPr="00943562" w:rsidRDefault="00943562" w:rsidP="0094356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</w:t>
      </w:r>
      <w:r w:rsidR="004D0E13" w:rsidRPr="00943562">
        <w:rPr>
          <w:rFonts w:eastAsia="Calibri" w:cs="Times New Roman"/>
          <w:bCs/>
          <w:lang w:eastAsia="cs-CZ"/>
        </w:rPr>
        <w:t>oložka č. 42 – 264816 – byla upravena dle PD</w:t>
      </w:r>
      <w:r w:rsidRPr="00943562">
        <w:rPr>
          <w:rFonts w:eastAsia="Calibri" w:cs="Times New Roman"/>
          <w:bCs/>
          <w:lang w:eastAsia="cs-CZ"/>
        </w:rPr>
        <w:t>.</w:t>
      </w:r>
    </w:p>
    <w:p w14:paraId="073C3E39" w14:textId="77777777" w:rsidR="007D6A87" w:rsidRPr="009E4698" w:rsidRDefault="007D6A87" w:rsidP="007D6A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4698">
        <w:rPr>
          <w:rFonts w:eastAsia="Times New Roman" w:cs="Times New Roman"/>
          <w:lang w:eastAsia="cs-CZ"/>
        </w:rPr>
        <w:t>Výkaz výměr byl opraven.</w:t>
      </w:r>
    </w:p>
    <w:p w14:paraId="5D57C0D6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EBED0C5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A8DB480" w14:textId="26406065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334</w:t>
      </w:r>
      <w:r w:rsidRPr="00BD5319">
        <w:rPr>
          <w:rFonts w:eastAsia="Calibri" w:cs="Times New Roman"/>
          <w:b/>
          <w:lang w:eastAsia="cs-CZ"/>
        </w:rPr>
        <w:t>:</w:t>
      </w:r>
    </w:p>
    <w:p w14:paraId="4A77901E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>SO 12-20-06</w:t>
      </w:r>
    </w:p>
    <w:p w14:paraId="67E0B147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22 - 45738 - VYROVNÁVACÍ A SPÁD ŽELEZOBETON VČET VÝZTUŽE. Tato položka obsahuje stejné činnosti jako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53 - R711001-2091. Prosíme o odstranění této položky.</w:t>
      </w:r>
    </w:p>
    <w:p w14:paraId="2101D3F6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23 - 45747 - VYROVNÁVACÍ A SPÁD VRSTVY Z MALTY ZVLÁŠTNÍ (PLASTMALTA). Dle popisu položky byly práce agregovány do pol. R711001-2091a (NAHRAZENO R711001-2091a). Prosíme o odstranění položky.</w:t>
      </w:r>
    </w:p>
    <w:p w14:paraId="66A37ED9" w14:textId="2C49A9BF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4F2CBBE" w14:textId="1D72D42B" w:rsidR="004D0E13" w:rsidRPr="00B24718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4718">
        <w:rPr>
          <w:rFonts w:eastAsia="Calibri" w:cs="Times New Roman"/>
          <w:bCs/>
          <w:lang w:eastAsia="cs-CZ"/>
        </w:rPr>
        <w:t>Položky</w:t>
      </w:r>
      <w:r w:rsidR="00B24718" w:rsidRPr="00B24718">
        <w:rPr>
          <w:rFonts w:eastAsia="Calibri" w:cs="Times New Roman"/>
          <w:bCs/>
          <w:lang w:eastAsia="cs-CZ"/>
        </w:rPr>
        <w:t xml:space="preserve"> č. 22 a č. 23 byly z výkazu výměr</w:t>
      </w:r>
      <w:r w:rsidRPr="00B24718">
        <w:rPr>
          <w:rFonts w:eastAsia="Calibri" w:cs="Times New Roman"/>
          <w:bCs/>
          <w:lang w:eastAsia="cs-CZ"/>
        </w:rPr>
        <w:t xml:space="preserve"> odstraněny</w:t>
      </w:r>
      <w:r w:rsidR="00B24718" w:rsidRPr="00B24718">
        <w:rPr>
          <w:rFonts w:eastAsia="Calibri" w:cs="Times New Roman"/>
          <w:bCs/>
          <w:lang w:eastAsia="cs-CZ"/>
        </w:rPr>
        <w:t>. V</w:t>
      </w:r>
      <w:r w:rsidRPr="00B24718">
        <w:rPr>
          <w:rFonts w:eastAsia="Calibri" w:cs="Times New Roman"/>
          <w:bCs/>
          <w:lang w:eastAsia="cs-CZ"/>
        </w:rPr>
        <w:t> pol</w:t>
      </w:r>
      <w:r w:rsidR="00B47FE2">
        <w:rPr>
          <w:rFonts w:eastAsia="Calibri" w:cs="Times New Roman"/>
          <w:bCs/>
          <w:lang w:eastAsia="cs-CZ"/>
        </w:rPr>
        <w:t>ožce</w:t>
      </w:r>
      <w:r w:rsidR="00B24718" w:rsidRPr="00B24718">
        <w:rPr>
          <w:rFonts w:eastAsia="Calibri" w:cs="Times New Roman"/>
          <w:bCs/>
          <w:lang w:eastAsia="cs-CZ"/>
        </w:rPr>
        <w:t xml:space="preserve"> </w:t>
      </w:r>
      <w:r w:rsidRPr="00B24718">
        <w:rPr>
          <w:rFonts w:eastAsia="Calibri" w:cs="Times New Roman"/>
          <w:bCs/>
          <w:lang w:eastAsia="cs-CZ"/>
        </w:rPr>
        <w:t>č.</w:t>
      </w:r>
      <w:r w:rsidR="00B24718" w:rsidRPr="00B24718">
        <w:rPr>
          <w:rFonts w:eastAsia="Calibri" w:cs="Times New Roman"/>
          <w:bCs/>
          <w:lang w:eastAsia="cs-CZ"/>
        </w:rPr>
        <w:t xml:space="preserve"> </w:t>
      </w:r>
      <w:r w:rsidRPr="00B24718">
        <w:rPr>
          <w:rFonts w:eastAsia="Calibri" w:cs="Times New Roman"/>
          <w:bCs/>
          <w:lang w:eastAsia="cs-CZ"/>
        </w:rPr>
        <w:t xml:space="preserve">53 opravena tech. </w:t>
      </w:r>
      <w:r w:rsidR="00B24718" w:rsidRPr="00B24718">
        <w:rPr>
          <w:rFonts w:eastAsia="Calibri" w:cs="Times New Roman"/>
          <w:bCs/>
          <w:lang w:eastAsia="cs-CZ"/>
        </w:rPr>
        <w:t>s</w:t>
      </w:r>
      <w:r w:rsidRPr="00B24718">
        <w:rPr>
          <w:rFonts w:eastAsia="Calibri" w:cs="Times New Roman"/>
          <w:bCs/>
          <w:lang w:eastAsia="cs-CZ"/>
        </w:rPr>
        <w:t>pecifikace</w:t>
      </w:r>
      <w:r w:rsidR="00B24718" w:rsidRPr="00B24718">
        <w:rPr>
          <w:rFonts w:eastAsia="Calibri" w:cs="Times New Roman"/>
          <w:bCs/>
          <w:lang w:eastAsia="cs-CZ"/>
        </w:rPr>
        <w:t>.</w:t>
      </w:r>
    </w:p>
    <w:p w14:paraId="6AF23322" w14:textId="77777777" w:rsidR="00B24718" w:rsidRPr="00343BDA" w:rsidRDefault="00B24718" w:rsidP="00B2471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43BDA">
        <w:rPr>
          <w:rFonts w:eastAsia="Times New Roman" w:cs="Times New Roman"/>
          <w:lang w:eastAsia="cs-CZ"/>
        </w:rPr>
        <w:t>Výkaz výměr byl opraven.</w:t>
      </w:r>
    </w:p>
    <w:p w14:paraId="07EA7342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b/>
          <w:bCs/>
          <w:color w:val="00B050"/>
          <w:sz w:val="32"/>
          <w:szCs w:val="32"/>
          <w:lang w:eastAsia="cs-CZ"/>
        </w:rPr>
      </w:pPr>
    </w:p>
    <w:p w14:paraId="485453D0" w14:textId="4ACA0873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335</w:t>
      </w:r>
      <w:r w:rsidRPr="00BD5319">
        <w:rPr>
          <w:rFonts w:eastAsia="Calibri" w:cs="Times New Roman"/>
          <w:b/>
          <w:lang w:eastAsia="cs-CZ"/>
        </w:rPr>
        <w:t>:</w:t>
      </w:r>
    </w:p>
    <w:p w14:paraId="022B7C9A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 xml:space="preserve">SO 12-20-11 </w:t>
      </w:r>
    </w:p>
    <w:p w14:paraId="5957D9DD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70 - 23217 - ŠTĚTOVÉ STĚNY BERANĚNÉ Z KOVOVÝCH DÍLCŮ DOČASNÉ (HMOTNOST). Hmotnost štětovnic dle PD je 3155,04 + 7380,54 = 10,536t. Prosíme o kontrolu případně úpravu množství.</w:t>
      </w:r>
    </w:p>
    <w:p w14:paraId="1A4DDCCA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67 - 285365 - KOTVENÍ NA POVRCHU Z BETONÁŘSKÉ VÝZTUŽE DL. DO 7M. Délka ani množství neodpovídají PD. Délka do 5m; množství 30ks. Prosíme o úpravu položky do délky 5m. Prosíme o kontrolu množství.</w:t>
      </w:r>
    </w:p>
    <w:p w14:paraId="381BF246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66 - 285366 - KOTVENÍ NA POVRCHU Z BETONÁŘSKÉ VÝZTUŽE DL. DO 8M. Délka ani množství neodpovídají PD. Délka do 7m; množství 40ks. Prosíme o úpravu položky do délky 5m. Prosíme o kontrolu množství.</w:t>
      </w:r>
    </w:p>
    <w:p w14:paraId="66202C2D" w14:textId="232A2672" w:rsidR="002F23C9" w:rsidRPr="006A3B00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>. č. 65 - 285367 - KOTVENÍ NA POVRCHU Z BETONÁŘSKÉ VÝZTUŽE DL. DO 9M. Délka ani množství neodpovídají PD. Délka do 8m; množství 20ks. Prosíme o úpravu položky do délky 5m. Prosíme o kontrolu množství.</w:t>
      </w:r>
      <w:r w:rsidRPr="006A3B00">
        <w:rPr>
          <w:rFonts w:eastAsia="Calibri" w:cs="Times New Roman"/>
          <w:bCs/>
          <w:lang w:eastAsia="cs-CZ"/>
        </w:rPr>
        <w:t xml:space="preserve"> </w:t>
      </w:r>
    </w:p>
    <w:p w14:paraId="7B4B9D79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4C1BC43" w14:textId="3D495E91" w:rsidR="004D0E13" w:rsidRPr="00943562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Položka č. 70 je zkontrolována a opravena</w:t>
      </w:r>
      <w:r w:rsidR="006218C6" w:rsidRPr="00943562">
        <w:rPr>
          <w:rFonts w:eastAsia="Calibri" w:cs="Times New Roman"/>
          <w:bCs/>
          <w:lang w:eastAsia="cs-CZ"/>
        </w:rPr>
        <w:t xml:space="preserve">. V této souvislosti byla </w:t>
      </w:r>
      <w:r w:rsidRPr="00943562">
        <w:rPr>
          <w:rFonts w:eastAsia="Calibri" w:cs="Times New Roman"/>
          <w:bCs/>
          <w:lang w:eastAsia="cs-CZ"/>
        </w:rPr>
        <w:t>opravena také položka č.69</w:t>
      </w:r>
      <w:r w:rsidR="00B24718" w:rsidRPr="00943562">
        <w:rPr>
          <w:rFonts w:eastAsia="Calibri" w:cs="Times New Roman"/>
          <w:bCs/>
          <w:lang w:eastAsia="cs-CZ"/>
        </w:rPr>
        <w:t>.</w:t>
      </w:r>
    </w:p>
    <w:p w14:paraId="776055CA" w14:textId="6F106825" w:rsidR="004D0E13" w:rsidRPr="00B47FE2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47FE2">
        <w:rPr>
          <w:rFonts w:eastAsia="Calibri" w:cs="Times New Roman"/>
          <w:bCs/>
          <w:lang w:eastAsia="cs-CZ"/>
        </w:rPr>
        <w:t xml:space="preserve">Položka č. 67 je zkontrolována a </w:t>
      </w:r>
      <w:r w:rsidR="0025526D" w:rsidRPr="00B47FE2">
        <w:rPr>
          <w:rFonts w:eastAsia="Calibri" w:cs="Times New Roman"/>
          <w:bCs/>
          <w:lang w:eastAsia="cs-CZ"/>
        </w:rPr>
        <w:t>smazána</w:t>
      </w:r>
      <w:r w:rsidRPr="00B47FE2">
        <w:rPr>
          <w:rFonts w:eastAsia="Calibri" w:cs="Times New Roman"/>
          <w:bCs/>
          <w:lang w:eastAsia="cs-CZ"/>
        </w:rPr>
        <w:t xml:space="preserve">, </w:t>
      </w:r>
      <w:r w:rsidR="0025526D" w:rsidRPr="00B47FE2">
        <w:rPr>
          <w:rFonts w:eastAsia="Calibri" w:cs="Times New Roman"/>
          <w:bCs/>
          <w:lang w:eastAsia="cs-CZ"/>
        </w:rPr>
        <w:t xml:space="preserve">byla vytvořena </w:t>
      </w:r>
      <w:r w:rsidRPr="00B47FE2">
        <w:rPr>
          <w:rFonts w:eastAsia="Calibri" w:cs="Times New Roman"/>
          <w:bCs/>
          <w:lang w:eastAsia="cs-CZ"/>
        </w:rPr>
        <w:t>nová položka č.74</w:t>
      </w:r>
      <w:r w:rsidR="0025526D" w:rsidRPr="00B47FE2">
        <w:rPr>
          <w:rFonts w:eastAsia="Calibri" w:cs="Times New Roman"/>
          <w:bCs/>
          <w:lang w:eastAsia="cs-CZ"/>
        </w:rPr>
        <w:t xml:space="preserve">, která nahrazuje původní položku č. 67 z důvodu rozdílné délky zápor. </w:t>
      </w:r>
    </w:p>
    <w:p w14:paraId="45C82576" w14:textId="7ADF36D8" w:rsidR="004D0E13" w:rsidRPr="00943562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>Položka č. 66 je zkontrolována a opravena</w:t>
      </w:r>
      <w:r w:rsidR="00B24718" w:rsidRPr="00943562">
        <w:rPr>
          <w:rFonts w:eastAsia="Calibri" w:cs="Times New Roman"/>
          <w:bCs/>
          <w:lang w:eastAsia="cs-CZ"/>
        </w:rPr>
        <w:t>.</w:t>
      </w:r>
    </w:p>
    <w:p w14:paraId="2A51FC1B" w14:textId="5C11940D" w:rsidR="004D0E13" w:rsidRPr="00943562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562">
        <w:rPr>
          <w:rFonts w:eastAsia="Calibri" w:cs="Times New Roman"/>
          <w:bCs/>
          <w:lang w:eastAsia="cs-CZ"/>
        </w:rPr>
        <w:t xml:space="preserve">Položka č. 65 </w:t>
      </w:r>
      <w:r w:rsidR="000568D5" w:rsidRPr="00943562">
        <w:rPr>
          <w:rFonts w:eastAsia="Calibri" w:cs="Times New Roman"/>
          <w:bCs/>
          <w:lang w:eastAsia="cs-CZ"/>
        </w:rPr>
        <w:t>byla po kontrole</w:t>
      </w:r>
      <w:r w:rsidRPr="00943562">
        <w:rPr>
          <w:rFonts w:eastAsia="Calibri" w:cs="Times New Roman"/>
          <w:bCs/>
          <w:lang w:eastAsia="cs-CZ"/>
        </w:rPr>
        <w:t xml:space="preserve"> smazána</w:t>
      </w:r>
      <w:r w:rsidR="00B24718" w:rsidRPr="00943562">
        <w:rPr>
          <w:rFonts w:eastAsia="Calibri" w:cs="Times New Roman"/>
          <w:bCs/>
          <w:lang w:eastAsia="cs-CZ"/>
        </w:rPr>
        <w:t>.</w:t>
      </w:r>
    </w:p>
    <w:p w14:paraId="24B2906E" w14:textId="77777777" w:rsidR="00B24718" w:rsidRPr="00943562" w:rsidRDefault="00B24718" w:rsidP="00B2471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43562">
        <w:rPr>
          <w:rFonts w:eastAsia="Times New Roman" w:cs="Times New Roman"/>
          <w:lang w:eastAsia="cs-CZ"/>
        </w:rPr>
        <w:t>Výkaz výměr byl opraven.</w:t>
      </w:r>
    </w:p>
    <w:p w14:paraId="5A7EA127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2C92AD2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EFB599B" w14:textId="495BD362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336</w:t>
      </w:r>
      <w:r w:rsidRPr="00BD5319">
        <w:rPr>
          <w:rFonts w:eastAsia="Calibri" w:cs="Times New Roman"/>
          <w:b/>
          <w:lang w:eastAsia="cs-CZ"/>
        </w:rPr>
        <w:t>:</w:t>
      </w:r>
    </w:p>
    <w:p w14:paraId="5096C6CA" w14:textId="77777777" w:rsidR="002F23C9" w:rsidRPr="002F23C9" w:rsidRDefault="002F23C9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2F23C9">
        <w:rPr>
          <w:rFonts w:eastAsia="Calibri" w:cs="Times New Roman"/>
          <w:b/>
          <w:bCs/>
          <w:lang w:eastAsia="cs-CZ"/>
        </w:rPr>
        <w:t>SO 12-21-05</w:t>
      </w:r>
    </w:p>
    <w:p w14:paraId="7BA96519" w14:textId="43550847" w:rsidR="002F23C9" w:rsidRPr="001F7685" w:rsidRDefault="002F23C9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2F23C9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2F23C9">
        <w:rPr>
          <w:rFonts w:eastAsia="Calibri" w:cs="Times New Roman"/>
          <w:bCs/>
          <w:lang w:eastAsia="cs-CZ"/>
        </w:rPr>
        <w:t>poř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. č. 5 - 22594 -ZÁPOROVÉ PAŽENÍ Z KOVU TRVALÉ. Výpočet </w:t>
      </w:r>
      <w:proofErr w:type="spellStart"/>
      <w:r w:rsidRPr="002F23C9">
        <w:rPr>
          <w:rFonts w:eastAsia="Calibri" w:cs="Times New Roman"/>
          <w:bCs/>
          <w:lang w:eastAsia="cs-CZ"/>
        </w:rPr>
        <w:t>převázek</w:t>
      </w:r>
      <w:proofErr w:type="spellEnd"/>
      <w:r w:rsidRPr="002F23C9">
        <w:rPr>
          <w:rFonts w:eastAsia="Calibri" w:cs="Times New Roman"/>
          <w:bCs/>
          <w:lang w:eastAsia="cs-CZ"/>
        </w:rPr>
        <w:t xml:space="preserve"> nedává smysl. Jedná se o dočasnou část záporového pažení (jiná položka). Množství je 15*3+11*2m * 2zdvojené * 2strany výkopu *2etapy * 22kg/m = 11,792T. Celkové množství položky by tedy mělo být 22,405t. Prosíme o kontrolu případně úpravu množství.</w:t>
      </w:r>
    </w:p>
    <w:p w14:paraId="2C986F76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C495B4E" w14:textId="41CE1C56" w:rsidR="004D0E13" w:rsidRPr="00B24718" w:rsidRDefault="00B24718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4718">
        <w:rPr>
          <w:rFonts w:eastAsia="Calibri" w:cs="Times New Roman"/>
          <w:bCs/>
          <w:lang w:eastAsia="cs-CZ"/>
        </w:rPr>
        <w:t xml:space="preserve">U položky č. </w:t>
      </w:r>
      <w:r w:rsidR="004D0E13" w:rsidRPr="00B24718">
        <w:rPr>
          <w:rFonts w:eastAsia="Calibri" w:cs="Times New Roman"/>
          <w:bCs/>
          <w:lang w:eastAsia="cs-CZ"/>
        </w:rPr>
        <w:t>5</w:t>
      </w:r>
      <w:r w:rsidRPr="00B24718">
        <w:rPr>
          <w:rFonts w:eastAsia="Calibri" w:cs="Times New Roman"/>
          <w:bCs/>
          <w:lang w:eastAsia="cs-CZ"/>
        </w:rPr>
        <w:t>,</w:t>
      </w:r>
      <w:r w:rsidR="004D0E13" w:rsidRPr="00B24718">
        <w:rPr>
          <w:rFonts w:eastAsia="Calibri" w:cs="Times New Roman"/>
          <w:bCs/>
          <w:lang w:eastAsia="cs-CZ"/>
        </w:rPr>
        <w:t xml:space="preserve"> tedy trvalé</w:t>
      </w:r>
      <w:r w:rsidRPr="00B24718">
        <w:rPr>
          <w:rFonts w:eastAsia="Calibri" w:cs="Times New Roman"/>
          <w:bCs/>
          <w:lang w:eastAsia="cs-CZ"/>
        </w:rPr>
        <w:t>ho</w:t>
      </w:r>
      <w:r w:rsidR="004D0E13" w:rsidRPr="00B24718">
        <w:rPr>
          <w:rFonts w:eastAsia="Calibri" w:cs="Times New Roman"/>
          <w:bCs/>
          <w:lang w:eastAsia="cs-CZ"/>
        </w:rPr>
        <w:t xml:space="preserve"> pažení</w:t>
      </w:r>
      <w:r w:rsidRPr="00B24718">
        <w:rPr>
          <w:rFonts w:eastAsia="Calibri" w:cs="Times New Roman"/>
          <w:bCs/>
          <w:lang w:eastAsia="cs-CZ"/>
        </w:rPr>
        <w:t xml:space="preserve"> byl</w:t>
      </w:r>
      <w:r w:rsidR="004D0E13" w:rsidRPr="00B24718">
        <w:rPr>
          <w:rFonts w:eastAsia="Calibri" w:cs="Times New Roman"/>
          <w:bCs/>
          <w:lang w:eastAsia="cs-CZ"/>
        </w:rPr>
        <w:t xml:space="preserve"> zrušen výpočet pro </w:t>
      </w:r>
      <w:proofErr w:type="spellStart"/>
      <w:r w:rsidR="004D0E13" w:rsidRPr="00B24718">
        <w:rPr>
          <w:rFonts w:eastAsia="Calibri" w:cs="Times New Roman"/>
          <w:bCs/>
          <w:lang w:eastAsia="cs-CZ"/>
        </w:rPr>
        <w:t>převázky</w:t>
      </w:r>
      <w:proofErr w:type="spellEnd"/>
      <w:r w:rsidR="004D0E13" w:rsidRPr="00B24718">
        <w:rPr>
          <w:rFonts w:eastAsia="Calibri" w:cs="Times New Roman"/>
          <w:bCs/>
          <w:lang w:eastAsia="cs-CZ"/>
        </w:rPr>
        <w:t xml:space="preserve"> U180, finální hodnota upravena na: 12,236</w:t>
      </w:r>
      <w:r w:rsidRPr="00B24718">
        <w:rPr>
          <w:rFonts w:eastAsia="Calibri" w:cs="Times New Roman"/>
          <w:bCs/>
          <w:lang w:eastAsia="cs-CZ"/>
        </w:rPr>
        <w:t xml:space="preserve"> </w:t>
      </w:r>
      <w:r w:rsidR="004D0E13" w:rsidRPr="00B24718">
        <w:rPr>
          <w:rFonts w:eastAsia="Calibri" w:cs="Times New Roman"/>
          <w:bCs/>
          <w:lang w:eastAsia="cs-CZ"/>
        </w:rPr>
        <w:t>t</w:t>
      </w:r>
      <w:r w:rsidRPr="00B24718">
        <w:rPr>
          <w:rFonts w:eastAsia="Calibri" w:cs="Times New Roman"/>
          <w:bCs/>
          <w:lang w:eastAsia="cs-CZ"/>
        </w:rPr>
        <w:t>.</w:t>
      </w:r>
    </w:p>
    <w:p w14:paraId="2540BB58" w14:textId="79C1EDD0" w:rsidR="004D0E13" w:rsidRPr="00B24718" w:rsidRDefault="00EE17E0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V této souvislosti byla u</w:t>
      </w:r>
      <w:r w:rsidR="004D0E13" w:rsidRPr="00B24718">
        <w:rPr>
          <w:rFonts w:eastAsia="Calibri" w:cs="Times New Roman"/>
          <w:bCs/>
          <w:lang w:eastAsia="cs-CZ"/>
        </w:rPr>
        <w:t xml:space="preserve">pravena </w:t>
      </w:r>
      <w:r>
        <w:rPr>
          <w:rFonts w:eastAsia="Calibri" w:cs="Times New Roman"/>
          <w:bCs/>
          <w:lang w:eastAsia="cs-CZ"/>
        </w:rPr>
        <w:t xml:space="preserve">také </w:t>
      </w:r>
      <w:r w:rsidR="004D0E13" w:rsidRPr="00B24718">
        <w:rPr>
          <w:rFonts w:eastAsia="Calibri" w:cs="Times New Roman"/>
          <w:bCs/>
          <w:lang w:eastAsia="cs-CZ"/>
        </w:rPr>
        <w:t>kubatura pol. č. 4 na 22,4</w:t>
      </w:r>
      <w:r w:rsidR="007B4E8F">
        <w:rPr>
          <w:rFonts w:eastAsia="Calibri" w:cs="Times New Roman"/>
          <w:bCs/>
          <w:lang w:eastAsia="cs-CZ"/>
        </w:rPr>
        <w:t xml:space="preserve">05 </w:t>
      </w:r>
      <w:r w:rsidR="004D0E13" w:rsidRPr="00B24718">
        <w:rPr>
          <w:rFonts w:eastAsia="Calibri" w:cs="Times New Roman"/>
          <w:bCs/>
          <w:lang w:eastAsia="cs-CZ"/>
        </w:rPr>
        <w:t>t</w:t>
      </w:r>
      <w:r w:rsidR="00B24718" w:rsidRPr="00B24718">
        <w:rPr>
          <w:rFonts w:eastAsia="Calibri" w:cs="Times New Roman"/>
          <w:bCs/>
          <w:lang w:eastAsia="cs-CZ"/>
        </w:rPr>
        <w:t>.</w:t>
      </w:r>
    </w:p>
    <w:p w14:paraId="6CC5B373" w14:textId="77777777" w:rsidR="00B24718" w:rsidRPr="00B24718" w:rsidRDefault="00B24718" w:rsidP="00B2471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24718">
        <w:rPr>
          <w:rFonts w:eastAsia="Times New Roman" w:cs="Times New Roman"/>
          <w:lang w:eastAsia="cs-CZ"/>
        </w:rPr>
        <w:t>Výkaz výměr byl opraven.</w:t>
      </w:r>
    </w:p>
    <w:p w14:paraId="5ADB0E64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b/>
          <w:bCs/>
          <w:color w:val="00B050"/>
          <w:sz w:val="32"/>
          <w:szCs w:val="32"/>
          <w:lang w:eastAsia="cs-CZ"/>
        </w:rPr>
      </w:pPr>
    </w:p>
    <w:p w14:paraId="20C402F3" w14:textId="6C28693A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337</w:t>
      </w:r>
      <w:r w:rsidRPr="00BD5319">
        <w:rPr>
          <w:rFonts w:eastAsia="Calibri" w:cs="Times New Roman"/>
          <w:b/>
          <w:lang w:eastAsia="cs-CZ"/>
        </w:rPr>
        <w:t>:</w:t>
      </w:r>
    </w:p>
    <w:p w14:paraId="53B3457F" w14:textId="77777777" w:rsidR="00F02578" w:rsidRPr="00F02578" w:rsidRDefault="00F02578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F02578">
        <w:rPr>
          <w:rFonts w:eastAsia="Calibri" w:cs="Times New Roman"/>
          <w:b/>
          <w:bCs/>
          <w:lang w:eastAsia="cs-CZ"/>
        </w:rPr>
        <w:t>SO 12-21-06</w:t>
      </w:r>
    </w:p>
    <w:p w14:paraId="1AB1D7FB" w14:textId="1F7DF8AC" w:rsidR="002F23C9" w:rsidRPr="006A3B00" w:rsidRDefault="00F02578" w:rsidP="00343BDA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F02578">
        <w:rPr>
          <w:rFonts w:eastAsia="Calibri" w:cs="Times New Roman"/>
          <w:bCs/>
          <w:lang w:eastAsia="cs-CZ"/>
        </w:rPr>
        <w:t xml:space="preserve"> - pol. </w:t>
      </w:r>
      <w:proofErr w:type="spellStart"/>
      <w:r w:rsidRPr="00F02578">
        <w:rPr>
          <w:rFonts w:eastAsia="Calibri" w:cs="Times New Roman"/>
          <w:bCs/>
          <w:lang w:eastAsia="cs-CZ"/>
        </w:rPr>
        <w:t>poř</w:t>
      </w:r>
      <w:proofErr w:type="spellEnd"/>
      <w:r w:rsidRPr="00F02578">
        <w:rPr>
          <w:rFonts w:eastAsia="Calibri" w:cs="Times New Roman"/>
          <w:bCs/>
          <w:lang w:eastAsia="cs-CZ"/>
        </w:rPr>
        <w:t xml:space="preserve">. č. 5 - 22594 -ZÁPOROVÉ PAŽENÍ Z KOVU TRVALÉ. Výpočet </w:t>
      </w:r>
      <w:proofErr w:type="spellStart"/>
      <w:r w:rsidRPr="00F02578">
        <w:rPr>
          <w:rFonts w:eastAsia="Calibri" w:cs="Times New Roman"/>
          <w:bCs/>
          <w:lang w:eastAsia="cs-CZ"/>
        </w:rPr>
        <w:t>převázek</w:t>
      </w:r>
      <w:proofErr w:type="spellEnd"/>
      <w:r w:rsidRPr="00F02578">
        <w:rPr>
          <w:rFonts w:eastAsia="Calibri" w:cs="Times New Roman"/>
          <w:bCs/>
          <w:lang w:eastAsia="cs-CZ"/>
        </w:rPr>
        <w:t xml:space="preserve"> nedává smysl. Jedná se o dočasnou část záporového pažení (jiná položka). Množství je 15*3+11*2m * 2zdvojené * 2strany výkopu *2etapy * 22kg/m = 11,792T. Celkové množství položky by tedy mělo být 24,622t. Prosíme o kontrolu případně úpravu množství.</w:t>
      </w:r>
      <w:r w:rsidR="002F23C9" w:rsidRPr="006A3B00">
        <w:rPr>
          <w:rFonts w:eastAsia="Calibri" w:cs="Times New Roman"/>
          <w:bCs/>
          <w:lang w:eastAsia="cs-CZ"/>
        </w:rPr>
        <w:t xml:space="preserve"> </w:t>
      </w:r>
    </w:p>
    <w:p w14:paraId="33B77866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978AF4B" w14:textId="1FE86429" w:rsidR="004D0E13" w:rsidRPr="00B24718" w:rsidRDefault="00B24718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24718">
        <w:rPr>
          <w:rFonts w:eastAsia="Calibri" w:cs="Times New Roman"/>
          <w:bCs/>
          <w:lang w:eastAsia="cs-CZ"/>
        </w:rPr>
        <w:t>U položky č.</w:t>
      </w:r>
      <w:r w:rsidR="004D0E13" w:rsidRPr="00B24718">
        <w:rPr>
          <w:rFonts w:eastAsia="Calibri" w:cs="Times New Roman"/>
          <w:bCs/>
          <w:lang w:eastAsia="cs-CZ"/>
        </w:rPr>
        <w:t xml:space="preserve"> 5 tedy trvalé</w:t>
      </w:r>
      <w:r w:rsidRPr="00B24718">
        <w:rPr>
          <w:rFonts w:eastAsia="Calibri" w:cs="Times New Roman"/>
          <w:bCs/>
          <w:lang w:eastAsia="cs-CZ"/>
        </w:rPr>
        <w:t>ho</w:t>
      </w:r>
      <w:r w:rsidR="004D0E13" w:rsidRPr="00B24718">
        <w:rPr>
          <w:rFonts w:eastAsia="Calibri" w:cs="Times New Roman"/>
          <w:bCs/>
          <w:lang w:eastAsia="cs-CZ"/>
        </w:rPr>
        <w:t xml:space="preserve"> pažení zrušen výpočet pro </w:t>
      </w:r>
      <w:proofErr w:type="spellStart"/>
      <w:r w:rsidR="004D0E13" w:rsidRPr="00B24718">
        <w:rPr>
          <w:rFonts w:eastAsia="Calibri" w:cs="Times New Roman"/>
          <w:bCs/>
          <w:lang w:eastAsia="cs-CZ"/>
        </w:rPr>
        <w:t>převázky</w:t>
      </w:r>
      <w:proofErr w:type="spellEnd"/>
      <w:r w:rsidR="004D0E13" w:rsidRPr="00B24718">
        <w:rPr>
          <w:rFonts w:eastAsia="Calibri" w:cs="Times New Roman"/>
          <w:bCs/>
          <w:lang w:eastAsia="cs-CZ"/>
        </w:rPr>
        <w:t xml:space="preserve"> U180, finální hodnota upravena na: 11,83</w:t>
      </w:r>
      <w:r w:rsidRPr="00B24718">
        <w:rPr>
          <w:rFonts w:eastAsia="Calibri" w:cs="Times New Roman"/>
          <w:bCs/>
          <w:lang w:eastAsia="cs-CZ"/>
        </w:rPr>
        <w:t xml:space="preserve"> </w:t>
      </w:r>
      <w:r w:rsidR="004D0E13" w:rsidRPr="00B24718">
        <w:rPr>
          <w:rFonts w:eastAsia="Calibri" w:cs="Times New Roman"/>
          <w:bCs/>
          <w:lang w:eastAsia="cs-CZ"/>
        </w:rPr>
        <w:t>t</w:t>
      </w:r>
      <w:r w:rsidRPr="00B24718">
        <w:rPr>
          <w:rFonts w:eastAsia="Calibri" w:cs="Times New Roman"/>
          <w:bCs/>
          <w:lang w:eastAsia="cs-CZ"/>
        </w:rPr>
        <w:t>.</w:t>
      </w:r>
      <w:r w:rsidR="004D0E13" w:rsidRPr="00B24718">
        <w:rPr>
          <w:rFonts w:eastAsia="Calibri" w:cs="Times New Roman"/>
          <w:bCs/>
          <w:lang w:eastAsia="cs-CZ"/>
        </w:rPr>
        <w:t xml:space="preserve"> </w:t>
      </w:r>
    </w:p>
    <w:p w14:paraId="55E9C9A1" w14:textId="74C1F43D" w:rsidR="004D0E13" w:rsidRPr="00B24718" w:rsidRDefault="007B4E8F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V této souvislosti byla u</w:t>
      </w:r>
      <w:r w:rsidR="004D0E13" w:rsidRPr="00B24718">
        <w:rPr>
          <w:rFonts w:eastAsia="Calibri" w:cs="Times New Roman"/>
          <w:bCs/>
          <w:lang w:eastAsia="cs-CZ"/>
        </w:rPr>
        <w:t xml:space="preserve">pravena </w:t>
      </w:r>
      <w:r>
        <w:rPr>
          <w:rFonts w:eastAsia="Calibri" w:cs="Times New Roman"/>
          <w:bCs/>
          <w:lang w:eastAsia="cs-CZ"/>
        </w:rPr>
        <w:t xml:space="preserve">také </w:t>
      </w:r>
      <w:r w:rsidR="004D0E13" w:rsidRPr="00B24718">
        <w:rPr>
          <w:rFonts w:eastAsia="Calibri" w:cs="Times New Roman"/>
          <w:bCs/>
          <w:lang w:eastAsia="cs-CZ"/>
        </w:rPr>
        <w:t>kubatura pol. č. 4 na 24,622</w:t>
      </w:r>
      <w:r w:rsidR="00B24718" w:rsidRPr="00B24718">
        <w:rPr>
          <w:rFonts w:eastAsia="Calibri" w:cs="Times New Roman"/>
          <w:bCs/>
          <w:lang w:eastAsia="cs-CZ"/>
        </w:rPr>
        <w:t xml:space="preserve"> </w:t>
      </w:r>
      <w:r w:rsidR="004D0E13" w:rsidRPr="00B24718">
        <w:rPr>
          <w:rFonts w:eastAsia="Calibri" w:cs="Times New Roman"/>
          <w:bCs/>
          <w:lang w:eastAsia="cs-CZ"/>
        </w:rPr>
        <w:t>t</w:t>
      </w:r>
      <w:r w:rsidR="00B24718" w:rsidRPr="00B24718">
        <w:rPr>
          <w:rFonts w:eastAsia="Calibri" w:cs="Times New Roman"/>
          <w:bCs/>
          <w:lang w:eastAsia="cs-CZ"/>
        </w:rPr>
        <w:t>.</w:t>
      </w:r>
    </w:p>
    <w:p w14:paraId="3F557D5E" w14:textId="77777777" w:rsidR="00B24718" w:rsidRPr="00B24718" w:rsidRDefault="00B24718" w:rsidP="00B2471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24718">
        <w:rPr>
          <w:rFonts w:eastAsia="Times New Roman" w:cs="Times New Roman"/>
          <w:lang w:eastAsia="cs-CZ"/>
        </w:rPr>
        <w:lastRenderedPageBreak/>
        <w:t>Výkaz výměr byl opraven.</w:t>
      </w:r>
    </w:p>
    <w:p w14:paraId="362D2AFB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93CFCCB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DD6A05E" w14:textId="5A7C9A6C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338</w:t>
      </w:r>
      <w:r w:rsidRPr="00BD5319">
        <w:rPr>
          <w:rFonts w:eastAsia="Calibri" w:cs="Times New Roman"/>
          <w:b/>
          <w:lang w:eastAsia="cs-CZ"/>
        </w:rPr>
        <w:t>:</w:t>
      </w:r>
    </w:p>
    <w:p w14:paraId="7D1F27ED" w14:textId="77777777" w:rsidR="00F02578" w:rsidRPr="00F02578" w:rsidRDefault="00F02578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F02578">
        <w:rPr>
          <w:rFonts w:eastAsia="Calibri" w:cs="Times New Roman"/>
          <w:b/>
          <w:bCs/>
          <w:lang w:eastAsia="cs-CZ"/>
        </w:rPr>
        <w:t>SO 12-21-07</w:t>
      </w:r>
    </w:p>
    <w:p w14:paraId="70E8D7BC" w14:textId="77777777" w:rsidR="00F02578" w:rsidRDefault="00F02578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2578">
        <w:rPr>
          <w:rFonts w:eastAsia="Calibri" w:cs="Times New Roman"/>
          <w:bCs/>
          <w:lang w:eastAsia="cs-CZ"/>
        </w:rPr>
        <w:t xml:space="preserve"> - pol. </w:t>
      </w:r>
      <w:proofErr w:type="spellStart"/>
      <w:r w:rsidRPr="00F02578">
        <w:rPr>
          <w:rFonts w:eastAsia="Calibri" w:cs="Times New Roman"/>
          <w:bCs/>
          <w:lang w:eastAsia="cs-CZ"/>
        </w:rPr>
        <w:t>poř</w:t>
      </w:r>
      <w:proofErr w:type="spellEnd"/>
      <w:r w:rsidRPr="00F02578">
        <w:rPr>
          <w:rFonts w:eastAsia="Calibri" w:cs="Times New Roman"/>
          <w:bCs/>
          <w:lang w:eastAsia="cs-CZ"/>
        </w:rPr>
        <w:t xml:space="preserve">. č. 5 - 22594 -ZÁPOROVÉ PAŽENÍ Z KOVU TRVALÉ. Výpočet </w:t>
      </w:r>
      <w:proofErr w:type="spellStart"/>
      <w:r w:rsidRPr="00F02578">
        <w:rPr>
          <w:rFonts w:eastAsia="Calibri" w:cs="Times New Roman"/>
          <w:bCs/>
          <w:lang w:eastAsia="cs-CZ"/>
        </w:rPr>
        <w:t>převázek</w:t>
      </w:r>
      <w:proofErr w:type="spellEnd"/>
      <w:r w:rsidRPr="00F02578">
        <w:rPr>
          <w:rFonts w:eastAsia="Calibri" w:cs="Times New Roman"/>
          <w:bCs/>
          <w:lang w:eastAsia="cs-CZ"/>
        </w:rPr>
        <w:t xml:space="preserve"> nedává smysl. Jedná se o dočasnou část záporového pažení (jiná položka). Množství je 15*3+11*2m * 2zdvojené * 2strany výkopu *2etapy * 22kg/m = 11,792T. Celkové množství položky by tedy mělo být 21,662t. Prosíme o kontrolu případně úpravu množství</w:t>
      </w:r>
      <w:r>
        <w:rPr>
          <w:rFonts w:eastAsia="Calibri" w:cs="Times New Roman"/>
          <w:bCs/>
          <w:lang w:eastAsia="cs-CZ"/>
        </w:rPr>
        <w:t>.</w:t>
      </w:r>
    </w:p>
    <w:p w14:paraId="1B012AA2" w14:textId="2BE45049" w:rsidR="002F23C9" w:rsidRPr="009E4698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E4698">
        <w:rPr>
          <w:rFonts w:eastAsia="Calibri" w:cs="Times New Roman"/>
          <w:b/>
          <w:lang w:eastAsia="cs-CZ"/>
        </w:rPr>
        <w:t xml:space="preserve">Odpověď: </w:t>
      </w:r>
    </w:p>
    <w:p w14:paraId="3EB153F8" w14:textId="5CE28A2F" w:rsidR="004D0E13" w:rsidRPr="009E4698" w:rsidRDefault="00B24718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698">
        <w:rPr>
          <w:rFonts w:eastAsia="Calibri" w:cs="Times New Roman"/>
          <w:bCs/>
          <w:lang w:eastAsia="cs-CZ"/>
        </w:rPr>
        <w:t>U položky č.</w:t>
      </w:r>
      <w:r w:rsidR="004D0E13" w:rsidRPr="009E4698">
        <w:rPr>
          <w:rFonts w:eastAsia="Calibri" w:cs="Times New Roman"/>
          <w:bCs/>
          <w:lang w:eastAsia="cs-CZ"/>
        </w:rPr>
        <w:t xml:space="preserve"> 5 tedy trvalé</w:t>
      </w:r>
      <w:r w:rsidRPr="009E4698">
        <w:rPr>
          <w:rFonts w:eastAsia="Calibri" w:cs="Times New Roman"/>
          <w:bCs/>
          <w:lang w:eastAsia="cs-CZ"/>
        </w:rPr>
        <w:t>ho</w:t>
      </w:r>
      <w:r w:rsidR="004D0E13" w:rsidRPr="009E4698">
        <w:rPr>
          <w:rFonts w:eastAsia="Calibri" w:cs="Times New Roman"/>
          <w:bCs/>
          <w:lang w:eastAsia="cs-CZ"/>
        </w:rPr>
        <w:t xml:space="preserve"> pažení zrušen výpočet pro </w:t>
      </w:r>
      <w:proofErr w:type="spellStart"/>
      <w:r w:rsidR="004D0E13" w:rsidRPr="009E4698">
        <w:rPr>
          <w:rFonts w:eastAsia="Calibri" w:cs="Times New Roman"/>
          <w:bCs/>
          <w:lang w:eastAsia="cs-CZ"/>
        </w:rPr>
        <w:t>převázky</w:t>
      </w:r>
      <w:proofErr w:type="spellEnd"/>
      <w:r w:rsidR="004D0E13" w:rsidRPr="009E4698">
        <w:rPr>
          <w:rFonts w:eastAsia="Calibri" w:cs="Times New Roman"/>
          <w:bCs/>
          <w:lang w:eastAsia="cs-CZ"/>
        </w:rPr>
        <w:t xml:space="preserve"> U180, finální hodnota upravena na: 9,87</w:t>
      </w:r>
      <w:r w:rsidR="009E4698" w:rsidRPr="009E4698">
        <w:rPr>
          <w:rFonts w:eastAsia="Calibri" w:cs="Times New Roman"/>
          <w:bCs/>
          <w:lang w:eastAsia="cs-CZ"/>
        </w:rPr>
        <w:t xml:space="preserve"> </w:t>
      </w:r>
      <w:r w:rsidR="004D0E13" w:rsidRPr="009E4698">
        <w:rPr>
          <w:rFonts w:eastAsia="Calibri" w:cs="Times New Roman"/>
          <w:bCs/>
          <w:lang w:eastAsia="cs-CZ"/>
        </w:rPr>
        <w:t>t</w:t>
      </w:r>
      <w:r w:rsidR="009E4698" w:rsidRPr="009E4698">
        <w:rPr>
          <w:rFonts w:eastAsia="Calibri" w:cs="Times New Roman"/>
          <w:bCs/>
          <w:lang w:eastAsia="cs-CZ"/>
        </w:rPr>
        <w:t>.</w:t>
      </w:r>
      <w:r w:rsidR="004D0E13" w:rsidRPr="009E4698">
        <w:rPr>
          <w:rFonts w:eastAsia="Calibri" w:cs="Times New Roman"/>
          <w:bCs/>
          <w:lang w:eastAsia="cs-CZ"/>
        </w:rPr>
        <w:t xml:space="preserve"> </w:t>
      </w:r>
    </w:p>
    <w:p w14:paraId="33EF1B33" w14:textId="1594C88F" w:rsidR="004D0E13" w:rsidRPr="009E4698" w:rsidRDefault="007B4E8F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t>V této souvislosti byla u</w:t>
      </w:r>
      <w:r w:rsidR="004D0E13" w:rsidRPr="009E4698">
        <w:rPr>
          <w:rFonts w:eastAsia="Calibri" w:cs="Times New Roman"/>
          <w:bCs/>
          <w:lang w:eastAsia="cs-CZ"/>
        </w:rPr>
        <w:t xml:space="preserve">pravena </w:t>
      </w:r>
      <w:r>
        <w:rPr>
          <w:rFonts w:eastAsia="Calibri" w:cs="Times New Roman"/>
          <w:bCs/>
          <w:lang w:eastAsia="cs-CZ"/>
        </w:rPr>
        <w:t xml:space="preserve">také </w:t>
      </w:r>
      <w:r w:rsidR="004D0E13" w:rsidRPr="009E4698">
        <w:rPr>
          <w:rFonts w:eastAsia="Calibri" w:cs="Times New Roman"/>
          <w:bCs/>
          <w:lang w:eastAsia="cs-CZ"/>
        </w:rPr>
        <w:t>kubatura pol. č. 4 na 21,622</w:t>
      </w:r>
      <w:r w:rsidR="009E4698" w:rsidRPr="009E4698">
        <w:rPr>
          <w:rFonts w:eastAsia="Calibri" w:cs="Times New Roman"/>
          <w:bCs/>
          <w:lang w:eastAsia="cs-CZ"/>
        </w:rPr>
        <w:t xml:space="preserve"> </w:t>
      </w:r>
      <w:r w:rsidR="004D0E13" w:rsidRPr="009E4698">
        <w:rPr>
          <w:rFonts w:eastAsia="Calibri" w:cs="Times New Roman"/>
          <w:bCs/>
          <w:lang w:eastAsia="cs-CZ"/>
        </w:rPr>
        <w:t>t</w:t>
      </w:r>
      <w:r w:rsidR="009E4698" w:rsidRPr="009E4698">
        <w:rPr>
          <w:rFonts w:eastAsia="Calibri" w:cs="Times New Roman"/>
          <w:bCs/>
          <w:lang w:eastAsia="cs-CZ"/>
        </w:rPr>
        <w:t>.</w:t>
      </w:r>
    </w:p>
    <w:p w14:paraId="22D68409" w14:textId="77777777" w:rsidR="009E4698" w:rsidRPr="009E4698" w:rsidRDefault="009E4698" w:rsidP="009E469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4698">
        <w:rPr>
          <w:rFonts w:eastAsia="Times New Roman" w:cs="Times New Roman"/>
          <w:lang w:eastAsia="cs-CZ"/>
        </w:rPr>
        <w:t>Výkaz výměr byl opraven.</w:t>
      </w:r>
    </w:p>
    <w:p w14:paraId="5E646816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b/>
          <w:bCs/>
          <w:color w:val="00B050"/>
          <w:sz w:val="32"/>
          <w:szCs w:val="32"/>
          <w:lang w:eastAsia="cs-CZ"/>
        </w:rPr>
      </w:pPr>
    </w:p>
    <w:p w14:paraId="4CF9FB8B" w14:textId="2AF0BF03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339</w:t>
      </w:r>
      <w:r w:rsidRPr="00BD5319">
        <w:rPr>
          <w:rFonts w:eastAsia="Calibri" w:cs="Times New Roman"/>
          <w:b/>
          <w:lang w:eastAsia="cs-CZ"/>
        </w:rPr>
        <w:t>:</w:t>
      </w:r>
    </w:p>
    <w:p w14:paraId="3EB9973D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9E0B5E">
        <w:rPr>
          <w:rFonts w:eastAsia="Calibri" w:cs="Times New Roman"/>
          <w:b/>
          <w:bCs/>
          <w:lang w:eastAsia="cs-CZ"/>
        </w:rPr>
        <w:t>SO 12-21-08</w:t>
      </w:r>
    </w:p>
    <w:p w14:paraId="70EBC5E4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0B5E">
        <w:rPr>
          <w:rFonts w:eastAsia="Calibri" w:cs="Times New Roman"/>
          <w:bCs/>
          <w:lang w:eastAsia="cs-CZ"/>
        </w:rPr>
        <w:t xml:space="preserve"> -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>. č. 14 - 285367 - KOTVENÍ NA POVRCHU Z BETONÁŘSKÉ VÝZTUŽE DL. DO 9M. Množství dle výkazu výměr 72ks. Množství dle PD 24ks. Platí také o navazujících položce 261715 (vrty). Prosíme o kontrolu případně úpravu množství.</w:t>
      </w:r>
    </w:p>
    <w:p w14:paraId="2013A7A7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0B5E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>. č. 33 - 261715 - VRTY PRO KOTVENÍ A INJEKTÁŽ TŘ I A II NA POVRCHU D DO 50MM. Množství dle výkazu výměr 3*8 ks kotev * 9m délky = 216m. Prosíme o kontrolu případně úpravu množství.</w:t>
      </w:r>
    </w:p>
    <w:p w14:paraId="2D33DE63" w14:textId="2D1373D5" w:rsidR="002F23C9" w:rsidRPr="006A3B00" w:rsidRDefault="009E0B5E" w:rsidP="00343BDA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9E0B5E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 xml:space="preserve">. č. 19 - 711311 - IZOLACE PODZEMNÍCH OBJEKTŮ PROTI ZEMNÍ VLHKOSTI ASFALTOVÝMI NÁTĚRY; 1x asfaltovým penetračním nátěrem + 2x asfaltový nátěr. Tato položka obsahuje stejné činnosti jako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>. č. 20 - R11001-2095. Prosíme o odstranění této položky.</w:t>
      </w:r>
      <w:r w:rsidR="002F23C9" w:rsidRPr="006A3B00">
        <w:rPr>
          <w:rFonts w:eastAsia="Calibri" w:cs="Times New Roman"/>
          <w:bCs/>
          <w:lang w:eastAsia="cs-CZ"/>
        </w:rPr>
        <w:t xml:space="preserve"> </w:t>
      </w:r>
    </w:p>
    <w:p w14:paraId="39E73C1B" w14:textId="77777777" w:rsidR="002F23C9" w:rsidRPr="009E4698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E4698">
        <w:rPr>
          <w:rFonts w:eastAsia="Calibri" w:cs="Times New Roman"/>
          <w:b/>
          <w:lang w:eastAsia="cs-CZ"/>
        </w:rPr>
        <w:t xml:space="preserve">Odpověď: </w:t>
      </w:r>
    </w:p>
    <w:p w14:paraId="29583A93" w14:textId="1EC784D5" w:rsidR="004D0E13" w:rsidRPr="009E4698" w:rsidRDefault="009E4698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698">
        <w:rPr>
          <w:rFonts w:eastAsia="Calibri" w:cs="Times New Roman"/>
          <w:bCs/>
          <w:lang w:eastAsia="cs-CZ"/>
        </w:rPr>
        <w:t xml:space="preserve">Položka </w:t>
      </w:r>
      <w:r w:rsidR="004D0E13" w:rsidRPr="009E4698">
        <w:rPr>
          <w:rFonts w:eastAsia="Calibri" w:cs="Times New Roman"/>
          <w:bCs/>
          <w:lang w:eastAsia="cs-CZ"/>
        </w:rPr>
        <w:t>č.14</w:t>
      </w:r>
      <w:r w:rsidRPr="009E4698">
        <w:rPr>
          <w:rFonts w:eastAsia="Calibri" w:cs="Times New Roman"/>
          <w:bCs/>
          <w:lang w:eastAsia="cs-CZ"/>
        </w:rPr>
        <w:t xml:space="preserve"> -</w:t>
      </w:r>
      <w:r w:rsidR="004D0E13" w:rsidRPr="009E4698">
        <w:rPr>
          <w:rFonts w:eastAsia="Calibri" w:cs="Times New Roman"/>
          <w:bCs/>
          <w:lang w:eastAsia="cs-CZ"/>
        </w:rPr>
        <w:t xml:space="preserve"> upraveno na 24ks</w:t>
      </w:r>
      <w:r w:rsidRPr="009E4698">
        <w:rPr>
          <w:rFonts w:eastAsia="Calibri" w:cs="Times New Roman"/>
          <w:bCs/>
          <w:lang w:eastAsia="cs-CZ"/>
        </w:rPr>
        <w:t>.</w:t>
      </w:r>
    </w:p>
    <w:p w14:paraId="38CBD366" w14:textId="42F69B64" w:rsidR="004D0E13" w:rsidRPr="009E4698" w:rsidRDefault="009E4698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698">
        <w:rPr>
          <w:rFonts w:eastAsia="Calibri" w:cs="Times New Roman"/>
          <w:bCs/>
          <w:lang w:eastAsia="cs-CZ"/>
        </w:rPr>
        <w:t>Položka č.</w:t>
      </w:r>
      <w:r w:rsidR="004D0E13" w:rsidRPr="009E4698">
        <w:rPr>
          <w:rFonts w:eastAsia="Calibri" w:cs="Times New Roman"/>
          <w:bCs/>
          <w:lang w:eastAsia="cs-CZ"/>
        </w:rPr>
        <w:t xml:space="preserve"> 33 upraven</w:t>
      </w:r>
      <w:r w:rsidRPr="009E4698">
        <w:rPr>
          <w:rFonts w:eastAsia="Calibri" w:cs="Times New Roman"/>
          <w:bCs/>
          <w:lang w:eastAsia="cs-CZ"/>
        </w:rPr>
        <w:t>a</w:t>
      </w:r>
      <w:r w:rsidR="004D0E13" w:rsidRPr="009E4698">
        <w:rPr>
          <w:rFonts w:eastAsia="Calibri" w:cs="Times New Roman"/>
          <w:bCs/>
          <w:lang w:eastAsia="cs-CZ"/>
        </w:rPr>
        <w:t xml:space="preserve"> na 9*8*3=216ks + </w:t>
      </w:r>
      <w:r w:rsidR="007B4E8F">
        <w:rPr>
          <w:rFonts w:eastAsia="Calibri" w:cs="Times New Roman"/>
          <w:bCs/>
          <w:lang w:eastAsia="cs-CZ"/>
        </w:rPr>
        <w:t xml:space="preserve">v této souvislosti </w:t>
      </w:r>
      <w:r w:rsidR="004D0E13" w:rsidRPr="009E4698">
        <w:rPr>
          <w:rFonts w:eastAsia="Calibri" w:cs="Times New Roman"/>
          <w:bCs/>
          <w:lang w:eastAsia="cs-CZ"/>
        </w:rPr>
        <w:t>upraveny pol</w:t>
      </w:r>
      <w:r w:rsidRPr="009E4698">
        <w:rPr>
          <w:rFonts w:eastAsia="Calibri" w:cs="Times New Roman"/>
          <w:bCs/>
          <w:lang w:eastAsia="cs-CZ"/>
        </w:rPr>
        <w:t xml:space="preserve">ožky </w:t>
      </w:r>
      <w:r w:rsidR="004D0E13" w:rsidRPr="009E4698">
        <w:rPr>
          <w:rFonts w:eastAsia="Calibri" w:cs="Times New Roman"/>
          <w:bCs/>
          <w:lang w:eastAsia="cs-CZ"/>
        </w:rPr>
        <w:t>č.</w:t>
      </w:r>
      <w:r w:rsidRPr="009E4698">
        <w:rPr>
          <w:rFonts w:eastAsia="Calibri" w:cs="Times New Roman"/>
          <w:bCs/>
          <w:lang w:eastAsia="cs-CZ"/>
        </w:rPr>
        <w:t xml:space="preserve"> </w:t>
      </w:r>
      <w:r w:rsidR="004D0E13" w:rsidRPr="009E4698">
        <w:rPr>
          <w:rFonts w:eastAsia="Calibri" w:cs="Times New Roman"/>
          <w:bCs/>
          <w:lang w:eastAsia="cs-CZ"/>
        </w:rPr>
        <w:t xml:space="preserve">2 a </w:t>
      </w:r>
      <w:r w:rsidRPr="009E4698">
        <w:rPr>
          <w:rFonts w:eastAsia="Calibri" w:cs="Times New Roman"/>
          <w:bCs/>
          <w:lang w:eastAsia="cs-CZ"/>
        </w:rPr>
        <w:t xml:space="preserve">č. </w:t>
      </w:r>
      <w:r w:rsidR="004D0E13" w:rsidRPr="009E4698">
        <w:rPr>
          <w:rFonts w:eastAsia="Calibri" w:cs="Times New Roman"/>
          <w:bCs/>
          <w:lang w:eastAsia="cs-CZ"/>
        </w:rPr>
        <w:t>26</w:t>
      </w:r>
      <w:r w:rsidRPr="009E4698">
        <w:rPr>
          <w:rFonts w:eastAsia="Calibri" w:cs="Times New Roman"/>
          <w:bCs/>
          <w:lang w:eastAsia="cs-CZ"/>
        </w:rPr>
        <w:t>.</w:t>
      </w:r>
    </w:p>
    <w:p w14:paraId="7E79BA28" w14:textId="76541BD9" w:rsidR="004D0E13" w:rsidRPr="009E4698" w:rsidRDefault="009E4698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698">
        <w:rPr>
          <w:rFonts w:eastAsia="Calibri" w:cs="Times New Roman"/>
          <w:bCs/>
          <w:lang w:eastAsia="cs-CZ"/>
        </w:rPr>
        <w:t xml:space="preserve">Položka </w:t>
      </w:r>
      <w:r w:rsidR="004D0E13" w:rsidRPr="009E4698">
        <w:rPr>
          <w:rFonts w:eastAsia="Calibri" w:cs="Times New Roman"/>
          <w:bCs/>
          <w:lang w:eastAsia="cs-CZ"/>
        </w:rPr>
        <w:t>č. 19 - zrušena</w:t>
      </w:r>
    </w:p>
    <w:p w14:paraId="617BACF2" w14:textId="77777777" w:rsidR="009E4698" w:rsidRPr="009E4698" w:rsidRDefault="009E4698" w:rsidP="009E469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4698">
        <w:rPr>
          <w:rFonts w:eastAsia="Times New Roman" w:cs="Times New Roman"/>
          <w:lang w:eastAsia="cs-CZ"/>
        </w:rPr>
        <w:t>Výkaz výměr byl opraven.</w:t>
      </w:r>
    </w:p>
    <w:p w14:paraId="612A211E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693395B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845633A" w14:textId="33BAF69A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340</w:t>
      </w:r>
      <w:r w:rsidRPr="00BD5319">
        <w:rPr>
          <w:rFonts w:eastAsia="Calibri" w:cs="Times New Roman"/>
          <w:b/>
          <w:lang w:eastAsia="cs-CZ"/>
        </w:rPr>
        <w:t>:</w:t>
      </w:r>
    </w:p>
    <w:p w14:paraId="5A2B0714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9E0B5E">
        <w:rPr>
          <w:rFonts w:eastAsia="Calibri" w:cs="Times New Roman"/>
          <w:b/>
          <w:bCs/>
          <w:lang w:eastAsia="cs-CZ"/>
        </w:rPr>
        <w:t xml:space="preserve">SO 12-22-03 </w:t>
      </w:r>
    </w:p>
    <w:p w14:paraId="1502E0CA" w14:textId="77777777" w:rsidR="00E04A45" w:rsidRDefault="009E0B5E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0B5E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>. č. 9 - 27232 - ZÁKLADY ZE ŽELEZOBETONU. Ve výpočtu je uvedeno množství 72,24m3. Dle našeho názoru by mělo být cca 60m3 (2,5šířka * 10délka * 1,2výška * 2počet opěr). Prosíme o kontrolu případně úpravu množství.</w:t>
      </w:r>
    </w:p>
    <w:p w14:paraId="5716DB96" w14:textId="3DAF9C10" w:rsidR="002F23C9" w:rsidRPr="009E4698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E4698">
        <w:rPr>
          <w:rFonts w:eastAsia="Calibri" w:cs="Times New Roman"/>
          <w:b/>
          <w:lang w:eastAsia="cs-CZ"/>
        </w:rPr>
        <w:t xml:space="preserve">Odpověď: </w:t>
      </w:r>
    </w:p>
    <w:p w14:paraId="309E8E23" w14:textId="35AF4F27" w:rsidR="004D0E13" w:rsidRPr="009E4698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698">
        <w:rPr>
          <w:rFonts w:eastAsia="Calibri" w:cs="Times New Roman"/>
          <w:bCs/>
          <w:lang w:eastAsia="cs-CZ"/>
        </w:rPr>
        <w:t>Položka č. 9 je zkontrolována a opravena</w:t>
      </w:r>
      <w:r w:rsidR="009E4698" w:rsidRPr="009E4698">
        <w:rPr>
          <w:rFonts w:eastAsia="Calibri" w:cs="Times New Roman"/>
          <w:bCs/>
          <w:lang w:eastAsia="cs-CZ"/>
        </w:rPr>
        <w:t>.</w:t>
      </w:r>
    </w:p>
    <w:p w14:paraId="74FD54E8" w14:textId="77777777" w:rsidR="009E4698" w:rsidRPr="009E4698" w:rsidRDefault="009E4698" w:rsidP="009E469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4698">
        <w:rPr>
          <w:rFonts w:eastAsia="Times New Roman" w:cs="Times New Roman"/>
          <w:lang w:eastAsia="cs-CZ"/>
        </w:rPr>
        <w:t>Výkaz výměr byl opraven.</w:t>
      </w:r>
    </w:p>
    <w:p w14:paraId="5DA5C76B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b/>
          <w:bCs/>
          <w:color w:val="00B050"/>
          <w:sz w:val="32"/>
          <w:szCs w:val="32"/>
          <w:lang w:eastAsia="cs-CZ"/>
        </w:rPr>
      </w:pPr>
    </w:p>
    <w:p w14:paraId="3BE02C23" w14:textId="03AFA2BC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341</w:t>
      </w:r>
      <w:r w:rsidRPr="00BD5319">
        <w:rPr>
          <w:rFonts w:eastAsia="Calibri" w:cs="Times New Roman"/>
          <w:b/>
          <w:lang w:eastAsia="cs-CZ"/>
        </w:rPr>
        <w:t>:</w:t>
      </w:r>
    </w:p>
    <w:p w14:paraId="256A73AA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9E0B5E">
        <w:rPr>
          <w:rFonts w:eastAsia="Calibri" w:cs="Times New Roman"/>
          <w:b/>
          <w:bCs/>
          <w:lang w:eastAsia="cs-CZ"/>
        </w:rPr>
        <w:t xml:space="preserve">SO 13-20-01 </w:t>
      </w:r>
    </w:p>
    <w:p w14:paraId="7FE403F7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0B5E">
        <w:rPr>
          <w:rFonts w:eastAsia="Calibri" w:cs="Times New Roman"/>
          <w:bCs/>
          <w:lang w:eastAsia="cs-CZ"/>
        </w:rPr>
        <w:t>- pol. č. 50 „DROBNÉ DOPLNK KONSTR KOVOVÉ NEREZ – madla zábradlí“ u této položky je množství 423 m, ale z výkresu jsme se dopočetli 341,355 m. Prosíme o kontrolu případně úpravu množství.</w:t>
      </w:r>
    </w:p>
    <w:p w14:paraId="6979184F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0B5E">
        <w:rPr>
          <w:rFonts w:eastAsia="Calibri" w:cs="Times New Roman"/>
          <w:bCs/>
          <w:lang w:eastAsia="cs-CZ"/>
        </w:rPr>
        <w:t xml:space="preserve">–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>. č. 17 - 285378 - KOTVENÍ NA POVRCHU Z PŘEDPÍNACÍ VÝZTUŽE DL. DO 10M. Dle výkresu 005 je kotev 68+54 (viz také vrty a pol. 261115). Prosíme o kontrolu případně úpravu množství.</w:t>
      </w:r>
    </w:p>
    <w:p w14:paraId="65A67905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0B5E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>. č. 18 - 285379 - PŘÍPLATEK ZA DALŠÍ 1M KOTVENÍ NA POVRCHU Z PŘEDPÍNACÍ VÝZTUŽE; 136.000*5 m. Jaká je délka kotev? Ve výkresu 5 je délka cca 12m. Počet je (viz výše) 122ks. Množství položky by tedy bylo cca 2*122ks tedy 244m. Prosíme o kontrolu případně úpravu množství.</w:t>
      </w:r>
    </w:p>
    <w:p w14:paraId="3E7DAB5A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0B5E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>. č. 12 - 261115 - VRTY PRO KOTVENÍ A INJEKTÁŽ NA POVRCHU TŘ. I D DO 50MM; počet sedí - viz výše; délka je chybně uvedena (uvedena vlastnost kotev = 15,7mm průměr); délka je cca 12m.Množství položky by tedy bylo cca 12*122ks tedy 1 464m. Prosíme o kontrolu případně úpravu množství.</w:t>
      </w:r>
    </w:p>
    <w:p w14:paraId="220A1382" w14:textId="7623832B" w:rsidR="002F23C9" w:rsidRPr="006A3B00" w:rsidRDefault="009E0B5E" w:rsidP="00343BDA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9E0B5E">
        <w:rPr>
          <w:rFonts w:eastAsia="Calibri" w:cs="Times New Roman"/>
          <w:bCs/>
          <w:lang w:eastAsia="cs-CZ"/>
        </w:rPr>
        <w:t xml:space="preserve">-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>. č. 53 - 228172 - ODŘEZÁNÍ PILOT Z KOVOVÝCH DÍLCŮ. Dle PD bude množství cca 73ks. Prosíme o kontrolu případně úpravu množství</w:t>
      </w:r>
      <w:r w:rsidR="002F23C9" w:rsidRPr="006A3B00">
        <w:rPr>
          <w:rFonts w:eastAsia="Calibri" w:cs="Times New Roman"/>
          <w:bCs/>
          <w:lang w:eastAsia="cs-CZ"/>
        </w:rPr>
        <w:t xml:space="preserve"> </w:t>
      </w:r>
    </w:p>
    <w:p w14:paraId="779B1F11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3AED25C" w14:textId="5477B307" w:rsidR="004D0E13" w:rsidRPr="00606AF3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06AF3">
        <w:rPr>
          <w:rFonts w:eastAsia="Calibri" w:cs="Times New Roman"/>
          <w:bCs/>
          <w:lang w:eastAsia="cs-CZ"/>
        </w:rPr>
        <w:t>Položka č. 50 je zkontrolována a opravena</w:t>
      </w:r>
      <w:r w:rsidR="00606AF3">
        <w:rPr>
          <w:rFonts w:eastAsia="Calibri" w:cs="Times New Roman"/>
          <w:bCs/>
          <w:lang w:eastAsia="cs-CZ"/>
        </w:rPr>
        <w:t>.</w:t>
      </w:r>
    </w:p>
    <w:p w14:paraId="74C900D0" w14:textId="0F1C07D6" w:rsidR="004D0E13" w:rsidRPr="00606AF3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06AF3">
        <w:rPr>
          <w:rFonts w:eastAsia="Calibri" w:cs="Times New Roman"/>
          <w:bCs/>
          <w:lang w:eastAsia="cs-CZ"/>
        </w:rPr>
        <w:t>Položka č. 17 je opravena</w:t>
      </w:r>
      <w:r w:rsidR="00606AF3">
        <w:rPr>
          <w:rFonts w:eastAsia="Calibri" w:cs="Times New Roman"/>
          <w:bCs/>
          <w:lang w:eastAsia="cs-CZ"/>
        </w:rPr>
        <w:t>.</w:t>
      </w:r>
    </w:p>
    <w:p w14:paraId="5E313342" w14:textId="77777777" w:rsidR="004D0E13" w:rsidRPr="00606AF3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06AF3">
        <w:rPr>
          <w:rFonts w:eastAsia="Calibri" w:cs="Times New Roman"/>
          <w:bCs/>
          <w:lang w:eastAsia="cs-CZ"/>
        </w:rPr>
        <w:lastRenderedPageBreak/>
        <w:t>Položka č. 18 je opravena. Délka kotev je 15 m.</w:t>
      </w:r>
    </w:p>
    <w:p w14:paraId="20884305" w14:textId="0AF738DA" w:rsidR="004D0E13" w:rsidRPr="00606AF3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06AF3">
        <w:rPr>
          <w:rFonts w:eastAsia="Calibri" w:cs="Times New Roman"/>
          <w:bCs/>
          <w:lang w:eastAsia="cs-CZ"/>
        </w:rPr>
        <w:t>Položka č. 12 je opravena. Délka kotev je 15 m. Položka je nahrazena vrtem průměru 150 mm (viz dotaz. 343)</w:t>
      </w:r>
      <w:r w:rsidR="003A1936">
        <w:rPr>
          <w:rFonts w:eastAsia="Calibri" w:cs="Times New Roman"/>
          <w:bCs/>
          <w:lang w:eastAsia="cs-CZ"/>
        </w:rPr>
        <w:t>. V této souvislosti byly dále</w:t>
      </w:r>
      <w:r w:rsidRPr="00606AF3">
        <w:rPr>
          <w:rFonts w:eastAsia="Calibri" w:cs="Times New Roman"/>
          <w:bCs/>
          <w:lang w:eastAsia="cs-CZ"/>
        </w:rPr>
        <w:t xml:space="preserve"> upraveny pol.</w:t>
      </w:r>
      <w:r w:rsidR="00606AF3">
        <w:rPr>
          <w:rFonts w:eastAsia="Calibri" w:cs="Times New Roman"/>
          <w:bCs/>
          <w:lang w:eastAsia="cs-CZ"/>
        </w:rPr>
        <w:t xml:space="preserve"> </w:t>
      </w:r>
      <w:r w:rsidRPr="00606AF3">
        <w:rPr>
          <w:rFonts w:eastAsia="Calibri" w:cs="Times New Roman"/>
          <w:bCs/>
          <w:lang w:eastAsia="cs-CZ"/>
        </w:rPr>
        <w:t>č.</w:t>
      </w:r>
      <w:r w:rsidR="00606AF3">
        <w:rPr>
          <w:rFonts w:eastAsia="Calibri" w:cs="Times New Roman"/>
          <w:bCs/>
          <w:lang w:eastAsia="cs-CZ"/>
        </w:rPr>
        <w:t xml:space="preserve"> </w:t>
      </w:r>
      <w:r w:rsidRPr="00606AF3">
        <w:rPr>
          <w:rFonts w:eastAsia="Calibri" w:cs="Times New Roman"/>
          <w:bCs/>
          <w:lang w:eastAsia="cs-CZ"/>
        </w:rPr>
        <w:t>6 a</w:t>
      </w:r>
      <w:r w:rsidR="00606AF3">
        <w:rPr>
          <w:rFonts w:eastAsia="Calibri" w:cs="Times New Roman"/>
          <w:bCs/>
          <w:lang w:eastAsia="cs-CZ"/>
        </w:rPr>
        <w:t xml:space="preserve"> pol. č.</w:t>
      </w:r>
      <w:r w:rsidRPr="00606AF3">
        <w:rPr>
          <w:rFonts w:eastAsia="Calibri" w:cs="Times New Roman"/>
          <w:bCs/>
          <w:lang w:eastAsia="cs-CZ"/>
        </w:rPr>
        <w:t xml:space="preserve"> 48</w:t>
      </w:r>
      <w:r w:rsidR="00606AF3">
        <w:rPr>
          <w:rFonts w:eastAsia="Calibri" w:cs="Times New Roman"/>
          <w:bCs/>
          <w:lang w:eastAsia="cs-CZ"/>
        </w:rPr>
        <w:t xml:space="preserve">. </w:t>
      </w:r>
    </w:p>
    <w:p w14:paraId="267FDAB4" w14:textId="19A11A39" w:rsidR="004D0E13" w:rsidRPr="00606AF3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06AF3">
        <w:rPr>
          <w:rFonts w:eastAsia="Calibri" w:cs="Times New Roman"/>
          <w:bCs/>
          <w:lang w:eastAsia="cs-CZ"/>
        </w:rPr>
        <w:t>Položka č. 53 je zkontrolována a opravena</w:t>
      </w:r>
      <w:r w:rsidR="00606AF3" w:rsidRPr="00606AF3">
        <w:rPr>
          <w:rFonts w:eastAsia="Calibri" w:cs="Times New Roman"/>
          <w:bCs/>
          <w:lang w:eastAsia="cs-CZ"/>
        </w:rPr>
        <w:t>.</w:t>
      </w:r>
    </w:p>
    <w:p w14:paraId="739C4286" w14:textId="77777777" w:rsidR="007D6A87" w:rsidRPr="009E4698" w:rsidRDefault="007D6A87" w:rsidP="007D6A87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4698">
        <w:rPr>
          <w:rFonts w:eastAsia="Times New Roman" w:cs="Times New Roman"/>
          <w:lang w:eastAsia="cs-CZ"/>
        </w:rPr>
        <w:t>Výkaz výměr byl opraven.</w:t>
      </w:r>
    </w:p>
    <w:p w14:paraId="4B4C2F9C" w14:textId="77777777" w:rsidR="002F23C9" w:rsidRDefault="002F23C9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EBBB196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4CB5155" w14:textId="790C0F81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342</w:t>
      </w:r>
      <w:r w:rsidRPr="00BD5319">
        <w:rPr>
          <w:rFonts w:eastAsia="Calibri" w:cs="Times New Roman"/>
          <w:b/>
          <w:lang w:eastAsia="cs-CZ"/>
        </w:rPr>
        <w:t>:</w:t>
      </w:r>
    </w:p>
    <w:p w14:paraId="4E1B3F86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9E0B5E">
        <w:rPr>
          <w:rFonts w:eastAsia="Calibri" w:cs="Times New Roman"/>
          <w:b/>
          <w:bCs/>
          <w:lang w:eastAsia="cs-CZ"/>
        </w:rPr>
        <w:t>SO 13-21-02</w:t>
      </w:r>
    </w:p>
    <w:p w14:paraId="0660C53C" w14:textId="77777777" w:rsidR="009E0B5E" w:rsidRPr="009E0B5E" w:rsidRDefault="009E0B5E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0B5E">
        <w:rPr>
          <w:rFonts w:eastAsia="Calibri" w:cs="Times New Roman"/>
          <w:bCs/>
          <w:lang w:eastAsia="cs-CZ"/>
        </w:rPr>
        <w:t xml:space="preserve"> - pol. </w:t>
      </w:r>
      <w:proofErr w:type="spellStart"/>
      <w:r w:rsidRPr="009E0B5E">
        <w:rPr>
          <w:rFonts w:eastAsia="Calibri" w:cs="Times New Roman"/>
          <w:bCs/>
          <w:lang w:eastAsia="cs-CZ"/>
        </w:rPr>
        <w:t>poř</w:t>
      </w:r>
      <w:proofErr w:type="spellEnd"/>
      <w:r w:rsidRPr="009E0B5E">
        <w:rPr>
          <w:rFonts w:eastAsia="Calibri" w:cs="Times New Roman"/>
          <w:bCs/>
          <w:lang w:eastAsia="cs-CZ"/>
        </w:rPr>
        <w:t>. č. 33 - 22594 - ZÁPOROVÉ PAŽENÍ Z KOVU TRVALÉ. Dle dotazu a odpovědi 292 má být položka zrušena. V aktualizovaném SP však zůstává. Prosíme o odstranění této položky.</w:t>
      </w:r>
    </w:p>
    <w:p w14:paraId="4D723827" w14:textId="77777777" w:rsidR="002F23C9" w:rsidRDefault="002F23C9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F7E1FB3" w14:textId="5526626F" w:rsidR="004D0E13" w:rsidRPr="009E4698" w:rsidRDefault="004D0E13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E4698">
        <w:rPr>
          <w:rFonts w:eastAsia="Calibri" w:cs="Times New Roman"/>
          <w:bCs/>
          <w:lang w:eastAsia="cs-CZ"/>
        </w:rPr>
        <w:t xml:space="preserve">Položka zkontrolována dle </w:t>
      </w:r>
      <w:r w:rsidR="009E4698" w:rsidRPr="009E4698">
        <w:rPr>
          <w:rFonts w:eastAsia="Calibri" w:cs="Times New Roman"/>
          <w:bCs/>
          <w:lang w:eastAsia="cs-CZ"/>
        </w:rPr>
        <w:t>projektové dokumentace a je ve výkazu výměr oprávněně, je však upravena</w:t>
      </w:r>
      <w:r w:rsidRPr="009E4698">
        <w:rPr>
          <w:rFonts w:eastAsia="Calibri" w:cs="Times New Roman"/>
          <w:bCs/>
          <w:lang w:eastAsia="cs-CZ"/>
        </w:rPr>
        <w:t xml:space="preserve"> kubatura</w:t>
      </w:r>
      <w:r w:rsidR="00606AF3">
        <w:rPr>
          <w:rFonts w:eastAsia="Calibri" w:cs="Times New Roman"/>
          <w:bCs/>
          <w:lang w:eastAsia="cs-CZ"/>
        </w:rPr>
        <w:t xml:space="preserve"> této položky. </w:t>
      </w:r>
    </w:p>
    <w:p w14:paraId="217C6336" w14:textId="77777777" w:rsidR="009E4698" w:rsidRPr="009E4698" w:rsidRDefault="009E4698" w:rsidP="009E469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9E4698">
        <w:rPr>
          <w:rFonts w:eastAsia="Times New Roman" w:cs="Times New Roman"/>
          <w:lang w:eastAsia="cs-CZ"/>
        </w:rPr>
        <w:t>Výkaz výměr byl opraven.</w:t>
      </w:r>
    </w:p>
    <w:p w14:paraId="705B6CA3" w14:textId="77777777" w:rsidR="006A3B00" w:rsidRPr="009E4698" w:rsidRDefault="006A3B00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926F7E5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377F90F" w14:textId="6198ACB8" w:rsidR="00B948EF" w:rsidRDefault="00B948EF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343</w:t>
      </w:r>
      <w:r w:rsidRPr="00BD5319">
        <w:rPr>
          <w:rFonts w:eastAsia="Calibri" w:cs="Times New Roman"/>
          <w:b/>
          <w:lang w:eastAsia="cs-CZ"/>
        </w:rPr>
        <w:t>:</w:t>
      </w:r>
    </w:p>
    <w:p w14:paraId="4F226240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lang w:eastAsia="cs-CZ"/>
        </w:rPr>
        <w:t xml:space="preserve">Na základě zadavatelem vydaného Vysvětlení/změny/doplnění zadávací dokumentace č. 10, v rámci odpovědi na dotaz č. 291, byla upravena položka pro vrty z průměru 50 mm na 150 mm u objektu </w:t>
      </w:r>
      <w:r w:rsidRPr="00B948EF">
        <w:rPr>
          <w:rFonts w:eastAsia="Calibri" w:cs="Times New Roman"/>
          <w:b/>
          <w:bCs/>
          <w:lang w:eastAsia="cs-CZ"/>
        </w:rPr>
        <w:t>SO 13-21-01 Železniční propustek v ev. km 110,712</w:t>
      </w:r>
      <w:r w:rsidRPr="00B948EF">
        <w:rPr>
          <w:rFonts w:eastAsia="Calibri" w:cs="Times New Roman"/>
          <w:lang w:eastAsia="cs-CZ"/>
        </w:rPr>
        <w:t>. Jedná se o původní položku s průměrem 50MM    s kódem 261715 (kombinace táhel a kotev) a 261815 (kotvy, nikoliv táhla, nutný průměr vrtání 150 mm).</w:t>
      </w:r>
    </w:p>
    <w:p w14:paraId="75201A73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lang w:eastAsia="cs-CZ"/>
        </w:rPr>
        <w:t xml:space="preserve">Položka obsahující vrty 50MM zahrnující lanové kotvy se ale nachází i na dalších SO a to: </w:t>
      </w:r>
    </w:p>
    <w:p w14:paraId="6BA39626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948EF">
        <w:rPr>
          <w:rFonts w:eastAsia="Calibri" w:cs="Times New Roman"/>
          <w:b/>
          <w:bCs/>
          <w:lang w:eastAsia="cs-CZ"/>
        </w:rPr>
        <w:t>SO 11-20-04   Železniční most v ev. km 103,723</w:t>
      </w:r>
    </w:p>
    <w:p w14:paraId="7DC4310D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948EF">
        <w:rPr>
          <w:rFonts w:eastAsia="Calibri" w:cs="Times New Roman"/>
          <w:b/>
          <w:bCs/>
          <w:lang w:eastAsia="cs-CZ"/>
        </w:rPr>
        <w:t>SO 12-20-01   Železniční most v ev. km 104,357</w:t>
      </w:r>
    </w:p>
    <w:p w14:paraId="6A9ACCA9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948EF">
        <w:rPr>
          <w:rFonts w:eastAsia="Calibri" w:cs="Times New Roman"/>
          <w:b/>
          <w:bCs/>
          <w:lang w:eastAsia="cs-CZ"/>
        </w:rPr>
        <w:t>SO 12-20-02   Železniční most v ev. km 104,446</w:t>
      </w:r>
    </w:p>
    <w:p w14:paraId="4FAA62DC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948EF">
        <w:rPr>
          <w:rFonts w:eastAsia="Calibri" w:cs="Times New Roman"/>
          <w:b/>
          <w:bCs/>
          <w:lang w:eastAsia="cs-CZ"/>
        </w:rPr>
        <w:t>SO 12-20-05   Železniční most v ev. km 105,716 – podchod</w:t>
      </w:r>
    </w:p>
    <w:p w14:paraId="569F683D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B948EF">
        <w:rPr>
          <w:rFonts w:eastAsia="Calibri" w:cs="Times New Roman"/>
          <w:b/>
          <w:bCs/>
          <w:lang w:eastAsia="cs-CZ"/>
        </w:rPr>
        <w:t>SO 12-20-09   Železniční most v ev. km 108,972</w:t>
      </w:r>
    </w:p>
    <w:p w14:paraId="3C6ECF97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b/>
          <w:bCs/>
          <w:lang w:eastAsia="cs-CZ"/>
        </w:rPr>
        <w:t>SO 12-20-10   Železniční most v ev. km 109,495</w:t>
      </w:r>
      <w:r w:rsidRPr="00B948EF">
        <w:rPr>
          <w:rFonts w:eastAsia="Calibri" w:cs="Times New Roman"/>
          <w:lang w:eastAsia="cs-CZ"/>
        </w:rPr>
        <w:t>.</w:t>
      </w:r>
    </w:p>
    <w:p w14:paraId="6E30F4E0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lang w:eastAsia="cs-CZ"/>
        </w:rPr>
        <w:t xml:space="preserve">Dále upozorňujeme, že položky KOTVENÍ NA POVRCHU Z BETONÁŘSKÉ VÝZTUŽE DL. DO XXM  (28536X) nezohledňují </w:t>
      </w:r>
      <w:proofErr w:type="spellStart"/>
      <w:r w:rsidRPr="00B948EF">
        <w:rPr>
          <w:rFonts w:eastAsia="Calibri" w:cs="Times New Roman"/>
          <w:lang w:eastAsia="cs-CZ"/>
        </w:rPr>
        <w:t>předpínací</w:t>
      </w:r>
      <w:proofErr w:type="spellEnd"/>
      <w:r w:rsidRPr="00B948EF">
        <w:rPr>
          <w:rFonts w:eastAsia="Calibri" w:cs="Times New Roman"/>
          <w:lang w:eastAsia="cs-CZ"/>
        </w:rPr>
        <w:t xml:space="preserve"> závitovou výztuž pro táhla využitou v rámci PD (vhodnější jsou položky 285371X pro táhla) a dále neodpovídají ani pro lanové kotvy, v jejichž případě se jedná o úplně jiný prvek, kterému nejlépe odpovídá položka 286585 KOTVY OCEL INJEKTOVANÉ V PODZEMÍ DL DO 10M ÚNOS PŘES 200KN. </w:t>
      </w:r>
    </w:p>
    <w:p w14:paraId="49109219" w14:textId="18D9BB03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b/>
          <w:bCs/>
          <w:i/>
          <w:iCs/>
          <w:lang w:eastAsia="cs-CZ"/>
        </w:rPr>
        <w:t>Žádáme zadavatele o kontrolu a úpravu těchto položek i na výše uvedených objektech.</w:t>
      </w:r>
    </w:p>
    <w:p w14:paraId="1BC1B19C" w14:textId="77777777" w:rsidR="00B948EF" w:rsidRDefault="00B948EF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ED03633" w14:textId="59423CA7" w:rsidR="004D0E13" w:rsidRPr="007D6A87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D6A87">
        <w:rPr>
          <w:rFonts w:eastAsia="Calibri" w:cs="Times New Roman"/>
          <w:bCs/>
          <w:lang w:eastAsia="cs-CZ"/>
        </w:rPr>
        <w:t xml:space="preserve">U uvedených objektů jsou položky </w:t>
      </w:r>
      <w:r w:rsidRPr="007D6A87">
        <w:rPr>
          <w:rFonts w:eastAsia="Calibri" w:cs="Times New Roman"/>
          <w:lang w:eastAsia="cs-CZ"/>
        </w:rPr>
        <w:t>s kódem 261715 a 261815 nahrazeny tak, aby průměr vrtání byl 150 mm. Upraveny</w:t>
      </w:r>
      <w:r w:rsidR="007D6A87" w:rsidRPr="007D6A87">
        <w:rPr>
          <w:rFonts w:eastAsia="Calibri" w:cs="Times New Roman"/>
          <w:lang w:eastAsia="cs-CZ"/>
        </w:rPr>
        <w:t xml:space="preserve"> byly</w:t>
      </w:r>
      <w:r w:rsidRPr="007D6A87">
        <w:rPr>
          <w:rFonts w:eastAsia="Calibri" w:cs="Times New Roman"/>
          <w:lang w:eastAsia="cs-CZ"/>
        </w:rPr>
        <w:t xml:space="preserve"> také položky pro uložení sypaniny na skládky a poplatky za skládky</w:t>
      </w:r>
      <w:r w:rsidR="00B47FE2">
        <w:rPr>
          <w:rFonts w:eastAsia="Calibri" w:cs="Times New Roman"/>
          <w:lang w:eastAsia="cs-CZ"/>
        </w:rPr>
        <w:t>,</w:t>
      </w:r>
    </w:p>
    <w:p w14:paraId="44BC3A1D" w14:textId="6AD498E8" w:rsidR="004D0E13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D6A87">
        <w:rPr>
          <w:rFonts w:eastAsia="Calibri" w:cs="Times New Roman"/>
          <w:lang w:eastAsia="cs-CZ"/>
        </w:rPr>
        <w:t xml:space="preserve">položky KOTVENÍ NA POVRCHU Z BETONÁŘSKÉ VÝZTUŽE DL. DO XXM  (28536X) jsou rovněž nahrazeny dle </w:t>
      </w:r>
      <w:r w:rsidR="00CB4A71">
        <w:rPr>
          <w:rFonts w:eastAsia="Calibri" w:cs="Times New Roman"/>
          <w:lang w:eastAsia="cs-CZ"/>
        </w:rPr>
        <w:t>zjištěných nedostatků.</w:t>
      </w:r>
    </w:p>
    <w:p w14:paraId="4D8FEB6B" w14:textId="553B2DDD" w:rsidR="00CB4A71" w:rsidRPr="007D6A87" w:rsidRDefault="00CB4A71" w:rsidP="00343BD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lang w:eastAsia="cs-CZ"/>
        </w:rPr>
        <w:t xml:space="preserve">Výkaz výměr byl opraven. </w:t>
      </w:r>
    </w:p>
    <w:p w14:paraId="7101B698" w14:textId="77777777" w:rsidR="00B948EF" w:rsidRDefault="00B948EF" w:rsidP="00343BDA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6916914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91ADD31" w14:textId="2700D8FF" w:rsidR="00B948EF" w:rsidRDefault="00B948EF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344</w:t>
      </w:r>
      <w:r w:rsidRPr="00BD5319">
        <w:rPr>
          <w:rFonts w:eastAsia="Calibri" w:cs="Times New Roman"/>
          <w:b/>
          <w:lang w:eastAsia="cs-CZ"/>
        </w:rPr>
        <w:t>:</w:t>
      </w:r>
    </w:p>
    <w:p w14:paraId="1FFEA0CC" w14:textId="0E067EF0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B948EF">
        <w:rPr>
          <w:rFonts w:eastAsia="Calibri" w:cs="Times New Roman"/>
          <w:lang w:eastAsia="cs-CZ"/>
        </w:rPr>
        <w:t>Ze</w:t>
      </w:r>
      <w:proofErr w:type="gramEnd"/>
      <w:r w:rsidRPr="00B948EF">
        <w:rPr>
          <w:rFonts w:eastAsia="Calibri" w:cs="Times New Roman"/>
          <w:lang w:eastAsia="cs-CZ"/>
        </w:rPr>
        <w:t xml:space="preserve"> zadavatelem poskytnuté dokumentace ke </w:t>
      </w:r>
      <w:r w:rsidRPr="00B948EF">
        <w:rPr>
          <w:rFonts w:eastAsia="Calibri" w:cs="Times New Roman"/>
          <w:b/>
          <w:bCs/>
          <w:lang w:eastAsia="cs-CZ"/>
        </w:rPr>
        <w:t>SO 12-21-08 Železniční propustek v ev. km 110,302</w:t>
      </w:r>
      <w:r>
        <w:rPr>
          <w:rFonts w:eastAsia="Calibri" w:cs="Times New Roman"/>
          <w:b/>
          <w:bCs/>
          <w:lang w:eastAsia="cs-CZ"/>
        </w:rPr>
        <w:t xml:space="preserve"> </w:t>
      </w:r>
      <w:r w:rsidRPr="00B948EF">
        <w:rPr>
          <w:rFonts w:eastAsia="Calibri" w:cs="Times New Roman"/>
          <w:lang w:eastAsia="cs-CZ"/>
        </w:rPr>
        <w:t>nelze v rámci PD 2.006 načíst kompletní obraz výkresu.</w:t>
      </w:r>
    </w:p>
    <w:p w14:paraId="26A4856E" w14:textId="60B4E235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b/>
          <w:bCs/>
          <w:i/>
          <w:iCs/>
          <w:lang w:eastAsia="cs-CZ"/>
        </w:rPr>
        <w:t>Žádáme zadavatele o nápravu a nahrání kompletního souboru.</w:t>
      </w:r>
    </w:p>
    <w:p w14:paraId="109FA4A1" w14:textId="77777777" w:rsidR="00B948EF" w:rsidRDefault="00B948EF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CDB0350" w14:textId="5F6F4220" w:rsidR="00B948EF" w:rsidRPr="00B24718" w:rsidRDefault="00B24718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24718">
        <w:rPr>
          <w:lang w:eastAsia="cs-CZ"/>
        </w:rPr>
        <w:t>Je doplněn výkres SO 122108_006 (</w:t>
      </w:r>
      <w:r w:rsidRPr="00B24718">
        <w:rPr>
          <w:rFonts w:ascii="Verdana" w:hAnsi="Verdana" w:cs="Verdana"/>
        </w:rPr>
        <w:t>Výkopy a bourací práce 1.etapa – řezy)</w:t>
      </w:r>
      <w:r w:rsidRPr="00B24718">
        <w:rPr>
          <w:lang w:eastAsia="cs-CZ"/>
        </w:rPr>
        <w:t>.</w:t>
      </w:r>
    </w:p>
    <w:p w14:paraId="1AED8FBA" w14:textId="77777777" w:rsidR="00B948EF" w:rsidRDefault="00B948EF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7A1767B" w14:textId="77777777" w:rsidR="00CF617E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6181DCA" w14:textId="7379182D" w:rsidR="00B948EF" w:rsidRDefault="00B948EF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345</w:t>
      </w:r>
      <w:r w:rsidRPr="00BD5319">
        <w:rPr>
          <w:rFonts w:eastAsia="Calibri" w:cs="Times New Roman"/>
          <w:b/>
          <w:lang w:eastAsia="cs-CZ"/>
        </w:rPr>
        <w:t>:</w:t>
      </w:r>
    </w:p>
    <w:p w14:paraId="5FBFD7B6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lang w:eastAsia="cs-CZ"/>
        </w:rPr>
        <w:t xml:space="preserve">V zadavatelem poskytnuté dokumentaci ke </w:t>
      </w:r>
      <w:r w:rsidRPr="00B948EF">
        <w:rPr>
          <w:rFonts w:eastAsia="Calibri" w:cs="Times New Roman"/>
          <w:b/>
          <w:bCs/>
          <w:lang w:eastAsia="cs-CZ"/>
        </w:rPr>
        <w:t>SO 12-20-04 Železniční most v ev. km 105,520</w:t>
      </w:r>
      <w:r w:rsidRPr="00B948EF">
        <w:rPr>
          <w:rFonts w:eastAsia="Calibri" w:cs="Times New Roman"/>
          <w:lang w:eastAsia="cs-CZ"/>
        </w:rPr>
        <w:t xml:space="preserve"> nelze dohledat položku 285378 v odkazované části PD.</w:t>
      </w:r>
    </w:p>
    <w:p w14:paraId="363B8874" w14:textId="2A8AC332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b/>
          <w:bCs/>
          <w:i/>
          <w:iCs/>
          <w:lang w:eastAsia="cs-CZ"/>
        </w:rPr>
        <w:t>Žádáme o vysvětlení výpočtu položky.</w:t>
      </w:r>
    </w:p>
    <w:p w14:paraId="24EE9B37" w14:textId="77777777" w:rsidR="00B948EF" w:rsidRDefault="00B948EF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ED29BCC" w14:textId="6F231C7B" w:rsidR="00B24718" w:rsidRDefault="00E04A45" w:rsidP="00B24718">
      <w:pPr>
        <w:spacing w:after="0"/>
        <w:jc w:val="both"/>
      </w:pPr>
      <w:r w:rsidRPr="00B24718">
        <w:rPr>
          <w:rFonts w:eastAsia="Calibri" w:cs="Times New Roman"/>
          <w:bCs/>
          <w:lang w:eastAsia="cs-CZ"/>
        </w:rPr>
        <w:t>V objektu SO 12-20-04 je p</w:t>
      </w:r>
      <w:r w:rsidR="004D0E13" w:rsidRPr="00B24718">
        <w:rPr>
          <w:rFonts w:eastAsia="Calibri" w:cs="Times New Roman"/>
          <w:bCs/>
          <w:lang w:eastAsia="cs-CZ"/>
        </w:rPr>
        <w:t xml:space="preserve">oložka č. 67 </w:t>
      </w:r>
      <w:r w:rsidR="004D0E13" w:rsidRPr="00B24718">
        <w:t>KOTVENÍ NA POVRCHU Z PŘEDPÍNACÍ VÝZTUŽE DL. DO 10M nahrazena položkou KOTVENÍ NA POVRCHU Z BETONÁŘSKÉ VÝZTUŽE DL. DO 10M.</w:t>
      </w:r>
      <w:r w:rsidRPr="00B24718">
        <w:t xml:space="preserve"> </w:t>
      </w:r>
    </w:p>
    <w:p w14:paraId="68F2DFC7" w14:textId="408D7BC9" w:rsidR="00B948EF" w:rsidRPr="00B24718" w:rsidRDefault="00E04A45" w:rsidP="00B24718">
      <w:pPr>
        <w:spacing w:after="0"/>
        <w:jc w:val="both"/>
      </w:pPr>
      <w:r w:rsidRPr="00B24718">
        <w:t xml:space="preserve">Výkaz výměr je opraven. </w:t>
      </w:r>
    </w:p>
    <w:p w14:paraId="72C13D20" w14:textId="77777777" w:rsidR="00B24718" w:rsidRDefault="00B24718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14829B0" w14:textId="4C6A37EF" w:rsidR="00B948EF" w:rsidRDefault="00CF617E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="00B948EF" w:rsidRPr="00BD5319">
        <w:rPr>
          <w:rFonts w:eastAsia="Calibri" w:cs="Times New Roman"/>
          <w:b/>
          <w:lang w:eastAsia="cs-CZ"/>
        </w:rPr>
        <w:t xml:space="preserve">Dotaz č. </w:t>
      </w:r>
      <w:r w:rsidR="00B948EF">
        <w:rPr>
          <w:rFonts w:eastAsia="Calibri" w:cs="Times New Roman"/>
          <w:b/>
          <w:lang w:eastAsia="cs-CZ"/>
        </w:rPr>
        <w:t>346</w:t>
      </w:r>
      <w:r w:rsidR="00B948EF" w:rsidRPr="00BD5319">
        <w:rPr>
          <w:rFonts w:eastAsia="Calibri" w:cs="Times New Roman"/>
          <w:b/>
          <w:lang w:eastAsia="cs-CZ"/>
        </w:rPr>
        <w:t>:</w:t>
      </w:r>
    </w:p>
    <w:p w14:paraId="5B6BB04E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lang w:eastAsia="cs-CZ"/>
        </w:rPr>
        <w:t xml:space="preserve">Kontrolou zadavatelem vydaného Vysvětlení/změny/doplnění zadávací dokumentace č. 12 byl zjištěn nesoulad mezi uvedenými složkami příloh a k nim přiřazeným souborům ve formátu </w:t>
      </w:r>
      <w:proofErr w:type="spellStart"/>
      <w:r w:rsidRPr="00B948EF">
        <w:rPr>
          <w:rFonts w:eastAsia="Calibri" w:cs="Times New Roman"/>
          <w:lang w:eastAsia="cs-CZ"/>
        </w:rPr>
        <w:t>pdf</w:t>
      </w:r>
      <w:proofErr w:type="spellEnd"/>
      <w:r w:rsidRPr="00B948EF">
        <w:rPr>
          <w:rFonts w:eastAsia="Calibri" w:cs="Times New Roman"/>
          <w:lang w:eastAsia="cs-CZ"/>
        </w:rPr>
        <w:t xml:space="preserve"> a to:</w:t>
      </w:r>
    </w:p>
    <w:p w14:paraId="4D5786C3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lang w:eastAsia="cs-CZ"/>
        </w:rPr>
        <w:t>SO122001   -        SO122011_4_0.0.1.pdf</w:t>
      </w:r>
    </w:p>
    <w:p w14:paraId="31D9CC4B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lang w:eastAsia="cs-CZ"/>
        </w:rPr>
        <w:t>SO122003   -        SO112003_4_001.pdf</w:t>
      </w:r>
    </w:p>
    <w:p w14:paraId="0B7F30D7" w14:textId="77777777" w:rsidR="00B948EF" w:rsidRPr="00B948EF" w:rsidRDefault="00B948EF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948EF">
        <w:rPr>
          <w:rFonts w:eastAsia="Calibri" w:cs="Times New Roman"/>
          <w:lang w:eastAsia="cs-CZ"/>
        </w:rPr>
        <w:t>SO122004   -        SO122204_4_0.0.1.pdf</w:t>
      </w:r>
    </w:p>
    <w:p w14:paraId="1CAA2E49" w14:textId="47BE7053" w:rsidR="00E04A45" w:rsidRDefault="00B948EF" w:rsidP="00343BDA">
      <w:pPr>
        <w:spacing w:after="0" w:line="240" w:lineRule="auto"/>
        <w:jc w:val="both"/>
        <w:rPr>
          <w:rFonts w:eastAsia="Calibri" w:cs="Times New Roman"/>
          <w:b/>
          <w:bCs/>
          <w:i/>
          <w:iCs/>
          <w:lang w:eastAsia="cs-CZ"/>
        </w:rPr>
      </w:pPr>
      <w:r w:rsidRPr="00B948EF">
        <w:rPr>
          <w:rFonts w:eastAsia="Calibri" w:cs="Times New Roman"/>
          <w:b/>
          <w:bCs/>
          <w:i/>
          <w:iCs/>
          <w:lang w:eastAsia="cs-CZ"/>
        </w:rPr>
        <w:t>Žádáme o vysvětlení a kontrolu ověření správnosti přiložených dokumentů a poskytnutí celkového soupisu prací, který by měl uvedené změny souborů reflektovat</w:t>
      </w:r>
      <w:r w:rsidR="00E04A45">
        <w:rPr>
          <w:rFonts w:eastAsia="Calibri" w:cs="Times New Roman"/>
          <w:b/>
          <w:bCs/>
          <w:i/>
          <w:iCs/>
          <w:lang w:eastAsia="cs-CZ"/>
        </w:rPr>
        <w:t>.</w:t>
      </w:r>
    </w:p>
    <w:p w14:paraId="4749A6EF" w14:textId="5D1DB400" w:rsidR="00B948EF" w:rsidRDefault="00B948EF" w:rsidP="00343BD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2FA5827" w14:textId="14AC6E37" w:rsidR="004D0E13" w:rsidRPr="00B24718" w:rsidRDefault="00B24718" w:rsidP="00B24718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Jsou</w:t>
      </w:r>
      <w:r w:rsidR="00E04A45" w:rsidRPr="00B24718">
        <w:rPr>
          <w:rFonts w:eastAsia="Calibri" w:cs="Times New Roman"/>
          <w:lang w:eastAsia="cs-CZ"/>
        </w:rPr>
        <w:t xml:space="preserve"> opraveny výkazy výměr u</w:t>
      </w:r>
      <w:r w:rsidR="004D0E13" w:rsidRPr="00B24718">
        <w:rPr>
          <w:rFonts w:eastAsia="Calibri" w:cs="Times New Roman"/>
          <w:lang w:eastAsia="cs-CZ"/>
        </w:rPr>
        <w:t xml:space="preserve"> všech </w:t>
      </w:r>
      <w:r w:rsidR="00E04A45" w:rsidRPr="00B24718">
        <w:rPr>
          <w:rFonts w:eastAsia="Calibri" w:cs="Times New Roman"/>
          <w:lang w:eastAsia="cs-CZ"/>
        </w:rPr>
        <w:t xml:space="preserve">výše </w:t>
      </w:r>
      <w:r w:rsidR="004D0E13" w:rsidRPr="00B24718">
        <w:rPr>
          <w:rFonts w:eastAsia="Calibri" w:cs="Times New Roman"/>
          <w:lang w:eastAsia="cs-CZ"/>
        </w:rPr>
        <w:t>zmíněných objektů</w:t>
      </w:r>
      <w:r w:rsidR="00E04A45" w:rsidRPr="00B24718">
        <w:rPr>
          <w:rFonts w:eastAsia="Calibri" w:cs="Times New Roman"/>
          <w:lang w:eastAsia="cs-CZ"/>
        </w:rPr>
        <w:t>. Jsou doplněny</w:t>
      </w:r>
      <w:r w:rsidR="004D0E13" w:rsidRPr="00B24718">
        <w:rPr>
          <w:rFonts w:eastAsia="Calibri" w:cs="Times New Roman"/>
          <w:lang w:eastAsia="cs-CZ"/>
        </w:rPr>
        <w:t xml:space="preserve"> opraven</w:t>
      </w:r>
      <w:r w:rsidR="00E04A45" w:rsidRPr="00B24718">
        <w:rPr>
          <w:rFonts w:eastAsia="Calibri" w:cs="Times New Roman"/>
          <w:lang w:eastAsia="cs-CZ"/>
        </w:rPr>
        <w:t>é výkazy výměr</w:t>
      </w:r>
      <w:r w:rsidR="004D0E13" w:rsidRPr="00B24718">
        <w:rPr>
          <w:rFonts w:eastAsia="Calibri" w:cs="Times New Roman"/>
          <w:lang w:eastAsia="cs-CZ"/>
        </w:rPr>
        <w:t xml:space="preserve">, kdy je </w:t>
      </w:r>
      <w:r w:rsidR="00E04A45" w:rsidRPr="00B24718">
        <w:rPr>
          <w:rFonts w:eastAsia="Calibri" w:cs="Times New Roman"/>
          <w:lang w:eastAsia="cs-CZ"/>
        </w:rPr>
        <w:t>.</w:t>
      </w:r>
      <w:proofErr w:type="spellStart"/>
      <w:r w:rsidR="004D0E13" w:rsidRPr="00B24718">
        <w:rPr>
          <w:rFonts w:eastAsia="Calibri" w:cs="Times New Roman"/>
          <w:lang w:eastAsia="cs-CZ"/>
        </w:rPr>
        <w:t>pdf</w:t>
      </w:r>
      <w:proofErr w:type="spellEnd"/>
      <w:r w:rsidR="004D0E13" w:rsidRPr="00B24718">
        <w:rPr>
          <w:rFonts w:eastAsia="Calibri" w:cs="Times New Roman"/>
          <w:lang w:eastAsia="cs-CZ"/>
        </w:rPr>
        <w:t xml:space="preserve"> soubor pojmenován správně podle názvu objektu:</w:t>
      </w:r>
    </w:p>
    <w:p w14:paraId="1914B6AC" w14:textId="140FA2C9" w:rsidR="004D0E13" w:rsidRPr="00B24718" w:rsidRDefault="004D0E13" w:rsidP="00B2471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24718">
        <w:rPr>
          <w:rFonts w:eastAsia="Calibri" w:cs="Times New Roman"/>
          <w:lang w:eastAsia="cs-CZ"/>
        </w:rPr>
        <w:t>SO122001</w:t>
      </w:r>
      <w:r w:rsidR="00343BDA" w:rsidRPr="00B24718">
        <w:rPr>
          <w:rFonts w:eastAsia="Calibri" w:cs="Times New Roman"/>
          <w:lang w:eastAsia="cs-CZ"/>
        </w:rPr>
        <w:t xml:space="preserve"> </w:t>
      </w:r>
      <w:r w:rsidRPr="00B24718">
        <w:rPr>
          <w:rFonts w:eastAsia="Calibri" w:cs="Times New Roman"/>
          <w:lang w:eastAsia="cs-CZ"/>
        </w:rPr>
        <w:t>-</w:t>
      </w:r>
      <w:r w:rsidR="00343BDA" w:rsidRPr="00B24718">
        <w:rPr>
          <w:rFonts w:eastAsia="Calibri" w:cs="Times New Roman"/>
          <w:lang w:eastAsia="cs-CZ"/>
        </w:rPr>
        <w:t xml:space="preserve"> </w:t>
      </w:r>
      <w:r w:rsidRPr="00B24718">
        <w:rPr>
          <w:rFonts w:eastAsia="Calibri" w:cs="Times New Roman"/>
          <w:lang w:eastAsia="cs-CZ"/>
        </w:rPr>
        <w:t>SO122001_3_0.0.2.pdf – tento soubor již byl doplněn v rámci předchozích dotazů, a je beze změny</w:t>
      </w:r>
      <w:r w:rsidR="00343BDA" w:rsidRPr="00B24718">
        <w:rPr>
          <w:rFonts w:eastAsia="Calibri" w:cs="Times New Roman"/>
          <w:lang w:eastAsia="cs-CZ"/>
        </w:rPr>
        <w:t>.</w:t>
      </w:r>
    </w:p>
    <w:p w14:paraId="4AB0AA8B" w14:textId="2CFC5603" w:rsidR="004D0E13" w:rsidRPr="00B24718" w:rsidRDefault="004D0E13" w:rsidP="00B2471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24718">
        <w:rPr>
          <w:rFonts w:eastAsia="Calibri" w:cs="Times New Roman"/>
          <w:lang w:eastAsia="cs-CZ"/>
        </w:rPr>
        <w:t>SO122003</w:t>
      </w:r>
      <w:r w:rsidR="00343BDA" w:rsidRPr="00B24718">
        <w:rPr>
          <w:rFonts w:eastAsia="Calibri" w:cs="Times New Roman"/>
          <w:lang w:eastAsia="cs-CZ"/>
        </w:rPr>
        <w:t xml:space="preserve"> </w:t>
      </w:r>
      <w:r w:rsidRPr="00B24718">
        <w:rPr>
          <w:rFonts w:eastAsia="Calibri" w:cs="Times New Roman"/>
          <w:lang w:eastAsia="cs-CZ"/>
        </w:rPr>
        <w:t>-</w:t>
      </w:r>
      <w:r w:rsidR="00343BDA" w:rsidRPr="00B24718">
        <w:rPr>
          <w:rFonts w:eastAsia="Calibri" w:cs="Times New Roman"/>
          <w:lang w:eastAsia="cs-CZ"/>
        </w:rPr>
        <w:t xml:space="preserve"> </w:t>
      </w:r>
      <w:r w:rsidRPr="00B24718">
        <w:rPr>
          <w:rFonts w:eastAsia="Calibri" w:cs="Times New Roman"/>
          <w:lang w:eastAsia="cs-CZ"/>
        </w:rPr>
        <w:t>SO122003_4_001.pdf – změny v rámci dotaz</w:t>
      </w:r>
      <w:r w:rsidR="00B47FE2">
        <w:rPr>
          <w:rFonts w:eastAsia="Calibri" w:cs="Times New Roman"/>
          <w:lang w:eastAsia="cs-CZ"/>
        </w:rPr>
        <w:t>u</w:t>
      </w:r>
      <w:r w:rsidRPr="00B24718">
        <w:rPr>
          <w:rFonts w:eastAsia="Calibri" w:cs="Times New Roman"/>
          <w:lang w:eastAsia="cs-CZ"/>
        </w:rPr>
        <w:t xml:space="preserve"> </w:t>
      </w:r>
      <w:r w:rsidR="00343BDA" w:rsidRPr="00B24718">
        <w:rPr>
          <w:rFonts w:eastAsia="Calibri" w:cs="Times New Roman"/>
          <w:lang w:eastAsia="cs-CZ"/>
        </w:rPr>
        <w:t xml:space="preserve">č. </w:t>
      </w:r>
      <w:r w:rsidRPr="00B24718">
        <w:rPr>
          <w:rFonts w:eastAsia="Calibri" w:cs="Times New Roman"/>
          <w:lang w:eastAsia="cs-CZ"/>
        </w:rPr>
        <w:t>332</w:t>
      </w:r>
      <w:r w:rsidR="00343BDA" w:rsidRPr="00B24718">
        <w:rPr>
          <w:rFonts w:eastAsia="Calibri" w:cs="Times New Roman"/>
          <w:lang w:eastAsia="cs-CZ"/>
        </w:rPr>
        <w:t>.</w:t>
      </w:r>
    </w:p>
    <w:p w14:paraId="768B69F7" w14:textId="677C7E6A" w:rsidR="004D0E13" w:rsidRPr="00B24718" w:rsidRDefault="004D0E13" w:rsidP="00B24718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24718">
        <w:rPr>
          <w:rFonts w:eastAsia="Calibri" w:cs="Times New Roman"/>
          <w:lang w:eastAsia="cs-CZ"/>
        </w:rPr>
        <w:t>SO122004</w:t>
      </w:r>
      <w:r w:rsidR="00B24718" w:rsidRPr="00B24718">
        <w:rPr>
          <w:rFonts w:eastAsia="Calibri" w:cs="Times New Roman"/>
          <w:lang w:eastAsia="cs-CZ"/>
        </w:rPr>
        <w:t xml:space="preserve"> </w:t>
      </w:r>
      <w:r w:rsidRPr="00B24718">
        <w:rPr>
          <w:rFonts w:eastAsia="Calibri" w:cs="Times New Roman"/>
          <w:lang w:eastAsia="cs-CZ"/>
        </w:rPr>
        <w:t>-</w:t>
      </w:r>
      <w:r w:rsidR="00B24718" w:rsidRPr="00B24718">
        <w:rPr>
          <w:rFonts w:eastAsia="Calibri" w:cs="Times New Roman"/>
          <w:lang w:eastAsia="cs-CZ"/>
        </w:rPr>
        <w:t xml:space="preserve"> </w:t>
      </w:r>
      <w:r w:rsidRPr="00B24718">
        <w:rPr>
          <w:rFonts w:eastAsia="Calibri" w:cs="Times New Roman"/>
          <w:lang w:eastAsia="cs-CZ"/>
        </w:rPr>
        <w:t>SO122004_4_0.0.1.pdf – změny v rámci dotaz</w:t>
      </w:r>
      <w:r w:rsidR="00B47FE2">
        <w:rPr>
          <w:rFonts w:eastAsia="Calibri" w:cs="Times New Roman"/>
          <w:lang w:eastAsia="cs-CZ"/>
        </w:rPr>
        <w:t>u</w:t>
      </w:r>
      <w:r w:rsidRPr="00B24718">
        <w:rPr>
          <w:rFonts w:eastAsia="Calibri" w:cs="Times New Roman"/>
          <w:lang w:eastAsia="cs-CZ"/>
        </w:rPr>
        <w:t xml:space="preserve"> </w:t>
      </w:r>
      <w:r w:rsidR="00B24718" w:rsidRPr="00B24718">
        <w:rPr>
          <w:rFonts w:eastAsia="Calibri" w:cs="Times New Roman"/>
          <w:lang w:eastAsia="cs-CZ"/>
        </w:rPr>
        <w:t xml:space="preserve">č. </w:t>
      </w:r>
      <w:r w:rsidRPr="00B24718">
        <w:rPr>
          <w:rFonts w:eastAsia="Calibri" w:cs="Times New Roman"/>
          <w:lang w:eastAsia="cs-CZ"/>
        </w:rPr>
        <w:t>345</w:t>
      </w:r>
      <w:r w:rsidR="00B24718" w:rsidRPr="00B24718">
        <w:rPr>
          <w:rFonts w:eastAsia="Calibri" w:cs="Times New Roman"/>
          <w:lang w:eastAsia="cs-CZ"/>
        </w:rPr>
        <w:t>.</w:t>
      </w:r>
    </w:p>
    <w:p w14:paraId="0DB5D34D" w14:textId="77777777" w:rsidR="00B948EF" w:rsidRPr="00BD5319" w:rsidRDefault="00B948EF" w:rsidP="00B2471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1DD0BB8" w14:textId="77777777" w:rsidR="00243F03" w:rsidRPr="00BD5319" w:rsidRDefault="00243F03" w:rsidP="00343BDA">
      <w:pPr>
        <w:spacing w:after="0" w:line="240" w:lineRule="auto"/>
        <w:ind w:firstLine="567"/>
        <w:jc w:val="both"/>
        <w:rPr>
          <w:rFonts w:eastAsia="Times New Roman" w:cs="Times New Roman"/>
          <w:lang w:eastAsia="cs-CZ"/>
        </w:rPr>
      </w:pPr>
    </w:p>
    <w:p w14:paraId="2697AD60" w14:textId="77777777" w:rsidR="00CF617E" w:rsidRDefault="00CF617E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8D0FD18" w14:textId="21F09BDA" w:rsidR="001D5BCA" w:rsidRPr="00BD5319" w:rsidRDefault="001D5BCA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F29EE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>
        <w:rPr>
          <w:rFonts w:eastAsia="Times New Roman" w:cs="Times New Roman"/>
          <w:lang w:eastAsia="cs-CZ"/>
        </w:rPr>
        <w:t>1</w:t>
      </w:r>
      <w:r w:rsidR="00473421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>.10.2023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CF617E">
        <w:rPr>
          <w:rFonts w:eastAsia="Times New Roman" w:cs="Times New Roman"/>
          <w:lang w:eastAsia="cs-CZ"/>
        </w:rPr>
        <w:t>18</w:t>
      </w:r>
      <w:r>
        <w:rPr>
          <w:rFonts w:eastAsia="Times New Roman" w:cs="Times New Roman"/>
          <w:lang w:eastAsia="cs-CZ"/>
        </w:rPr>
        <w:t xml:space="preserve"> 10. 2023</w:t>
      </w:r>
      <w:r w:rsidRPr="00BD5319">
        <w:rPr>
          <w:rFonts w:eastAsia="Times New Roman" w:cs="Times New Roman"/>
          <w:lang w:eastAsia="cs-CZ"/>
        </w:rPr>
        <w:t>.</w:t>
      </w:r>
    </w:p>
    <w:p w14:paraId="714C5B21" w14:textId="77777777" w:rsidR="00243F03" w:rsidRPr="00BD5319" w:rsidRDefault="00243F03" w:rsidP="00343BD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545E3D5B" w14:textId="77777777" w:rsidR="00CF617E" w:rsidRDefault="00CF617E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950F19C" w14:textId="23E2F1AD" w:rsidR="00243F03" w:rsidRPr="00BD5319" w:rsidRDefault="00243F03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hyperlink r:id="rId13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151A172" w14:textId="77777777" w:rsidR="00243F03" w:rsidRPr="00BD5319" w:rsidRDefault="00243F03" w:rsidP="00343BD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3D94BC90" w14:textId="77777777" w:rsidR="001D5BCA" w:rsidRPr="00BD5319" w:rsidRDefault="001D5BCA" w:rsidP="00343BD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0E12B1FD" w14:textId="77777777" w:rsidR="001D5BCA" w:rsidRPr="00BD5319" w:rsidRDefault="001D5BCA" w:rsidP="00343BD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7E42E9EF" w14:textId="1FEB9ED2" w:rsidR="001D5BCA" w:rsidRPr="00BD5319" w:rsidRDefault="001D5BCA" w:rsidP="00343BD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CF617E">
        <w:rPr>
          <w:rFonts w:eastAsia="Times New Roman" w:cs="Times New Roman"/>
          <w:lang w:eastAsia="cs-CZ"/>
        </w:rPr>
        <w:t>18</w:t>
      </w:r>
      <w:r>
        <w:rPr>
          <w:rFonts w:eastAsia="Times New Roman" w:cs="Times New Roman"/>
          <w:lang w:eastAsia="cs-CZ"/>
        </w:rPr>
        <w:t>.10.2023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8156A69" w14:textId="77777777" w:rsidR="001D5BCA" w:rsidRPr="00BD5319" w:rsidRDefault="001D5BCA" w:rsidP="00343BD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3E128633" w14:textId="36B0EB9F" w:rsidR="00243F03" w:rsidRPr="00BD5319" w:rsidRDefault="001D5BCA" w:rsidP="00343BD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CF617E">
        <w:rPr>
          <w:rFonts w:eastAsia="Times New Roman" w:cs="Times New Roman"/>
          <w:lang w:eastAsia="cs-CZ"/>
        </w:rPr>
        <w:t>18</w:t>
      </w:r>
      <w:r>
        <w:rPr>
          <w:rFonts w:eastAsia="Times New Roman" w:cs="Times New Roman"/>
          <w:lang w:eastAsia="cs-CZ"/>
        </w:rPr>
        <w:t>.10.2023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67B318CF" w14:textId="77777777" w:rsidR="00243F03" w:rsidRPr="00BD5319" w:rsidRDefault="00243F03" w:rsidP="00343BD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CCBA593" w14:textId="77777777" w:rsidR="00243F03" w:rsidRPr="00BD5319" w:rsidRDefault="00243F03" w:rsidP="00343BD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Default="00243F03" w:rsidP="00343BDA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3A05EEA5" w14:textId="77777777" w:rsidR="00CF617E" w:rsidRPr="00BD5319" w:rsidRDefault="00CF617E" w:rsidP="00343BDA">
      <w:pPr>
        <w:spacing w:before="120"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Pr="00BD5319" w:rsidRDefault="00243F03" w:rsidP="00343BDA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2939C622" w14:textId="77777777" w:rsidR="00243F03" w:rsidRPr="00BD5319" w:rsidRDefault="00243F03" w:rsidP="00343BDA">
      <w:pPr>
        <w:tabs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E04A45">
        <w:rPr>
          <w:rFonts w:eastAsia="Calibri" w:cs="Times New Roman"/>
          <w:b/>
          <w:bCs/>
          <w:lang w:eastAsia="cs-CZ"/>
        </w:rPr>
        <w:t xml:space="preserve">Příloha: </w:t>
      </w:r>
      <w:r w:rsidRPr="00E04A4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E04A45">
        <w:rPr>
          <w:rFonts w:eastAsia="Calibri" w:cs="Times New Roman"/>
          <w:bCs/>
          <w:lang w:eastAsia="cs-CZ"/>
        </w:rPr>
        <w:instrText xml:space="preserve"> FORMTEXT </w:instrText>
      </w:r>
      <w:r w:rsidRPr="00E04A45">
        <w:rPr>
          <w:rFonts w:eastAsia="Calibri" w:cs="Times New Roman"/>
          <w:bCs/>
          <w:lang w:eastAsia="cs-CZ"/>
        </w:rPr>
      </w:r>
      <w:r w:rsidRPr="00E04A45">
        <w:rPr>
          <w:rFonts w:eastAsia="Calibri" w:cs="Times New Roman"/>
          <w:bCs/>
          <w:lang w:eastAsia="cs-CZ"/>
        </w:rPr>
        <w:fldChar w:fldCharType="separate"/>
      </w:r>
      <w:r w:rsidRPr="00E04A45">
        <w:rPr>
          <w:rFonts w:eastAsia="Calibri" w:cs="Times New Roman"/>
          <w:bCs/>
          <w:lang w:eastAsia="cs-CZ"/>
        </w:rPr>
        <w:t> </w:t>
      </w:r>
      <w:r w:rsidRPr="00E04A45">
        <w:rPr>
          <w:rFonts w:eastAsia="Calibri" w:cs="Times New Roman"/>
          <w:bCs/>
          <w:lang w:eastAsia="cs-CZ"/>
        </w:rPr>
        <w:t> </w:t>
      </w:r>
      <w:r w:rsidRPr="00E04A45">
        <w:rPr>
          <w:rFonts w:eastAsia="Calibri" w:cs="Times New Roman"/>
          <w:bCs/>
          <w:lang w:eastAsia="cs-CZ"/>
        </w:rPr>
        <w:t> </w:t>
      </w:r>
      <w:r w:rsidRPr="00E04A45">
        <w:rPr>
          <w:rFonts w:eastAsia="Calibri" w:cs="Times New Roman"/>
          <w:bCs/>
          <w:lang w:eastAsia="cs-CZ"/>
        </w:rPr>
        <w:t> </w:t>
      </w:r>
      <w:r w:rsidRPr="00E04A45">
        <w:rPr>
          <w:rFonts w:eastAsia="Calibri" w:cs="Times New Roman"/>
          <w:bCs/>
          <w:lang w:eastAsia="cs-CZ"/>
        </w:rPr>
        <w:t> </w:t>
      </w:r>
      <w:r w:rsidRPr="00E04A45">
        <w:rPr>
          <w:rFonts w:eastAsia="Calibri" w:cs="Times New Roman"/>
          <w:bCs/>
          <w:lang w:eastAsia="cs-CZ"/>
        </w:rPr>
        <w:fldChar w:fldCharType="end"/>
      </w:r>
    </w:p>
    <w:p w14:paraId="13DD5589" w14:textId="59CCCB4F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SO112001 (1 příloha)</w:t>
      </w:r>
    </w:p>
    <w:p w14:paraId="3057F8D7" w14:textId="49EEA43F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SO112003 (1 příloha)</w:t>
      </w:r>
    </w:p>
    <w:p w14:paraId="1523CF1A" w14:textId="5A82024A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SO112004 (1 příloha)</w:t>
      </w:r>
    </w:p>
    <w:p w14:paraId="3BE5407D" w14:textId="0D66A616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SO112102 (1 příloha)</w:t>
      </w:r>
    </w:p>
    <w:p w14:paraId="3539995F" w14:textId="78344647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SO112402 (1 příloha)</w:t>
      </w:r>
    </w:p>
    <w:p w14:paraId="111D7952" w14:textId="27C8548E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SO122001 (1 příloha)</w:t>
      </w:r>
    </w:p>
    <w:p w14:paraId="701C73B8" w14:textId="5369D2C8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SO122002 (1 příloha)</w:t>
      </w:r>
    </w:p>
    <w:p w14:paraId="69615BFA" w14:textId="42839318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SO122003 (1 příloha)</w:t>
      </w:r>
    </w:p>
    <w:p w14:paraId="693AF189" w14:textId="6BDCE91C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SO122004 (1 příloha)</w:t>
      </w:r>
    </w:p>
    <w:p w14:paraId="561A3A49" w14:textId="19F41598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SO122005 (1 příloha)</w:t>
      </w:r>
    </w:p>
    <w:p w14:paraId="4808CBA2" w14:textId="794C78D8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SO122006 (1 příloha)</w:t>
      </w:r>
    </w:p>
    <w:p w14:paraId="3E34F9EC" w14:textId="6D9FF407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SO122009 (1 příloha)</w:t>
      </w:r>
    </w:p>
    <w:p w14:paraId="63757A97" w14:textId="2C61A92E" w:rsidR="004D0E13" w:rsidRPr="00AF102D" w:rsidRDefault="004D0E13" w:rsidP="00343BDA">
      <w:pPr>
        <w:spacing w:after="0" w:line="240" w:lineRule="auto"/>
        <w:jc w:val="both"/>
      </w:pPr>
      <w:r w:rsidRPr="00AF102D">
        <w:rPr>
          <w:rFonts w:eastAsia="Calibri" w:cs="Times New Roman"/>
          <w:lang w:eastAsia="cs-CZ"/>
        </w:rPr>
        <w:t>SO122010</w:t>
      </w:r>
      <w:r w:rsidRPr="00AF102D">
        <w:t xml:space="preserve"> </w:t>
      </w:r>
      <w:r w:rsidRPr="00AF102D">
        <w:rPr>
          <w:rFonts w:eastAsia="Calibri" w:cs="Times New Roman"/>
          <w:lang w:eastAsia="cs-CZ"/>
        </w:rPr>
        <w:t>(1 příloha)</w:t>
      </w:r>
    </w:p>
    <w:p w14:paraId="6D9D1522" w14:textId="65C44E9F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SO122011 (1 příloha)</w:t>
      </w:r>
    </w:p>
    <w:p w14:paraId="19047A53" w14:textId="72B61BC4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SO122105 (1 příloha)</w:t>
      </w:r>
    </w:p>
    <w:p w14:paraId="22DD3216" w14:textId="69D0312F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SO122106 (1 příloha)</w:t>
      </w:r>
    </w:p>
    <w:p w14:paraId="144A7B21" w14:textId="3FC22EB4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SO122107 (1 příloha)</w:t>
      </w:r>
    </w:p>
    <w:p w14:paraId="3D50191D" w14:textId="569C3FE0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SO122108 (</w:t>
      </w:r>
      <w:r w:rsidR="00E04A45" w:rsidRPr="00AF102D">
        <w:rPr>
          <w:rFonts w:eastAsia="Calibri" w:cs="Times New Roman"/>
          <w:lang w:eastAsia="cs-CZ"/>
        </w:rPr>
        <w:t>2</w:t>
      </w:r>
      <w:r w:rsidRPr="00AF102D">
        <w:rPr>
          <w:rFonts w:eastAsia="Calibri" w:cs="Times New Roman"/>
          <w:lang w:eastAsia="cs-CZ"/>
        </w:rPr>
        <w:t xml:space="preserve"> příloh</w:t>
      </w:r>
      <w:r w:rsidR="00E04A45" w:rsidRPr="00AF102D">
        <w:rPr>
          <w:rFonts w:eastAsia="Calibri" w:cs="Times New Roman"/>
          <w:lang w:eastAsia="cs-CZ"/>
        </w:rPr>
        <w:t>y</w:t>
      </w:r>
      <w:r w:rsidRPr="00AF102D">
        <w:rPr>
          <w:rFonts w:eastAsia="Calibri" w:cs="Times New Roman"/>
          <w:lang w:eastAsia="cs-CZ"/>
        </w:rPr>
        <w:t>)</w:t>
      </w:r>
    </w:p>
    <w:p w14:paraId="2EDD7EA7" w14:textId="1F3C77FC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SO122203 (1 příloha)</w:t>
      </w:r>
    </w:p>
    <w:p w14:paraId="35890424" w14:textId="70863DA3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SO132001 (1 příloha)</w:t>
      </w:r>
    </w:p>
    <w:p w14:paraId="0839A882" w14:textId="7CD3DE4E" w:rsidR="004D0E13" w:rsidRPr="00AF102D" w:rsidRDefault="004D0E13" w:rsidP="00343BD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SO132102 (1 příloha)</w:t>
      </w:r>
    </w:p>
    <w:p w14:paraId="0BC7BD6E" w14:textId="77777777" w:rsidR="00CF617E" w:rsidRDefault="00CF617E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508669" w14:textId="77777777" w:rsidR="00CF617E" w:rsidRDefault="00CF617E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397497" w14:textId="08BACCD4" w:rsidR="004D0E13" w:rsidRPr="00AF102D" w:rsidRDefault="004D0E1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SO1120021 (1 příloha)</w:t>
      </w:r>
    </w:p>
    <w:p w14:paraId="685AE044" w14:textId="5AA386CF" w:rsidR="007F44AF" w:rsidRPr="00AF102D" w:rsidRDefault="007F44AF" w:rsidP="007F44AF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XDC_Pribyslav_Pohled_zm1</w:t>
      </w:r>
      <w:r w:rsidR="004D0E13" w:rsidRPr="00AF102D">
        <w:rPr>
          <w:rFonts w:eastAsia="Calibri" w:cs="Times New Roman"/>
          <w:lang w:eastAsia="cs-CZ"/>
        </w:rPr>
        <w:t>4</w:t>
      </w:r>
      <w:r w:rsidRPr="00AF102D">
        <w:rPr>
          <w:rFonts w:eastAsia="Calibri" w:cs="Times New Roman"/>
          <w:lang w:eastAsia="cs-CZ"/>
        </w:rPr>
        <w:t>-2023100</w:t>
      </w:r>
      <w:r w:rsidR="00AF102D" w:rsidRPr="00AF102D">
        <w:rPr>
          <w:rFonts w:eastAsia="Calibri" w:cs="Times New Roman"/>
          <w:lang w:eastAsia="cs-CZ"/>
        </w:rPr>
        <w:t>9</w:t>
      </w:r>
      <w:r w:rsidRPr="00AF102D">
        <w:rPr>
          <w:rFonts w:eastAsia="Calibri" w:cs="Times New Roman"/>
          <w:lang w:eastAsia="cs-CZ"/>
        </w:rPr>
        <w:t>.xml</w:t>
      </w:r>
    </w:p>
    <w:p w14:paraId="015A8419" w14:textId="5CEBB8F9" w:rsidR="007F44AF" w:rsidRPr="00AF102D" w:rsidRDefault="007F44AF" w:rsidP="007F44AF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AF102D">
        <w:rPr>
          <w:rFonts w:eastAsia="Calibri" w:cs="Times New Roman"/>
          <w:lang w:eastAsia="cs-CZ"/>
        </w:rPr>
        <w:t>XLS_Pribyslav_Pohled_zm1</w:t>
      </w:r>
      <w:r w:rsidR="004D0E13" w:rsidRPr="00AF102D">
        <w:rPr>
          <w:rFonts w:eastAsia="Calibri" w:cs="Times New Roman"/>
          <w:lang w:eastAsia="cs-CZ"/>
        </w:rPr>
        <w:t>4</w:t>
      </w:r>
      <w:r w:rsidRPr="00AF102D">
        <w:rPr>
          <w:rFonts w:eastAsia="Calibri" w:cs="Times New Roman"/>
          <w:lang w:eastAsia="cs-CZ"/>
        </w:rPr>
        <w:t>-2023100</w:t>
      </w:r>
      <w:r w:rsidR="00AF102D" w:rsidRPr="00AF102D">
        <w:rPr>
          <w:rFonts w:eastAsia="Calibri" w:cs="Times New Roman"/>
          <w:lang w:eastAsia="cs-CZ"/>
        </w:rPr>
        <w:t>9</w:t>
      </w:r>
      <w:r w:rsidRPr="00AF102D">
        <w:rPr>
          <w:rFonts w:eastAsia="Calibri" w:cs="Times New Roman"/>
          <w:lang w:eastAsia="cs-CZ"/>
        </w:rPr>
        <w:t>.xlsx</w:t>
      </w:r>
    </w:p>
    <w:p w14:paraId="74537AF9" w14:textId="77777777" w:rsidR="007F44AF" w:rsidRPr="001D5BCA" w:rsidRDefault="007F44AF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B952B7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A7053B" w14:textId="4A19128B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D5BCA">
        <w:rPr>
          <w:rFonts w:eastAsia="Calibri" w:cs="Times New Roman"/>
          <w:lang w:eastAsia="cs-CZ"/>
        </w:rPr>
        <w:t>V Praze dne</w:t>
      </w:r>
      <w:r w:rsidRPr="00BD5319">
        <w:rPr>
          <w:rFonts w:eastAsia="Calibri" w:cs="Times New Roman"/>
          <w:lang w:eastAsia="cs-CZ"/>
        </w:rPr>
        <w:t xml:space="preserve"> </w:t>
      </w:r>
      <w:r w:rsidR="00E90269">
        <w:rPr>
          <w:rFonts w:eastAsia="Calibri" w:cs="Times New Roman"/>
          <w:lang w:eastAsia="cs-CZ"/>
        </w:rPr>
        <w:t>10. října 2023</w:t>
      </w:r>
      <w:bookmarkStart w:id="1" w:name="_GoBack"/>
      <w:bookmarkEnd w:id="1"/>
    </w:p>
    <w:p w14:paraId="1B807E9B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85AF71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006665D" w14:textId="77777777" w:rsidR="00CF617E" w:rsidRDefault="00CF617E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374E57" w14:textId="77777777" w:rsidR="00CF617E" w:rsidRDefault="00CF617E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8D1D08" w14:textId="77777777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243F03" w:rsidRPr="00BD5319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A2D87" w14:textId="77777777" w:rsidR="00261FB9" w:rsidRDefault="00261FB9" w:rsidP="00962258">
      <w:pPr>
        <w:spacing w:after="0" w:line="240" w:lineRule="auto"/>
      </w:pPr>
      <w:r>
        <w:separator/>
      </w:r>
    </w:p>
  </w:endnote>
  <w:endnote w:type="continuationSeparator" w:id="0">
    <w:p w14:paraId="5B3748D4" w14:textId="77777777" w:rsidR="00261FB9" w:rsidRDefault="00261F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5DCB5B2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026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026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F1715C" w:rsidRDefault="00F1715C" w:rsidP="00D831A3">
          <w:pPr>
            <w:pStyle w:val="Zpat"/>
          </w:pPr>
        </w:p>
      </w:tc>
    </w:tr>
  </w:tbl>
  <w:p w14:paraId="7928907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4B3C9691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026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0269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67AD19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D0D7E86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9BBE09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07A3580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712ED1" w:rsidRDefault="00712ED1" w:rsidP="00331004">
          <w:pPr>
            <w:pStyle w:val="Zpat"/>
          </w:pPr>
        </w:p>
      </w:tc>
    </w:tr>
  </w:tbl>
  <w:p w14:paraId="62FC56F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78715" w14:textId="77777777" w:rsidR="00261FB9" w:rsidRDefault="00261FB9" w:rsidP="00962258">
      <w:pPr>
        <w:spacing w:after="0" w:line="240" w:lineRule="auto"/>
      </w:pPr>
      <w:r>
        <w:separator/>
      </w:r>
    </w:p>
  </w:footnote>
  <w:footnote w:type="continuationSeparator" w:id="0">
    <w:p w14:paraId="4FCD069A" w14:textId="77777777" w:rsidR="00261FB9" w:rsidRDefault="00261FB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F1715C" w:rsidRPr="00D6163D" w:rsidRDefault="00F1715C" w:rsidP="00D6163D">
          <w:pPr>
            <w:pStyle w:val="Druhdokumentu"/>
          </w:pPr>
        </w:p>
      </w:tc>
    </w:tr>
  </w:tbl>
  <w:p w14:paraId="3516DDD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F1715C" w:rsidRPr="00D6163D" w:rsidRDefault="00F1715C" w:rsidP="00FC6389">
          <w:pPr>
            <w:pStyle w:val="Druhdokumentu"/>
          </w:pPr>
        </w:p>
      </w:tc>
    </w:tr>
    <w:tr w:rsidR="00F64786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106F17"/>
    <w:multiLevelType w:val="hybridMultilevel"/>
    <w:tmpl w:val="163C627C"/>
    <w:lvl w:ilvl="0" w:tplc="C70EEC4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14493"/>
    <w:multiLevelType w:val="hybridMultilevel"/>
    <w:tmpl w:val="EBF6D30A"/>
    <w:lvl w:ilvl="0" w:tplc="A932704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76403"/>
    <w:multiLevelType w:val="multilevel"/>
    <w:tmpl w:val="0D34D660"/>
    <w:numStyleLink w:val="ListBulletmultilevel"/>
  </w:abstractNum>
  <w:abstractNum w:abstractNumId="14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264A8"/>
    <w:multiLevelType w:val="hybridMultilevel"/>
    <w:tmpl w:val="BA00153A"/>
    <w:lvl w:ilvl="0" w:tplc="5CA81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9A57BE"/>
    <w:multiLevelType w:val="hybridMultilevel"/>
    <w:tmpl w:val="D24642E0"/>
    <w:lvl w:ilvl="0" w:tplc="5CA81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287310"/>
    <w:multiLevelType w:val="hybridMultilevel"/>
    <w:tmpl w:val="DF3ECE32"/>
    <w:lvl w:ilvl="0" w:tplc="15466BC4">
      <w:start w:val="1"/>
      <w:numFmt w:val="decimal"/>
      <w:lvlText w:val="%1.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30E72"/>
    <w:multiLevelType w:val="hybridMultilevel"/>
    <w:tmpl w:val="F864C280"/>
    <w:lvl w:ilvl="0" w:tplc="E24AEFA4">
      <w:start w:val="2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70991"/>
    <w:multiLevelType w:val="multilevel"/>
    <w:tmpl w:val="CABE99FC"/>
    <w:numStyleLink w:val="ListNumbermultilevel"/>
  </w:abstractNum>
  <w:abstractNum w:abstractNumId="31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3"/>
  </w:num>
  <w:num w:numId="4">
    <w:abstractNumId w:val="30"/>
  </w:num>
  <w:num w:numId="5">
    <w:abstractNumId w:val="0"/>
  </w:num>
  <w:num w:numId="6">
    <w:abstractNumId w:val="18"/>
  </w:num>
  <w:num w:numId="7">
    <w:abstractNumId w:val="23"/>
  </w:num>
  <w:num w:numId="8">
    <w:abstractNumId w:val="7"/>
  </w:num>
  <w:num w:numId="9">
    <w:abstractNumId w:val="6"/>
  </w:num>
  <w:num w:numId="10">
    <w:abstractNumId w:val="7"/>
  </w:num>
  <w:num w:numId="11">
    <w:abstractNumId w:val="29"/>
  </w:num>
  <w:num w:numId="12">
    <w:abstractNumId w:val="19"/>
  </w:num>
  <w:num w:numId="13">
    <w:abstractNumId w:val="22"/>
  </w:num>
  <w:num w:numId="14">
    <w:abstractNumId w:val="32"/>
  </w:num>
  <w:num w:numId="15">
    <w:abstractNumId w:val="31"/>
  </w:num>
  <w:num w:numId="16">
    <w:abstractNumId w:val="9"/>
  </w:num>
  <w:num w:numId="17">
    <w:abstractNumId w:val="27"/>
  </w:num>
  <w:num w:numId="18">
    <w:abstractNumId w:val="4"/>
  </w:num>
  <w:num w:numId="19">
    <w:abstractNumId w:val="11"/>
  </w:num>
  <w:num w:numId="20">
    <w:abstractNumId w:val="12"/>
  </w:num>
  <w:num w:numId="21">
    <w:abstractNumId w:val="25"/>
  </w:num>
  <w:num w:numId="22">
    <w:abstractNumId w:val="24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3"/>
  </w:num>
  <w:num w:numId="25">
    <w:abstractNumId w:val="2"/>
  </w:num>
  <w:num w:numId="26">
    <w:abstractNumId w:val="28"/>
  </w:num>
  <w:num w:numId="27">
    <w:abstractNumId w:val="26"/>
  </w:num>
  <w:num w:numId="28">
    <w:abstractNumId w:val="3"/>
  </w:num>
  <w:num w:numId="29">
    <w:abstractNumId w:val="20"/>
  </w:num>
  <w:num w:numId="30">
    <w:abstractNumId w:val="14"/>
  </w:num>
  <w:num w:numId="31">
    <w:abstractNumId w:val="17"/>
  </w:num>
  <w:num w:numId="32">
    <w:abstractNumId w:val="8"/>
  </w:num>
  <w:num w:numId="33">
    <w:abstractNumId w:val="21"/>
  </w:num>
  <w:num w:numId="34">
    <w:abstractNumId w:val="15"/>
  </w:num>
  <w:num w:numId="35">
    <w:abstractNumId w:val="10"/>
  </w:num>
  <w:num w:numId="36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1C0"/>
    <w:rsid w:val="00033432"/>
    <w:rsid w:val="000335CC"/>
    <w:rsid w:val="00035504"/>
    <w:rsid w:val="0004174C"/>
    <w:rsid w:val="00043BA6"/>
    <w:rsid w:val="00044231"/>
    <w:rsid w:val="00050D2C"/>
    <w:rsid w:val="00054AB2"/>
    <w:rsid w:val="000568D5"/>
    <w:rsid w:val="000574A0"/>
    <w:rsid w:val="00060B30"/>
    <w:rsid w:val="000674B1"/>
    <w:rsid w:val="00072C1E"/>
    <w:rsid w:val="00073A8A"/>
    <w:rsid w:val="00080A04"/>
    <w:rsid w:val="0008641E"/>
    <w:rsid w:val="00094774"/>
    <w:rsid w:val="000A177E"/>
    <w:rsid w:val="000B20F0"/>
    <w:rsid w:val="000B3A82"/>
    <w:rsid w:val="000B5F46"/>
    <w:rsid w:val="000B6C7E"/>
    <w:rsid w:val="000B7907"/>
    <w:rsid w:val="000C0429"/>
    <w:rsid w:val="000C1AC6"/>
    <w:rsid w:val="000C45E8"/>
    <w:rsid w:val="000C4E11"/>
    <w:rsid w:val="000E0433"/>
    <w:rsid w:val="000E6AB7"/>
    <w:rsid w:val="000F3763"/>
    <w:rsid w:val="0010266D"/>
    <w:rsid w:val="00113BE0"/>
    <w:rsid w:val="00114472"/>
    <w:rsid w:val="001169E4"/>
    <w:rsid w:val="00116C0A"/>
    <w:rsid w:val="001374A3"/>
    <w:rsid w:val="001477EB"/>
    <w:rsid w:val="00151C84"/>
    <w:rsid w:val="00152D8A"/>
    <w:rsid w:val="00155CF4"/>
    <w:rsid w:val="001564DC"/>
    <w:rsid w:val="00170EC5"/>
    <w:rsid w:val="001747C1"/>
    <w:rsid w:val="0018596A"/>
    <w:rsid w:val="001B12D9"/>
    <w:rsid w:val="001B69C2"/>
    <w:rsid w:val="001B7207"/>
    <w:rsid w:val="001C2535"/>
    <w:rsid w:val="001C4DA0"/>
    <w:rsid w:val="001D1BC2"/>
    <w:rsid w:val="001D4FE0"/>
    <w:rsid w:val="001D5BCA"/>
    <w:rsid w:val="001D6004"/>
    <w:rsid w:val="001F735C"/>
    <w:rsid w:val="001F7685"/>
    <w:rsid w:val="00203EFB"/>
    <w:rsid w:val="00207DF5"/>
    <w:rsid w:val="002131FE"/>
    <w:rsid w:val="00214992"/>
    <w:rsid w:val="00226736"/>
    <w:rsid w:val="00243F03"/>
    <w:rsid w:val="00245359"/>
    <w:rsid w:val="00247AFA"/>
    <w:rsid w:val="0025526D"/>
    <w:rsid w:val="002570F5"/>
    <w:rsid w:val="0026163B"/>
    <w:rsid w:val="00261FB9"/>
    <w:rsid w:val="00267369"/>
    <w:rsid w:val="0026785D"/>
    <w:rsid w:val="002816A2"/>
    <w:rsid w:val="002B09DF"/>
    <w:rsid w:val="002B1747"/>
    <w:rsid w:val="002C31BF"/>
    <w:rsid w:val="002E0CD7"/>
    <w:rsid w:val="002F026B"/>
    <w:rsid w:val="002F23C9"/>
    <w:rsid w:val="003219F5"/>
    <w:rsid w:val="00342933"/>
    <w:rsid w:val="00343B92"/>
    <w:rsid w:val="00343BDA"/>
    <w:rsid w:val="00357BC6"/>
    <w:rsid w:val="003621E9"/>
    <w:rsid w:val="0036575C"/>
    <w:rsid w:val="0037111D"/>
    <w:rsid w:val="00374650"/>
    <w:rsid w:val="003756B9"/>
    <w:rsid w:val="00382351"/>
    <w:rsid w:val="003956C6"/>
    <w:rsid w:val="003A1936"/>
    <w:rsid w:val="003C256A"/>
    <w:rsid w:val="003E6B9A"/>
    <w:rsid w:val="003E75CE"/>
    <w:rsid w:val="003F0BCD"/>
    <w:rsid w:val="00401035"/>
    <w:rsid w:val="00412437"/>
    <w:rsid w:val="0041380F"/>
    <w:rsid w:val="00427D32"/>
    <w:rsid w:val="00434450"/>
    <w:rsid w:val="00450F07"/>
    <w:rsid w:val="00450F83"/>
    <w:rsid w:val="00453CD3"/>
    <w:rsid w:val="00455BC7"/>
    <w:rsid w:val="00460660"/>
    <w:rsid w:val="00460CCB"/>
    <w:rsid w:val="00473421"/>
    <w:rsid w:val="00477370"/>
    <w:rsid w:val="00481F1D"/>
    <w:rsid w:val="00484581"/>
    <w:rsid w:val="00486107"/>
    <w:rsid w:val="00491827"/>
    <w:rsid w:val="004926B0"/>
    <w:rsid w:val="0049790F"/>
    <w:rsid w:val="004A7C69"/>
    <w:rsid w:val="004C35D9"/>
    <w:rsid w:val="004C4399"/>
    <w:rsid w:val="004C69ED"/>
    <w:rsid w:val="004C787C"/>
    <w:rsid w:val="004D0E13"/>
    <w:rsid w:val="004D1BEB"/>
    <w:rsid w:val="004D6088"/>
    <w:rsid w:val="004E15C7"/>
    <w:rsid w:val="004F419C"/>
    <w:rsid w:val="004F4B9B"/>
    <w:rsid w:val="00501654"/>
    <w:rsid w:val="00511AB9"/>
    <w:rsid w:val="00523EA7"/>
    <w:rsid w:val="005316F4"/>
    <w:rsid w:val="0053751D"/>
    <w:rsid w:val="00542527"/>
    <w:rsid w:val="00551D1F"/>
    <w:rsid w:val="00553375"/>
    <w:rsid w:val="005560CE"/>
    <w:rsid w:val="00556C2B"/>
    <w:rsid w:val="00561116"/>
    <w:rsid w:val="005658A6"/>
    <w:rsid w:val="005712FC"/>
    <w:rsid w:val="005720E7"/>
    <w:rsid w:val="005722BB"/>
    <w:rsid w:val="0057345B"/>
    <w:rsid w:val="005736B7"/>
    <w:rsid w:val="00575E5A"/>
    <w:rsid w:val="00582931"/>
    <w:rsid w:val="00584E2A"/>
    <w:rsid w:val="00596C7E"/>
    <w:rsid w:val="005A35A2"/>
    <w:rsid w:val="005A5F24"/>
    <w:rsid w:val="005A64E9"/>
    <w:rsid w:val="005B5EE9"/>
    <w:rsid w:val="005D3896"/>
    <w:rsid w:val="005D6E6B"/>
    <w:rsid w:val="005E17CB"/>
    <w:rsid w:val="0060322E"/>
    <w:rsid w:val="00606AF3"/>
    <w:rsid w:val="006104F6"/>
    <w:rsid w:val="0061068E"/>
    <w:rsid w:val="00612BBE"/>
    <w:rsid w:val="006218C6"/>
    <w:rsid w:val="006357B2"/>
    <w:rsid w:val="006362AC"/>
    <w:rsid w:val="00654831"/>
    <w:rsid w:val="00660AD3"/>
    <w:rsid w:val="0069717D"/>
    <w:rsid w:val="006A3B00"/>
    <w:rsid w:val="006A5570"/>
    <w:rsid w:val="006A689C"/>
    <w:rsid w:val="006B3D79"/>
    <w:rsid w:val="006E0578"/>
    <w:rsid w:val="006E314D"/>
    <w:rsid w:val="006E7F06"/>
    <w:rsid w:val="00705E73"/>
    <w:rsid w:val="00710723"/>
    <w:rsid w:val="00712ED1"/>
    <w:rsid w:val="00721446"/>
    <w:rsid w:val="00723ED1"/>
    <w:rsid w:val="00726E42"/>
    <w:rsid w:val="00735ED4"/>
    <w:rsid w:val="00743525"/>
    <w:rsid w:val="00746E54"/>
    <w:rsid w:val="00746F88"/>
    <w:rsid w:val="007531A0"/>
    <w:rsid w:val="0076286B"/>
    <w:rsid w:val="00764595"/>
    <w:rsid w:val="00766846"/>
    <w:rsid w:val="0077673A"/>
    <w:rsid w:val="007846E1"/>
    <w:rsid w:val="007A79C2"/>
    <w:rsid w:val="007B4E8F"/>
    <w:rsid w:val="007B4F86"/>
    <w:rsid w:val="007B570C"/>
    <w:rsid w:val="007B7A7A"/>
    <w:rsid w:val="007C35BC"/>
    <w:rsid w:val="007D025E"/>
    <w:rsid w:val="007D41C7"/>
    <w:rsid w:val="007D6A87"/>
    <w:rsid w:val="007E20EA"/>
    <w:rsid w:val="007E45B2"/>
    <w:rsid w:val="007E4A6E"/>
    <w:rsid w:val="007F2676"/>
    <w:rsid w:val="007F44AF"/>
    <w:rsid w:val="007F56A7"/>
    <w:rsid w:val="007F7B67"/>
    <w:rsid w:val="00807DD0"/>
    <w:rsid w:val="00813F11"/>
    <w:rsid w:val="008166DF"/>
    <w:rsid w:val="008777CD"/>
    <w:rsid w:val="00891334"/>
    <w:rsid w:val="00893E4C"/>
    <w:rsid w:val="008A3568"/>
    <w:rsid w:val="008B4ADA"/>
    <w:rsid w:val="008B73CB"/>
    <w:rsid w:val="008C182B"/>
    <w:rsid w:val="008D03B9"/>
    <w:rsid w:val="008D6C14"/>
    <w:rsid w:val="008F18D6"/>
    <w:rsid w:val="00904780"/>
    <w:rsid w:val="009079DF"/>
    <w:rsid w:val="009113A8"/>
    <w:rsid w:val="009174E4"/>
    <w:rsid w:val="00922385"/>
    <w:rsid w:val="009223DF"/>
    <w:rsid w:val="00936091"/>
    <w:rsid w:val="00940D8A"/>
    <w:rsid w:val="00943562"/>
    <w:rsid w:val="00953DFE"/>
    <w:rsid w:val="00953F57"/>
    <w:rsid w:val="00954B9C"/>
    <w:rsid w:val="00962258"/>
    <w:rsid w:val="009678B7"/>
    <w:rsid w:val="00982411"/>
    <w:rsid w:val="00992D9C"/>
    <w:rsid w:val="00996CB8"/>
    <w:rsid w:val="009A4B81"/>
    <w:rsid w:val="009A5D61"/>
    <w:rsid w:val="009A7568"/>
    <w:rsid w:val="009B0CFF"/>
    <w:rsid w:val="009B1685"/>
    <w:rsid w:val="009B2E97"/>
    <w:rsid w:val="009B3C69"/>
    <w:rsid w:val="009B72CC"/>
    <w:rsid w:val="009E07F4"/>
    <w:rsid w:val="009E0B5E"/>
    <w:rsid w:val="009E2D34"/>
    <w:rsid w:val="009E4698"/>
    <w:rsid w:val="009F392E"/>
    <w:rsid w:val="009F4DE8"/>
    <w:rsid w:val="00A06B1E"/>
    <w:rsid w:val="00A24327"/>
    <w:rsid w:val="00A44328"/>
    <w:rsid w:val="00A6177B"/>
    <w:rsid w:val="00A66136"/>
    <w:rsid w:val="00A84F77"/>
    <w:rsid w:val="00AA4CBB"/>
    <w:rsid w:val="00AA65FA"/>
    <w:rsid w:val="00AA7351"/>
    <w:rsid w:val="00AC3C0E"/>
    <w:rsid w:val="00AC5F09"/>
    <w:rsid w:val="00AD056F"/>
    <w:rsid w:val="00AD2773"/>
    <w:rsid w:val="00AD3AA1"/>
    <w:rsid w:val="00AD6731"/>
    <w:rsid w:val="00AE1DDE"/>
    <w:rsid w:val="00AE50C2"/>
    <w:rsid w:val="00AF102D"/>
    <w:rsid w:val="00AF7E92"/>
    <w:rsid w:val="00B110F5"/>
    <w:rsid w:val="00B15B5E"/>
    <w:rsid w:val="00B15D0D"/>
    <w:rsid w:val="00B23CA3"/>
    <w:rsid w:val="00B24718"/>
    <w:rsid w:val="00B32BE2"/>
    <w:rsid w:val="00B3491A"/>
    <w:rsid w:val="00B45E9E"/>
    <w:rsid w:val="00B47FE2"/>
    <w:rsid w:val="00B54453"/>
    <w:rsid w:val="00B55F9C"/>
    <w:rsid w:val="00B65B02"/>
    <w:rsid w:val="00B75EE1"/>
    <w:rsid w:val="00B77481"/>
    <w:rsid w:val="00B81A3C"/>
    <w:rsid w:val="00B8518B"/>
    <w:rsid w:val="00B948EF"/>
    <w:rsid w:val="00B9569D"/>
    <w:rsid w:val="00BA6351"/>
    <w:rsid w:val="00BB206C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63530"/>
    <w:rsid w:val="00C727E5"/>
    <w:rsid w:val="00C76369"/>
    <w:rsid w:val="00C8207D"/>
    <w:rsid w:val="00C83ABB"/>
    <w:rsid w:val="00CA05E6"/>
    <w:rsid w:val="00CA1A24"/>
    <w:rsid w:val="00CB0913"/>
    <w:rsid w:val="00CB4A71"/>
    <w:rsid w:val="00CB76D2"/>
    <w:rsid w:val="00CB7B5A"/>
    <w:rsid w:val="00CC1E2B"/>
    <w:rsid w:val="00CD0166"/>
    <w:rsid w:val="00CD1FC4"/>
    <w:rsid w:val="00CE371D"/>
    <w:rsid w:val="00CF1155"/>
    <w:rsid w:val="00CF1E07"/>
    <w:rsid w:val="00CF21F0"/>
    <w:rsid w:val="00CF617E"/>
    <w:rsid w:val="00D02A4D"/>
    <w:rsid w:val="00D17667"/>
    <w:rsid w:val="00D21061"/>
    <w:rsid w:val="00D27261"/>
    <w:rsid w:val="00D27F15"/>
    <w:rsid w:val="00D316A7"/>
    <w:rsid w:val="00D4108E"/>
    <w:rsid w:val="00D6163D"/>
    <w:rsid w:val="00D63009"/>
    <w:rsid w:val="00D673FE"/>
    <w:rsid w:val="00D831A3"/>
    <w:rsid w:val="00D86739"/>
    <w:rsid w:val="00D902AD"/>
    <w:rsid w:val="00D9396D"/>
    <w:rsid w:val="00D95C81"/>
    <w:rsid w:val="00DA3A29"/>
    <w:rsid w:val="00DA6D46"/>
    <w:rsid w:val="00DA6FFE"/>
    <w:rsid w:val="00DB253A"/>
    <w:rsid w:val="00DC3110"/>
    <w:rsid w:val="00DD46F3"/>
    <w:rsid w:val="00DD58A6"/>
    <w:rsid w:val="00DD7B86"/>
    <w:rsid w:val="00DE1022"/>
    <w:rsid w:val="00DE56F2"/>
    <w:rsid w:val="00DF116D"/>
    <w:rsid w:val="00E04A45"/>
    <w:rsid w:val="00E10710"/>
    <w:rsid w:val="00E16839"/>
    <w:rsid w:val="00E33416"/>
    <w:rsid w:val="00E3517D"/>
    <w:rsid w:val="00E62C07"/>
    <w:rsid w:val="00E638C9"/>
    <w:rsid w:val="00E824F1"/>
    <w:rsid w:val="00E90269"/>
    <w:rsid w:val="00EA7157"/>
    <w:rsid w:val="00EB104F"/>
    <w:rsid w:val="00ED14BD"/>
    <w:rsid w:val="00ED2EFE"/>
    <w:rsid w:val="00ED6C28"/>
    <w:rsid w:val="00EE17E0"/>
    <w:rsid w:val="00EF133F"/>
    <w:rsid w:val="00EF1D13"/>
    <w:rsid w:val="00EF67FC"/>
    <w:rsid w:val="00F01440"/>
    <w:rsid w:val="00F02578"/>
    <w:rsid w:val="00F1131B"/>
    <w:rsid w:val="00F12DEC"/>
    <w:rsid w:val="00F12ECD"/>
    <w:rsid w:val="00F1542C"/>
    <w:rsid w:val="00F1715C"/>
    <w:rsid w:val="00F310F8"/>
    <w:rsid w:val="00F35939"/>
    <w:rsid w:val="00F45607"/>
    <w:rsid w:val="00F560A6"/>
    <w:rsid w:val="00F6377F"/>
    <w:rsid w:val="00F64786"/>
    <w:rsid w:val="00F659EB"/>
    <w:rsid w:val="00F665D3"/>
    <w:rsid w:val="00F740CF"/>
    <w:rsid w:val="00F75500"/>
    <w:rsid w:val="00F804A7"/>
    <w:rsid w:val="00F862D6"/>
    <w:rsid w:val="00F86BA6"/>
    <w:rsid w:val="00FB0C81"/>
    <w:rsid w:val="00FB1C61"/>
    <w:rsid w:val="00FB4DD9"/>
    <w:rsid w:val="00FC2A20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2601C2-37BC-4A89-99FC-3FE2F745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8</Pages>
  <Words>3063</Words>
  <Characters>18075</Characters>
  <Application>Microsoft Office Word</Application>
  <DocSecurity>0</DocSecurity>
  <Lines>150</Lines>
  <Paragraphs>42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2</cp:revision>
  <cp:lastPrinted>2023-10-09T11:38:00Z</cp:lastPrinted>
  <dcterms:created xsi:type="dcterms:W3CDTF">2023-10-10T08:46:00Z</dcterms:created>
  <dcterms:modified xsi:type="dcterms:W3CDTF">2023-10-10T08:46:00Z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