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1C18014B" w14:textId="77777777" w:rsidR="00893678" w:rsidRPr="0081206E" w:rsidRDefault="00413E5D" w:rsidP="00893678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E56B2D">
        <w:rPr>
          <w:b/>
        </w:rPr>
        <w:t xml:space="preserve">Měřící </w:t>
      </w:r>
      <w:r w:rsidR="00C43C99">
        <w:rPr>
          <w:b/>
        </w:rPr>
        <w:t>a diagnostick</w:t>
      </w:r>
      <w:r w:rsidR="002801ED">
        <w:rPr>
          <w:b/>
        </w:rPr>
        <w:t>ý</w:t>
      </w:r>
      <w:r w:rsidR="00C43C99">
        <w:rPr>
          <w:b/>
        </w:rPr>
        <w:t xml:space="preserve"> </w:t>
      </w:r>
      <w:r w:rsidR="00E56B2D">
        <w:rPr>
          <w:b/>
        </w:rPr>
        <w:t xml:space="preserve">přístroj pro </w:t>
      </w:r>
      <w:r w:rsidR="003D0A19">
        <w:rPr>
          <w:b/>
        </w:rPr>
        <w:t>balíz</w:t>
      </w:r>
      <w:r w:rsidR="00E56B2D">
        <w:rPr>
          <w:b/>
        </w:rPr>
        <w:t>y</w:t>
      </w:r>
      <w:r w:rsidR="002801ED">
        <w:rPr>
          <w:b/>
        </w:rPr>
        <w:t xml:space="preserve"> </w:t>
      </w:r>
      <w:r w:rsidR="000F41C7" w:rsidRPr="0008575D">
        <w:t xml:space="preserve">je </w:t>
      </w:r>
      <w:r w:rsidR="00893678" w:rsidRPr="00290A77">
        <w:rPr>
          <w:bCs/>
        </w:rPr>
        <w:t xml:space="preserve">nákup přístroje </w:t>
      </w:r>
      <w:r w:rsidR="00893678" w:rsidRPr="0008575D">
        <w:t>určen</w:t>
      </w:r>
      <w:r w:rsidR="00893678">
        <w:t>ého</w:t>
      </w:r>
      <w:r w:rsidR="00893678" w:rsidRPr="0008575D">
        <w:t xml:space="preserve"> </w:t>
      </w:r>
      <w:r w:rsidR="00893678">
        <w:t>pro potřebu správy SZT pro diagnostiku a programování balíz</w:t>
      </w:r>
      <w:r w:rsidR="00893678" w:rsidRPr="008A795D">
        <w:rPr>
          <w:bCs/>
        </w:rPr>
        <w:t xml:space="preserve"> </w:t>
      </w:r>
      <w:r w:rsidR="00893678">
        <w:rPr>
          <w:bCs/>
        </w:rPr>
        <w:t xml:space="preserve">(musí umožňovat diagnostiku a programování balíz: </w:t>
      </w:r>
      <w:r w:rsidR="00893678" w:rsidRPr="008A795D">
        <w:rPr>
          <w:bCs/>
        </w:rPr>
        <w:t>přepínatelné a nepřepínatelné balízy SIEMENS S21</w:t>
      </w:r>
      <w:r w:rsidR="00893678">
        <w:rPr>
          <w:bCs/>
        </w:rPr>
        <w:t>)</w:t>
      </w:r>
      <w:r w:rsidR="00893678" w:rsidRPr="0081206E">
        <w:t>.</w:t>
      </w:r>
    </w:p>
    <w:p w14:paraId="06727756" w14:textId="5FF6659F" w:rsidR="00CD3E6B" w:rsidRDefault="00893678" w:rsidP="00893678">
      <w:pPr>
        <w:pStyle w:val="Odstavecseseznamem"/>
        <w:numPr>
          <w:ilvl w:val="0"/>
          <w:numId w:val="11"/>
        </w:numPr>
        <w:spacing w:after="0"/>
        <w:ind w:left="1066" w:hanging="357"/>
        <w:jc w:val="both"/>
      </w:pPr>
      <w:r w:rsidRPr="0081206E">
        <w:t>Nabízen</w:t>
      </w:r>
      <w:r>
        <w:t>ý</w:t>
      </w:r>
      <w:r w:rsidRPr="0081206E">
        <w:t xml:space="preserve"> (dodávan</w:t>
      </w:r>
      <w:r>
        <w:t>ý</w:t>
      </w:r>
      <w:r w:rsidRPr="0081206E">
        <w:t xml:space="preserve">) </w:t>
      </w:r>
      <w:r>
        <w:t>přístroj</w:t>
      </w:r>
      <w:r w:rsidRPr="0081206E">
        <w:t xml:space="preserve"> požaduje zadavatel zakázky</w:t>
      </w:r>
      <w:r>
        <w:t xml:space="preserve"> dodat zcela</w:t>
      </w:r>
      <w:r w:rsidRPr="0081206E">
        <w:t xml:space="preserve"> nov</w:t>
      </w:r>
      <w:r>
        <w:t>ý</w:t>
      </w:r>
      <w:r w:rsidRPr="0081206E">
        <w:t xml:space="preserve"> a nepoužit</w:t>
      </w:r>
      <w:r>
        <w:t>ý</w:t>
      </w:r>
      <w:r w:rsidRPr="0081206E">
        <w:t>. Nepřipouští se nabídka použit</w:t>
      </w:r>
      <w:r>
        <w:t>ého</w:t>
      </w:r>
      <w:r w:rsidRPr="0081206E">
        <w:t>, případně „předváděcíh</w:t>
      </w:r>
      <w:r>
        <w:t>o“</w:t>
      </w:r>
      <w:r w:rsidRPr="0081206E">
        <w:t xml:space="preserve"> </w:t>
      </w:r>
      <w:r>
        <w:t>výrobku</w:t>
      </w:r>
      <w:r w:rsidRPr="0081206E">
        <w:t>.</w:t>
      </w:r>
    </w:p>
    <w:p w14:paraId="54A2D1CA" w14:textId="55EFE502" w:rsidR="006A18D3" w:rsidRPr="00893678" w:rsidRDefault="006A18D3" w:rsidP="006A18D3">
      <w:pPr>
        <w:pStyle w:val="Normlnweb"/>
        <w:numPr>
          <w:ilvl w:val="0"/>
          <w:numId w:val="11"/>
        </w:numPr>
        <w:spacing w:after="0"/>
        <w:ind w:left="1066" w:hanging="357"/>
        <w:rPr>
          <w:rFonts w:ascii="Verdana" w:hAnsi="Verdana"/>
          <w:color w:val="000000"/>
          <w:szCs w:val="18"/>
        </w:rPr>
      </w:pPr>
      <w:r w:rsidRPr="00893678">
        <w:rPr>
          <w:rFonts w:ascii="Verdana" w:hAnsi="Verdana"/>
          <w:color w:val="000000"/>
          <w:szCs w:val="18"/>
        </w:rPr>
        <w:t>Programovací přípravek pro eurobalízy musí být možno ovládat z libovolného zařízení pomocí standardních komunikačních protokolů Wi-Fi dle IEEE 802.11 a to ve verzi Wi-Fi 4 tj. 802.11n a novější. K ovládání zařízení nesmí být potřeba instalace žádného dodatečného SW mimo SW pro ověření uživatele. </w:t>
      </w:r>
    </w:p>
    <w:p w14:paraId="5EEBF9E7" w14:textId="77777777" w:rsidR="006A18D3" w:rsidRPr="0081206E" w:rsidRDefault="006A18D3" w:rsidP="006A18D3">
      <w:pPr>
        <w:pStyle w:val="Odstavecseseznamem"/>
        <w:ind w:left="1068"/>
        <w:jc w:val="both"/>
      </w:pP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17C47821" w:rsidR="002F52DB" w:rsidRDefault="009B6836" w:rsidP="002F52DB">
      <w:pPr>
        <w:pStyle w:val="Odstavecseseznamem"/>
        <w:numPr>
          <w:ilvl w:val="0"/>
          <w:numId w:val="10"/>
        </w:numPr>
        <w:jc w:val="both"/>
      </w:pPr>
      <w:r>
        <w:t xml:space="preserve">2x – </w:t>
      </w:r>
      <w:r w:rsidR="00E936C0">
        <w:t xml:space="preserve">Měřící </w:t>
      </w:r>
      <w:r w:rsidR="00C43C99">
        <w:t xml:space="preserve">a diagnostický </w:t>
      </w:r>
      <w:r w:rsidR="00E936C0">
        <w:t xml:space="preserve">přístroj </w:t>
      </w:r>
      <w:r w:rsidR="00893678">
        <w:t xml:space="preserve">pro typ balíz: </w:t>
      </w:r>
      <w:r w:rsidR="00E936C0">
        <w:t xml:space="preserve"> přepínatelné a nepřepínatelné balízy </w:t>
      </w:r>
      <w:r w:rsidR="00893678">
        <w:t xml:space="preserve">typu </w:t>
      </w:r>
      <w:r w:rsidR="00975C21">
        <w:t xml:space="preserve">SIEMENS </w:t>
      </w:r>
      <w:r w:rsidR="00893678">
        <w:t>S21</w:t>
      </w:r>
    </w:p>
    <w:p w14:paraId="7429E433" w14:textId="77777777" w:rsidR="00893678" w:rsidRPr="0086615B" w:rsidRDefault="00893678" w:rsidP="00893678">
      <w:pPr>
        <w:pStyle w:val="Odstavecseseznamem"/>
        <w:ind w:left="1068"/>
        <w:jc w:val="both"/>
      </w:pPr>
      <w:r>
        <w:t>(souvislost s typem balíz instalovaných na železniční dopravní cestě zadavatele)</w:t>
      </w:r>
    </w:p>
    <w:p w14:paraId="693A144E" w14:textId="77777777" w:rsidR="00893678" w:rsidRPr="00612482" w:rsidRDefault="00893678" w:rsidP="00893678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3477D996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3D0A19">
        <w:t xml:space="preserve">v </w:t>
      </w:r>
      <w:r w:rsidR="00210FD8">
        <w:t>anglickém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4D426B2F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</w:t>
      </w:r>
      <w:r w:rsidR="003D0A19">
        <w:t>a na jakost po dobu minimálně 60</w:t>
      </w:r>
      <w:r w:rsidRPr="003E0DDA">
        <w:t xml:space="preserve">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2007731A" w14:textId="77777777" w:rsidR="00893678" w:rsidRPr="002E046A" w:rsidRDefault="00893678" w:rsidP="00893678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58D78216" w14:textId="77777777" w:rsidR="00893678" w:rsidRDefault="00893678" w:rsidP="00893678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5EA6776F" w14:textId="77777777" w:rsidR="00893678" w:rsidRPr="002741EA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14EB3BFF" w14:textId="3340B750" w:rsidR="00EB2B45" w:rsidRPr="00B34153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Pr="00C233B5">
        <w:t>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DA8D07C" w14:textId="77777777" w:rsidR="00893678" w:rsidRDefault="00893678" w:rsidP="00893678">
      <w:pPr>
        <w:jc w:val="both"/>
        <w:rPr>
          <w:b/>
        </w:rPr>
      </w:pPr>
    </w:p>
    <w:p w14:paraId="250B6307" w14:textId="77777777" w:rsidR="00893678" w:rsidRDefault="00893678" w:rsidP="00893678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893678" w:rsidRPr="004D2143" w14:paraId="17F96396" w14:textId="77777777" w:rsidTr="00050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7DF0FBB0" w14:textId="55DDE44B" w:rsidR="00893678" w:rsidRP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93678">
              <w:rPr>
                <w:caps/>
              </w:rPr>
              <w:t>Měřící a diagnostický přístroj pro balízy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20F48C5F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proofErr w:type="gramStart"/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  <w:proofErr w:type="gramEnd"/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60B9CEAF" w14:textId="77777777" w:rsidR="00893678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PŘÍSTROJE</w:t>
            </w:r>
          </w:p>
          <w:p w14:paraId="533AF5ED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požadované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hodnoty)</w:t>
            </w:r>
          </w:p>
        </w:tc>
      </w:tr>
      <w:tr w:rsidR="00893678" w:rsidRPr="004D2143" w14:paraId="791189A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556E26D7" w14:textId="348EFA95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0" w:name="_Hlk133992566"/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PŘÍSTROJ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model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/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typ)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7DD4EC87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C8302DB" w14:textId="77777777" w:rsidR="00893678" w:rsidRPr="004D2143" w:rsidRDefault="00893678" w:rsidP="00050D66">
            <w:pPr>
              <w:ind w:hanging="1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PRODÁVAJÍCÍ</w:t>
            </w:r>
            <w:r w:rsidRPr="000260F5">
              <w:rPr>
                <w:b/>
                <w:bCs/>
              </w:rPr>
              <w:t>]"</w:t>
            </w:r>
          </w:p>
        </w:tc>
      </w:tr>
      <w:bookmarkEnd w:id="0"/>
      <w:tr w:rsidR="00893678" w:rsidRPr="004D2143" w14:paraId="60BE09A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0DB0D36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Určeno pro typ balíz: přepínatelné a nepřepínatelné balízy typu SIEMENS S21</w:t>
            </w:r>
          </w:p>
        </w:tc>
        <w:tc>
          <w:tcPr>
            <w:tcW w:w="1629" w:type="dxa"/>
            <w:noWrap/>
            <w:vAlign w:val="center"/>
          </w:tcPr>
          <w:p w14:paraId="5E968AF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05ED27E" w14:textId="77777777" w:rsidR="00893678" w:rsidRPr="007A4A7E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FC95CA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58562B8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Popruh</w:t>
            </w:r>
          </w:p>
        </w:tc>
        <w:tc>
          <w:tcPr>
            <w:tcW w:w="1629" w:type="dxa"/>
            <w:noWrap/>
            <w:vAlign w:val="center"/>
          </w:tcPr>
          <w:p w14:paraId="1929343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CC5EAB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CDC8027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5AF4FA30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032EFD20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10 kg</w:t>
            </w:r>
          </w:p>
        </w:tc>
        <w:tc>
          <w:tcPr>
            <w:tcW w:w="2491" w:type="dxa"/>
            <w:noWrap/>
            <w:vAlign w:val="center"/>
            <w:hideMark/>
          </w:tcPr>
          <w:p w14:paraId="3CB1678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0A841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22D432B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0D768AC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7B7036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bookmarkEnd w:id="1"/>
      <w:tr w:rsidR="00893678" w:rsidRPr="004D2143" w14:paraId="3117B865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7786DCF" w14:textId="3CF0773B" w:rsidR="00893678" w:rsidRPr="00D57354" w:rsidRDefault="00893678" w:rsidP="00893678">
            <w:pPr>
              <w:jc w:val="both"/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Náhradní baterie pro ruční terminál</w:t>
            </w:r>
          </w:p>
        </w:tc>
        <w:tc>
          <w:tcPr>
            <w:tcW w:w="1629" w:type="dxa"/>
            <w:noWrap/>
            <w:vAlign w:val="center"/>
          </w:tcPr>
          <w:p w14:paraId="621994F5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A747777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4BF9F91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609BBF3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Pouzdro na ruční terminál</w:t>
            </w:r>
          </w:p>
        </w:tc>
        <w:tc>
          <w:tcPr>
            <w:tcW w:w="1629" w:type="dxa"/>
            <w:noWrap/>
            <w:vAlign w:val="center"/>
          </w:tcPr>
          <w:p w14:paraId="6E7C617F" w14:textId="77777777" w:rsidR="00893678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4B527AB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8AC62F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6594C59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Servisní CD pro TPG</w:t>
            </w:r>
          </w:p>
        </w:tc>
        <w:tc>
          <w:tcPr>
            <w:tcW w:w="1629" w:type="dxa"/>
            <w:noWrap/>
            <w:vAlign w:val="center"/>
          </w:tcPr>
          <w:p w14:paraId="0AD2E7E6" w14:textId="77777777" w:rsidR="00893678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81715CE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72671B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85D837B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Nabíječ pro měřící přístroj</w:t>
            </w:r>
          </w:p>
        </w:tc>
        <w:tc>
          <w:tcPr>
            <w:tcW w:w="1629" w:type="dxa"/>
            <w:noWrap/>
            <w:vAlign w:val="center"/>
          </w:tcPr>
          <w:p w14:paraId="1689F927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627FD1F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3B3D712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8E46E90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Dokovací stanice </w:t>
            </w:r>
          </w:p>
        </w:tc>
        <w:tc>
          <w:tcPr>
            <w:tcW w:w="1629" w:type="dxa"/>
            <w:noWrap/>
            <w:vAlign w:val="center"/>
          </w:tcPr>
          <w:p w14:paraId="1E726D4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6D7AE1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5A8512E6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F2AE11A" w14:textId="77777777" w:rsidR="00893678" w:rsidRPr="003D0A19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3D0A19">
              <w:rPr>
                <w:rFonts w:ascii="Verdana" w:eastAsia="Times New Roman" w:hAnsi="Verdana" w:cs="Times New Roman"/>
                <w:b w:val="0"/>
                <w:lang w:eastAsia="cs-CZ"/>
              </w:rPr>
              <w:t>SD karta</w:t>
            </w:r>
          </w:p>
        </w:tc>
        <w:tc>
          <w:tcPr>
            <w:tcW w:w="1629" w:type="dxa"/>
            <w:noWrap/>
            <w:vAlign w:val="center"/>
          </w:tcPr>
          <w:p w14:paraId="6B0A668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90D33B3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53FCE94" w14:textId="77777777" w:rsidTr="00050D66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E32D639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(přepínatelná, nepřepínatelná </w:t>
            </w:r>
            <w:proofErr w:type="spellStart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balíza</w:t>
            </w:r>
            <w:proofErr w:type="spellEnd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– funkcionality):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3F512C49" w14:textId="77777777" w:rsidR="00893678" w:rsidRPr="004D2143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281CD5B8" w14:textId="77777777" w:rsidR="00893678" w:rsidRPr="004D2143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893678" w:rsidRPr="004D2143" w14:paraId="26A38FC8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BE502B2" w14:textId="77777777" w:rsidR="00893678" w:rsidRPr="00A976C1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Programování balíz S21</w:t>
            </w:r>
          </w:p>
        </w:tc>
        <w:tc>
          <w:tcPr>
            <w:tcW w:w="1629" w:type="dxa"/>
            <w:noWrap/>
            <w:vAlign w:val="center"/>
          </w:tcPr>
          <w:p w14:paraId="0BA5351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BF37A31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4E14ED3C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CFA74C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kontrolního součtu</w:t>
            </w:r>
          </w:p>
        </w:tc>
        <w:tc>
          <w:tcPr>
            <w:tcW w:w="1629" w:type="dxa"/>
            <w:noWrap/>
            <w:vAlign w:val="center"/>
          </w:tcPr>
          <w:p w14:paraId="1851FEEE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CADAEBB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5269CB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3DE0492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základního telegramu</w:t>
            </w:r>
          </w:p>
        </w:tc>
        <w:tc>
          <w:tcPr>
            <w:tcW w:w="1629" w:type="dxa"/>
            <w:noWrap/>
            <w:vAlign w:val="center"/>
          </w:tcPr>
          <w:p w14:paraId="47620C7C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785DAC6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30E552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55720ED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Porovnání telegramů</w:t>
            </w:r>
          </w:p>
        </w:tc>
        <w:tc>
          <w:tcPr>
            <w:tcW w:w="1629" w:type="dxa"/>
            <w:noWrap/>
            <w:vAlign w:val="center"/>
          </w:tcPr>
          <w:p w14:paraId="6A96F505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C42A14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39EF824E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DA6928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úrovně naindukovaného napětí v balíze napájecím signálem</w:t>
            </w:r>
          </w:p>
        </w:tc>
        <w:tc>
          <w:tcPr>
            <w:tcW w:w="1629" w:type="dxa"/>
            <w:noWrap/>
            <w:vAlign w:val="center"/>
          </w:tcPr>
          <w:p w14:paraId="070112BB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F383253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98EB1DA" w14:textId="77777777" w:rsidTr="004672ED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2D233A3" w14:textId="5A32478D" w:rsidR="00893678" w:rsidRPr="004672ED" w:rsidRDefault="004672ED" w:rsidP="00893678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4672ED">
              <w:rPr>
                <w:rFonts w:ascii="Verdana" w:hAnsi="Verdana"/>
                <w:b w:val="0"/>
                <w:bCs w:val="0"/>
                <w:color w:val="000000"/>
              </w:rPr>
              <w:t>Programovací přípravek pro eurobalízy</w:t>
            </w:r>
            <w:r w:rsidRPr="004672ED">
              <w:rPr>
                <w:rFonts w:ascii="Verdana" w:hAnsi="Verdana"/>
                <w:b w:val="0"/>
                <w:bCs w:val="0"/>
                <w:color w:val="000000"/>
              </w:rPr>
              <w:t xml:space="preserve"> umožňující ovládání </w:t>
            </w:r>
            <w:r w:rsidRPr="004672ED">
              <w:rPr>
                <w:rFonts w:ascii="Verdana" w:hAnsi="Verdana"/>
                <w:b w:val="0"/>
                <w:bCs w:val="0"/>
                <w:color w:val="000000"/>
              </w:rPr>
              <w:t>z libovolného zařízení pomocí standardních komunikačních protokolů Wi-Fi dle IEEE 802.11 a to ve verzi Wi-Fi 4 tj. 802.11n a novější</w:t>
            </w:r>
            <w:r w:rsidRPr="004672ED">
              <w:rPr>
                <w:rFonts w:ascii="Verdana" w:hAnsi="Verdana"/>
                <w:b w:val="0"/>
                <w:bCs w:val="0"/>
                <w:color w:val="000000"/>
              </w:rPr>
              <w:t xml:space="preserve"> bez instalace žádného dodatečného SW</w:t>
            </w:r>
            <w:r w:rsidRPr="004672ED">
              <w:rPr>
                <w:rFonts w:ascii="Verdana" w:hAnsi="Verdana"/>
                <w:b w:val="0"/>
                <w:bCs w:val="0"/>
                <w:color w:val="000000"/>
              </w:rPr>
              <w:t xml:space="preserve"> mimo SW pro ověření uživatele</w:t>
            </w:r>
          </w:p>
        </w:tc>
        <w:tc>
          <w:tcPr>
            <w:tcW w:w="1629" w:type="dxa"/>
            <w:noWrap/>
            <w:vAlign w:val="center"/>
          </w:tcPr>
          <w:p w14:paraId="7513B2B4" w14:textId="3C71610C" w:rsidR="00893678" w:rsidRDefault="00893678" w:rsidP="00893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FBB8FF7" w14:textId="64A4E033" w:rsidR="00893678" w:rsidRPr="00417A87" w:rsidRDefault="00893678" w:rsidP="00893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538C6D62" w14:textId="77777777" w:rsidR="00893678" w:rsidRDefault="00893678" w:rsidP="00893678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9103" w14:textId="77777777" w:rsidR="005536CD" w:rsidRDefault="005536CD" w:rsidP="00962258">
      <w:pPr>
        <w:spacing w:after="0" w:line="240" w:lineRule="auto"/>
      </w:pPr>
      <w:r>
        <w:separator/>
      </w:r>
    </w:p>
  </w:endnote>
  <w:endnote w:type="continuationSeparator" w:id="0">
    <w:p w14:paraId="305025D8" w14:textId="77777777" w:rsidR="005536CD" w:rsidRDefault="005536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4951EA57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065CD07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F5C8" w14:textId="77777777" w:rsidR="005536CD" w:rsidRDefault="005536CD" w:rsidP="00962258">
      <w:pPr>
        <w:spacing w:after="0" w:line="240" w:lineRule="auto"/>
      </w:pPr>
      <w:r>
        <w:separator/>
      </w:r>
    </w:p>
  </w:footnote>
  <w:footnote w:type="continuationSeparator" w:id="0">
    <w:p w14:paraId="2E6AED9D" w14:textId="77777777" w:rsidR="005536CD" w:rsidRDefault="005536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93678" w:rsidRPr="002A6AEA" w14:paraId="3FD79E07" w14:textId="77777777" w:rsidTr="0089367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3190111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714A9767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559F4D65" w14:textId="77777777" w:rsidR="00893678" w:rsidRPr="00E73A03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5B68F9BA" w14:textId="77777777" w:rsidR="00893678" w:rsidRPr="002A6AEA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  <w:p w14:paraId="2369AF7D" w14:textId="77777777" w:rsidR="00893678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</w:tc>
    </w:tr>
    <w:tr w:rsidR="00893678" w14:paraId="6904D335" w14:textId="77777777" w:rsidTr="00893678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7DE5354" w14:textId="77777777" w:rsidR="00893678" w:rsidRPr="00D6163D" w:rsidRDefault="00893678" w:rsidP="00893678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993871553">
    <w:abstractNumId w:val="3"/>
  </w:num>
  <w:num w:numId="2" w16cid:durableId="1590772963">
    <w:abstractNumId w:val="0"/>
  </w:num>
  <w:num w:numId="3" w16cid:durableId="745345703">
    <w:abstractNumId w:val="13"/>
  </w:num>
  <w:num w:numId="4" w16cid:durableId="1221402086">
    <w:abstractNumId w:val="5"/>
  </w:num>
  <w:num w:numId="5" w16cid:durableId="1414158157">
    <w:abstractNumId w:val="10"/>
  </w:num>
  <w:num w:numId="6" w16cid:durableId="1434589626">
    <w:abstractNumId w:val="6"/>
  </w:num>
  <w:num w:numId="7" w16cid:durableId="2039155577">
    <w:abstractNumId w:val="8"/>
  </w:num>
  <w:num w:numId="8" w16cid:durableId="2097512290">
    <w:abstractNumId w:val="4"/>
  </w:num>
  <w:num w:numId="9" w16cid:durableId="1867795522">
    <w:abstractNumId w:val="11"/>
  </w:num>
  <w:num w:numId="10" w16cid:durableId="234901233">
    <w:abstractNumId w:val="1"/>
  </w:num>
  <w:num w:numId="11" w16cid:durableId="848056772">
    <w:abstractNumId w:val="2"/>
  </w:num>
  <w:num w:numId="12" w16cid:durableId="1315336214">
    <w:abstractNumId w:val="12"/>
  </w:num>
  <w:num w:numId="13" w16cid:durableId="1765299228">
    <w:abstractNumId w:val="9"/>
  </w:num>
  <w:num w:numId="14" w16cid:durableId="90533595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9658A"/>
    <w:rsid w:val="001B1147"/>
    <w:rsid w:val="001B24E5"/>
    <w:rsid w:val="001B4E74"/>
    <w:rsid w:val="001D66BD"/>
    <w:rsid w:val="00201F23"/>
    <w:rsid w:val="00207DF5"/>
    <w:rsid w:val="00210FD8"/>
    <w:rsid w:val="0024023A"/>
    <w:rsid w:val="00242B9F"/>
    <w:rsid w:val="00261A5B"/>
    <w:rsid w:val="00267E18"/>
    <w:rsid w:val="002801ED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C0F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0A19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672ED"/>
    <w:rsid w:val="00486107"/>
    <w:rsid w:val="00491827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39DB"/>
    <w:rsid w:val="004E7A1F"/>
    <w:rsid w:val="004F13C2"/>
    <w:rsid w:val="004F4B9B"/>
    <w:rsid w:val="00503DE5"/>
    <w:rsid w:val="00511A78"/>
    <w:rsid w:val="00511AB9"/>
    <w:rsid w:val="00523BB5"/>
    <w:rsid w:val="00523EA7"/>
    <w:rsid w:val="00534019"/>
    <w:rsid w:val="005406EB"/>
    <w:rsid w:val="0054439F"/>
    <w:rsid w:val="00553375"/>
    <w:rsid w:val="005536CD"/>
    <w:rsid w:val="00560D3D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18D3"/>
    <w:rsid w:val="006A5570"/>
    <w:rsid w:val="006A689C"/>
    <w:rsid w:val="006B3D79"/>
    <w:rsid w:val="006C04E1"/>
    <w:rsid w:val="006C7395"/>
    <w:rsid w:val="006E0578"/>
    <w:rsid w:val="006E314D"/>
    <w:rsid w:val="006F1A41"/>
    <w:rsid w:val="00710723"/>
    <w:rsid w:val="0071113A"/>
    <w:rsid w:val="00720768"/>
    <w:rsid w:val="00723ED1"/>
    <w:rsid w:val="00742BF5"/>
    <w:rsid w:val="00742F51"/>
    <w:rsid w:val="00743525"/>
    <w:rsid w:val="007530A7"/>
    <w:rsid w:val="00756436"/>
    <w:rsid w:val="00762065"/>
    <w:rsid w:val="0076286B"/>
    <w:rsid w:val="00766846"/>
    <w:rsid w:val="0077673A"/>
    <w:rsid w:val="007846E1"/>
    <w:rsid w:val="007853DE"/>
    <w:rsid w:val="007A1007"/>
    <w:rsid w:val="007A4A7E"/>
    <w:rsid w:val="007B570C"/>
    <w:rsid w:val="007C0DFD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3678"/>
    <w:rsid w:val="00894C02"/>
    <w:rsid w:val="00895BBB"/>
    <w:rsid w:val="008A3568"/>
    <w:rsid w:val="008D03B9"/>
    <w:rsid w:val="008F18D6"/>
    <w:rsid w:val="008F5B7A"/>
    <w:rsid w:val="00904780"/>
    <w:rsid w:val="0090635F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75C21"/>
    <w:rsid w:val="00981224"/>
    <w:rsid w:val="00984503"/>
    <w:rsid w:val="00984C4A"/>
    <w:rsid w:val="00992D9C"/>
    <w:rsid w:val="00996CB8"/>
    <w:rsid w:val="009B042B"/>
    <w:rsid w:val="009B2E97"/>
    <w:rsid w:val="009B6836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42F7A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3C99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C594E"/>
    <w:rsid w:val="00CD1FC4"/>
    <w:rsid w:val="00CD3E6B"/>
    <w:rsid w:val="00CD64CF"/>
    <w:rsid w:val="00CD7B19"/>
    <w:rsid w:val="00D015F4"/>
    <w:rsid w:val="00D034A0"/>
    <w:rsid w:val="00D21061"/>
    <w:rsid w:val="00D4108E"/>
    <w:rsid w:val="00D57354"/>
    <w:rsid w:val="00D6071C"/>
    <w:rsid w:val="00D60A15"/>
    <w:rsid w:val="00D6163D"/>
    <w:rsid w:val="00D64AC7"/>
    <w:rsid w:val="00D70D53"/>
    <w:rsid w:val="00D75027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56B2D"/>
    <w:rsid w:val="00E762E9"/>
    <w:rsid w:val="00E936C0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180A"/>
    <w:rsid w:val="00F35617"/>
    <w:rsid w:val="00F35939"/>
    <w:rsid w:val="00F36611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535C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C72E5-94F6-45CE-8F26-7CA8F91E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13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</cp:revision>
  <cp:lastPrinted>2021-04-30T10:23:00Z</cp:lastPrinted>
  <dcterms:created xsi:type="dcterms:W3CDTF">2023-10-06T05:51:00Z</dcterms:created>
  <dcterms:modified xsi:type="dcterms:W3CDTF">2023-10-06T10:00:00Z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