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DA8A3EF" w14:textId="77777777" w:rsidTr="00F862D6">
        <w:tc>
          <w:tcPr>
            <w:tcW w:w="1020" w:type="dxa"/>
          </w:tcPr>
          <w:p w14:paraId="7649A4D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F3582C" wp14:editId="213C75DC">
                      <wp:simplePos x="0" y="0"/>
                      <wp:positionH relativeFrom="page">
                        <wp:posOffset>2891790</wp:posOffset>
                      </wp:positionH>
                      <wp:positionV relativeFrom="page">
                        <wp:posOffset>246380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B221E6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F358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7.7pt;margin-top:19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QlmJL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01B221E6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2470417" w14:textId="77777777" w:rsidR="00F64786" w:rsidRDefault="00F64786" w:rsidP="0077673A"/>
        </w:tc>
        <w:tc>
          <w:tcPr>
            <w:tcW w:w="823" w:type="dxa"/>
          </w:tcPr>
          <w:p w14:paraId="79748A3E" w14:textId="77777777" w:rsidR="00F64786" w:rsidRDefault="00F64786" w:rsidP="0077673A"/>
        </w:tc>
        <w:tc>
          <w:tcPr>
            <w:tcW w:w="3685" w:type="dxa"/>
          </w:tcPr>
          <w:p w14:paraId="06E86CF5" w14:textId="77777777" w:rsidR="00F64786" w:rsidRDefault="00F64786" w:rsidP="0077673A"/>
        </w:tc>
      </w:tr>
      <w:tr w:rsidR="00F862D6" w14:paraId="41B4B502" w14:textId="77777777" w:rsidTr="00596C7E">
        <w:tc>
          <w:tcPr>
            <w:tcW w:w="1020" w:type="dxa"/>
          </w:tcPr>
          <w:p w14:paraId="69A5D2C0" w14:textId="77777777" w:rsidR="00F862D6" w:rsidRDefault="00F862D6" w:rsidP="0077673A"/>
        </w:tc>
        <w:tc>
          <w:tcPr>
            <w:tcW w:w="2552" w:type="dxa"/>
          </w:tcPr>
          <w:p w14:paraId="1993022B" w14:textId="77777777" w:rsidR="00F862D6" w:rsidRDefault="00F862D6" w:rsidP="00764595"/>
        </w:tc>
        <w:tc>
          <w:tcPr>
            <w:tcW w:w="823" w:type="dxa"/>
          </w:tcPr>
          <w:p w14:paraId="37C6ED1C" w14:textId="77777777" w:rsidR="00F862D6" w:rsidRDefault="00F862D6" w:rsidP="0077673A"/>
        </w:tc>
        <w:tc>
          <w:tcPr>
            <w:tcW w:w="3685" w:type="dxa"/>
            <w:vMerge w:val="restart"/>
          </w:tcPr>
          <w:p w14:paraId="65831B91" w14:textId="77777777" w:rsidR="00596C7E" w:rsidRDefault="00596C7E" w:rsidP="00596C7E">
            <w:pPr>
              <w:rPr>
                <w:rStyle w:val="Potovnadresa"/>
              </w:rPr>
            </w:pPr>
          </w:p>
          <w:p w14:paraId="71C5860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E0FEB" w14:paraId="378ABE95" w14:textId="77777777" w:rsidTr="00F862D6">
        <w:tc>
          <w:tcPr>
            <w:tcW w:w="1020" w:type="dxa"/>
          </w:tcPr>
          <w:p w14:paraId="4C90D32F" w14:textId="77777777" w:rsidR="00DE0FEB" w:rsidRPr="002551BF" w:rsidRDefault="00DE0FEB" w:rsidP="00DE0FEB">
            <w:r w:rsidRPr="002551BF">
              <w:t>Naše zn.</w:t>
            </w:r>
          </w:p>
        </w:tc>
        <w:tc>
          <w:tcPr>
            <w:tcW w:w="2552" w:type="dxa"/>
          </w:tcPr>
          <w:p w14:paraId="6B029A86" w14:textId="13ACFE58" w:rsidR="00DE0FEB" w:rsidRPr="002551BF" w:rsidRDefault="00C15CA9" w:rsidP="00DE0FEB">
            <w:r w:rsidRPr="00C15CA9">
              <w:t>11795/2023-SŽ-SSV-Ú3</w:t>
            </w:r>
          </w:p>
        </w:tc>
        <w:tc>
          <w:tcPr>
            <w:tcW w:w="823" w:type="dxa"/>
          </w:tcPr>
          <w:p w14:paraId="5DEEE876" w14:textId="77777777" w:rsidR="00DE0FEB" w:rsidRDefault="00DE0FEB" w:rsidP="00DE0FEB"/>
        </w:tc>
        <w:tc>
          <w:tcPr>
            <w:tcW w:w="3685" w:type="dxa"/>
            <w:vMerge/>
          </w:tcPr>
          <w:p w14:paraId="3158D25B" w14:textId="77777777" w:rsidR="00DE0FEB" w:rsidRDefault="00DE0FEB" w:rsidP="00DE0FEB"/>
        </w:tc>
      </w:tr>
      <w:tr w:rsidR="00DE0FEB" w14:paraId="64E6DD30" w14:textId="77777777" w:rsidTr="002551BF">
        <w:trPr>
          <w:trHeight w:val="74"/>
        </w:trPr>
        <w:tc>
          <w:tcPr>
            <w:tcW w:w="1020" w:type="dxa"/>
          </w:tcPr>
          <w:p w14:paraId="60BE2594" w14:textId="77777777" w:rsidR="00DE0FEB" w:rsidRPr="00C15CA9" w:rsidRDefault="00DE0FEB" w:rsidP="00DE0FEB">
            <w:r w:rsidRPr="00C15CA9">
              <w:t>Listů/příloh</w:t>
            </w:r>
          </w:p>
        </w:tc>
        <w:tc>
          <w:tcPr>
            <w:tcW w:w="2552" w:type="dxa"/>
          </w:tcPr>
          <w:p w14:paraId="79B49B98" w14:textId="7D92DC45" w:rsidR="00DE0FEB" w:rsidRPr="00C15CA9" w:rsidRDefault="00FD691D" w:rsidP="00DE0FEB">
            <w:r w:rsidRPr="00C15CA9">
              <w:t>2</w:t>
            </w:r>
            <w:r w:rsidR="002551BF" w:rsidRPr="00C15CA9">
              <w:t>/</w:t>
            </w:r>
            <w:r w:rsidRPr="00C15CA9">
              <w:t>2</w:t>
            </w:r>
          </w:p>
        </w:tc>
        <w:tc>
          <w:tcPr>
            <w:tcW w:w="823" w:type="dxa"/>
          </w:tcPr>
          <w:p w14:paraId="20C20796" w14:textId="77777777" w:rsidR="00DE0FEB" w:rsidRDefault="00DE0FEB" w:rsidP="00DE0FEB"/>
        </w:tc>
        <w:tc>
          <w:tcPr>
            <w:tcW w:w="3685" w:type="dxa"/>
            <w:vMerge/>
          </w:tcPr>
          <w:p w14:paraId="4EA9D896" w14:textId="77777777" w:rsidR="00DE0FEB" w:rsidRDefault="00DE0FEB" w:rsidP="00DE0FEB">
            <w:pPr>
              <w:rPr>
                <w:noProof/>
              </w:rPr>
            </w:pPr>
          </w:p>
        </w:tc>
      </w:tr>
      <w:tr w:rsidR="00DE0FEB" w14:paraId="5DBF3984" w14:textId="77777777" w:rsidTr="00B23CA3">
        <w:trPr>
          <w:trHeight w:val="77"/>
        </w:trPr>
        <w:tc>
          <w:tcPr>
            <w:tcW w:w="1020" w:type="dxa"/>
          </w:tcPr>
          <w:p w14:paraId="07C06D75" w14:textId="77777777" w:rsidR="00DE0FEB" w:rsidRDefault="00DE0FEB" w:rsidP="00DE0FEB"/>
        </w:tc>
        <w:tc>
          <w:tcPr>
            <w:tcW w:w="2552" w:type="dxa"/>
          </w:tcPr>
          <w:p w14:paraId="7C33CE02" w14:textId="77777777" w:rsidR="00DE0FEB" w:rsidRPr="000575AF" w:rsidRDefault="00DE0FEB" w:rsidP="00DE0FEB"/>
        </w:tc>
        <w:tc>
          <w:tcPr>
            <w:tcW w:w="823" w:type="dxa"/>
          </w:tcPr>
          <w:p w14:paraId="6A731EE1" w14:textId="77777777" w:rsidR="00DE0FEB" w:rsidRDefault="00DE0FEB" w:rsidP="00DE0FEB"/>
        </w:tc>
        <w:tc>
          <w:tcPr>
            <w:tcW w:w="3685" w:type="dxa"/>
            <w:vMerge/>
          </w:tcPr>
          <w:p w14:paraId="5D749D31" w14:textId="77777777" w:rsidR="00DE0FEB" w:rsidRDefault="00DE0FEB" w:rsidP="00DE0FEB"/>
        </w:tc>
      </w:tr>
      <w:tr w:rsidR="00DE0FEB" w14:paraId="57EFC33C" w14:textId="77777777" w:rsidTr="00F862D6">
        <w:tc>
          <w:tcPr>
            <w:tcW w:w="1020" w:type="dxa"/>
          </w:tcPr>
          <w:p w14:paraId="0C0E5931" w14:textId="77777777" w:rsidR="00DE0FEB" w:rsidRDefault="00DE0FEB" w:rsidP="00DE0FEB">
            <w:r>
              <w:t>Vyřizuje</w:t>
            </w:r>
          </w:p>
        </w:tc>
        <w:tc>
          <w:tcPr>
            <w:tcW w:w="2552" w:type="dxa"/>
          </w:tcPr>
          <w:p w14:paraId="1D807748" w14:textId="77777777" w:rsidR="00DE0FEB" w:rsidRPr="000575AF" w:rsidRDefault="00DE0FEB" w:rsidP="00DE0FEB">
            <w:r w:rsidRPr="000575AF">
              <w:t>Ing. Radomíra Rečková</w:t>
            </w:r>
          </w:p>
        </w:tc>
        <w:tc>
          <w:tcPr>
            <w:tcW w:w="823" w:type="dxa"/>
          </w:tcPr>
          <w:p w14:paraId="646CCDC3" w14:textId="77777777" w:rsidR="00DE0FEB" w:rsidRDefault="00DE0FEB" w:rsidP="00DE0FEB"/>
        </w:tc>
        <w:tc>
          <w:tcPr>
            <w:tcW w:w="3685" w:type="dxa"/>
            <w:vMerge/>
          </w:tcPr>
          <w:p w14:paraId="3D1E8C0E" w14:textId="77777777" w:rsidR="00DE0FEB" w:rsidRDefault="00DE0FEB" w:rsidP="00DE0FEB"/>
        </w:tc>
      </w:tr>
      <w:tr w:rsidR="00DE0FEB" w14:paraId="1619CD03" w14:textId="77777777" w:rsidTr="00F862D6">
        <w:tc>
          <w:tcPr>
            <w:tcW w:w="1020" w:type="dxa"/>
          </w:tcPr>
          <w:p w14:paraId="2421BFF2" w14:textId="77777777" w:rsidR="00DE0FEB" w:rsidRDefault="00DE0FEB" w:rsidP="00DE0FEB"/>
        </w:tc>
        <w:tc>
          <w:tcPr>
            <w:tcW w:w="2552" w:type="dxa"/>
          </w:tcPr>
          <w:p w14:paraId="3DCD7703" w14:textId="77777777" w:rsidR="00DE0FEB" w:rsidRPr="000575AF" w:rsidRDefault="00DE0FEB" w:rsidP="00DE0FEB"/>
        </w:tc>
        <w:tc>
          <w:tcPr>
            <w:tcW w:w="823" w:type="dxa"/>
          </w:tcPr>
          <w:p w14:paraId="0E5B8E9A" w14:textId="77777777" w:rsidR="00DE0FEB" w:rsidRDefault="00DE0FEB" w:rsidP="00DE0FEB"/>
        </w:tc>
        <w:tc>
          <w:tcPr>
            <w:tcW w:w="3685" w:type="dxa"/>
            <w:vMerge/>
          </w:tcPr>
          <w:p w14:paraId="697A5B9F" w14:textId="77777777" w:rsidR="00DE0FEB" w:rsidRDefault="00DE0FEB" w:rsidP="00DE0FEB"/>
        </w:tc>
      </w:tr>
      <w:tr w:rsidR="00DE0FEB" w14:paraId="73D7E415" w14:textId="77777777" w:rsidTr="00F862D6">
        <w:tc>
          <w:tcPr>
            <w:tcW w:w="1020" w:type="dxa"/>
          </w:tcPr>
          <w:p w14:paraId="76DAB54B" w14:textId="77777777" w:rsidR="00DE0FEB" w:rsidRDefault="00DE0FEB" w:rsidP="00DE0FEB">
            <w:r>
              <w:t>Mobil</w:t>
            </w:r>
          </w:p>
        </w:tc>
        <w:tc>
          <w:tcPr>
            <w:tcW w:w="2552" w:type="dxa"/>
          </w:tcPr>
          <w:p w14:paraId="3F69E9D8" w14:textId="77777777" w:rsidR="00DE0FEB" w:rsidRPr="000575AF" w:rsidRDefault="00DE0FEB" w:rsidP="00DE0FEB">
            <w:r w:rsidRPr="000575AF">
              <w:t>+420 725 744 197</w:t>
            </w:r>
          </w:p>
        </w:tc>
        <w:tc>
          <w:tcPr>
            <w:tcW w:w="823" w:type="dxa"/>
          </w:tcPr>
          <w:p w14:paraId="5D3CD703" w14:textId="77777777" w:rsidR="00DE0FEB" w:rsidRDefault="00DE0FEB" w:rsidP="00DE0FEB"/>
        </w:tc>
        <w:tc>
          <w:tcPr>
            <w:tcW w:w="3685" w:type="dxa"/>
            <w:vMerge/>
          </w:tcPr>
          <w:p w14:paraId="02117C3D" w14:textId="77777777" w:rsidR="00DE0FEB" w:rsidRDefault="00DE0FEB" w:rsidP="00DE0FEB"/>
        </w:tc>
      </w:tr>
      <w:tr w:rsidR="00DE0FEB" w14:paraId="6D6576CC" w14:textId="77777777" w:rsidTr="00F862D6">
        <w:tc>
          <w:tcPr>
            <w:tcW w:w="1020" w:type="dxa"/>
          </w:tcPr>
          <w:p w14:paraId="3C55F51D" w14:textId="77777777" w:rsidR="00DE0FEB" w:rsidRDefault="00DE0FEB" w:rsidP="00DE0FEB">
            <w:r>
              <w:t>E-mail</w:t>
            </w:r>
          </w:p>
        </w:tc>
        <w:tc>
          <w:tcPr>
            <w:tcW w:w="2552" w:type="dxa"/>
          </w:tcPr>
          <w:p w14:paraId="48A93147" w14:textId="77777777" w:rsidR="00DE0FEB" w:rsidRPr="000575AF" w:rsidRDefault="00DE0FEB" w:rsidP="00DE0FEB">
            <w:r w:rsidRPr="000575AF">
              <w:t>Reckova@spravazeleznic.cz</w:t>
            </w:r>
          </w:p>
        </w:tc>
        <w:tc>
          <w:tcPr>
            <w:tcW w:w="823" w:type="dxa"/>
          </w:tcPr>
          <w:p w14:paraId="1DD43F2C" w14:textId="77777777" w:rsidR="00DE0FEB" w:rsidRDefault="00DE0FEB" w:rsidP="00DE0FEB"/>
        </w:tc>
        <w:tc>
          <w:tcPr>
            <w:tcW w:w="3685" w:type="dxa"/>
            <w:vMerge/>
          </w:tcPr>
          <w:p w14:paraId="72882E4F" w14:textId="77777777" w:rsidR="00DE0FEB" w:rsidRDefault="00DE0FEB" w:rsidP="00DE0FEB"/>
        </w:tc>
      </w:tr>
      <w:tr w:rsidR="009A7568" w14:paraId="395041BD" w14:textId="77777777" w:rsidTr="00F862D6">
        <w:tc>
          <w:tcPr>
            <w:tcW w:w="1020" w:type="dxa"/>
          </w:tcPr>
          <w:p w14:paraId="688B51BD" w14:textId="77777777" w:rsidR="009A7568" w:rsidRDefault="009A7568" w:rsidP="009A7568"/>
        </w:tc>
        <w:tc>
          <w:tcPr>
            <w:tcW w:w="2552" w:type="dxa"/>
          </w:tcPr>
          <w:p w14:paraId="43CBB393" w14:textId="77777777" w:rsidR="009A7568" w:rsidRPr="003E6B9A" w:rsidRDefault="009A7568" w:rsidP="009A7568"/>
        </w:tc>
        <w:tc>
          <w:tcPr>
            <w:tcW w:w="823" w:type="dxa"/>
          </w:tcPr>
          <w:p w14:paraId="78B4E82A" w14:textId="77777777" w:rsidR="009A7568" w:rsidRDefault="009A7568" w:rsidP="009A7568"/>
        </w:tc>
        <w:tc>
          <w:tcPr>
            <w:tcW w:w="3685" w:type="dxa"/>
          </w:tcPr>
          <w:p w14:paraId="4F3B8453" w14:textId="77777777" w:rsidR="009A7568" w:rsidRDefault="009A7568" w:rsidP="009A7568"/>
        </w:tc>
      </w:tr>
      <w:tr w:rsidR="009A7568" w14:paraId="1EC8F27A" w14:textId="77777777" w:rsidTr="00F862D6">
        <w:tc>
          <w:tcPr>
            <w:tcW w:w="1020" w:type="dxa"/>
          </w:tcPr>
          <w:p w14:paraId="56F6C47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3DC6DD6" w14:textId="438160D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90709">
              <w:rPr>
                <w:noProof/>
              </w:rPr>
              <w:t>6. října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A6E8BB3" w14:textId="77777777" w:rsidR="009A7568" w:rsidRDefault="009A7568" w:rsidP="009A7568"/>
        </w:tc>
        <w:tc>
          <w:tcPr>
            <w:tcW w:w="3685" w:type="dxa"/>
          </w:tcPr>
          <w:p w14:paraId="0DF22D85" w14:textId="77777777" w:rsidR="009A7568" w:rsidRDefault="009A7568" w:rsidP="009A7568"/>
        </w:tc>
      </w:tr>
      <w:tr w:rsidR="00F64786" w14:paraId="123C3454" w14:textId="77777777" w:rsidTr="00F862D6">
        <w:tc>
          <w:tcPr>
            <w:tcW w:w="1020" w:type="dxa"/>
          </w:tcPr>
          <w:p w14:paraId="1E0AFDC7" w14:textId="77777777" w:rsidR="00F64786" w:rsidRDefault="00F64786" w:rsidP="0077673A"/>
        </w:tc>
        <w:tc>
          <w:tcPr>
            <w:tcW w:w="2552" w:type="dxa"/>
          </w:tcPr>
          <w:p w14:paraId="26B66B6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F42F30F" w14:textId="77777777" w:rsidR="00F64786" w:rsidRDefault="00F64786" w:rsidP="0077673A"/>
        </w:tc>
        <w:tc>
          <w:tcPr>
            <w:tcW w:w="3685" w:type="dxa"/>
          </w:tcPr>
          <w:p w14:paraId="06735979" w14:textId="77777777" w:rsidR="00F64786" w:rsidRDefault="00F64786" w:rsidP="0077673A"/>
        </w:tc>
      </w:tr>
      <w:tr w:rsidR="00F862D6" w14:paraId="4965416B" w14:textId="77777777" w:rsidTr="00B45E9E">
        <w:trPr>
          <w:trHeight w:val="794"/>
        </w:trPr>
        <w:tc>
          <w:tcPr>
            <w:tcW w:w="1020" w:type="dxa"/>
          </w:tcPr>
          <w:p w14:paraId="2AB024ED" w14:textId="77777777" w:rsidR="00F862D6" w:rsidRDefault="00F862D6" w:rsidP="0077673A"/>
        </w:tc>
        <w:tc>
          <w:tcPr>
            <w:tcW w:w="2552" w:type="dxa"/>
          </w:tcPr>
          <w:p w14:paraId="42856A98" w14:textId="77777777" w:rsidR="00F862D6" w:rsidRDefault="00F862D6" w:rsidP="00F310F8"/>
        </w:tc>
        <w:tc>
          <w:tcPr>
            <w:tcW w:w="823" w:type="dxa"/>
          </w:tcPr>
          <w:p w14:paraId="13572289" w14:textId="77777777" w:rsidR="00F862D6" w:rsidRDefault="00F862D6" w:rsidP="0077673A"/>
        </w:tc>
        <w:tc>
          <w:tcPr>
            <w:tcW w:w="3685" w:type="dxa"/>
          </w:tcPr>
          <w:p w14:paraId="10D4A908" w14:textId="77777777" w:rsidR="00F862D6" w:rsidRDefault="00F862D6" w:rsidP="0077673A"/>
        </w:tc>
      </w:tr>
    </w:tbl>
    <w:p w14:paraId="4C8B7179" w14:textId="20D82E26" w:rsidR="00CB7B5A" w:rsidRPr="00DE0FEB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046D4" w:rsidRPr="001046D4">
        <w:rPr>
          <w:rFonts w:eastAsia="Calibri" w:cs="Times New Roman"/>
          <w:b/>
          <w:lang w:eastAsia="cs-CZ"/>
        </w:rPr>
        <w:t>Rekonstrukce výpravní budovy ŽST Senice na Hané</w:t>
      </w:r>
    </w:p>
    <w:p w14:paraId="1C8D135D" w14:textId="4303C609" w:rsidR="00CB7B5A" w:rsidRPr="00DE0FE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E0FEB">
        <w:rPr>
          <w:rFonts w:eastAsia="Calibri" w:cs="Times New Roman"/>
          <w:lang w:eastAsia="cs-CZ"/>
        </w:rPr>
        <w:t xml:space="preserve">Vysvětlení/ změna/ doplnění zadávací dokumentace č. </w:t>
      </w:r>
      <w:r w:rsidR="006254AE">
        <w:rPr>
          <w:rFonts w:eastAsia="Calibri" w:cs="Times New Roman"/>
          <w:lang w:eastAsia="cs-CZ"/>
        </w:rPr>
        <w:t>6</w:t>
      </w:r>
      <w:r w:rsidRPr="00DE0FE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E0FEB">
        <w:rPr>
          <w:rFonts w:eastAsia="Times New Roman" w:cs="Times New Roman"/>
          <w:lang w:eastAsia="cs-CZ"/>
        </w:rPr>
        <w:instrText xml:space="preserve"> FORMTEXT </w:instrText>
      </w:r>
      <w:r w:rsidRPr="00DE0FEB">
        <w:rPr>
          <w:rFonts w:eastAsia="Times New Roman" w:cs="Times New Roman"/>
          <w:lang w:eastAsia="cs-CZ"/>
        </w:rPr>
      </w:r>
      <w:r w:rsidRPr="00DE0FEB">
        <w:rPr>
          <w:rFonts w:eastAsia="Times New Roman" w:cs="Times New Roman"/>
          <w:lang w:eastAsia="cs-CZ"/>
        </w:rPr>
        <w:fldChar w:fldCharType="separate"/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t> </w:t>
      </w:r>
      <w:r w:rsidRPr="00DE0FEB">
        <w:rPr>
          <w:rFonts w:eastAsia="Times New Roman" w:cs="Times New Roman"/>
          <w:lang w:eastAsia="cs-CZ"/>
        </w:rPr>
        <w:fldChar w:fldCharType="end"/>
      </w:r>
      <w:r w:rsidRPr="00DE0FEB">
        <w:rPr>
          <w:rFonts w:eastAsia="Calibri" w:cs="Times New Roman"/>
          <w:lang w:eastAsia="cs-CZ"/>
        </w:rPr>
        <w:t xml:space="preserve"> </w:t>
      </w:r>
    </w:p>
    <w:p w14:paraId="6B2C998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A5D6C1" w14:textId="77777777" w:rsidR="00333258" w:rsidRDefault="00333258" w:rsidP="0033325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F6797C" w14:textId="77777777" w:rsidR="00AC5CEE" w:rsidRDefault="00AC5CEE" w:rsidP="0033325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EEAA29B" w14:textId="77777777" w:rsidR="00AC5CEE" w:rsidRDefault="00AC5CEE" w:rsidP="0033325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2CA392" w14:textId="5691A245" w:rsidR="00333258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6254AE">
        <w:rPr>
          <w:rFonts w:eastAsia="Calibri" w:cs="Times New Roman"/>
          <w:b/>
          <w:lang w:eastAsia="cs-CZ"/>
        </w:rPr>
        <w:t>3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14:paraId="161CF6C7" w14:textId="77777777" w:rsidR="006254AE" w:rsidRPr="006254AE" w:rsidRDefault="006254AE" w:rsidP="006254A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254AE">
        <w:rPr>
          <w:rFonts w:eastAsia="Calibri" w:cs="Times New Roman"/>
          <w:bCs/>
          <w:lang w:eastAsia="cs-CZ"/>
        </w:rPr>
        <w:t xml:space="preserve">Ve výkazu výměr je níže uvedená položka, která odpovídá prvkům K/01 a K/02. </w:t>
      </w:r>
    </w:p>
    <w:p w14:paraId="7033E125" w14:textId="77777777" w:rsidR="006254AE" w:rsidRPr="006254AE" w:rsidRDefault="006254AE" w:rsidP="006254A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254AE">
        <w:rPr>
          <w:rFonts w:eastAsia="Calibri" w:cs="Times New Roman"/>
          <w:bCs/>
          <w:lang w:eastAsia="cs-CZ"/>
        </w:rPr>
        <w:t>Ve výpisu klempířských prvků je ale uvedena RŠ 305mm. Předpokládáme, že se jedná o oplechování parapetů pro okna O1 (6x1,2m), O1a (1x1,2m), O3 (3x0,6m), O4 (3x0,6m), O5 (3x0,6m). Celková délka parapetů, dle výpisu oken, by měla být 13,8m.</w:t>
      </w:r>
    </w:p>
    <w:p w14:paraId="115132C5" w14:textId="77777777" w:rsidR="006254AE" w:rsidRPr="006254AE" w:rsidRDefault="006254AE" w:rsidP="006254A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254AE">
        <w:rPr>
          <w:rFonts w:eastAsia="Calibri" w:cs="Times New Roman"/>
          <w:bCs/>
          <w:lang w:eastAsia="cs-CZ"/>
        </w:rPr>
        <w:t>Prosíme o informaci, co je správně a o případnou opravu výkazu výměr.</w:t>
      </w: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00"/>
        <w:gridCol w:w="1560"/>
        <w:gridCol w:w="4519"/>
        <w:gridCol w:w="680"/>
        <w:gridCol w:w="1260"/>
      </w:tblGrid>
      <w:tr w:rsidR="006254AE" w:rsidRPr="00BA53D3" w14:paraId="3C50625F" w14:textId="77777777" w:rsidTr="006254AE">
        <w:trPr>
          <w:trHeight w:val="750"/>
        </w:trPr>
        <w:tc>
          <w:tcPr>
            <w:tcW w:w="44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5157F39" w14:textId="77777777" w:rsidR="006254AE" w:rsidRPr="00BA53D3" w:rsidRDefault="006254AE" w:rsidP="000767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000000"/>
                <w:lang w:eastAsia="cs-CZ"/>
              </w:rPr>
              <w:t>216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4BE7DA7" w14:textId="77777777" w:rsidR="006254AE" w:rsidRPr="00BA53D3" w:rsidRDefault="006254AE" w:rsidP="000767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000000"/>
                <w:lang w:eastAsia="cs-CZ"/>
              </w:rPr>
              <w:t>K</w:t>
            </w:r>
          </w:p>
        </w:tc>
        <w:tc>
          <w:tcPr>
            <w:tcW w:w="15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AE7689A" w14:textId="77777777" w:rsidR="006254AE" w:rsidRPr="00BA53D3" w:rsidRDefault="006254AE" w:rsidP="00076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000000"/>
                <w:lang w:eastAsia="cs-CZ"/>
              </w:rPr>
              <w:t>764217604</w:t>
            </w:r>
          </w:p>
        </w:tc>
        <w:tc>
          <w:tcPr>
            <w:tcW w:w="451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AA4BC61" w14:textId="77777777" w:rsidR="006254AE" w:rsidRPr="00BA53D3" w:rsidRDefault="006254AE" w:rsidP="00076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000000"/>
                <w:lang w:eastAsia="cs-CZ"/>
              </w:rPr>
              <w:t>Oplechování parapetů z pozinkovaného plechu s povrchovou úpravou oblých nebo ze segmentů, včetně rohů mechanicky kotvené rš 330 mm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CDBA650" w14:textId="77777777" w:rsidR="006254AE" w:rsidRPr="00BA53D3" w:rsidRDefault="006254AE" w:rsidP="000767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000000"/>
                <w:lang w:eastAsia="cs-CZ"/>
              </w:rPr>
              <w:t>m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881311" w14:textId="77777777" w:rsidR="006254AE" w:rsidRPr="00BA53D3" w:rsidRDefault="006254AE" w:rsidP="000767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000000"/>
                <w:lang w:eastAsia="cs-CZ"/>
              </w:rPr>
              <w:t>11,700</w:t>
            </w:r>
          </w:p>
        </w:tc>
      </w:tr>
      <w:tr w:rsidR="006254AE" w:rsidRPr="00BA53D3" w14:paraId="57FFEC8E" w14:textId="77777777" w:rsidTr="006254AE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A9F44" w14:textId="77777777" w:rsidR="006254AE" w:rsidRPr="00BA53D3" w:rsidRDefault="006254AE" w:rsidP="000767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CDBDA" w14:textId="77777777" w:rsidR="006254AE" w:rsidRPr="00BA53D3" w:rsidRDefault="006254AE" w:rsidP="00076748">
            <w:pPr>
              <w:spacing w:after="0" w:line="240" w:lineRule="auto"/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269F" w14:textId="77777777" w:rsidR="006254AE" w:rsidRPr="00BA53D3" w:rsidRDefault="006254AE" w:rsidP="00076748">
            <w:pPr>
              <w:spacing w:after="0" w:line="240" w:lineRule="auto"/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54EDF" w14:textId="77777777" w:rsidR="006254AE" w:rsidRPr="00BA53D3" w:rsidRDefault="006254AE" w:rsidP="00076748">
            <w:pPr>
              <w:spacing w:after="0" w:line="240" w:lineRule="auto"/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  <w:t>7*1,2+6*0,55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81D2" w14:textId="77777777" w:rsidR="006254AE" w:rsidRPr="00BA53D3" w:rsidRDefault="006254AE" w:rsidP="00076748">
            <w:pPr>
              <w:spacing w:after="0" w:line="240" w:lineRule="auto"/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45A11" w14:textId="77777777" w:rsidR="006254AE" w:rsidRPr="00BA53D3" w:rsidRDefault="006254AE" w:rsidP="000767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  <w:t>11,700</w:t>
            </w:r>
          </w:p>
        </w:tc>
      </w:tr>
      <w:tr w:rsidR="006254AE" w:rsidRPr="00BA53D3" w14:paraId="2FD79A56" w14:textId="77777777" w:rsidTr="006254AE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EE23" w14:textId="77777777" w:rsidR="006254AE" w:rsidRPr="00BA53D3" w:rsidRDefault="006254AE" w:rsidP="000767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505050"/>
                <w:sz w:val="16"/>
                <w:szCs w:val="16"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6736F" w14:textId="77777777" w:rsidR="006254AE" w:rsidRPr="00BA53D3" w:rsidRDefault="006254AE" w:rsidP="00076748">
            <w:pPr>
              <w:spacing w:after="0" w:line="240" w:lineRule="auto"/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  <w:t>VV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1E13" w14:textId="77777777" w:rsidR="006254AE" w:rsidRPr="00BA53D3" w:rsidRDefault="006254AE" w:rsidP="00076748">
            <w:pPr>
              <w:spacing w:after="0" w:line="240" w:lineRule="auto"/>
              <w:rPr>
                <w:rFonts w:ascii="Arial" w:eastAsia="Times New Roman" w:hAnsi="Arial" w:cs="Arial"/>
                <w:color w:val="969696"/>
                <w:sz w:val="14"/>
                <w:szCs w:val="14"/>
                <w:lang w:eastAsia="cs-CZ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993F2" w14:textId="77777777" w:rsidR="006254AE" w:rsidRPr="00BA53D3" w:rsidRDefault="006254AE" w:rsidP="0007674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Součet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8AF9" w14:textId="77777777" w:rsidR="006254AE" w:rsidRPr="00BA53D3" w:rsidRDefault="006254AE" w:rsidP="0007674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9470E" w14:textId="77777777" w:rsidR="006254AE" w:rsidRPr="00BA53D3" w:rsidRDefault="006254AE" w:rsidP="000767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BA53D3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11,700</w:t>
            </w:r>
          </w:p>
        </w:tc>
      </w:tr>
    </w:tbl>
    <w:p w14:paraId="0F54B930" w14:textId="7AB67432" w:rsidR="00333258" w:rsidRPr="00704AE3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34B727BB" w14:textId="06DFB248" w:rsidR="00417FBF" w:rsidRPr="00AC5CEE" w:rsidRDefault="00417FBF" w:rsidP="00AC5CE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C5CEE">
        <w:rPr>
          <w:rFonts w:eastAsia="Calibri" w:cs="Times New Roman"/>
          <w:bCs/>
          <w:lang w:eastAsia="cs-CZ"/>
        </w:rPr>
        <w:t>V položce č</w:t>
      </w:r>
      <w:r w:rsidR="00CD5A03" w:rsidRPr="00AC5CEE">
        <w:rPr>
          <w:rFonts w:eastAsia="Calibri" w:cs="Times New Roman"/>
          <w:bCs/>
          <w:lang w:eastAsia="cs-CZ"/>
        </w:rPr>
        <w:t>.</w:t>
      </w:r>
      <w:r w:rsidRPr="00AC5CEE">
        <w:rPr>
          <w:rFonts w:eastAsia="Calibri" w:cs="Times New Roman"/>
          <w:bCs/>
          <w:lang w:eastAsia="cs-CZ"/>
        </w:rPr>
        <w:t xml:space="preserve"> 216 byl upraven výkaz výměr</w:t>
      </w:r>
      <w:r w:rsidR="00E62D61" w:rsidRPr="00AC5CEE">
        <w:rPr>
          <w:rFonts w:eastAsia="Calibri" w:cs="Times New Roman"/>
          <w:bCs/>
          <w:lang w:eastAsia="cs-CZ"/>
        </w:rPr>
        <w:t xml:space="preserve"> a </w:t>
      </w:r>
      <w:r w:rsidR="00CD5A03" w:rsidRPr="00AC5CEE">
        <w:rPr>
          <w:rFonts w:eastAsia="Calibri" w:cs="Times New Roman"/>
          <w:bCs/>
          <w:lang w:eastAsia="cs-CZ"/>
        </w:rPr>
        <w:t>u</w:t>
      </w:r>
      <w:r w:rsidR="00E62D61" w:rsidRPr="00AC5CEE">
        <w:rPr>
          <w:rFonts w:eastAsia="Calibri" w:cs="Times New Roman"/>
          <w:bCs/>
          <w:lang w:eastAsia="cs-CZ"/>
        </w:rPr>
        <w:t>praven počet K02 v 2_119_SO86_71_86_VÝPIS_KLEMPÍŘSKÝCH_PRVKŮ_ZM6.pdf</w:t>
      </w:r>
      <w:r w:rsidR="00CD5A03" w:rsidRPr="00AC5CEE">
        <w:rPr>
          <w:rFonts w:eastAsia="Calibri" w:cs="Times New Roman"/>
          <w:bCs/>
          <w:lang w:eastAsia="cs-CZ"/>
        </w:rPr>
        <w:t>.</w:t>
      </w:r>
    </w:p>
    <w:p w14:paraId="5FC12F29" w14:textId="77777777" w:rsidR="00333258" w:rsidRDefault="00333258" w:rsidP="0033325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20179FD" w14:textId="77777777" w:rsidR="00AC5CEE" w:rsidRDefault="00AC5CEE" w:rsidP="0033325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3B2598" w14:textId="2932A067" w:rsidR="00333258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6254AE">
        <w:rPr>
          <w:rFonts w:eastAsia="Calibri" w:cs="Times New Roman"/>
          <w:b/>
          <w:lang w:eastAsia="cs-CZ"/>
        </w:rPr>
        <w:t>3</w:t>
      </w:r>
      <w:r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6FDCB1CF" w14:textId="6078A8E5" w:rsidR="006247A3" w:rsidRPr="005123F9" w:rsidRDefault="006254AE" w:rsidP="006247A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254AE">
        <w:rPr>
          <w:rFonts w:eastAsia="Calibri" w:cs="Times New Roman"/>
          <w:bCs/>
          <w:lang w:eastAsia="cs-CZ"/>
        </w:rPr>
        <w:t>Ve výpisu dveří je uveden požadavek na zárubně protipožární a zárubně do SDK stěn. Ve výkazu výměr jsou ale pouze položky pro obyčejné ocelové zárubně bez protipožární úpravy, určené pro zdění. Prosíme o opravu ve výkazu výměr.</w:t>
      </w:r>
    </w:p>
    <w:p w14:paraId="0774E283" w14:textId="65738462" w:rsidR="00333258" w:rsidRPr="00704AE3" w:rsidRDefault="00333258" w:rsidP="00333258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29433F0B" w14:textId="77777777" w:rsidR="00417FBF" w:rsidRPr="00AC5CEE" w:rsidRDefault="00417FBF" w:rsidP="00417FBF">
      <w:pPr>
        <w:spacing w:after="0" w:line="240" w:lineRule="auto"/>
        <w:rPr>
          <w:rFonts w:eastAsia="Calibri" w:cs="Times New Roman"/>
          <w:bCs/>
          <w:lang w:eastAsia="cs-CZ"/>
        </w:rPr>
      </w:pPr>
      <w:r w:rsidRPr="00AC5CEE">
        <w:rPr>
          <w:rFonts w:eastAsia="Calibri" w:cs="Times New Roman"/>
          <w:bCs/>
          <w:lang w:eastAsia="cs-CZ"/>
        </w:rPr>
        <w:t xml:space="preserve">U položek č. 94 a 95 změněn výkaz výměr. </w:t>
      </w:r>
    </w:p>
    <w:p w14:paraId="13D64C82" w14:textId="360F15A1" w:rsidR="00417FBF" w:rsidRPr="00AC5CEE" w:rsidRDefault="00417FBF" w:rsidP="00417FBF">
      <w:pPr>
        <w:spacing w:after="0" w:line="240" w:lineRule="auto"/>
        <w:rPr>
          <w:rFonts w:eastAsia="Calibri" w:cs="Times New Roman"/>
          <w:bCs/>
          <w:lang w:eastAsia="cs-CZ"/>
        </w:rPr>
      </w:pPr>
      <w:r w:rsidRPr="00AC5CEE">
        <w:rPr>
          <w:rFonts w:eastAsia="Calibri" w:cs="Times New Roman"/>
          <w:bCs/>
          <w:lang w:eastAsia="cs-CZ"/>
        </w:rPr>
        <w:t>Položka č. 96 změněna na „zárubeň jednokřídlá ocelová pro zdění tl stěny 110-150mm rozměru 900/1970, 2100mmů</w:t>
      </w:r>
      <w:r w:rsidR="00C679F9" w:rsidRPr="00AC5CEE">
        <w:rPr>
          <w:rFonts w:eastAsia="Calibri" w:cs="Times New Roman"/>
          <w:bCs/>
          <w:lang w:eastAsia="cs-CZ"/>
        </w:rPr>
        <w:t>.</w:t>
      </w:r>
    </w:p>
    <w:p w14:paraId="1F41E3F5" w14:textId="26E4E417" w:rsidR="00417FBF" w:rsidRPr="00AC5CEE" w:rsidRDefault="00417FBF" w:rsidP="00417FBF">
      <w:pPr>
        <w:spacing w:after="0" w:line="240" w:lineRule="auto"/>
        <w:rPr>
          <w:rFonts w:eastAsia="Calibri" w:cs="Times New Roman"/>
          <w:bCs/>
          <w:lang w:eastAsia="cs-CZ"/>
        </w:rPr>
      </w:pPr>
      <w:r w:rsidRPr="00AC5CEE">
        <w:rPr>
          <w:rFonts w:eastAsia="Calibri" w:cs="Times New Roman"/>
          <w:bCs/>
          <w:lang w:eastAsia="cs-CZ"/>
        </w:rPr>
        <w:t>Položky č. 97, 98 a 99 byly odstraněny</w:t>
      </w:r>
      <w:r w:rsidR="00C679F9" w:rsidRPr="00AC5CEE">
        <w:rPr>
          <w:rFonts w:eastAsia="Calibri" w:cs="Times New Roman"/>
          <w:bCs/>
          <w:lang w:eastAsia="cs-CZ"/>
        </w:rPr>
        <w:t>.</w:t>
      </w:r>
    </w:p>
    <w:p w14:paraId="07AF5DF8" w14:textId="09383342" w:rsidR="00333258" w:rsidRPr="00AC5CEE" w:rsidRDefault="00417FBF" w:rsidP="00333258">
      <w:pPr>
        <w:spacing w:after="0" w:line="240" w:lineRule="auto"/>
        <w:rPr>
          <w:rFonts w:eastAsia="Calibri" w:cs="Times New Roman"/>
          <w:bCs/>
          <w:lang w:eastAsia="cs-CZ"/>
        </w:rPr>
      </w:pPr>
      <w:r w:rsidRPr="00AC5CEE">
        <w:rPr>
          <w:rFonts w:eastAsia="Calibri" w:cs="Times New Roman"/>
          <w:bCs/>
          <w:lang w:eastAsia="cs-CZ"/>
        </w:rPr>
        <w:t>Byly přidány položky č</w:t>
      </w:r>
      <w:r w:rsidR="00C679F9" w:rsidRPr="00AC5CEE">
        <w:rPr>
          <w:rFonts w:eastAsia="Calibri" w:cs="Times New Roman"/>
          <w:bCs/>
          <w:lang w:eastAsia="cs-CZ"/>
        </w:rPr>
        <w:t xml:space="preserve">. </w:t>
      </w:r>
      <w:r w:rsidR="00CD5A03" w:rsidRPr="00AC5CEE">
        <w:rPr>
          <w:rFonts w:eastAsia="Calibri" w:cs="Times New Roman"/>
          <w:bCs/>
          <w:lang w:eastAsia="cs-CZ"/>
        </w:rPr>
        <w:t xml:space="preserve">381-383 (vložené za položkou </w:t>
      </w:r>
      <w:r w:rsidR="00C679F9" w:rsidRPr="00AC5CEE">
        <w:rPr>
          <w:rFonts w:eastAsia="Calibri" w:cs="Times New Roman"/>
          <w:bCs/>
          <w:lang w:eastAsia="cs-CZ"/>
        </w:rPr>
        <w:t xml:space="preserve">č. </w:t>
      </w:r>
      <w:r w:rsidR="00CD5A03" w:rsidRPr="00AC5CEE">
        <w:rPr>
          <w:rFonts w:eastAsia="Calibri" w:cs="Times New Roman"/>
          <w:bCs/>
          <w:lang w:eastAsia="cs-CZ"/>
        </w:rPr>
        <w:t xml:space="preserve">198 v oddíle 763 Konstrukce suché výstavby) a </w:t>
      </w:r>
      <w:r w:rsidR="00C679F9" w:rsidRPr="00AC5CEE">
        <w:rPr>
          <w:rFonts w:eastAsia="Calibri" w:cs="Times New Roman"/>
          <w:bCs/>
          <w:lang w:eastAsia="cs-CZ"/>
        </w:rPr>
        <w:t xml:space="preserve">č. </w:t>
      </w:r>
      <w:r w:rsidR="00CD5A03" w:rsidRPr="00AC5CEE">
        <w:rPr>
          <w:rFonts w:eastAsia="Calibri" w:cs="Times New Roman"/>
          <w:bCs/>
          <w:lang w:eastAsia="cs-CZ"/>
        </w:rPr>
        <w:t>384-</w:t>
      </w:r>
      <w:r w:rsidR="00C679F9" w:rsidRPr="00AC5CEE">
        <w:rPr>
          <w:rFonts w:eastAsia="Calibri" w:cs="Times New Roman"/>
          <w:bCs/>
          <w:lang w:eastAsia="cs-CZ"/>
        </w:rPr>
        <w:t>389 (vložené za položkou č. 96).</w:t>
      </w:r>
    </w:p>
    <w:p w14:paraId="14A3726A" w14:textId="77777777" w:rsidR="008E4C1C" w:rsidRDefault="008E4C1C" w:rsidP="00333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409C672" w14:textId="77777777" w:rsidR="00AC5CEE" w:rsidRPr="00704AE3" w:rsidRDefault="00AC5CEE" w:rsidP="0033325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DF76B52" w14:textId="3B7866AD" w:rsidR="008E4C1C" w:rsidRDefault="008E4C1C" w:rsidP="008E4C1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6254AE">
        <w:rPr>
          <w:rFonts w:eastAsia="Calibri" w:cs="Times New Roman"/>
          <w:b/>
          <w:lang w:eastAsia="cs-CZ"/>
        </w:rPr>
        <w:t>3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07DCF0CD" w14:textId="1851F0D7" w:rsidR="008E4C1C" w:rsidRPr="005123F9" w:rsidRDefault="006254AE" w:rsidP="008E4C1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254AE">
        <w:rPr>
          <w:rFonts w:eastAsia="Calibri" w:cs="Times New Roman"/>
          <w:bCs/>
          <w:lang w:eastAsia="cs-CZ"/>
        </w:rPr>
        <w:t>Ve výpisu dveří je u stavebního pouzdra požadováno osazení do SDK stěny. Ve výkazu výměr je ale uvedeno osazení stavebního pouzdra posuvných dveří do zděné příčky. Prosíme o opravu ve výkazu výměr.</w:t>
      </w:r>
    </w:p>
    <w:p w14:paraId="420E8AF1" w14:textId="77777777" w:rsidR="008E4C1C" w:rsidRPr="00704AE3" w:rsidRDefault="008E4C1C" w:rsidP="008E4C1C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70A9B4FC" w14:textId="34004C88" w:rsidR="00417FBF" w:rsidRPr="00AC5CEE" w:rsidRDefault="00417FBF" w:rsidP="00AC5CE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C5CEE">
        <w:rPr>
          <w:rFonts w:eastAsia="Calibri" w:cs="Times New Roman"/>
          <w:bCs/>
          <w:lang w:eastAsia="cs-CZ"/>
        </w:rPr>
        <w:t>Položka č</w:t>
      </w:r>
      <w:r w:rsidR="00C679F9" w:rsidRPr="00AC5CEE">
        <w:rPr>
          <w:rFonts w:eastAsia="Calibri" w:cs="Times New Roman"/>
          <w:bCs/>
          <w:lang w:eastAsia="cs-CZ"/>
        </w:rPr>
        <w:t>.</w:t>
      </w:r>
      <w:r w:rsidRPr="00AC5CEE">
        <w:rPr>
          <w:rFonts w:eastAsia="Calibri" w:cs="Times New Roman"/>
          <w:bCs/>
          <w:lang w:eastAsia="cs-CZ"/>
        </w:rPr>
        <w:t xml:space="preserve"> 100 byla změněna na „Montáž pouzdra posuvných dveří s jednou kapsou pro jedno křídlo š do 800 mm do SDK příčky“. Položky č. 100 a 101 </w:t>
      </w:r>
      <w:r w:rsidR="00C679F9" w:rsidRPr="00AC5CEE">
        <w:rPr>
          <w:rFonts w:eastAsia="Calibri" w:cs="Times New Roman"/>
          <w:bCs/>
          <w:lang w:eastAsia="cs-CZ"/>
        </w:rPr>
        <w:t xml:space="preserve">byly </w:t>
      </w:r>
      <w:r w:rsidRPr="00AC5CEE">
        <w:rPr>
          <w:rFonts w:eastAsia="Calibri" w:cs="Times New Roman"/>
          <w:bCs/>
          <w:lang w:eastAsia="cs-CZ"/>
        </w:rPr>
        <w:t>přesunuty do dílu 763 Konstrukce suché výstavby</w:t>
      </w:r>
      <w:r w:rsidR="00C679F9" w:rsidRPr="00AC5CEE">
        <w:rPr>
          <w:rFonts w:eastAsia="Calibri" w:cs="Times New Roman"/>
          <w:bCs/>
          <w:lang w:eastAsia="cs-CZ"/>
        </w:rPr>
        <w:t xml:space="preserve"> za položku č. 205</w:t>
      </w:r>
      <w:r w:rsidR="00052EAA" w:rsidRPr="00AC5CEE">
        <w:rPr>
          <w:rFonts w:eastAsia="Calibri" w:cs="Times New Roman"/>
          <w:bCs/>
          <w:lang w:eastAsia="cs-CZ"/>
        </w:rPr>
        <w:t>.</w:t>
      </w:r>
    </w:p>
    <w:p w14:paraId="0A84BC6D" w14:textId="213D4BDC" w:rsidR="000277FC" w:rsidRPr="00AC5CEE" w:rsidRDefault="000277FC" w:rsidP="00AC5CE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E2C1341" w14:textId="77777777" w:rsidR="00AC5CEE" w:rsidRDefault="00AC5CEE" w:rsidP="00417FB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3237F3E" w14:textId="77777777" w:rsidR="000277FC" w:rsidRDefault="000277FC" w:rsidP="000277F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CB7B5A">
        <w:rPr>
          <w:rFonts w:eastAsia="Calibri" w:cs="Times New Roman"/>
          <w:b/>
          <w:lang w:eastAsia="cs-CZ"/>
        </w:rPr>
        <w:t>:</w:t>
      </w:r>
    </w:p>
    <w:p w14:paraId="53D53408" w14:textId="77777777" w:rsidR="000277FC" w:rsidRPr="00050FEB" w:rsidRDefault="000277FC" w:rsidP="000277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0FEB">
        <w:rPr>
          <w:rFonts w:eastAsia="Calibri" w:cs="Times New Roman"/>
          <w:bCs/>
          <w:lang w:eastAsia="cs-CZ"/>
        </w:rPr>
        <w:t xml:space="preserve">Ve výkazu výměr jsou níže uvedené položky. Položka č. 86 by měla mít, dle našeho názoru, MJ v m. Prosíme o opravu výkazu výměr. </w:t>
      </w:r>
    </w:p>
    <w:p w14:paraId="3539EDD3" w14:textId="77777777" w:rsidR="000277FC" w:rsidRPr="00050FEB" w:rsidRDefault="000277FC" w:rsidP="000277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A65861B" w14:textId="77777777" w:rsidR="000277FC" w:rsidRPr="00050FEB" w:rsidRDefault="000277FC" w:rsidP="000277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00"/>
        <w:gridCol w:w="1560"/>
        <w:gridCol w:w="4580"/>
        <w:gridCol w:w="680"/>
        <w:gridCol w:w="1260"/>
      </w:tblGrid>
      <w:tr w:rsidR="000277FC" w:rsidRPr="00050FEB" w14:paraId="6E7D29CC" w14:textId="77777777" w:rsidTr="00632144">
        <w:trPr>
          <w:trHeight w:val="750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3D6741A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85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530EF6D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K</w:t>
            </w:r>
          </w:p>
        </w:tc>
        <w:tc>
          <w:tcPr>
            <w:tcW w:w="15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5DE451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622212001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A0CC859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Montáž kontaktního zateplení vnějšího ostění, nadpraží nebo parapetu hl. špalety do 200 mm lepením desek z polystyrenu tl do 40 mm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76EDEC3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m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364D647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56,690</w:t>
            </w:r>
          </w:p>
        </w:tc>
      </w:tr>
      <w:tr w:rsidR="000277FC" w:rsidRPr="00050FEB" w14:paraId="0D7C9671" w14:textId="77777777" w:rsidTr="006321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664D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68718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PP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6583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7F224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Montáž kontaktního zateplení vnějšího ostění, nadpraží nebo parapetu lepením z polystyrenových desek hloubky špalet do 200 mm, tloušťky desek do 40 mm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EE3F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0ED4D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</w:tr>
      <w:tr w:rsidR="000277FC" w:rsidRPr="00050FEB" w14:paraId="653C7589" w14:textId="77777777" w:rsidTr="00632144">
        <w:trPr>
          <w:trHeight w:val="330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FA41D00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i/>
                <w:iCs/>
                <w:lang w:eastAsia="cs-CZ"/>
              </w:rPr>
            </w:pPr>
            <w:r w:rsidRPr="00050FEB">
              <w:rPr>
                <w:rFonts w:eastAsia="Calibri" w:cs="Times New Roman"/>
                <w:bCs/>
                <w:i/>
                <w:iCs/>
                <w:lang w:eastAsia="cs-CZ"/>
              </w:rPr>
              <w:t>86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5F992CB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i/>
                <w:iCs/>
                <w:lang w:eastAsia="cs-CZ"/>
              </w:rPr>
            </w:pPr>
            <w:r w:rsidRPr="00050FEB">
              <w:rPr>
                <w:rFonts w:eastAsia="Calibri" w:cs="Times New Roman"/>
                <w:bCs/>
                <w:i/>
                <w:iCs/>
                <w:lang w:eastAsia="cs-CZ"/>
              </w:rPr>
              <w:t>M</w:t>
            </w:r>
          </w:p>
        </w:tc>
        <w:tc>
          <w:tcPr>
            <w:tcW w:w="15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2815115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i/>
                <w:iCs/>
                <w:lang w:eastAsia="cs-CZ"/>
              </w:rPr>
            </w:pPr>
            <w:r w:rsidRPr="00050FEB">
              <w:rPr>
                <w:rFonts w:eastAsia="Calibri" w:cs="Times New Roman"/>
                <w:bCs/>
                <w:i/>
                <w:iCs/>
                <w:lang w:eastAsia="cs-CZ"/>
              </w:rPr>
              <w:t>28374119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6107C95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i/>
                <w:iCs/>
                <w:lang w:eastAsia="cs-CZ"/>
              </w:rPr>
            </w:pPr>
            <w:r w:rsidRPr="00050FEB">
              <w:rPr>
                <w:rFonts w:eastAsia="Calibri" w:cs="Times New Roman"/>
                <w:bCs/>
                <w:i/>
                <w:iCs/>
                <w:lang w:eastAsia="cs-CZ"/>
              </w:rPr>
              <w:t>dekorační prvek fasádní šambrána š do 200mm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1880D77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i/>
                <w:iCs/>
                <w:lang w:eastAsia="cs-CZ"/>
              </w:rPr>
            </w:pPr>
            <w:r w:rsidRPr="00050FEB">
              <w:rPr>
                <w:rFonts w:eastAsia="Calibri" w:cs="Times New Roman"/>
                <w:bCs/>
                <w:i/>
                <w:iCs/>
                <w:lang w:eastAsia="cs-CZ"/>
              </w:rPr>
              <w:t>m2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B793D96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i/>
                <w:iCs/>
                <w:lang w:eastAsia="cs-CZ"/>
              </w:rPr>
            </w:pPr>
            <w:r w:rsidRPr="00050FEB">
              <w:rPr>
                <w:rFonts w:eastAsia="Calibri" w:cs="Times New Roman"/>
                <w:bCs/>
                <w:i/>
                <w:iCs/>
                <w:lang w:eastAsia="cs-CZ"/>
              </w:rPr>
              <w:t>62,359</w:t>
            </w:r>
          </w:p>
        </w:tc>
      </w:tr>
      <w:tr w:rsidR="000277FC" w:rsidRPr="00050FEB" w14:paraId="1BB57061" w14:textId="77777777" w:rsidTr="006321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60500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i/>
                <w:iCs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AB0FB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PP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4812D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C55B8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dekorační prvek fasádní šambrána š do 200mm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3A6D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457C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</w:tr>
      <w:tr w:rsidR="000277FC" w:rsidRPr="00050FEB" w14:paraId="3D1DE4F2" w14:textId="77777777" w:rsidTr="006321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4F3E9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EDBD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VV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3911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7E6A4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56,69*1,1 "Přepočtené koeficientem množství"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F486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9571" w14:textId="77777777" w:rsidR="000277FC" w:rsidRPr="00050FEB" w:rsidRDefault="000277FC" w:rsidP="00632144">
            <w:pPr>
              <w:spacing w:after="0" w:line="240" w:lineRule="auto"/>
              <w:jc w:val="both"/>
              <w:rPr>
                <w:rFonts w:eastAsia="Calibri" w:cs="Times New Roman"/>
                <w:bCs/>
                <w:lang w:eastAsia="cs-CZ"/>
              </w:rPr>
            </w:pPr>
            <w:r w:rsidRPr="00050FEB">
              <w:rPr>
                <w:rFonts w:eastAsia="Calibri" w:cs="Times New Roman"/>
                <w:bCs/>
                <w:lang w:eastAsia="cs-CZ"/>
              </w:rPr>
              <w:t>62,359</w:t>
            </w:r>
          </w:p>
        </w:tc>
      </w:tr>
    </w:tbl>
    <w:p w14:paraId="3EE4EA09" w14:textId="77777777" w:rsidR="000277FC" w:rsidRPr="005123F9" w:rsidRDefault="000277FC" w:rsidP="000277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EF3381A" w14:textId="77777777" w:rsidR="000277FC" w:rsidRPr="00704AE3" w:rsidRDefault="000277FC" w:rsidP="000277FC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03BC3FAD" w14:textId="33357B3D" w:rsidR="000277FC" w:rsidRPr="001046D4" w:rsidRDefault="000277FC" w:rsidP="000277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AC5CEE">
        <w:rPr>
          <w:rFonts w:eastAsia="Calibri" w:cs="Times New Roman"/>
          <w:bCs/>
          <w:lang w:eastAsia="cs-CZ"/>
        </w:rPr>
        <w:t xml:space="preserve">Položka byla </w:t>
      </w:r>
      <w:r w:rsidR="008329E3" w:rsidRPr="00AC5CEE">
        <w:rPr>
          <w:rFonts w:eastAsia="Calibri" w:cs="Times New Roman"/>
          <w:bCs/>
          <w:lang w:eastAsia="cs-CZ"/>
        </w:rPr>
        <w:t>opravena</w:t>
      </w:r>
      <w:r w:rsidRPr="00AC5CEE">
        <w:rPr>
          <w:rFonts w:eastAsia="Calibri" w:cs="Times New Roman"/>
          <w:bCs/>
          <w:lang w:eastAsia="cs-CZ"/>
        </w:rPr>
        <w:t xml:space="preserve"> na</w:t>
      </w:r>
      <w:r w:rsidR="008329E3" w:rsidRPr="00AC5CEE">
        <w:rPr>
          <w:rFonts w:eastAsia="Calibri" w:cs="Times New Roman"/>
          <w:bCs/>
          <w:lang w:eastAsia="cs-CZ"/>
        </w:rPr>
        <w:t xml:space="preserve"> MJ </w:t>
      </w:r>
      <w:r w:rsidRPr="00AC5CEE">
        <w:rPr>
          <w:rFonts w:eastAsia="Calibri" w:cs="Times New Roman"/>
          <w:bCs/>
          <w:lang w:eastAsia="cs-CZ"/>
        </w:rPr>
        <w:t>m.</w:t>
      </w:r>
    </w:p>
    <w:p w14:paraId="1C716D00" w14:textId="77777777" w:rsidR="000277FC" w:rsidRDefault="000277FC" w:rsidP="000277F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4799DE7" w14:textId="77777777" w:rsidR="00AC5CEE" w:rsidRDefault="00AC5CEE" w:rsidP="000277F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66F6919" w14:textId="77777777" w:rsidR="000277FC" w:rsidRDefault="000277FC" w:rsidP="000277F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</w:t>
      </w:r>
      <w:r w:rsidRPr="00CB7B5A">
        <w:rPr>
          <w:rFonts w:eastAsia="Calibri" w:cs="Times New Roman"/>
          <w:b/>
          <w:lang w:eastAsia="cs-CZ"/>
        </w:rPr>
        <w:t>:</w:t>
      </w:r>
    </w:p>
    <w:p w14:paraId="3B1FC497" w14:textId="77777777" w:rsidR="000277FC" w:rsidRPr="005123F9" w:rsidRDefault="000277FC" w:rsidP="000277F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50FEB">
        <w:rPr>
          <w:rFonts w:eastAsia="Calibri" w:cs="Times New Roman"/>
          <w:bCs/>
          <w:lang w:eastAsia="cs-CZ"/>
        </w:rPr>
        <w:t>V rámci dodatečných informací č. 5 (v odpovědi na dotaz č.28) zadavatel specifikoval požadavky na okna. Od renomovaných výrobců oken máme informaci, že požadavek na třídu RC3 splní jen velmi málo firem. Prosíme tedy o zaslání referenčního výrobku</w:t>
      </w:r>
      <w:r>
        <w:rPr>
          <w:rFonts w:eastAsia="Calibri" w:cs="Times New Roman"/>
          <w:bCs/>
          <w:lang w:eastAsia="cs-CZ"/>
        </w:rPr>
        <w:t>.</w:t>
      </w:r>
    </w:p>
    <w:p w14:paraId="4CC5ACE5" w14:textId="77777777" w:rsidR="000277FC" w:rsidRPr="00704AE3" w:rsidRDefault="000277FC" w:rsidP="000277FC">
      <w:pPr>
        <w:spacing w:after="0" w:line="240" w:lineRule="auto"/>
        <w:rPr>
          <w:rFonts w:eastAsia="Calibri" w:cs="Times New Roman"/>
          <w:b/>
          <w:lang w:eastAsia="cs-CZ"/>
        </w:rPr>
      </w:pPr>
      <w:r w:rsidRPr="00704AE3">
        <w:rPr>
          <w:rFonts w:eastAsia="Calibri" w:cs="Times New Roman"/>
          <w:b/>
          <w:lang w:eastAsia="cs-CZ"/>
        </w:rPr>
        <w:t xml:space="preserve">Odpověď: </w:t>
      </w:r>
    </w:p>
    <w:p w14:paraId="5686B770" w14:textId="77777777" w:rsidR="000277FC" w:rsidRPr="00AC5CEE" w:rsidRDefault="000277FC" w:rsidP="000277FC">
      <w:pPr>
        <w:spacing w:after="0" w:line="240" w:lineRule="auto"/>
        <w:rPr>
          <w:rFonts w:eastAsia="Calibri" w:cs="Times New Roman"/>
          <w:bCs/>
          <w:lang w:eastAsia="cs-CZ"/>
        </w:rPr>
      </w:pPr>
      <w:r w:rsidRPr="00AC5CEE">
        <w:rPr>
          <w:rFonts w:eastAsia="Calibri" w:cs="Times New Roman"/>
          <w:bCs/>
          <w:lang w:eastAsia="cs-CZ"/>
        </w:rPr>
        <w:t>Třída RC3 je požadavkem SŽ na zabezpečení. Uvádět referenční výrobky je ve veřejné zakázce zakázáno.</w:t>
      </w:r>
    </w:p>
    <w:p w14:paraId="63824AA9" w14:textId="77777777" w:rsidR="00C734DA" w:rsidRDefault="00C734DA" w:rsidP="006E766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1B9648E" w14:textId="77777777" w:rsidR="006E766C" w:rsidRDefault="006E766C" w:rsidP="006E766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348FD89" w14:textId="1960151A" w:rsidR="000F6CB4" w:rsidRPr="00CB7B5A" w:rsidRDefault="000F6CB4" w:rsidP="000F6C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6F71B8">
        <w:rPr>
          <w:rFonts w:eastAsia="Times New Roman" w:cs="Times New Roman"/>
          <w:lang w:eastAsia="cs-CZ"/>
        </w:rPr>
        <w:t xml:space="preserve">provedeny </w:t>
      </w:r>
      <w:r w:rsidRPr="006F71B8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>, prodlužuje zadavatel lhůtu pro podání nabídek ze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dne </w:t>
      </w:r>
      <w:r w:rsidRPr="00CB7B5A">
        <w:rPr>
          <w:rFonts w:eastAsia="Times New Roman" w:cs="Times New Roman"/>
          <w:lang w:eastAsia="cs-CZ"/>
        </w:rPr>
        <w:br/>
      </w:r>
      <w:r w:rsidR="00AC5CEE">
        <w:rPr>
          <w:rFonts w:eastAsia="Times New Roman" w:cs="Times New Roman"/>
          <w:lang w:eastAsia="cs-CZ"/>
        </w:rPr>
        <w:t>11</w:t>
      </w:r>
      <w:r w:rsidR="001046D4">
        <w:rPr>
          <w:rFonts w:eastAsia="Times New Roman" w:cs="Times New Roman"/>
          <w:lang w:eastAsia="cs-CZ"/>
        </w:rPr>
        <w:t>. 10</w:t>
      </w:r>
      <w:r w:rsidRPr="00933D07">
        <w:rPr>
          <w:rFonts w:eastAsia="Times New Roman" w:cs="Times New Roman"/>
          <w:lang w:eastAsia="cs-CZ"/>
        </w:rPr>
        <w:t>. 2023</w:t>
      </w:r>
      <w:r w:rsidR="00FD691D">
        <w:rPr>
          <w:rFonts w:eastAsia="Times New Roman" w:cs="Times New Roman"/>
          <w:lang w:eastAsia="cs-CZ"/>
        </w:rPr>
        <w:t xml:space="preserve">, </w:t>
      </w:r>
      <w:r w:rsidR="001046D4">
        <w:rPr>
          <w:rFonts w:eastAsia="Times New Roman" w:cs="Times New Roman"/>
          <w:lang w:eastAsia="cs-CZ"/>
        </w:rPr>
        <w:t>10</w:t>
      </w:r>
      <w:r w:rsidR="00FD691D">
        <w:rPr>
          <w:rFonts w:eastAsia="Times New Roman" w:cs="Times New Roman"/>
          <w:lang w:eastAsia="cs-CZ"/>
        </w:rPr>
        <w:t>:00 hod.</w:t>
      </w:r>
      <w:r w:rsidRPr="00933D07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na den </w:t>
      </w:r>
      <w:r w:rsidR="00AC5CEE" w:rsidRPr="00AC5CEE">
        <w:rPr>
          <w:rFonts w:eastAsia="Times New Roman" w:cs="Times New Roman"/>
          <w:b/>
          <w:bCs/>
          <w:lang w:eastAsia="cs-CZ"/>
        </w:rPr>
        <w:t>12</w:t>
      </w:r>
      <w:r w:rsidR="001046D4" w:rsidRPr="00AC5CEE">
        <w:rPr>
          <w:rFonts w:eastAsia="Times New Roman" w:cs="Times New Roman"/>
          <w:b/>
          <w:bCs/>
          <w:lang w:eastAsia="cs-CZ"/>
        </w:rPr>
        <w:t>.</w:t>
      </w:r>
      <w:r w:rsidR="001046D4">
        <w:rPr>
          <w:rFonts w:eastAsia="Times New Roman" w:cs="Times New Roman"/>
          <w:b/>
          <w:lang w:eastAsia="cs-CZ"/>
        </w:rPr>
        <w:t xml:space="preserve"> 10.</w:t>
      </w:r>
      <w:r w:rsidRPr="00811B41">
        <w:rPr>
          <w:rFonts w:eastAsia="Times New Roman" w:cs="Times New Roman"/>
          <w:b/>
          <w:lang w:eastAsia="cs-CZ"/>
        </w:rPr>
        <w:t xml:space="preserve"> 2023</w:t>
      </w:r>
      <w:r w:rsidR="00FD691D" w:rsidRPr="00811B41">
        <w:rPr>
          <w:rFonts w:eastAsia="Times New Roman" w:cs="Times New Roman"/>
          <w:b/>
          <w:lang w:eastAsia="cs-CZ"/>
        </w:rPr>
        <w:t>, 1</w:t>
      </w:r>
      <w:r w:rsidR="001046D4">
        <w:rPr>
          <w:rFonts w:eastAsia="Times New Roman" w:cs="Times New Roman"/>
          <w:b/>
          <w:lang w:eastAsia="cs-CZ"/>
        </w:rPr>
        <w:t>0</w:t>
      </w:r>
      <w:r w:rsidR="00FD691D" w:rsidRPr="00811B41">
        <w:rPr>
          <w:rFonts w:eastAsia="Times New Roman" w:cs="Times New Roman"/>
          <w:b/>
          <w:lang w:eastAsia="cs-CZ"/>
        </w:rPr>
        <w:t>:00 hod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53C599B2" w14:textId="77777777" w:rsidR="00DE0FEB" w:rsidRDefault="00DE0FE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9D560F" w14:textId="77777777" w:rsidR="009863EC" w:rsidRDefault="009863EC" w:rsidP="009863EC">
      <w:pPr>
        <w:jc w:val="both"/>
        <w:rPr>
          <w:lang w:eastAsia="cs-CZ"/>
        </w:rPr>
      </w:pPr>
      <w:r>
        <w:rPr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1" w:history="1">
        <w:r>
          <w:rPr>
            <w:rStyle w:val="Hypertextovodkaz"/>
            <w:color w:val="0000FF"/>
            <w:lang w:eastAsia="cs-CZ"/>
          </w:rPr>
          <w:t>https://zakazky.spravazeleznic.cz/</w:t>
        </w:r>
      </w:hyperlink>
      <w:r>
        <w:rPr>
          <w:lang w:eastAsia="cs-CZ"/>
        </w:rPr>
        <w:t>. Vysvětlení/ změna/ doplnění je považováno za doručené okamžikem uveřejnění.</w:t>
      </w:r>
    </w:p>
    <w:p w14:paraId="369748A6" w14:textId="5EA8381E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67DAF9C" w14:textId="77777777" w:rsidR="00811B41" w:rsidRPr="00FD691D" w:rsidRDefault="00811B41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4CAE404" w14:textId="77777777" w:rsidR="00CB7B5A" w:rsidRPr="00FD691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D691D">
        <w:rPr>
          <w:rFonts w:eastAsia="Calibri" w:cs="Times New Roman"/>
          <w:b/>
          <w:bCs/>
          <w:lang w:eastAsia="cs-CZ"/>
        </w:rPr>
        <w:t xml:space="preserve">Příloha: </w:t>
      </w:r>
    </w:p>
    <w:p w14:paraId="7990C430" w14:textId="3F1C5F5B" w:rsidR="008F0E4D" w:rsidRDefault="00E62D61" w:rsidP="00C90709">
      <w:pPr>
        <w:spacing w:after="0"/>
        <w:jc w:val="both"/>
        <w:rPr>
          <w:lang w:eastAsia="cs-CZ"/>
        </w:rPr>
      </w:pPr>
      <w:r w:rsidRPr="00E62D61">
        <w:rPr>
          <w:lang w:eastAsia="cs-CZ"/>
        </w:rPr>
        <w:t>2_119_SO86_71_86_VÝPIS_KLEMPÍŘSKÝCH_PRVKŮ_ZM6.pdf</w:t>
      </w:r>
    </w:p>
    <w:p w14:paraId="233A44B3" w14:textId="560672EB" w:rsidR="00C90709" w:rsidRPr="00E62D61" w:rsidRDefault="00C90709" w:rsidP="00E62D61">
      <w:pPr>
        <w:jc w:val="both"/>
        <w:rPr>
          <w:lang w:eastAsia="cs-CZ"/>
        </w:rPr>
      </w:pPr>
      <w:r w:rsidRPr="00C90709">
        <w:rPr>
          <w:lang w:eastAsia="cs-CZ"/>
        </w:rPr>
        <w:t>Soupis prací - Rekonstrukce VB ŽST Senice na Hané [zadání] ZM6</w:t>
      </w:r>
    </w:p>
    <w:p w14:paraId="41C36364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C8DA3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67E5CA" w14:textId="11418F44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C90709">
        <w:rPr>
          <w:rFonts w:eastAsia="Calibri" w:cs="Times New Roman"/>
          <w:lang w:eastAsia="cs-CZ"/>
        </w:rPr>
        <w:t>6. 10.</w:t>
      </w:r>
      <w:r w:rsidR="008F0E4D">
        <w:rPr>
          <w:rFonts w:eastAsia="Calibri" w:cs="Times New Roman"/>
          <w:lang w:eastAsia="cs-CZ"/>
        </w:rPr>
        <w:t xml:space="preserve"> 2023</w:t>
      </w:r>
    </w:p>
    <w:p w14:paraId="47E75B9C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B258B9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027E03" w14:textId="77777777" w:rsidR="008F0E4D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E0E68E" w14:textId="77777777" w:rsidR="008F0E4D" w:rsidRPr="00CB7B5A" w:rsidRDefault="008F0E4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F9BD9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EB01D4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8B1EFC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D49070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5A062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BB09716" w14:textId="3DE5EE0F" w:rsidR="00CC1E2B" w:rsidRDefault="00CB7B5A" w:rsidP="001046D4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309C7" w14:textId="77777777" w:rsidR="00911604" w:rsidRDefault="00911604" w:rsidP="00962258">
      <w:pPr>
        <w:spacing w:after="0" w:line="240" w:lineRule="auto"/>
      </w:pPr>
      <w:r>
        <w:separator/>
      </w:r>
    </w:p>
  </w:endnote>
  <w:endnote w:type="continuationSeparator" w:id="0">
    <w:p w14:paraId="323D1BF1" w14:textId="77777777" w:rsidR="00911604" w:rsidRDefault="009116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F3E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F959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834A33" w14:textId="5507412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2D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2D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2578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A4971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4CD95" w14:textId="77777777" w:rsidR="00F1715C" w:rsidRDefault="00F1715C" w:rsidP="00D831A3">
          <w:pPr>
            <w:pStyle w:val="Zpat"/>
          </w:pPr>
        </w:p>
      </w:tc>
    </w:tr>
  </w:tbl>
  <w:p w14:paraId="446A67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F3D63E" wp14:editId="0B6EDC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5D28E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FD6652" wp14:editId="324B3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E3F3AC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A0BEE4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B23A80" w14:textId="46C2EDA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2D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2D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7B157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DF375AE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F6934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17D5A1F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0F721BD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3D63EA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2D80B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5AF478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586449" w14:textId="77777777" w:rsidR="00490C88" w:rsidRDefault="00490C88" w:rsidP="00331004">
          <w:pPr>
            <w:pStyle w:val="Zpat"/>
          </w:pPr>
        </w:p>
      </w:tc>
    </w:tr>
  </w:tbl>
  <w:p w14:paraId="26C014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A49FC3B" wp14:editId="535E15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3D0C78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B655D08" wp14:editId="5AAEDF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EC5C92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D0C14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B04E" w14:textId="77777777" w:rsidR="00911604" w:rsidRDefault="00911604" w:rsidP="00962258">
      <w:pPr>
        <w:spacing w:after="0" w:line="240" w:lineRule="auto"/>
      </w:pPr>
      <w:r>
        <w:separator/>
      </w:r>
    </w:p>
  </w:footnote>
  <w:footnote w:type="continuationSeparator" w:id="0">
    <w:p w14:paraId="36E1214D" w14:textId="77777777" w:rsidR="00911604" w:rsidRDefault="009116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E45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2966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66F9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8FA3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92EA0A" w14:textId="77777777" w:rsidR="00F1715C" w:rsidRPr="00D6163D" w:rsidRDefault="00F1715C" w:rsidP="00D6163D">
          <w:pPr>
            <w:pStyle w:val="Druhdokumentu"/>
          </w:pPr>
        </w:p>
      </w:tc>
    </w:tr>
  </w:tbl>
  <w:p w14:paraId="1544F0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68DB2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AC8F6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9CCFE63" wp14:editId="1847DCA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63990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DB064D" w14:textId="77777777" w:rsidR="00F3199A" w:rsidRPr="00D6163D" w:rsidRDefault="00F3199A" w:rsidP="00FC6389">
          <w:pPr>
            <w:pStyle w:val="Druhdokumentu"/>
          </w:pPr>
        </w:p>
      </w:tc>
    </w:tr>
    <w:tr w:rsidR="00F3199A" w14:paraId="6C0FD55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50AB1A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7E7DCF7" wp14:editId="3514A6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4EA52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23375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67802F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43EB47E" wp14:editId="249F31E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372556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5164C3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50535930"/>
    <w:multiLevelType w:val="hybridMultilevel"/>
    <w:tmpl w:val="130276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700597536">
    <w:abstractNumId w:val="2"/>
  </w:num>
  <w:num w:numId="2" w16cid:durableId="14188342">
    <w:abstractNumId w:val="1"/>
  </w:num>
  <w:num w:numId="3" w16cid:durableId="1638101051">
    <w:abstractNumId w:val="3"/>
  </w:num>
  <w:num w:numId="4" w16cid:durableId="1890219039">
    <w:abstractNumId w:val="6"/>
  </w:num>
  <w:num w:numId="5" w16cid:durableId="234244616">
    <w:abstractNumId w:val="0"/>
  </w:num>
  <w:num w:numId="6" w16cid:durableId="342896773">
    <w:abstractNumId w:val="4"/>
  </w:num>
  <w:num w:numId="7" w16cid:durableId="56499863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277FC"/>
    <w:rsid w:val="00033432"/>
    <w:rsid w:val="000335CC"/>
    <w:rsid w:val="00052EAA"/>
    <w:rsid w:val="00072C1E"/>
    <w:rsid w:val="000B1153"/>
    <w:rsid w:val="000B5A4C"/>
    <w:rsid w:val="000B6C7E"/>
    <w:rsid w:val="000B7907"/>
    <w:rsid w:val="000C0429"/>
    <w:rsid w:val="000C42AD"/>
    <w:rsid w:val="000C45E8"/>
    <w:rsid w:val="000D070B"/>
    <w:rsid w:val="000D6F1E"/>
    <w:rsid w:val="000E6552"/>
    <w:rsid w:val="000F6CB4"/>
    <w:rsid w:val="001046D4"/>
    <w:rsid w:val="00114472"/>
    <w:rsid w:val="001446CC"/>
    <w:rsid w:val="00170EC5"/>
    <w:rsid w:val="001747C1"/>
    <w:rsid w:val="0018596A"/>
    <w:rsid w:val="001B69C2"/>
    <w:rsid w:val="001C4DA0"/>
    <w:rsid w:val="00207DF5"/>
    <w:rsid w:val="002551BF"/>
    <w:rsid w:val="00261D1C"/>
    <w:rsid w:val="00267369"/>
    <w:rsid w:val="0026785D"/>
    <w:rsid w:val="002C31BF"/>
    <w:rsid w:val="002E0CD7"/>
    <w:rsid w:val="002F026B"/>
    <w:rsid w:val="002F4410"/>
    <w:rsid w:val="00313735"/>
    <w:rsid w:val="00333118"/>
    <w:rsid w:val="00333258"/>
    <w:rsid w:val="00357BC6"/>
    <w:rsid w:val="0037111D"/>
    <w:rsid w:val="003956C6"/>
    <w:rsid w:val="003C5BE7"/>
    <w:rsid w:val="003E6B9A"/>
    <w:rsid w:val="003E75CE"/>
    <w:rsid w:val="0041380F"/>
    <w:rsid w:val="00417FBF"/>
    <w:rsid w:val="00450CF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6620"/>
    <w:rsid w:val="004E137F"/>
    <w:rsid w:val="004F4B9B"/>
    <w:rsid w:val="00501654"/>
    <w:rsid w:val="00511AB9"/>
    <w:rsid w:val="005123F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8F0"/>
    <w:rsid w:val="005A64E9"/>
    <w:rsid w:val="005B5EE9"/>
    <w:rsid w:val="006104F6"/>
    <w:rsid w:val="0061068E"/>
    <w:rsid w:val="00616685"/>
    <w:rsid w:val="006247A3"/>
    <w:rsid w:val="006254AE"/>
    <w:rsid w:val="00660AD3"/>
    <w:rsid w:val="00667E80"/>
    <w:rsid w:val="006703A1"/>
    <w:rsid w:val="006A5570"/>
    <w:rsid w:val="006A689C"/>
    <w:rsid w:val="006B3D79"/>
    <w:rsid w:val="006D0AC9"/>
    <w:rsid w:val="006E0578"/>
    <w:rsid w:val="006E314D"/>
    <w:rsid w:val="006E766C"/>
    <w:rsid w:val="006E7F06"/>
    <w:rsid w:val="00704AE3"/>
    <w:rsid w:val="00710723"/>
    <w:rsid w:val="0071549A"/>
    <w:rsid w:val="00723ED1"/>
    <w:rsid w:val="00734F86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D7A33"/>
    <w:rsid w:val="007E4A6E"/>
    <w:rsid w:val="007F56A7"/>
    <w:rsid w:val="00807DD0"/>
    <w:rsid w:val="008113E7"/>
    <w:rsid w:val="00811B41"/>
    <w:rsid w:val="00813F11"/>
    <w:rsid w:val="008329E3"/>
    <w:rsid w:val="00835AB9"/>
    <w:rsid w:val="00891334"/>
    <w:rsid w:val="008A14C0"/>
    <w:rsid w:val="008A3568"/>
    <w:rsid w:val="008D03B9"/>
    <w:rsid w:val="008E4C1C"/>
    <w:rsid w:val="008E4C60"/>
    <w:rsid w:val="008F0E4D"/>
    <w:rsid w:val="008F18D6"/>
    <w:rsid w:val="00904484"/>
    <w:rsid w:val="00904780"/>
    <w:rsid w:val="009113A8"/>
    <w:rsid w:val="00911604"/>
    <w:rsid w:val="00922385"/>
    <w:rsid w:val="009223DF"/>
    <w:rsid w:val="00936091"/>
    <w:rsid w:val="00940D8A"/>
    <w:rsid w:val="00962258"/>
    <w:rsid w:val="009678B7"/>
    <w:rsid w:val="00982411"/>
    <w:rsid w:val="009863EC"/>
    <w:rsid w:val="00992D9C"/>
    <w:rsid w:val="00996CB8"/>
    <w:rsid w:val="009A31E4"/>
    <w:rsid w:val="009A7568"/>
    <w:rsid w:val="009B24D8"/>
    <w:rsid w:val="009B2E97"/>
    <w:rsid w:val="009B5DEA"/>
    <w:rsid w:val="009B72CC"/>
    <w:rsid w:val="009E07F4"/>
    <w:rsid w:val="009F392E"/>
    <w:rsid w:val="009F7C89"/>
    <w:rsid w:val="00A44328"/>
    <w:rsid w:val="00A6177B"/>
    <w:rsid w:val="00A66136"/>
    <w:rsid w:val="00A955ED"/>
    <w:rsid w:val="00AA4CBB"/>
    <w:rsid w:val="00AA65FA"/>
    <w:rsid w:val="00AA7351"/>
    <w:rsid w:val="00AB0350"/>
    <w:rsid w:val="00AC5255"/>
    <w:rsid w:val="00AC5CEE"/>
    <w:rsid w:val="00AD056F"/>
    <w:rsid w:val="00AD2773"/>
    <w:rsid w:val="00AD6731"/>
    <w:rsid w:val="00AE1DDE"/>
    <w:rsid w:val="00B15B5E"/>
    <w:rsid w:val="00B15D0D"/>
    <w:rsid w:val="00B23CA3"/>
    <w:rsid w:val="00B253D9"/>
    <w:rsid w:val="00B3491A"/>
    <w:rsid w:val="00B40995"/>
    <w:rsid w:val="00B45E9E"/>
    <w:rsid w:val="00B55F9C"/>
    <w:rsid w:val="00B6294C"/>
    <w:rsid w:val="00B75EE1"/>
    <w:rsid w:val="00B77481"/>
    <w:rsid w:val="00B8518B"/>
    <w:rsid w:val="00BB0DBF"/>
    <w:rsid w:val="00BB3740"/>
    <w:rsid w:val="00BD7E91"/>
    <w:rsid w:val="00BF374D"/>
    <w:rsid w:val="00C02D0A"/>
    <w:rsid w:val="00C03A6E"/>
    <w:rsid w:val="00C15CA9"/>
    <w:rsid w:val="00C30759"/>
    <w:rsid w:val="00C44F6A"/>
    <w:rsid w:val="00C679F9"/>
    <w:rsid w:val="00C727E5"/>
    <w:rsid w:val="00C734DA"/>
    <w:rsid w:val="00C8207D"/>
    <w:rsid w:val="00C90709"/>
    <w:rsid w:val="00CB7B5A"/>
    <w:rsid w:val="00CC1E2B"/>
    <w:rsid w:val="00CD1FC4"/>
    <w:rsid w:val="00CD5A03"/>
    <w:rsid w:val="00CD7B89"/>
    <w:rsid w:val="00CE1A29"/>
    <w:rsid w:val="00CE371D"/>
    <w:rsid w:val="00CE5FA9"/>
    <w:rsid w:val="00D02A4D"/>
    <w:rsid w:val="00D21061"/>
    <w:rsid w:val="00D316A7"/>
    <w:rsid w:val="00D4108E"/>
    <w:rsid w:val="00D6163D"/>
    <w:rsid w:val="00D63009"/>
    <w:rsid w:val="00D76019"/>
    <w:rsid w:val="00D831A3"/>
    <w:rsid w:val="00D902AD"/>
    <w:rsid w:val="00DA6FFE"/>
    <w:rsid w:val="00DC3110"/>
    <w:rsid w:val="00DD46F3"/>
    <w:rsid w:val="00DD58A6"/>
    <w:rsid w:val="00DE0FEB"/>
    <w:rsid w:val="00DE56F2"/>
    <w:rsid w:val="00DF116D"/>
    <w:rsid w:val="00DF5E75"/>
    <w:rsid w:val="00E62D61"/>
    <w:rsid w:val="00E824F1"/>
    <w:rsid w:val="00E9323C"/>
    <w:rsid w:val="00EB104F"/>
    <w:rsid w:val="00EC7809"/>
    <w:rsid w:val="00ED14BD"/>
    <w:rsid w:val="00F01440"/>
    <w:rsid w:val="00F0235A"/>
    <w:rsid w:val="00F12DEC"/>
    <w:rsid w:val="00F1715C"/>
    <w:rsid w:val="00F310F8"/>
    <w:rsid w:val="00F3199A"/>
    <w:rsid w:val="00F35939"/>
    <w:rsid w:val="00F45607"/>
    <w:rsid w:val="00F61E94"/>
    <w:rsid w:val="00F64786"/>
    <w:rsid w:val="00F659EB"/>
    <w:rsid w:val="00F72F06"/>
    <w:rsid w:val="00F804A7"/>
    <w:rsid w:val="00F862D6"/>
    <w:rsid w:val="00F86BA6"/>
    <w:rsid w:val="00F93FFA"/>
    <w:rsid w:val="00FC6389"/>
    <w:rsid w:val="00FD2BF3"/>
    <w:rsid w:val="00FD2F51"/>
    <w:rsid w:val="00FD691D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64A24C2"/>
  <w14:defaultImageDpi w14:val="32767"/>
  <w15:docId w15:val="{1755EA3B-90DC-4048-8F7E-8A057E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FE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DE0FEB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7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sharepoint/v3/field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82321A-7B8A-4F41-A247-9E1291F0DC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18</TotalTime>
  <Pages>2</Pages>
  <Words>578</Words>
  <Characters>3417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10</cp:revision>
  <cp:lastPrinted>2019-02-22T13:28:00Z</cp:lastPrinted>
  <dcterms:created xsi:type="dcterms:W3CDTF">2023-10-06T05:45:00Z</dcterms:created>
  <dcterms:modified xsi:type="dcterms:W3CDTF">2023-10-06T08:06:00Z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