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O6ITzN4AAAAKAQAADwAAAGRycy9kb3du&#10;cmV2LnhtbEyPwU7DMAyG70i8Q2QkbiyhY2yUptNA7IxoOXDMGtOWNU7VZFvp0887wc2WP/3/52w9&#10;uk4ccQitJw33MwUCqfK2pVrDZ7m9W4EI0ZA1nSfU8IsB1vn1VWZS60/0gcci1oJDKKRGQxNjn0oZ&#10;qgadCTPfI/Ht2w/ORF6HWtrBnDjcdTJR6lE60xI3NKbH1warfXFw3OvLt/20ibLcVli82MX08/41&#10;aX17M26eQUQc4x8MF31Wh5yddv5ANohOw4NKnhjVMFdzEAwsV8kSxI7JBQ8yz+T/F/Iz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DuiE8z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1CF3B4B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A24327" w:rsidRDefault="009E2D34" w:rsidP="00F76D50">
            <w:r w:rsidRPr="00A24327">
              <w:t>Naše zn.</w:t>
            </w:r>
          </w:p>
        </w:tc>
        <w:tc>
          <w:tcPr>
            <w:tcW w:w="2552" w:type="dxa"/>
          </w:tcPr>
          <w:p w14:paraId="31227BBD" w14:textId="6E626DCB" w:rsidR="009E2D34" w:rsidRPr="007A79C2" w:rsidRDefault="00875234" w:rsidP="00F76D50">
            <w:pPr>
              <w:rPr>
                <w:highlight w:val="green"/>
              </w:rPr>
            </w:pPr>
            <w:r w:rsidRPr="00875234">
              <w:rPr>
                <w:rFonts w:ascii="Helvetica" w:hAnsi="Helvetica"/>
              </w:rPr>
              <w:t>11730/2023-SŽ-SSV-Ú3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7D662D" w:rsidRDefault="009E2D34" w:rsidP="00F76D50">
            <w:r w:rsidRPr="007D662D">
              <w:t>Listů/příloh</w:t>
            </w:r>
          </w:p>
        </w:tc>
        <w:tc>
          <w:tcPr>
            <w:tcW w:w="2552" w:type="dxa"/>
          </w:tcPr>
          <w:p w14:paraId="4EC34D2D" w14:textId="11CB105C" w:rsidR="009E2D34" w:rsidRPr="007D662D" w:rsidRDefault="007D662D" w:rsidP="00F76D50">
            <w:r w:rsidRPr="007D662D">
              <w:t>2</w:t>
            </w:r>
            <w:r w:rsidR="009E2D34" w:rsidRPr="007D662D">
              <w:t>/</w:t>
            </w:r>
            <w:r w:rsidR="00875234">
              <w:t>2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Default="009E2D34" w:rsidP="00F76D50"/>
        </w:tc>
        <w:tc>
          <w:tcPr>
            <w:tcW w:w="2552" w:type="dxa"/>
          </w:tcPr>
          <w:p w14:paraId="5D9FC292" w14:textId="77777777" w:rsidR="009E2D34" w:rsidRPr="003E6B9A" w:rsidRDefault="009E2D34" w:rsidP="00F76D50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F76D50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F76D50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F76D50"/>
        </w:tc>
        <w:tc>
          <w:tcPr>
            <w:tcW w:w="2552" w:type="dxa"/>
          </w:tcPr>
          <w:p w14:paraId="5D5BC1AB" w14:textId="77777777" w:rsidR="009E2D34" w:rsidRPr="003E6B9A" w:rsidRDefault="009E2D34" w:rsidP="00F76D50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F76D50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F76D50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F76D50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23416F" w:rsidP="00F76D50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F76D50"/>
        </w:tc>
        <w:tc>
          <w:tcPr>
            <w:tcW w:w="2552" w:type="dxa"/>
          </w:tcPr>
          <w:p w14:paraId="3354735B" w14:textId="77777777" w:rsidR="009E2D34" w:rsidRPr="003E6B9A" w:rsidRDefault="009E2D34" w:rsidP="00F76D50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7167BFD7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D0EAD">
              <w:rPr>
                <w:noProof/>
              </w:rPr>
              <w:t>5. října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5C291C3" w14:textId="77777777" w:rsidR="00D17667" w:rsidRPr="00DA3A29" w:rsidRDefault="00D1766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4517FB59" w:rsidR="00CB7B5A" w:rsidRPr="00612BB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DA3A29">
        <w:rPr>
          <w:rFonts w:eastAsia="Calibri" w:cs="Times New Roman"/>
          <w:b/>
          <w:bCs/>
          <w:lang w:eastAsia="cs-CZ"/>
        </w:rPr>
        <w:t>Reko</w:t>
      </w:r>
      <w:r w:rsidR="00DA3A29" w:rsidRPr="00612BBE">
        <w:rPr>
          <w:rFonts w:eastAsia="Calibri" w:cs="Times New Roman"/>
          <w:b/>
          <w:bCs/>
          <w:lang w:eastAsia="cs-CZ"/>
        </w:rPr>
        <w:t>nstrukce</w:t>
      </w:r>
      <w:r w:rsidR="00DA3A29" w:rsidRPr="00612BBE">
        <w:rPr>
          <w:rFonts w:eastAsia="Calibri" w:cs="Times New Roman"/>
          <w:b/>
          <w:lang w:eastAsia="cs-CZ"/>
        </w:rPr>
        <w:t xml:space="preserve"> traťového úseku Přibyslav - Pohled</w:t>
      </w:r>
    </w:p>
    <w:p w14:paraId="4FEE436D" w14:textId="49FB023E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6088">
        <w:rPr>
          <w:rFonts w:eastAsia="Calibri" w:cs="Times New Roman"/>
          <w:lang w:eastAsia="cs-CZ"/>
        </w:rPr>
        <w:t xml:space="preserve">Vysvětlení/ změna/ doplnění zadávací </w:t>
      </w:r>
      <w:r w:rsidRPr="00612BBE">
        <w:rPr>
          <w:rFonts w:eastAsia="Calibri" w:cs="Times New Roman"/>
          <w:lang w:eastAsia="cs-CZ"/>
        </w:rPr>
        <w:t xml:space="preserve">dokumentace č. </w:t>
      </w:r>
      <w:r w:rsidR="00080A04">
        <w:rPr>
          <w:rFonts w:eastAsia="Calibri" w:cs="Times New Roman"/>
          <w:lang w:eastAsia="cs-CZ"/>
        </w:rPr>
        <w:t>1</w:t>
      </w:r>
      <w:r w:rsidR="005D6E6B">
        <w:rPr>
          <w:rFonts w:eastAsia="Calibri" w:cs="Times New Roman"/>
          <w:lang w:eastAsia="cs-CZ"/>
        </w:rPr>
        <w:t>4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C9258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9633A65" w14:textId="39523FB6" w:rsidR="0057345B" w:rsidRDefault="0057345B" w:rsidP="0057345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324</w:t>
      </w:r>
      <w:r w:rsidRPr="00BD5319">
        <w:rPr>
          <w:rFonts w:eastAsia="Calibri" w:cs="Times New Roman"/>
          <w:b/>
          <w:lang w:eastAsia="cs-CZ"/>
        </w:rPr>
        <w:t>:</w:t>
      </w:r>
      <w:r w:rsidR="008238CA">
        <w:rPr>
          <w:rFonts w:eastAsia="Calibri" w:cs="Times New Roman"/>
          <w:b/>
          <w:lang w:eastAsia="cs-CZ"/>
        </w:rPr>
        <w:t xml:space="preserve"> </w:t>
      </w:r>
    </w:p>
    <w:p w14:paraId="6D6C1FF2" w14:textId="77777777" w:rsidR="005D6E6B" w:rsidRPr="005D6E6B" w:rsidRDefault="005D6E6B" w:rsidP="005D6E6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D6E6B">
        <w:rPr>
          <w:rFonts w:eastAsia="Calibri" w:cs="Times New Roman"/>
          <w:bCs/>
          <w:lang w:eastAsia="cs-CZ"/>
        </w:rPr>
        <w:t>Domníváme se, že v rámci zadavatelem prováděných postupných úprav soupisů prací došlo k zanesení duplicity.</w:t>
      </w:r>
    </w:p>
    <w:p w14:paraId="7EC40190" w14:textId="68128ADC" w:rsidR="0057345B" w:rsidRDefault="005D6E6B" w:rsidP="005D6E6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D6E6B">
        <w:rPr>
          <w:rFonts w:eastAsia="Calibri" w:cs="Times New Roman"/>
          <w:bCs/>
          <w:lang w:eastAsia="cs-CZ"/>
        </w:rPr>
        <w:t>V soupisu prací SO 13-61-01 se nachází duplicitní položky: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283"/>
        <w:gridCol w:w="5392"/>
        <w:gridCol w:w="709"/>
        <w:gridCol w:w="850"/>
      </w:tblGrid>
      <w:tr w:rsidR="005D6E6B" w:rsidRPr="0079792D" w14:paraId="2A1886BB" w14:textId="77777777" w:rsidTr="005D6E6B">
        <w:trPr>
          <w:trHeight w:val="510"/>
        </w:trPr>
        <w:tc>
          <w:tcPr>
            <w:tcW w:w="421" w:type="dxa"/>
            <w:shd w:val="clear" w:color="auto" w:fill="auto"/>
            <w:noWrap/>
            <w:hideMark/>
          </w:tcPr>
          <w:p w14:paraId="71794657" w14:textId="77777777" w:rsidR="005D6E6B" w:rsidRPr="0079792D" w:rsidRDefault="005D6E6B" w:rsidP="00950348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79792D">
              <w:rPr>
                <w:rFonts w:eastAsia="Times New Roman" w:cstheme="minorHAnsi"/>
                <w:lang w:eastAsia="cs-CZ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48C79C1" w14:textId="77777777" w:rsidR="005D6E6B" w:rsidRPr="0079792D" w:rsidRDefault="005D6E6B" w:rsidP="00950348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79792D">
              <w:rPr>
                <w:rFonts w:eastAsia="Times New Roman" w:cstheme="minorHAnsi"/>
                <w:lang w:eastAsia="cs-CZ"/>
              </w:rPr>
              <w:t>75C847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2C27CE96" w14:textId="77777777" w:rsidR="005D6E6B" w:rsidRPr="0079792D" w:rsidRDefault="005D6E6B" w:rsidP="00950348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79792D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5392" w:type="dxa"/>
            <w:shd w:val="clear" w:color="auto" w:fill="auto"/>
            <w:vAlign w:val="center"/>
            <w:hideMark/>
          </w:tcPr>
          <w:p w14:paraId="0E2D126F" w14:textId="77777777" w:rsidR="005D6E6B" w:rsidRPr="0079792D" w:rsidRDefault="005D6E6B" w:rsidP="00950348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79792D">
              <w:rPr>
                <w:rFonts w:eastAsia="Times New Roman" w:cstheme="minorHAnsi"/>
                <w:lang w:eastAsia="cs-CZ"/>
              </w:rPr>
              <w:t>STYKOVÝ TRANSFORMÁTOR, SYMETRIZAČNÍ A UKOLEJŇOVACÍ TLUMIVKA - MONTÁŽ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228D9CE" w14:textId="77777777" w:rsidR="005D6E6B" w:rsidRPr="0079792D" w:rsidRDefault="005D6E6B" w:rsidP="00950348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79792D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2438977E" w14:textId="77777777" w:rsidR="005D6E6B" w:rsidRPr="0079792D" w:rsidRDefault="005D6E6B" w:rsidP="00950348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79792D">
              <w:rPr>
                <w:rFonts w:eastAsia="Times New Roman" w:cstheme="minorHAnsi"/>
                <w:lang w:eastAsia="cs-CZ"/>
              </w:rPr>
              <w:t>4,000</w:t>
            </w:r>
          </w:p>
        </w:tc>
      </w:tr>
      <w:tr w:rsidR="005D6E6B" w:rsidRPr="0079792D" w14:paraId="2EF3C797" w14:textId="77777777" w:rsidTr="005D6E6B">
        <w:trPr>
          <w:trHeight w:val="510"/>
        </w:trPr>
        <w:tc>
          <w:tcPr>
            <w:tcW w:w="421" w:type="dxa"/>
            <w:shd w:val="clear" w:color="auto" w:fill="auto"/>
            <w:noWrap/>
            <w:hideMark/>
          </w:tcPr>
          <w:p w14:paraId="09F57221" w14:textId="77777777" w:rsidR="005D6E6B" w:rsidRPr="0079792D" w:rsidRDefault="005D6E6B" w:rsidP="00950348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79792D">
              <w:rPr>
                <w:rFonts w:eastAsia="Times New Roman" w:cstheme="minorHAnsi"/>
                <w:lang w:eastAsia="cs-CZ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8280653" w14:textId="77777777" w:rsidR="005D6E6B" w:rsidRPr="0079792D" w:rsidRDefault="005D6E6B" w:rsidP="00950348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79792D">
              <w:rPr>
                <w:rFonts w:eastAsia="Times New Roman" w:cstheme="minorHAnsi"/>
                <w:lang w:eastAsia="cs-CZ"/>
              </w:rPr>
              <w:t>75C847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228769AF" w14:textId="77777777" w:rsidR="005D6E6B" w:rsidRPr="0079792D" w:rsidRDefault="005D6E6B" w:rsidP="00950348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5392" w:type="dxa"/>
            <w:shd w:val="clear" w:color="auto" w:fill="auto"/>
            <w:vAlign w:val="center"/>
            <w:hideMark/>
          </w:tcPr>
          <w:p w14:paraId="3FEE15A6" w14:textId="77777777" w:rsidR="005D6E6B" w:rsidRPr="0079792D" w:rsidRDefault="005D6E6B" w:rsidP="00950348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79792D">
              <w:rPr>
                <w:rFonts w:eastAsia="Times New Roman" w:cstheme="minorHAnsi"/>
                <w:lang w:eastAsia="cs-CZ"/>
              </w:rPr>
              <w:t>STYKOVÝ TRANSFORMÁTOR, SYMETRIZAČNÍ A UKOLEJŇOVACÍ TLUMIVKA - MONTÁŽ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BC14830" w14:textId="77777777" w:rsidR="005D6E6B" w:rsidRPr="0079792D" w:rsidRDefault="005D6E6B" w:rsidP="00950348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79792D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0FB2CD5" w14:textId="77777777" w:rsidR="005D6E6B" w:rsidRPr="0079792D" w:rsidRDefault="005D6E6B" w:rsidP="00950348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79792D">
              <w:rPr>
                <w:rFonts w:eastAsia="Times New Roman" w:cstheme="minorHAnsi"/>
                <w:lang w:eastAsia="cs-CZ"/>
              </w:rPr>
              <w:t>4,000</w:t>
            </w:r>
          </w:p>
        </w:tc>
      </w:tr>
    </w:tbl>
    <w:p w14:paraId="3BC5943B" w14:textId="4403A7EB" w:rsidR="005D6E6B" w:rsidRDefault="005D6E6B" w:rsidP="005D6E6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9792D">
        <w:rPr>
          <w:rFonts w:cstheme="minorHAnsi"/>
          <w:bCs/>
          <w:color w:val="000000" w:themeColor="text1"/>
        </w:rPr>
        <w:t>Žádáme zadavatele o odstranění položky č. 13</w:t>
      </w:r>
      <w:r>
        <w:rPr>
          <w:rFonts w:cstheme="minorHAnsi"/>
          <w:bCs/>
          <w:color w:val="000000" w:themeColor="text1"/>
        </w:rPr>
        <w:t>.</w:t>
      </w:r>
    </w:p>
    <w:p w14:paraId="407CFF74" w14:textId="7F73F97E" w:rsidR="0057345B" w:rsidRDefault="0057345B" w:rsidP="0057345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660CEA6" w14:textId="67FF641F" w:rsidR="0057345B" w:rsidRPr="007D662D" w:rsidRDefault="00653C27" w:rsidP="0057345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D662D">
        <w:rPr>
          <w:rFonts w:eastAsia="Calibri" w:cs="Times New Roman"/>
          <w:bCs/>
          <w:lang w:eastAsia="cs-CZ"/>
        </w:rPr>
        <w:t>Duplicitní položka č. 13 je nyní odstraněna z</w:t>
      </w:r>
      <w:r w:rsidR="00C11EAE">
        <w:rPr>
          <w:rFonts w:eastAsia="Calibri" w:cs="Times New Roman"/>
          <w:bCs/>
          <w:lang w:eastAsia="cs-CZ"/>
        </w:rPr>
        <w:t>e</w:t>
      </w:r>
      <w:r w:rsidRPr="007D662D">
        <w:rPr>
          <w:rFonts w:eastAsia="Calibri" w:cs="Times New Roman"/>
          <w:bCs/>
          <w:lang w:eastAsia="cs-CZ"/>
        </w:rPr>
        <w:t xml:space="preserve"> soupisu prací.</w:t>
      </w:r>
    </w:p>
    <w:p w14:paraId="44737422" w14:textId="65C6B9A6" w:rsidR="008238CA" w:rsidRDefault="008238CA" w:rsidP="0057345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18D4130" w14:textId="77777777" w:rsidR="007D662D" w:rsidRDefault="007D662D" w:rsidP="0057345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AB63D54" w14:textId="77777777" w:rsidR="008238CA" w:rsidRPr="008238CA" w:rsidRDefault="008238CA" w:rsidP="008238C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238CA">
        <w:rPr>
          <w:rFonts w:eastAsia="Calibri" w:cs="Times New Roman"/>
          <w:b/>
          <w:bCs/>
          <w:lang w:eastAsia="cs-CZ"/>
        </w:rPr>
        <w:t>Dotaz č. 325:</w:t>
      </w:r>
    </w:p>
    <w:p w14:paraId="7C5B9E4C" w14:textId="77777777" w:rsidR="008238CA" w:rsidRPr="008238CA" w:rsidRDefault="008238CA" w:rsidP="008238C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238CA">
        <w:rPr>
          <w:rFonts w:eastAsia="Calibri" w:cs="Times New Roman"/>
          <w:bCs/>
          <w:lang w:eastAsia="cs-CZ"/>
        </w:rPr>
        <w:t xml:space="preserve">Kontrolou zadavatelem postoupené dokumentace – soupisu prací k ocenění jsme zjistili, že zadavatel v Soupisu prací s výkazem výměr v jednotlivých SO a PS přistupuje rozdílně k oceňování uložení odpadů a odvozů odpadů k likvidaci. </w:t>
      </w:r>
    </w:p>
    <w:p w14:paraId="61D4C131" w14:textId="77777777" w:rsidR="008238CA" w:rsidRPr="008238CA" w:rsidRDefault="008238CA" w:rsidP="008238C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238CA">
        <w:rPr>
          <w:rFonts w:eastAsia="Calibri" w:cs="Times New Roman"/>
          <w:bCs/>
          <w:lang w:eastAsia="cs-CZ"/>
        </w:rPr>
        <w:t>V některých SO zadavatel uvádí, že položky týkající se uložení odpadů a odvozů odpadů k likvidaci jsou v rámci příslušného SO uvedeny pouze evidenčně, nemají se v rámci SO oceňovat a k ocenění má dojít v rámci SO 90-90.</w:t>
      </w:r>
    </w:p>
    <w:p w14:paraId="3A04711C" w14:textId="77777777" w:rsidR="008238CA" w:rsidRPr="008238CA" w:rsidRDefault="008238CA" w:rsidP="008238C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238CA">
        <w:rPr>
          <w:rFonts w:eastAsia="Calibri" w:cs="Times New Roman"/>
          <w:bCs/>
          <w:lang w:eastAsia="cs-CZ"/>
        </w:rPr>
        <w:t>V jiných SO je tento popis uveden pouze u části odpadů a odvozů a v některých SO a PS tento popis chybí úplně.</w:t>
      </w:r>
    </w:p>
    <w:p w14:paraId="5773FFC2" w14:textId="77777777" w:rsidR="008238CA" w:rsidRPr="008238CA" w:rsidRDefault="008238CA" w:rsidP="008238C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238CA">
        <w:rPr>
          <w:rFonts w:eastAsia="Calibri" w:cs="Times New Roman"/>
          <w:bCs/>
          <w:lang w:eastAsia="cs-CZ"/>
        </w:rPr>
        <w:t>Pro odstranění všech pochybností s oceňováním těchto položek v rámci zadávacího řízení žádáme zadavatele o kontrolu celého soupisu prací k ocenění a o sjednocení popisu všech položek týkajících se uložení a odvozů odpadů v rámci PS a SO.</w:t>
      </w:r>
    </w:p>
    <w:p w14:paraId="72F8E92C" w14:textId="02DBB4DC" w:rsidR="008238CA" w:rsidRPr="007D662D" w:rsidRDefault="008238CA" w:rsidP="008238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D662D">
        <w:rPr>
          <w:rFonts w:eastAsia="Calibri" w:cs="Times New Roman"/>
          <w:b/>
          <w:lang w:eastAsia="cs-CZ"/>
        </w:rPr>
        <w:t>Odpověď:</w:t>
      </w:r>
    </w:p>
    <w:p w14:paraId="44D80BF2" w14:textId="1A88D225" w:rsidR="008D7E28" w:rsidRPr="007D662D" w:rsidRDefault="008D7E28" w:rsidP="008D7E2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D662D">
        <w:rPr>
          <w:rFonts w:eastAsia="Calibri" w:cs="Times New Roman"/>
          <w:bCs/>
          <w:lang w:eastAsia="cs-CZ"/>
        </w:rPr>
        <w:t xml:space="preserve">Zadavatel provedl opakovanou kontrolu celkové dokumentace a provedl následující </w:t>
      </w:r>
      <w:r w:rsidR="00F9777C" w:rsidRPr="00780F2C">
        <w:rPr>
          <w:rFonts w:eastAsia="Calibri" w:cs="Times New Roman"/>
          <w:bCs/>
          <w:lang w:eastAsia="cs-CZ"/>
        </w:rPr>
        <w:t>úpravy</w:t>
      </w:r>
      <w:r w:rsidR="00F9777C">
        <w:rPr>
          <w:rFonts w:eastAsia="Calibri" w:cs="Times New Roman"/>
          <w:bCs/>
          <w:lang w:eastAsia="cs-CZ"/>
        </w:rPr>
        <w:t xml:space="preserve"> </w:t>
      </w:r>
      <w:r w:rsidR="00EA69F9" w:rsidRPr="007D662D">
        <w:rPr>
          <w:rFonts w:eastAsia="Calibri" w:cs="Times New Roman"/>
          <w:bCs/>
          <w:lang w:eastAsia="cs-CZ"/>
        </w:rPr>
        <w:t>v soupisu prací</w:t>
      </w:r>
      <w:r w:rsidRPr="007D662D">
        <w:rPr>
          <w:rFonts w:eastAsia="Calibri" w:cs="Times New Roman"/>
          <w:bCs/>
          <w:lang w:eastAsia="cs-CZ"/>
        </w:rPr>
        <w:t>:</w:t>
      </w:r>
    </w:p>
    <w:p w14:paraId="0EAEAC1F" w14:textId="77777777" w:rsidR="00EA69F9" w:rsidRPr="007D662D" w:rsidRDefault="00EA69F9" w:rsidP="008D7E2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F4F224D" w14:textId="6E460159" w:rsidR="008D7E28" w:rsidRPr="007D662D" w:rsidRDefault="008D7E28" w:rsidP="008D7E2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D662D">
        <w:rPr>
          <w:rFonts w:eastAsia="Calibri" w:cs="Times New Roman"/>
          <w:bCs/>
          <w:lang w:eastAsia="cs-CZ"/>
        </w:rPr>
        <w:t xml:space="preserve">SO 14-15-01 </w:t>
      </w:r>
    </w:p>
    <w:p w14:paraId="09E3A038" w14:textId="66D278F8" w:rsidR="008D7E28" w:rsidRPr="007D662D" w:rsidRDefault="008D7E28" w:rsidP="008D7E28">
      <w:pPr>
        <w:numPr>
          <w:ilvl w:val="0"/>
          <w:numId w:val="3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D662D">
        <w:rPr>
          <w:rFonts w:eastAsia="Calibri" w:cs="Times New Roman"/>
          <w:bCs/>
          <w:lang w:eastAsia="cs-CZ"/>
        </w:rPr>
        <w:t>Doplněný</w:t>
      </w:r>
      <w:r w:rsidR="00EA69F9" w:rsidRPr="007D662D">
        <w:rPr>
          <w:rFonts w:eastAsia="Calibri" w:cs="Times New Roman"/>
          <w:bCs/>
          <w:lang w:eastAsia="cs-CZ"/>
        </w:rPr>
        <w:t xml:space="preserve"> je</w:t>
      </w:r>
      <w:r w:rsidRPr="007D662D">
        <w:rPr>
          <w:rFonts w:eastAsia="Calibri" w:cs="Times New Roman"/>
          <w:bCs/>
          <w:lang w:eastAsia="cs-CZ"/>
        </w:rPr>
        <w:t xml:space="preserve"> popis u položky R015120-1 a R015120-2</w:t>
      </w:r>
    </w:p>
    <w:p w14:paraId="4451C260" w14:textId="77777777" w:rsidR="008D7E28" w:rsidRPr="007D662D" w:rsidRDefault="008D7E28" w:rsidP="008D7E2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D662D">
        <w:rPr>
          <w:rFonts w:eastAsia="Calibri" w:cs="Times New Roman"/>
          <w:bCs/>
          <w:lang w:eastAsia="cs-CZ"/>
        </w:rPr>
        <w:t>SO 12-11-01</w:t>
      </w:r>
    </w:p>
    <w:p w14:paraId="0F9AB0B9" w14:textId="16E52519" w:rsidR="008D7E28" w:rsidRPr="007D662D" w:rsidRDefault="008D7E28" w:rsidP="008D7E28">
      <w:pPr>
        <w:numPr>
          <w:ilvl w:val="0"/>
          <w:numId w:val="3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D662D">
        <w:rPr>
          <w:rFonts w:eastAsia="Calibri" w:cs="Times New Roman"/>
          <w:bCs/>
          <w:lang w:eastAsia="cs-CZ"/>
        </w:rPr>
        <w:t>Položka značky R14101</w:t>
      </w:r>
      <w:r w:rsidR="005866C3" w:rsidRPr="007D662D">
        <w:rPr>
          <w:rFonts w:eastAsia="Calibri" w:cs="Times New Roman"/>
          <w:bCs/>
          <w:lang w:eastAsia="cs-CZ"/>
        </w:rPr>
        <w:t xml:space="preserve"> je</w:t>
      </w:r>
      <w:r w:rsidRPr="007D662D">
        <w:rPr>
          <w:rFonts w:eastAsia="Calibri" w:cs="Times New Roman"/>
          <w:bCs/>
          <w:lang w:eastAsia="cs-CZ"/>
        </w:rPr>
        <w:t xml:space="preserve"> převedena na položku R015111 (Upraven název, popis a TS)</w:t>
      </w:r>
      <w:r w:rsidR="00EA69F9" w:rsidRPr="007D662D">
        <w:rPr>
          <w:rFonts w:eastAsia="Calibri" w:cs="Times New Roman"/>
          <w:bCs/>
          <w:lang w:eastAsia="cs-CZ"/>
        </w:rPr>
        <w:t xml:space="preserve"> Položka R14101 v rámci SO 12-11-</w:t>
      </w:r>
      <w:r w:rsidR="00EA69F9" w:rsidRPr="00563E08">
        <w:rPr>
          <w:rFonts w:eastAsia="Calibri" w:cs="Times New Roman"/>
          <w:bCs/>
          <w:lang w:eastAsia="cs-CZ"/>
        </w:rPr>
        <w:t>01</w:t>
      </w:r>
      <w:r w:rsidR="003E2BC9" w:rsidRPr="00563E08">
        <w:rPr>
          <w:rFonts w:eastAsia="Calibri" w:cs="Times New Roman"/>
          <w:bCs/>
          <w:lang w:eastAsia="cs-CZ"/>
        </w:rPr>
        <w:t xml:space="preserve"> byla uvedena </w:t>
      </w:r>
      <w:r w:rsidR="0094110C" w:rsidRPr="00563E08">
        <w:rPr>
          <w:rFonts w:eastAsia="Calibri" w:cs="Times New Roman"/>
          <w:bCs/>
          <w:lang w:eastAsia="cs-CZ"/>
        </w:rPr>
        <w:t xml:space="preserve">pod názvem </w:t>
      </w:r>
      <w:r w:rsidR="00EA69F9" w:rsidRPr="00563E08">
        <w:rPr>
          <w:rFonts w:eastAsia="Calibri" w:cs="Times New Roman"/>
          <w:bCs/>
          <w:lang w:eastAsia="cs-CZ"/>
        </w:rPr>
        <w:t xml:space="preserve">poplatky za skládku a nově je </w:t>
      </w:r>
      <w:r w:rsidR="003E2BC9" w:rsidRPr="00563E08">
        <w:rPr>
          <w:rFonts w:eastAsia="Calibri" w:cs="Times New Roman"/>
          <w:bCs/>
          <w:lang w:eastAsia="cs-CZ"/>
        </w:rPr>
        <w:t xml:space="preserve">uvedena </w:t>
      </w:r>
      <w:r w:rsidR="0094110C" w:rsidRPr="00563E08">
        <w:rPr>
          <w:rFonts w:eastAsia="Calibri" w:cs="Times New Roman"/>
          <w:bCs/>
          <w:lang w:eastAsia="cs-CZ"/>
        </w:rPr>
        <w:t xml:space="preserve">pod názvem </w:t>
      </w:r>
      <w:r w:rsidR="00EA69F9" w:rsidRPr="00563E08">
        <w:rPr>
          <w:rFonts w:eastAsia="Calibri" w:cs="Times New Roman"/>
          <w:bCs/>
          <w:lang w:eastAsia="cs-CZ"/>
        </w:rPr>
        <w:t>poplate</w:t>
      </w:r>
      <w:r w:rsidR="00EA69F9" w:rsidRPr="007D662D">
        <w:rPr>
          <w:rFonts w:eastAsia="Calibri" w:cs="Times New Roman"/>
          <w:bCs/>
          <w:lang w:eastAsia="cs-CZ"/>
        </w:rPr>
        <w:t>k za zeminu.</w:t>
      </w:r>
    </w:p>
    <w:p w14:paraId="3C7A6680" w14:textId="77777777" w:rsidR="008D7E28" w:rsidRPr="007D662D" w:rsidRDefault="008D7E28" w:rsidP="008D7E2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D662D">
        <w:rPr>
          <w:rFonts w:eastAsia="Calibri" w:cs="Times New Roman"/>
          <w:bCs/>
          <w:lang w:eastAsia="cs-CZ"/>
        </w:rPr>
        <w:t>SO 11-14-01</w:t>
      </w:r>
    </w:p>
    <w:p w14:paraId="3EBB064E" w14:textId="6FDFF62F" w:rsidR="008D7E28" w:rsidRPr="007D662D" w:rsidRDefault="008D7E28" w:rsidP="008D7E28">
      <w:pPr>
        <w:numPr>
          <w:ilvl w:val="0"/>
          <w:numId w:val="3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D662D">
        <w:rPr>
          <w:rFonts w:eastAsia="Calibri" w:cs="Times New Roman"/>
          <w:bCs/>
          <w:lang w:eastAsia="cs-CZ"/>
        </w:rPr>
        <w:t>Položka značky 015111</w:t>
      </w:r>
      <w:r w:rsidR="005866C3" w:rsidRPr="007D662D">
        <w:rPr>
          <w:rFonts w:eastAsia="Calibri" w:cs="Times New Roman"/>
          <w:bCs/>
          <w:lang w:eastAsia="cs-CZ"/>
        </w:rPr>
        <w:t xml:space="preserve"> je</w:t>
      </w:r>
      <w:r w:rsidRPr="007D662D">
        <w:rPr>
          <w:rFonts w:eastAsia="Calibri" w:cs="Times New Roman"/>
          <w:bCs/>
          <w:lang w:eastAsia="cs-CZ"/>
        </w:rPr>
        <w:t xml:space="preserve"> převedena na položku R015111 (Upraven název – doplněno R, popis a TS)</w:t>
      </w:r>
    </w:p>
    <w:p w14:paraId="27EDB4F4" w14:textId="3319AA7C" w:rsidR="008D7E28" w:rsidRPr="007D662D" w:rsidRDefault="008D7E28" w:rsidP="008D7E28">
      <w:pPr>
        <w:numPr>
          <w:ilvl w:val="0"/>
          <w:numId w:val="3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D662D">
        <w:rPr>
          <w:rFonts w:eastAsia="Calibri" w:cs="Times New Roman"/>
          <w:bCs/>
          <w:lang w:eastAsia="cs-CZ"/>
        </w:rPr>
        <w:t>Položka značky 015140</w:t>
      </w:r>
      <w:r w:rsidR="005866C3" w:rsidRPr="007D662D">
        <w:rPr>
          <w:rFonts w:eastAsia="Calibri" w:cs="Times New Roman"/>
          <w:bCs/>
          <w:lang w:eastAsia="cs-CZ"/>
        </w:rPr>
        <w:t xml:space="preserve"> je</w:t>
      </w:r>
      <w:r w:rsidRPr="007D662D">
        <w:rPr>
          <w:rFonts w:eastAsia="Calibri" w:cs="Times New Roman"/>
          <w:bCs/>
          <w:lang w:eastAsia="cs-CZ"/>
        </w:rPr>
        <w:t xml:space="preserve"> převedena na položku R015140 (Upraven název – doplněno R, popis a TS)</w:t>
      </w:r>
    </w:p>
    <w:p w14:paraId="6543CD94" w14:textId="77777777" w:rsidR="008D7E28" w:rsidRPr="007D662D" w:rsidRDefault="008D7E28" w:rsidP="008D7E2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D662D">
        <w:rPr>
          <w:rFonts w:eastAsia="Calibri" w:cs="Times New Roman"/>
          <w:bCs/>
          <w:lang w:eastAsia="cs-CZ"/>
        </w:rPr>
        <w:t>SO 90-90</w:t>
      </w:r>
    </w:p>
    <w:p w14:paraId="753297E8" w14:textId="0256F79D" w:rsidR="008D7E28" w:rsidRPr="007D662D" w:rsidRDefault="008D7E28" w:rsidP="008D7E28">
      <w:pPr>
        <w:numPr>
          <w:ilvl w:val="0"/>
          <w:numId w:val="3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D662D">
        <w:rPr>
          <w:rFonts w:eastAsia="Calibri" w:cs="Times New Roman"/>
          <w:bCs/>
          <w:lang w:eastAsia="cs-CZ"/>
        </w:rPr>
        <w:t>Upraveno</w:t>
      </w:r>
      <w:r w:rsidR="005866C3" w:rsidRPr="007D662D">
        <w:rPr>
          <w:rFonts w:eastAsia="Calibri" w:cs="Times New Roman"/>
          <w:bCs/>
          <w:lang w:eastAsia="cs-CZ"/>
        </w:rPr>
        <w:t xml:space="preserve"> je</w:t>
      </w:r>
      <w:r w:rsidRPr="007D662D">
        <w:rPr>
          <w:rFonts w:eastAsia="Calibri" w:cs="Times New Roman"/>
          <w:bCs/>
          <w:lang w:eastAsia="cs-CZ"/>
        </w:rPr>
        <w:t xml:space="preserve"> množství u položky č.1 (R015111)</w:t>
      </w:r>
    </w:p>
    <w:p w14:paraId="30FA83C3" w14:textId="55782D35" w:rsidR="008D7E28" w:rsidRPr="007D662D" w:rsidRDefault="008D7E28" w:rsidP="008D7E28">
      <w:pPr>
        <w:numPr>
          <w:ilvl w:val="0"/>
          <w:numId w:val="3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D662D">
        <w:rPr>
          <w:rFonts w:eastAsia="Calibri" w:cs="Times New Roman"/>
          <w:bCs/>
          <w:lang w:eastAsia="cs-CZ"/>
        </w:rPr>
        <w:t xml:space="preserve">Upraveno </w:t>
      </w:r>
      <w:r w:rsidR="005866C3" w:rsidRPr="007D662D">
        <w:rPr>
          <w:rFonts w:eastAsia="Calibri" w:cs="Times New Roman"/>
          <w:bCs/>
          <w:lang w:eastAsia="cs-CZ"/>
        </w:rPr>
        <w:t xml:space="preserve">je </w:t>
      </w:r>
      <w:r w:rsidRPr="007D662D">
        <w:rPr>
          <w:rFonts w:eastAsia="Calibri" w:cs="Times New Roman"/>
          <w:bCs/>
          <w:lang w:eastAsia="cs-CZ"/>
        </w:rPr>
        <w:t xml:space="preserve">množství u položky č.5 (R015120) s ohledem </w:t>
      </w:r>
      <w:r w:rsidRPr="00CF5B1C">
        <w:rPr>
          <w:rFonts w:eastAsia="Calibri" w:cs="Times New Roman"/>
          <w:bCs/>
          <w:lang w:eastAsia="cs-CZ"/>
        </w:rPr>
        <w:t xml:space="preserve">na </w:t>
      </w:r>
      <w:r w:rsidR="0094110C" w:rsidRPr="00CF5B1C">
        <w:rPr>
          <w:rFonts w:eastAsia="Calibri" w:cs="Times New Roman"/>
          <w:bCs/>
          <w:lang w:eastAsia="cs-CZ"/>
        </w:rPr>
        <w:t xml:space="preserve">zavedení položek </w:t>
      </w:r>
      <w:r w:rsidRPr="007D662D">
        <w:rPr>
          <w:rFonts w:eastAsia="Calibri" w:cs="Times New Roman"/>
          <w:bCs/>
          <w:lang w:eastAsia="cs-CZ"/>
        </w:rPr>
        <w:t xml:space="preserve"> č. 24 a č. 25. </w:t>
      </w:r>
      <w:r w:rsidR="00EA69F9" w:rsidRPr="007D662D">
        <w:rPr>
          <w:rFonts w:eastAsia="Calibri" w:cs="Times New Roman"/>
          <w:bCs/>
          <w:lang w:eastAsia="cs-CZ"/>
        </w:rPr>
        <w:t xml:space="preserve">Položka č. 5 je nově rozdělena </w:t>
      </w:r>
      <w:r w:rsidRPr="007D662D">
        <w:rPr>
          <w:rFonts w:eastAsia="Calibri" w:cs="Times New Roman"/>
          <w:bCs/>
          <w:lang w:eastAsia="cs-CZ"/>
        </w:rPr>
        <w:t xml:space="preserve"> pro vyšší přehlednost</w:t>
      </w:r>
      <w:r w:rsidR="00CF5B1C">
        <w:rPr>
          <w:rFonts w:eastAsia="Calibri" w:cs="Times New Roman"/>
          <w:bCs/>
          <w:lang w:eastAsia="cs-CZ"/>
        </w:rPr>
        <w:t xml:space="preserve"> na položku č. 5, položku č. </w:t>
      </w:r>
      <w:r w:rsidR="00EA69F9" w:rsidRPr="007D662D">
        <w:rPr>
          <w:rFonts w:eastAsia="Calibri" w:cs="Times New Roman"/>
          <w:bCs/>
          <w:lang w:eastAsia="cs-CZ"/>
        </w:rPr>
        <w:t xml:space="preserve"> a</w:t>
      </w:r>
      <w:r w:rsidR="00CF5B1C">
        <w:rPr>
          <w:rFonts w:eastAsia="Calibri" w:cs="Times New Roman"/>
          <w:bCs/>
          <w:lang w:eastAsia="cs-CZ"/>
        </w:rPr>
        <w:t xml:space="preserve"> položku č.24 a položku č.</w:t>
      </w:r>
      <w:r w:rsidR="00EA69F9" w:rsidRPr="007D662D">
        <w:rPr>
          <w:rFonts w:eastAsia="Calibri" w:cs="Times New Roman"/>
          <w:bCs/>
          <w:lang w:eastAsia="cs-CZ"/>
        </w:rPr>
        <w:t xml:space="preserve"> 25.</w:t>
      </w:r>
      <w:r w:rsidRPr="007D662D">
        <w:rPr>
          <w:rFonts w:eastAsia="Calibri" w:cs="Times New Roman"/>
          <w:bCs/>
          <w:lang w:eastAsia="cs-CZ"/>
        </w:rPr>
        <w:t xml:space="preserve"> </w:t>
      </w:r>
    </w:p>
    <w:p w14:paraId="159D99A6" w14:textId="7BF7E07C" w:rsidR="008D7E28" w:rsidRPr="00A60EF0" w:rsidRDefault="0094110C" w:rsidP="008D7E28">
      <w:pPr>
        <w:numPr>
          <w:ilvl w:val="0"/>
          <w:numId w:val="3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0EF0">
        <w:rPr>
          <w:rFonts w:eastAsia="Calibri" w:cs="Times New Roman"/>
          <w:bCs/>
          <w:lang w:eastAsia="cs-CZ"/>
        </w:rPr>
        <w:t xml:space="preserve">zavedena </w:t>
      </w:r>
      <w:r w:rsidR="00F039D0">
        <w:rPr>
          <w:rFonts w:eastAsia="Calibri" w:cs="Times New Roman"/>
          <w:bCs/>
          <w:lang w:eastAsia="cs-CZ"/>
        </w:rPr>
        <w:t xml:space="preserve">je </w:t>
      </w:r>
      <w:r w:rsidR="008D7E28" w:rsidRPr="00A60EF0">
        <w:rPr>
          <w:rFonts w:eastAsia="Calibri" w:cs="Times New Roman"/>
          <w:bCs/>
          <w:lang w:eastAsia="cs-CZ"/>
        </w:rPr>
        <w:t>položka č.24 (R015120-1)</w:t>
      </w:r>
    </w:p>
    <w:p w14:paraId="0FDDF146" w14:textId="70AE3898" w:rsidR="00EA69F9" w:rsidRPr="007D662D" w:rsidRDefault="00A60EF0" w:rsidP="008D7E28">
      <w:pPr>
        <w:numPr>
          <w:ilvl w:val="0"/>
          <w:numId w:val="3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60EF0">
        <w:rPr>
          <w:rFonts w:eastAsia="Calibri" w:cs="Times New Roman"/>
          <w:bCs/>
          <w:lang w:eastAsia="cs-CZ"/>
        </w:rPr>
        <w:t>zavedena</w:t>
      </w:r>
      <w:r w:rsidR="00F039D0">
        <w:rPr>
          <w:rFonts w:eastAsia="Calibri" w:cs="Times New Roman"/>
          <w:bCs/>
          <w:lang w:eastAsia="cs-CZ"/>
        </w:rPr>
        <w:t xml:space="preserve"> je</w:t>
      </w:r>
      <w:r w:rsidRPr="00A60EF0">
        <w:rPr>
          <w:rFonts w:eastAsia="Calibri" w:cs="Times New Roman"/>
          <w:bCs/>
          <w:lang w:eastAsia="cs-CZ"/>
        </w:rPr>
        <w:t xml:space="preserve"> položka </w:t>
      </w:r>
      <w:r w:rsidR="008D7E28" w:rsidRPr="00A60EF0">
        <w:rPr>
          <w:rFonts w:eastAsia="Calibri" w:cs="Times New Roman"/>
          <w:bCs/>
          <w:lang w:eastAsia="cs-CZ"/>
        </w:rPr>
        <w:t>č.25 (R015120</w:t>
      </w:r>
      <w:r w:rsidR="008D7E28" w:rsidRPr="007D662D">
        <w:rPr>
          <w:rFonts w:eastAsia="Calibri" w:cs="Times New Roman"/>
          <w:bCs/>
          <w:lang w:eastAsia="cs-CZ"/>
        </w:rPr>
        <w:t>-2)</w:t>
      </w:r>
      <w:r w:rsidR="00EA69F9" w:rsidRPr="007D662D">
        <w:rPr>
          <w:rFonts w:eastAsia="Calibri" w:cs="Times New Roman"/>
          <w:bCs/>
          <w:lang w:eastAsia="cs-CZ"/>
        </w:rPr>
        <w:t xml:space="preserve"> </w:t>
      </w:r>
    </w:p>
    <w:p w14:paraId="3C77C183" w14:textId="77777777" w:rsidR="0094110C" w:rsidRDefault="0094110C" w:rsidP="0094110C">
      <w:pPr>
        <w:spacing w:after="0" w:line="240" w:lineRule="auto"/>
        <w:ind w:left="360"/>
        <w:jc w:val="both"/>
        <w:rPr>
          <w:rFonts w:eastAsia="Calibri" w:cs="Times New Roman"/>
          <w:bCs/>
          <w:lang w:eastAsia="cs-CZ"/>
        </w:rPr>
      </w:pPr>
    </w:p>
    <w:p w14:paraId="2B8CDBC7" w14:textId="77777777" w:rsidR="00F9777C" w:rsidRDefault="00EA69F9" w:rsidP="0094110C">
      <w:pPr>
        <w:spacing w:after="0" w:line="240" w:lineRule="auto"/>
        <w:ind w:left="360"/>
        <w:jc w:val="both"/>
        <w:rPr>
          <w:rFonts w:eastAsia="Calibri" w:cs="Times New Roman"/>
          <w:bCs/>
          <w:lang w:eastAsia="cs-CZ"/>
        </w:rPr>
      </w:pPr>
      <w:r w:rsidRPr="007D662D">
        <w:rPr>
          <w:rFonts w:eastAsia="Calibri" w:cs="Times New Roman"/>
          <w:bCs/>
          <w:lang w:eastAsia="cs-CZ"/>
        </w:rPr>
        <w:t xml:space="preserve">Výše uvedené </w:t>
      </w:r>
      <w:r w:rsidR="003E2BC9" w:rsidRPr="00780F2C">
        <w:rPr>
          <w:rFonts w:eastAsia="Calibri" w:cs="Times New Roman"/>
          <w:bCs/>
          <w:lang w:eastAsia="cs-CZ"/>
        </w:rPr>
        <w:t xml:space="preserve">úpravy </w:t>
      </w:r>
      <w:r w:rsidR="008D7E28" w:rsidRPr="00780F2C">
        <w:rPr>
          <w:rFonts w:eastAsia="Calibri" w:cs="Times New Roman"/>
          <w:bCs/>
          <w:lang w:eastAsia="cs-CZ"/>
        </w:rPr>
        <w:t xml:space="preserve">jsou provedeny </w:t>
      </w:r>
      <w:r w:rsidR="003E2BC9" w:rsidRPr="00780F2C">
        <w:rPr>
          <w:rFonts w:eastAsia="Calibri" w:cs="Times New Roman"/>
          <w:bCs/>
          <w:lang w:eastAsia="cs-CZ"/>
        </w:rPr>
        <w:t xml:space="preserve">pouze </w:t>
      </w:r>
      <w:r w:rsidR="008D7E28" w:rsidRPr="00780F2C">
        <w:rPr>
          <w:rFonts w:eastAsia="Calibri" w:cs="Times New Roman"/>
          <w:bCs/>
          <w:lang w:eastAsia="cs-CZ"/>
        </w:rPr>
        <w:t xml:space="preserve">z důvodu vyšší přehlednosti pro uchazeče a nedochází k doplnění nových položek, které by </w:t>
      </w:r>
      <w:r w:rsidR="003E2BC9" w:rsidRPr="00780F2C">
        <w:rPr>
          <w:rFonts w:eastAsia="Calibri" w:cs="Times New Roman"/>
          <w:bCs/>
          <w:lang w:eastAsia="cs-CZ"/>
        </w:rPr>
        <w:t xml:space="preserve">již </w:t>
      </w:r>
      <w:r w:rsidR="008D7E28" w:rsidRPr="00780F2C">
        <w:rPr>
          <w:rFonts w:eastAsia="Calibri" w:cs="Times New Roman"/>
          <w:bCs/>
          <w:lang w:eastAsia="cs-CZ"/>
        </w:rPr>
        <w:t>nebyly uvedeny jinde</w:t>
      </w:r>
      <w:r w:rsidR="003E2BC9" w:rsidRPr="00780F2C">
        <w:rPr>
          <w:rFonts w:eastAsia="Calibri" w:cs="Times New Roman"/>
          <w:bCs/>
          <w:lang w:eastAsia="cs-CZ"/>
        </w:rPr>
        <w:t xml:space="preserve"> v soupisu prací</w:t>
      </w:r>
      <w:r w:rsidR="008D7E28" w:rsidRPr="00780F2C">
        <w:rPr>
          <w:rFonts w:eastAsia="Calibri" w:cs="Times New Roman"/>
          <w:bCs/>
          <w:lang w:eastAsia="cs-CZ"/>
        </w:rPr>
        <w:t>.</w:t>
      </w:r>
      <w:r w:rsidRPr="007D662D">
        <w:rPr>
          <w:rFonts w:eastAsia="Calibri" w:cs="Times New Roman"/>
          <w:bCs/>
          <w:lang w:eastAsia="cs-CZ"/>
        </w:rPr>
        <w:t xml:space="preserve"> K</w:t>
      </w:r>
      <w:r w:rsidR="008D7E28" w:rsidRPr="007D662D">
        <w:rPr>
          <w:rFonts w:eastAsia="Calibri" w:cs="Times New Roman"/>
          <w:bCs/>
          <w:lang w:eastAsia="cs-CZ"/>
        </w:rPr>
        <w:t xml:space="preserve"> nacenění odpadů </w:t>
      </w:r>
      <w:r w:rsidRPr="007D662D">
        <w:rPr>
          <w:rFonts w:eastAsia="Calibri" w:cs="Times New Roman"/>
          <w:bCs/>
          <w:lang w:eastAsia="cs-CZ"/>
        </w:rPr>
        <w:t xml:space="preserve">vždy </w:t>
      </w:r>
      <w:r w:rsidR="008D7E28" w:rsidRPr="007D662D">
        <w:rPr>
          <w:rFonts w:eastAsia="Calibri" w:cs="Times New Roman"/>
          <w:bCs/>
          <w:lang w:eastAsia="cs-CZ"/>
        </w:rPr>
        <w:t xml:space="preserve">slouží SO 90-90 a u ostatních SO a PS jde pouze o informativní položky k daným SO a PS. </w:t>
      </w:r>
    </w:p>
    <w:p w14:paraId="21EB9735" w14:textId="77777777" w:rsidR="00F9777C" w:rsidRDefault="00F9777C" w:rsidP="0094110C">
      <w:pPr>
        <w:spacing w:after="0" w:line="240" w:lineRule="auto"/>
        <w:ind w:left="360"/>
        <w:jc w:val="both"/>
        <w:rPr>
          <w:rFonts w:eastAsia="Calibri" w:cs="Times New Roman"/>
          <w:bCs/>
          <w:strike/>
          <w:highlight w:val="yellow"/>
          <w:lang w:eastAsia="cs-CZ"/>
        </w:rPr>
      </w:pPr>
    </w:p>
    <w:p w14:paraId="04D9B7E5" w14:textId="1C7B4278" w:rsidR="008D7E28" w:rsidRPr="00F9777C" w:rsidRDefault="008D7E28" w:rsidP="008D7E28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1DD0BB8" w14:textId="75C5304F" w:rsidR="00243F03" w:rsidRDefault="003672A2" w:rsidP="003672A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 </w:t>
      </w:r>
    </w:p>
    <w:p w14:paraId="494EA8F9" w14:textId="77777777" w:rsidR="007D662D" w:rsidRPr="003672A2" w:rsidRDefault="007D662D" w:rsidP="003672A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7BF0A4D" w14:textId="77777777" w:rsidR="007D662D" w:rsidRPr="00396E8C" w:rsidRDefault="007D662D" w:rsidP="007D662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14C5B21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151A172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CCBA593" w14:textId="77777777" w:rsidR="00243F03" w:rsidRPr="00BD5319" w:rsidRDefault="00243F03" w:rsidP="00243F0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B9BD338" w14:textId="77777777" w:rsidR="00243F03" w:rsidRPr="00BD5319" w:rsidRDefault="00243F03" w:rsidP="00243F0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D7079D3" w14:textId="1DB1BA90" w:rsidR="007D662D" w:rsidRPr="00F7708A" w:rsidRDefault="007D662D" w:rsidP="007D662D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F7708A">
        <w:rPr>
          <w:rFonts w:eastAsia="Calibri" w:cs="Times New Roman"/>
          <w:b/>
          <w:bCs/>
          <w:lang w:eastAsia="cs-CZ"/>
        </w:rPr>
        <w:t>Příloh</w:t>
      </w:r>
      <w:r w:rsidR="00F7708A">
        <w:rPr>
          <w:rFonts w:eastAsia="Calibri" w:cs="Times New Roman"/>
          <w:b/>
          <w:bCs/>
          <w:lang w:eastAsia="cs-CZ"/>
        </w:rPr>
        <w:t>y</w:t>
      </w:r>
      <w:r w:rsidRPr="00F7708A">
        <w:rPr>
          <w:rFonts w:eastAsia="Calibri" w:cs="Times New Roman"/>
          <w:b/>
          <w:bCs/>
          <w:lang w:eastAsia="cs-CZ"/>
        </w:rPr>
        <w:t xml:space="preserve">: </w:t>
      </w:r>
      <w:r w:rsidRPr="00F7708A">
        <w:rPr>
          <w:rFonts w:eastAsia="Calibri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F7708A">
        <w:rPr>
          <w:rFonts w:eastAsia="Calibri" w:cs="Times New Roman"/>
          <w:lang w:eastAsia="cs-CZ"/>
        </w:rPr>
        <w:instrText xml:space="preserve"> FORMTEXT </w:instrText>
      </w:r>
      <w:r w:rsidRPr="00F7708A">
        <w:rPr>
          <w:rFonts w:eastAsia="Calibri" w:cs="Times New Roman"/>
          <w:lang w:eastAsia="cs-CZ"/>
        </w:rPr>
      </w:r>
      <w:r w:rsidRPr="00F7708A">
        <w:rPr>
          <w:rFonts w:eastAsia="Calibri" w:cs="Times New Roman"/>
          <w:lang w:eastAsia="cs-CZ"/>
        </w:rPr>
        <w:fldChar w:fldCharType="separate"/>
      </w:r>
      <w:r w:rsidRPr="00F7708A">
        <w:rPr>
          <w:rFonts w:eastAsia="Calibri" w:cs="Times New Roman"/>
          <w:lang w:eastAsia="cs-CZ"/>
        </w:rPr>
        <w:t> </w:t>
      </w:r>
      <w:r w:rsidRPr="00F7708A">
        <w:rPr>
          <w:rFonts w:eastAsia="Calibri" w:cs="Times New Roman"/>
          <w:lang w:eastAsia="cs-CZ"/>
        </w:rPr>
        <w:t> </w:t>
      </w:r>
      <w:r w:rsidRPr="00F7708A">
        <w:rPr>
          <w:rFonts w:eastAsia="Calibri" w:cs="Times New Roman"/>
          <w:lang w:eastAsia="cs-CZ"/>
        </w:rPr>
        <w:t> </w:t>
      </w:r>
      <w:r w:rsidRPr="00F7708A">
        <w:rPr>
          <w:rFonts w:eastAsia="Calibri" w:cs="Times New Roman"/>
          <w:lang w:eastAsia="cs-CZ"/>
        </w:rPr>
        <w:t> </w:t>
      </w:r>
      <w:r w:rsidRPr="00F7708A">
        <w:rPr>
          <w:rFonts w:eastAsia="Calibri" w:cs="Times New Roman"/>
          <w:lang w:eastAsia="cs-CZ"/>
        </w:rPr>
        <w:t> </w:t>
      </w:r>
      <w:r w:rsidRPr="00F7708A">
        <w:rPr>
          <w:rFonts w:eastAsia="Calibri" w:cs="Times New Roman"/>
          <w:lang w:eastAsia="cs-CZ"/>
        </w:rPr>
        <w:fldChar w:fldCharType="end"/>
      </w:r>
    </w:p>
    <w:p w14:paraId="4CAA19A0" w14:textId="77777777" w:rsidR="00F7708A" w:rsidRPr="00F7708A" w:rsidRDefault="00F7708A" w:rsidP="00F7708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7708A">
        <w:rPr>
          <w:rFonts w:eastAsia="Times New Roman" w:cs="Times New Roman"/>
          <w:lang w:eastAsia="cs-CZ"/>
        </w:rPr>
        <w:t>XDC_Pribyslav_Pohled_zm13-20231005.xml</w:t>
      </w:r>
    </w:p>
    <w:p w14:paraId="74B98A4C" w14:textId="306D62DA" w:rsidR="00F7708A" w:rsidRPr="00F7708A" w:rsidRDefault="00F7708A" w:rsidP="007D662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7708A">
        <w:rPr>
          <w:rFonts w:eastAsia="Times New Roman" w:cs="Times New Roman"/>
          <w:lang w:eastAsia="cs-CZ"/>
        </w:rPr>
        <w:t>XLS_Pribyslav_Pohled_zm13-20231005</w:t>
      </w:r>
      <w:r w:rsidRPr="00F7708A">
        <w:rPr>
          <w:rFonts w:eastAsia="Calibri" w:cs="Times New Roman"/>
          <w:lang w:eastAsia="cs-CZ"/>
        </w:rPr>
        <w:t>.xlsx</w:t>
      </w:r>
    </w:p>
    <w:p w14:paraId="6B005DA8" w14:textId="77777777" w:rsidR="007D662D" w:rsidRPr="00F7708A" w:rsidRDefault="007D662D" w:rsidP="007D662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15F723" w14:textId="2CFB05C3" w:rsidR="007D662D" w:rsidRPr="00BD5319" w:rsidRDefault="007D662D" w:rsidP="007D662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7708A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4DB6ABFE" w14:textId="77777777" w:rsidR="007D662D" w:rsidRPr="00BD5319" w:rsidRDefault="007D662D" w:rsidP="007D662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F1048A" w14:textId="77777777" w:rsidR="007D662D" w:rsidRDefault="007D662D" w:rsidP="007D662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48171A" w14:textId="77777777" w:rsidR="007D662D" w:rsidRDefault="007D662D" w:rsidP="007D662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AAE263" w14:textId="77777777" w:rsidR="007D662D" w:rsidRDefault="007D662D" w:rsidP="007D662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3AF92B" w14:textId="77777777" w:rsidR="007D662D" w:rsidRDefault="007D662D" w:rsidP="007D662D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09B5B4F" w14:textId="77777777" w:rsidR="007D662D" w:rsidRPr="00BD5319" w:rsidRDefault="007D662D" w:rsidP="007D662D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3759FB8" w14:textId="77777777" w:rsidR="007D662D" w:rsidRPr="00BD5319" w:rsidRDefault="007D662D" w:rsidP="007D662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27D190E" w14:textId="77777777" w:rsidR="007D662D" w:rsidRPr="00BD5319" w:rsidRDefault="007D662D" w:rsidP="007D662D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437054D" w14:textId="77777777" w:rsidR="007D662D" w:rsidRPr="00BD5319" w:rsidRDefault="007D662D" w:rsidP="007D662D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5DD3454B" w14:textId="77777777" w:rsidR="007D662D" w:rsidRPr="00BD5319" w:rsidRDefault="007D662D" w:rsidP="007D662D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095DF99F" w14:textId="77777777" w:rsidR="00243F03" w:rsidRPr="00BD5319" w:rsidRDefault="00243F03" w:rsidP="007D662D">
      <w:pPr>
        <w:tabs>
          <w:tab w:val="center" w:pos="7371"/>
        </w:tabs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sectPr w:rsidR="00243F03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E5017" w14:textId="77777777" w:rsidR="00A24B32" w:rsidRDefault="00A24B32" w:rsidP="00962258">
      <w:pPr>
        <w:spacing w:after="0" w:line="240" w:lineRule="auto"/>
      </w:pPr>
      <w:r>
        <w:separator/>
      </w:r>
    </w:p>
  </w:endnote>
  <w:endnote w:type="continuationSeparator" w:id="0">
    <w:p w14:paraId="6D647B85" w14:textId="77777777" w:rsidR="00A24B32" w:rsidRDefault="00A24B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7467B83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39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39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F1715C" w:rsidRDefault="00F1715C" w:rsidP="00D831A3">
          <w:pPr>
            <w:pStyle w:val="Zpat"/>
          </w:pPr>
        </w:p>
      </w:tc>
    </w:tr>
  </w:tbl>
  <w:p w14:paraId="7928907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202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9AC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1545B3E0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0F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0F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67AD19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D0D7E86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9BBE09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7A3580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712ED1" w:rsidRDefault="00712ED1" w:rsidP="00331004">
          <w:pPr>
            <w:pStyle w:val="Zpat"/>
          </w:pPr>
        </w:p>
      </w:tc>
    </w:tr>
  </w:tbl>
  <w:p w14:paraId="62FC56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8441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8369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884A1" w14:textId="77777777" w:rsidR="00A24B32" w:rsidRDefault="00A24B32" w:rsidP="00962258">
      <w:pPr>
        <w:spacing w:after="0" w:line="240" w:lineRule="auto"/>
      </w:pPr>
      <w:r>
        <w:separator/>
      </w:r>
    </w:p>
  </w:footnote>
  <w:footnote w:type="continuationSeparator" w:id="0">
    <w:p w14:paraId="2A6A3D6E" w14:textId="77777777" w:rsidR="00A24B32" w:rsidRDefault="00A24B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F1715C" w:rsidRPr="00D6163D" w:rsidRDefault="00F1715C" w:rsidP="00D6163D">
          <w:pPr>
            <w:pStyle w:val="Druhdokumentu"/>
          </w:pPr>
        </w:p>
      </w:tc>
    </w:tr>
  </w:tbl>
  <w:p w14:paraId="3516DD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03775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F1715C" w:rsidRPr="00D6163D" w:rsidRDefault="00F1715C" w:rsidP="00FC6389">
          <w:pPr>
            <w:pStyle w:val="Druhdokumentu"/>
          </w:pPr>
        </w:p>
      </w:tc>
    </w:tr>
    <w:tr w:rsidR="00F64786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E09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766123"/>
    <w:multiLevelType w:val="hybridMultilevel"/>
    <w:tmpl w:val="C4D0F1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C2134"/>
    <w:multiLevelType w:val="hybridMultilevel"/>
    <w:tmpl w:val="BA1EA4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21D71"/>
    <w:multiLevelType w:val="hybridMultilevel"/>
    <w:tmpl w:val="359E7F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106F17"/>
    <w:multiLevelType w:val="hybridMultilevel"/>
    <w:tmpl w:val="163C627C"/>
    <w:lvl w:ilvl="0" w:tplc="C70EEC4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B64BA"/>
    <w:multiLevelType w:val="hybridMultilevel"/>
    <w:tmpl w:val="61D6B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22E37"/>
    <w:multiLevelType w:val="hybridMultilevel"/>
    <w:tmpl w:val="4B324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E039C"/>
    <w:multiLevelType w:val="hybridMultilevel"/>
    <w:tmpl w:val="FD486386"/>
    <w:lvl w:ilvl="0" w:tplc="8570C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2E813C55"/>
    <w:multiLevelType w:val="hybridMultilevel"/>
    <w:tmpl w:val="6A9202BE"/>
    <w:lvl w:ilvl="0" w:tplc="85F80288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87310"/>
    <w:multiLevelType w:val="hybridMultilevel"/>
    <w:tmpl w:val="DF3ECE32"/>
    <w:lvl w:ilvl="0" w:tplc="15466BC4">
      <w:start w:val="1"/>
      <w:numFmt w:val="decimal"/>
      <w:lvlText w:val="%1.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6" w15:restartNumberingAfterBreak="0">
    <w:nsid w:val="4C7B42A9"/>
    <w:multiLevelType w:val="hybridMultilevel"/>
    <w:tmpl w:val="C4DCC22E"/>
    <w:lvl w:ilvl="0" w:tplc="E51A99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4014D"/>
    <w:multiLevelType w:val="hybridMultilevel"/>
    <w:tmpl w:val="BC7C8712"/>
    <w:lvl w:ilvl="0" w:tplc="388E2870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C0AB7"/>
    <w:multiLevelType w:val="hybridMultilevel"/>
    <w:tmpl w:val="2580E1B8"/>
    <w:lvl w:ilvl="0" w:tplc="0C3E2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E3EA6"/>
    <w:multiLevelType w:val="hybridMultilevel"/>
    <w:tmpl w:val="59F46276"/>
    <w:lvl w:ilvl="0" w:tplc="DBEA48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84E08"/>
    <w:multiLevelType w:val="hybridMultilevel"/>
    <w:tmpl w:val="8520AB96"/>
    <w:lvl w:ilvl="0" w:tplc="3EA6AF5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A6AFB"/>
    <w:multiLevelType w:val="hybridMultilevel"/>
    <w:tmpl w:val="B2AE73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9541B"/>
    <w:multiLevelType w:val="hybridMultilevel"/>
    <w:tmpl w:val="61D6BF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82822"/>
    <w:multiLevelType w:val="hybridMultilevel"/>
    <w:tmpl w:val="90545FC6"/>
    <w:lvl w:ilvl="0" w:tplc="23B895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844C6"/>
    <w:multiLevelType w:val="hybridMultilevel"/>
    <w:tmpl w:val="48F445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50AB2"/>
    <w:multiLevelType w:val="hybridMultilevel"/>
    <w:tmpl w:val="B4CA3F14"/>
    <w:lvl w:ilvl="0" w:tplc="6EF8C08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070991"/>
    <w:multiLevelType w:val="multilevel"/>
    <w:tmpl w:val="CABE99FC"/>
    <w:numStyleLink w:val="ListNumbermultilevel"/>
  </w:abstractNum>
  <w:abstractNum w:abstractNumId="28" w15:restartNumberingAfterBreak="0">
    <w:nsid w:val="74856E4B"/>
    <w:multiLevelType w:val="hybridMultilevel"/>
    <w:tmpl w:val="1958A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556C4"/>
    <w:multiLevelType w:val="hybridMultilevel"/>
    <w:tmpl w:val="1FCA0872"/>
    <w:lvl w:ilvl="0" w:tplc="40B2619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978A3"/>
    <w:multiLevelType w:val="hybridMultilevel"/>
    <w:tmpl w:val="9D7AC0A2"/>
    <w:lvl w:ilvl="0" w:tplc="5D5C17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197482">
    <w:abstractNumId w:val="5"/>
  </w:num>
  <w:num w:numId="2" w16cid:durableId="865678065">
    <w:abstractNumId w:val="1"/>
  </w:num>
  <w:num w:numId="3" w16cid:durableId="817570356">
    <w:abstractNumId w:val="12"/>
  </w:num>
  <w:num w:numId="4" w16cid:durableId="689767703">
    <w:abstractNumId w:val="27"/>
  </w:num>
  <w:num w:numId="5" w16cid:durableId="964967218">
    <w:abstractNumId w:val="0"/>
  </w:num>
  <w:num w:numId="6" w16cid:durableId="138113276">
    <w:abstractNumId w:val="15"/>
  </w:num>
  <w:num w:numId="7" w16cid:durableId="221913593">
    <w:abstractNumId w:val="19"/>
  </w:num>
  <w:num w:numId="8" w16cid:durableId="11807058">
    <w:abstractNumId w:val="7"/>
  </w:num>
  <w:num w:numId="9" w16cid:durableId="1874033770">
    <w:abstractNumId w:val="6"/>
  </w:num>
  <w:num w:numId="10" w16cid:durableId="1603226876">
    <w:abstractNumId w:val="7"/>
  </w:num>
  <w:num w:numId="11" w16cid:durableId="956258902">
    <w:abstractNumId w:val="26"/>
  </w:num>
  <w:num w:numId="12" w16cid:durableId="2048984318">
    <w:abstractNumId w:val="16"/>
  </w:num>
  <w:num w:numId="13" w16cid:durableId="1981691525">
    <w:abstractNumId w:val="18"/>
  </w:num>
  <w:num w:numId="14" w16cid:durableId="70347333">
    <w:abstractNumId w:val="29"/>
  </w:num>
  <w:num w:numId="15" w16cid:durableId="155657529">
    <w:abstractNumId w:val="28"/>
  </w:num>
  <w:num w:numId="16" w16cid:durableId="1758163926">
    <w:abstractNumId w:val="9"/>
  </w:num>
  <w:num w:numId="17" w16cid:durableId="973606466">
    <w:abstractNumId w:val="23"/>
  </w:num>
  <w:num w:numId="18" w16cid:durableId="894849116">
    <w:abstractNumId w:val="4"/>
  </w:num>
  <w:num w:numId="19" w16cid:durableId="1278828596">
    <w:abstractNumId w:val="10"/>
  </w:num>
  <w:num w:numId="20" w16cid:durableId="282617725">
    <w:abstractNumId w:val="11"/>
  </w:num>
  <w:num w:numId="21" w16cid:durableId="307982691">
    <w:abstractNumId w:val="21"/>
  </w:num>
  <w:num w:numId="22" w16cid:durableId="1462647400">
    <w:abstractNumId w:val="20"/>
  </w:num>
  <w:num w:numId="23" w16cid:durableId="21231859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08078140">
    <w:abstractNumId w:val="30"/>
  </w:num>
  <w:num w:numId="25" w16cid:durableId="1318996592">
    <w:abstractNumId w:val="2"/>
  </w:num>
  <w:num w:numId="26" w16cid:durableId="991786403">
    <w:abstractNumId w:val="25"/>
  </w:num>
  <w:num w:numId="27" w16cid:durableId="32775931">
    <w:abstractNumId w:val="22"/>
  </w:num>
  <w:num w:numId="28" w16cid:durableId="1030109546">
    <w:abstractNumId w:val="3"/>
  </w:num>
  <w:num w:numId="29" w16cid:durableId="1399010809">
    <w:abstractNumId w:val="17"/>
  </w:num>
  <w:num w:numId="30" w16cid:durableId="883251353">
    <w:abstractNumId w:val="13"/>
  </w:num>
  <w:num w:numId="31" w16cid:durableId="1958830311">
    <w:abstractNumId w:val="14"/>
  </w:num>
  <w:num w:numId="32" w16cid:durableId="233904610">
    <w:abstractNumId w:val="8"/>
  </w:num>
  <w:num w:numId="33" w16cid:durableId="2033529055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1C0"/>
    <w:rsid w:val="00033432"/>
    <w:rsid w:val="000335CC"/>
    <w:rsid w:val="00035504"/>
    <w:rsid w:val="0004174C"/>
    <w:rsid w:val="00043BA6"/>
    <w:rsid w:val="00044231"/>
    <w:rsid w:val="00050D2C"/>
    <w:rsid w:val="00054AB2"/>
    <w:rsid w:val="00060B30"/>
    <w:rsid w:val="00072C1E"/>
    <w:rsid w:val="00073A8A"/>
    <w:rsid w:val="00080A04"/>
    <w:rsid w:val="0008641E"/>
    <w:rsid w:val="00094774"/>
    <w:rsid w:val="00094D2E"/>
    <w:rsid w:val="000A177E"/>
    <w:rsid w:val="000B20F0"/>
    <w:rsid w:val="000B3A82"/>
    <w:rsid w:val="000B5F46"/>
    <w:rsid w:val="000B6C7E"/>
    <w:rsid w:val="000B7907"/>
    <w:rsid w:val="000C0429"/>
    <w:rsid w:val="000C1AC6"/>
    <w:rsid w:val="000C45E8"/>
    <w:rsid w:val="000C4E11"/>
    <w:rsid w:val="000E0433"/>
    <w:rsid w:val="000E6AB7"/>
    <w:rsid w:val="000F3763"/>
    <w:rsid w:val="0010266D"/>
    <w:rsid w:val="00113BE0"/>
    <w:rsid w:val="00114472"/>
    <w:rsid w:val="001169E4"/>
    <w:rsid w:val="001374A3"/>
    <w:rsid w:val="001477EB"/>
    <w:rsid w:val="00151C84"/>
    <w:rsid w:val="00152D8A"/>
    <w:rsid w:val="00155CF4"/>
    <w:rsid w:val="001564DC"/>
    <w:rsid w:val="001645AA"/>
    <w:rsid w:val="00170EC5"/>
    <w:rsid w:val="001747C1"/>
    <w:rsid w:val="0018596A"/>
    <w:rsid w:val="001B69C2"/>
    <w:rsid w:val="001B7207"/>
    <w:rsid w:val="001C2535"/>
    <w:rsid w:val="001C4DA0"/>
    <w:rsid w:val="001D1BC2"/>
    <w:rsid w:val="001D4FE0"/>
    <w:rsid w:val="001D5BCA"/>
    <w:rsid w:val="001D6004"/>
    <w:rsid w:val="001F735C"/>
    <w:rsid w:val="001F7685"/>
    <w:rsid w:val="00203EFB"/>
    <w:rsid w:val="00207DF5"/>
    <w:rsid w:val="002131FE"/>
    <w:rsid w:val="002203D9"/>
    <w:rsid w:val="00226736"/>
    <w:rsid w:val="0023416F"/>
    <w:rsid w:val="00243F03"/>
    <w:rsid w:val="00245359"/>
    <w:rsid w:val="00247AFA"/>
    <w:rsid w:val="002570F5"/>
    <w:rsid w:val="0026163B"/>
    <w:rsid w:val="00267369"/>
    <w:rsid w:val="0026785D"/>
    <w:rsid w:val="002816A2"/>
    <w:rsid w:val="002B09DF"/>
    <w:rsid w:val="002B1747"/>
    <w:rsid w:val="002C31BF"/>
    <w:rsid w:val="002E0CD7"/>
    <w:rsid w:val="002F026B"/>
    <w:rsid w:val="00304FEE"/>
    <w:rsid w:val="00342933"/>
    <w:rsid w:val="00343B92"/>
    <w:rsid w:val="00357BC6"/>
    <w:rsid w:val="0036575C"/>
    <w:rsid w:val="003672A2"/>
    <w:rsid w:val="0037111D"/>
    <w:rsid w:val="00374650"/>
    <w:rsid w:val="003756B9"/>
    <w:rsid w:val="00382351"/>
    <w:rsid w:val="003956C6"/>
    <w:rsid w:val="003C256A"/>
    <w:rsid w:val="003E2BC9"/>
    <w:rsid w:val="003E6B9A"/>
    <w:rsid w:val="003E75CE"/>
    <w:rsid w:val="003F0BCD"/>
    <w:rsid w:val="00401035"/>
    <w:rsid w:val="00412437"/>
    <w:rsid w:val="0041380F"/>
    <w:rsid w:val="00427D32"/>
    <w:rsid w:val="00434450"/>
    <w:rsid w:val="00450F07"/>
    <w:rsid w:val="00450F83"/>
    <w:rsid w:val="00453CD3"/>
    <w:rsid w:val="00455BC7"/>
    <w:rsid w:val="00460660"/>
    <w:rsid w:val="00460CCB"/>
    <w:rsid w:val="00473421"/>
    <w:rsid w:val="00477370"/>
    <w:rsid w:val="00484581"/>
    <w:rsid w:val="00486107"/>
    <w:rsid w:val="00491827"/>
    <w:rsid w:val="004926B0"/>
    <w:rsid w:val="0049790F"/>
    <w:rsid w:val="004A7C69"/>
    <w:rsid w:val="004C35D9"/>
    <w:rsid w:val="004C4399"/>
    <w:rsid w:val="004C69ED"/>
    <w:rsid w:val="004C787C"/>
    <w:rsid w:val="004D1BEB"/>
    <w:rsid w:val="004D6088"/>
    <w:rsid w:val="004E15C7"/>
    <w:rsid w:val="004F419C"/>
    <w:rsid w:val="004F4B9B"/>
    <w:rsid w:val="00501654"/>
    <w:rsid w:val="00511AB9"/>
    <w:rsid w:val="00523EA7"/>
    <w:rsid w:val="005316F4"/>
    <w:rsid w:val="0053751D"/>
    <w:rsid w:val="00542527"/>
    <w:rsid w:val="00551D1F"/>
    <w:rsid w:val="00553375"/>
    <w:rsid w:val="005560CE"/>
    <w:rsid w:val="00556C2B"/>
    <w:rsid w:val="00561116"/>
    <w:rsid w:val="00563E08"/>
    <w:rsid w:val="005658A6"/>
    <w:rsid w:val="005712FC"/>
    <w:rsid w:val="005720E7"/>
    <w:rsid w:val="005722BB"/>
    <w:rsid w:val="0057345B"/>
    <w:rsid w:val="005736B7"/>
    <w:rsid w:val="00575E5A"/>
    <w:rsid w:val="00584E2A"/>
    <w:rsid w:val="00585449"/>
    <w:rsid w:val="005866C3"/>
    <w:rsid w:val="00596C7E"/>
    <w:rsid w:val="005A35A2"/>
    <w:rsid w:val="005A5F24"/>
    <w:rsid w:val="005A64E9"/>
    <w:rsid w:val="005B5EE9"/>
    <w:rsid w:val="005D3896"/>
    <w:rsid w:val="005D6E6B"/>
    <w:rsid w:val="006104F6"/>
    <w:rsid w:val="0061068E"/>
    <w:rsid w:val="00612BBE"/>
    <w:rsid w:val="006357B2"/>
    <w:rsid w:val="006362AC"/>
    <w:rsid w:val="00653C27"/>
    <w:rsid w:val="00654831"/>
    <w:rsid w:val="00660AD3"/>
    <w:rsid w:val="006A5570"/>
    <w:rsid w:val="006A689C"/>
    <w:rsid w:val="006B3D79"/>
    <w:rsid w:val="006D0EAD"/>
    <w:rsid w:val="006E0578"/>
    <w:rsid w:val="006E314D"/>
    <w:rsid w:val="006E7F06"/>
    <w:rsid w:val="00705E73"/>
    <w:rsid w:val="00710723"/>
    <w:rsid w:val="00712ED1"/>
    <w:rsid w:val="00721446"/>
    <w:rsid w:val="00723ED1"/>
    <w:rsid w:val="00726E42"/>
    <w:rsid w:val="00735ED4"/>
    <w:rsid w:val="00743525"/>
    <w:rsid w:val="00746E54"/>
    <w:rsid w:val="00746F88"/>
    <w:rsid w:val="007531A0"/>
    <w:rsid w:val="0076286B"/>
    <w:rsid w:val="00764595"/>
    <w:rsid w:val="00766846"/>
    <w:rsid w:val="0077673A"/>
    <w:rsid w:val="00780F2C"/>
    <w:rsid w:val="007846E1"/>
    <w:rsid w:val="007A79C2"/>
    <w:rsid w:val="007B4F86"/>
    <w:rsid w:val="007B570C"/>
    <w:rsid w:val="007B7A7A"/>
    <w:rsid w:val="007C35BC"/>
    <w:rsid w:val="007D025E"/>
    <w:rsid w:val="007D41C7"/>
    <w:rsid w:val="007D662D"/>
    <w:rsid w:val="007E45B2"/>
    <w:rsid w:val="007E4A6E"/>
    <w:rsid w:val="007F2676"/>
    <w:rsid w:val="007F56A7"/>
    <w:rsid w:val="007F7B67"/>
    <w:rsid w:val="00807DD0"/>
    <w:rsid w:val="00813F11"/>
    <w:rsid w:val="008166DF"/>
    <w:rsid w:val="008238CA"/>
    <w:rsid w:val="00875234"/>
    <w:rsid w:val="008777CD"/>
    <w:rsid w:val="00891334"/>
    <w:rsid w:val="00893E4C"/>
    <w:rsid w:val="008A3568"/>
    <w:rsid w:val="008B4ADA"/>
    <w:rsid w:val="008C182B"/>
    <w:rsid w:val="008D03B9"/>
    <w:rsid w:val="008D6C14"/>
    <w:rsid w:val="008D7E28"/>
    <w:rsid w:val="008F18D6"/>
    <w:rsid w:val="00904780"/>
    <w:rsid w:val="009079DF"/>
    <w:rsid w:val="009113A8"/>
    <w:rsid w:val="00914AAB"/>
    <w:rsid w:val="009174E4"/>
    <w:rsid w:val="00922385"/>
    <w:rsid w:val="009223DF"/>
    <w:rsid w:val="00936091"/>
    <w:rsid w:val="00940D8A"/>
    <w:rsid w:val="0094110C"/>
    <w:rsid w:val="00953DFE"/>
    <w:rsid w:val="00953F57"/>
    <w:rsid w:val="00954B9C"/>
    <w:rsid w:val="00962258"/>
    <w:rsid w:val="009678B7"/>
    <w:rsid w:val="00982411"/>
    <w:rsid w:val="00992D9C"/>
    <w:rsid w:val="00996CB8"/>
    <w:rsid w:val="009A4B81"/>
    <w:rsid w:val="009A5D61"/>
    <w:rsid w:val="009A7568"/>
    <w:rsid w:val="009B0CFF"/>
    <w:rsid w:val="009B1685"/>
    <w:rsid w:val="009B2E97"/>
    <w:rsid w:val="009B3C69"/>
    <w:rsid w:val="009B72CC"/>
    <w:rsid w:val="009E07F4"/>
    <w:rsid w:val="009E2D34"/>
    <w:rsid w:val="009F392E"/>
    <w:rsid w:val="009F4DE8"/>
    <w:rsid w:val="00A06B1E"/>
    <w:rsid w:val="00A24327"/>
    <w:rsid w:val="00A24B32"/>
    <w:rsid w:val="00A44328"/>
    <w:rsid w:val="00A60EF0"/>
    <w:rsid w:val="00A6177B"/>
    <w:rsid w:val="00A66136"/>
    <w:rsid w:val="00A84F77"/>
    <w:rsid w:val="00AA4CBB"/>
    <w:rsid w:val="00AA65FA"/>
    <w:rsid w:val="00AA7351"/>
    <w:rsid w:val="00AC3C0E"/>
    <w:rsid w:val="00AC5F09"/>
    <w:rsid w:val="00AD056F"/>
    <w:rsid w:val="00AD2773"/>
    <w:rsid w:val="00AD3AA1"/>
    <w:rsid w:val="00AD6731"/>
    <w:rsid w:val="00AE1DDE"/>
    <w:rsid w:val="00AE50C2"/>
    <w:rsid w:val="00AF7E92"/>
    <w:rsid w:val="00B110F5"/>
    <w:rsid w:val="00B15B5E"/>
    <w:rsid w:val="00B15D0D"/>
    <w:rsid w:val="00B23CA3"/>
    <w:rsid w:val="00B32BE2"/>
    <w:rsid w:val="00B3491A"/>
    <w:rsid w:val="00B45E9E"/>
    <w:rsid w:val="00B54453"/>
    <w:rsid w:val="00B55F9C"/>
    <w:rsid w:val="00B75EE1"/>
    <w:rsid w:val="00B77481"/>
    <w:rsid w:val="00B81A3C"/>
    <w:rsid w:val="00B8518B"/>
    <w:rsid w:val="00B9569D"/>
    <w:rsid w:val="00BA6351"/>
    <w:rsid w:val="00BB206C"/>
    <w:rsid w:val="00BB3740"/>
    <w:rsid w:val="00BD5319"/>
    <w:rsid w:val="00BD7E91"/>
    <w:rsid w:val="00BF374D"/>
    <w:rsid w:val="00BF6D48"/>
    <w:rsid w:val="00C02D0A"/>
    <w:rsid w:val="00C03A6E"/>
    <w:rsid w:val="00C11EAE"/>
    <w:rsid w:val="00C30759"/>
    <w:rsid w:val="00C44F6A"/>
    <w:rsid w:val="00C727E5"/>
    <w:rsid w:val="00C76369"/>
    <w:rsid w:val="00C8207D"/>
    <w:rsid w:val="00C83ABB"/>
    <w:rsid w:val="00CA05E6"/>
    <w:rsid w:val="00CA1A24"/>
    <w:rsid w:val="00CB0913"/>
    <w:rsid w:val="00CB76D2"/>
    <w:rsid w:val="00CB7B5A"/>
    <w:rsid w:val="00CC1E2B"/>
    <w:rsid w:val="00CD0166"/>
    <w:rsid w:val="00CD1FC4"/>
    <w:rsid w:val="00CE371D"/>
    <w:rsid w:val="00CF1155"/>
    <w:rsid w:val="00CF21F0"/>
    <w:rsid w:val="00CF5B1C"/>
    <w:rsid w:val="00D02A4D"/>
    <w:rsid w:val="00D142EA"/>
    <w:rsid w:val="00D17667"/>
    <w:rsid w:val="00D21061"/>
    <w:rsid w:val="00D27F15"/>
    <w:rsid w:val="00D316A7"/>
    <w:rsid w:val="00D4108E"/>
    <w:rsid w:val="00D6163D"/>
    <w:rsid w:val="00D63009"/>
    <w:rsid w:val="00D673FE"/>
    <w:rsid w:val="00D831A3"/>
    <w:rsid w:val="00D86739"/>
    <w:rsid w:val="00D902AD"/>
    <w:rsid w:val="00D95C81"/>
    <w:rsid w:val="00DA3A29"/>
    <w:rsid w:val="00DA6D46"/>
    <w:rsid w:val="00DA6FFE"/>
    <w:rsid w:val="00DB253A"/>
    <w:rsid w:val="00DC3110"/>
    <w:rsid w:val="00DD46F3"/>
    <w:rsid w:val="00DD58A6"/>
    <w:rsid w:val="00DD7B86"/>
    <w:rsid w:val="00DE1022"/>
    <w:rsid w:val="00DE56F2"/>
    <w:rsid w:val="00DF116D"/>
    <w:rsid w:val="00E10710"/>
    <w:rsid w:val="00E16839"/>
    <w:rsid w:val="00E33416"/>
    <w:rsid w:val="00E3517D"/>
    <w:rsid w:val="00E62C07"/>
    <w:rsid w:val="00E638C9"/>
    <w:rsid w:val="00E824F1"/>
    <w:rsid w:val="00EA69F9"/>
    <w:rsid w:val="00EA7157"/>
    <w:rsid w:val="00EB104F"/>
    <w:rsid w:val="00ED14BD"/>
    <w:rsid w:val="00ED2EFE"/>
    <w:rsid w:val="00ED6C28"/>
    <w:rsid w:val="00EF133F"/>
    <w:rsid w:val="00EF67FC"/>
    <w:rsid w:val="00F01440"/>
    <w:rsid w:val="00F039D0"/>
    <w:rsid w:val="00F1131B"/>
    <w:rsid w:val="00F12DEC"/>
    <w:rsid w:val="00F12ECD"/>
    <w:rsid w:val="00F1542C"/>
    <w:rsid w:val="00F1715C"/>
    <w:rsid w:val="00F310F8"/>
    <w:rsid w:val="00F35939"/>
    <w:rsid w:val="00F45607"/>
    <w:rsid w:val="00F612E3"/>
    <w:rsid w:val="00F6377F"/>
    <w:rsid w:val="00F64786"/>
    <w:rsid w:val="00F659EB"/>
    <w:rsid w:val="00F665D3"/>
    <w:rsid w:val="00F740CF"/>
    <w:rsid w:val="00F75500"/>
    <w:rsid w:val="00F7708A"/>
    <w:rsid w:val="00F804A7"/>
    <w:rsid w:val="00F862D6"/>
    <w:rsid w:val="00F86BA6"/>
    <w:rsid w:val="00F9777C"/>
    <w:rsid w:val="00FB12AA"/>
    <w:rsid w:val="00FB1C61"/>
    <w:rsid w:val="00FB4DD9"/>
    <w:rsid w:val="00FC6389"/>
    <w:rsid w:val="00FD2396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F13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1F67BA2-2C79-4591-92E0-B2ED85D244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249</TotalTime>
  <Pages>2</Pages>
  <Words>525</Words>
  <Characters>3104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39</cp:revision>
  <cp:lastPrinted>2023-10-05T11:07:00Z</cp:lastPrinted>
  <dcterms:created xsi:type="dcterms:W3CDTF">2023-09-26T11:19:00Z</dcterms:created>
  <dcterms:modified xsi:type="dcterms:W3CDTF">2023-10-05T11:09:00Z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