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A17A58" w14:textId="41E27D02" w:rsidR="00DC28C8" w:rsidRPr="00DC28C8" w:rsidRDefault="00DC28C8" w:rsidP="00DC28C8">
      <w:pPr>
        <w:pStyle w:val="Nadpis1"/>
        <w:spacing w:after="720"/>
        <w:rPr>
          <w:b w:val="0"/>
          <w:noProof/>
          <w:color w:val="auto"/>
          <w:sz w:val="18"/>
          <w:szCs w:val="18"/>
        </w:rPr>
      </w:pPr>
      <w:r w:rsidRPr="00DC28C8">
        <w:rPr>
          <w:b w:val="0"/>
          <w:noProof/>
          <w:color w:val="auto"/>
          <w:sz w:val="18"/>
          <w:szCs w:val="18"/>
        </w:rPr>
        <w:t>Příloha č. 2 Výzvy k podání nabídky</w:t>
      </w:r>
    </w:p>
    <w:p w14:paraId="5360338A" w14:textId="374F2093" w:rsidR="00CF3EC3" w:rsidRPr="00F05118" w:rsidRDefault="00DC28C8" w:rsidP="00CF3EC3">
      <w:pPr>
        <w:pStyle w:val="Nadpis1"/>
        <w:rPr>
          <w:noProof/>
          <w:lang w:val="en-US"/>
        </w:rPr>
      </w:pPr>
      <w:r>
        <w:rPr>
          <w:noProof/>
        </w:rPr>
        <w:t xml:space="preserve">Bližší specifikace - </w:t>
      </w:r>
      <w:r w:rsidR="00BA5FC9">
        <w:rPr>
          <w:noProof/>
        </w:rPr>
        <w:t>Nákup</w:t>
      </w:r>
      <w:r w:rsidR="00D4405A">
        <w:rPr>
          <w:noProof/>
        </w:rPr>
        <w:t xml:space="preserve"> </w:t>
      </w:r>
      <w:r w:rsidR="00FC5F44">
        <w:rPr>
          <w:noProof/>
        </w:rPr>
        <w:t xml:space="preserve">čteček čárových </w:t>
      </w:r>
      <w:bookmarkStart w:id="0" w:name="_GoBack"/>
      <w:r w:rsidR="00FC5F44">
        <w:rPr>
          <w:noProof/>
        </w:rPr>
        <w:t>kódů</w:t>
      </w:r>
    </w:p>
    <w:bookmarkEnd w:id="0"/>
    <w:p w14:paraId="2CA6277A" w14:textId="77777777" w:rsidR="00881072" w:rsidRDefault="00881072" w:rsidP="00F0533E">
      <w:pPr>
        <w:rPr>
          <w:noProof/>
        </w:rPr>
      </w:pPr>
    </w:p>
    <w:p w14:paraId="4B979869" w14:textId="0F44F92E" w:rsidR="000D6C55" w:rsidRPr="000D6C55" w:rsidRDefault="003F30F3" w:rsidP="000D6C55">
      <w:pPr>
        <w:keepNext/>
        <w:keepLines/>
        <w:pBdr>
          <w:top w:val="single" w:sz="4" w:space="1" w:color="00A1E0" w:themeColor="accent3"/>
        </w:pBdr>
        <w:spacing w:before="240" w:after="60"/>
        <w:outlineLvl w:val="1"/>
        <w:rPr>
          <w:rFonts w:asciiTheme="majorHAnsi" w:eastAsiaTheme="majorEastAsia" w:hAnsiTheme="majorHAnsi" w:cstheme="majorBidi"/>
          <w:b/>
          <w:noProof/>
          <w:color w:val="00A1E0" w:themeColor="accent3"/>
          <w:sz w:val="24"/>
          <w:szCs w:val="24"/>
        </w:rPr>
      </w:pPr>
      <w:r>
        <w:rPr>
          <w:rFonts w:asciiTheme="majorHAnsi" w:eastAsiaTheme="majorEastAsia" w:hAnsiTheme="majorHAnsi" w:cstheme="majorBidi"/>
          <w:b/>
          <w:noProof/>
          <w:color w:val="00A1E0" w:themeColor="accent3"/>
          <w:sz w:val="24"/>
          <w:szCs w:val="24"/>
        </w:rPr>
        <w:t>Specifikace plnění / Specifikace předmětu veřejné zakázky</w:t>
      </w:r>
    </w:p>
    <w:p w14:paraId="5D1E9B96" w14:textId="3DD4E17A" w:rsidR="00BA006B" w:rsidRDefault="003F30F3" w:rsidP="00BA006B">
      <w:pPr>
        <w:rPr>
          <w:noProof/>
        </w:rPr>
      </w:pPr>
      <w:r w:rsidRPr="003F30F3">
        <w:rPr>
          <w:noProof/>
        </w:rPr>
        <w:t>Předmětem veřejné zakázky je</w:t>
      </w:r>
      <w:r w:rsidR="008C5CE6">
        <w:rPr>
          <w:noProof/>
        </w:rPr>
        <w:t xml:space="preserve"> rámcová smlouva na dodávku čteček čárov</w:t>
      </w:r>
      <w:r w:rsidR="00930ECC">
        <w:rPr>
          <w:noProof/>
        </w:rPr>
        <w:t>ý</w:t>
      </w:r>
      <w:r w:rsidR="008C5CE6">
        <w:rPr>
          <w:noProof/>
        </w:rPr>
        <w:t>ch kódů, které budou sloužit pro potřeby inventarizace na jednotlivých organizačních jednotkách SŽ</w:t>
      </w:r>
      <w:r w:rsidR="00E90CDB">
        <w:rPr>
          <w:noProof/>
        </w:rPr>
        <w:t>.</w:t>
      </w:r>
      <w:r w:rsidR="008C5CE6">
        <w:rPr>
          <w:noProof/>
        </w:rPr>
        <w:t xml:space="preserve"> Předpokládaný počet dodaných čteček je </w:t>
      </w:r>
      <w:r w:rsidR="000B262F">
        <w:rPr>
          <w:noProof/>
        </w:rPr>
        <w:t>81 ks</w:t>
      </w:r>
      <w:r w:rsidR="008C5CE6">
        <w:rPr>
          <w:noProof/>
        </w:rPr>
        <w:t>.</w:t>
      </w:r>
    </w:p>
    <w:p w14:paraId="6F872E79" w14:textId="300EC7FA" w:rsidR="008C5CE6" w:rsidRDefault="00C549F1" w:rsidP="006E4FC3">
      <w:pPr>
        <w:keepNext/>
        <w:keepLines/>
        <w:pBdr>
          <w:top w:val="single" w:sz="4" w:space="1" w:color="00A1E0" w:themeColor="accent3"/>
        </w:pBdr>
        <w:spacing w:before="240" w:after="60"/>
        <w:outlineLvl w:val="1"/>
        <w:rPr>
          <w:rFonts w:ascii="Verdana" w:eastAsiaTheme="majorEastAsia" w:hAnsi="Verdana" w:cstheme="majorBidi"/>
          <w:b/>
          <w:color w:val="00A1E0" w:themeColor="accent3"/>
          <w:sz w:val="24"/>
          <w:szCs w:val="24"/>
          <w:lang w:eastAsia="cs-CZ"/>
        </w:rPr>
      </w:pPr>
      <w:r>
        <w:rPr>
          <w:rFonts w:ascii="Verdana" w:eastAsiaTheme="majorEastAsia" w:hAnsi="Verdana" w:cstheme="majorBidi"/>
          <w:b/>
          <w:color w:val="00A1E0" w:themeColor="accent3"/>
          <w:sz w:val="24"/>
          <w:szCs w:val="24"/>
          <w:lang w:eastAsia="cs-CZ"/>
        </w:rPr>
        <w:t>Detailní specifika</w:t>
      </w:r>
      <w:r w:rsidR="00304C55">
        <w:rPr>
          <w:rFonts w:ascii="Verdana" w:eastAsiaTheme="majorEastAsia" w:hAnsi="Verdana" w:cstheme="majorBidi"/>
          <w:b/>
          <w:color w:val="00A1E0" w:themeColor="accent3"/>
          <w:sz w:val="24"/>
          <w:szCs w:val="24"/>
          <w:lang w:eastAsia="cs-CZ"/>
        </w:rPr>
        <w:t>ce</w:t>
      </w:r>
      <w:bookmarkStart w:id="1" w:name="_Hlk131169732"/>
    </w:p>
    <w:p w14:paraId="0F43118E" w14:textId="249DD37F" w:rsidR="008C5CE6" w:rsidRPr="008C5CE6" w:rsidRDefault="008C5CE6" w:rsidP="006E4FC3">
      <w:pPr>
        <w:keepNext/>
        <w:keepLines/>
        <w:pBdr>
          <w:top w:val="single" w:sz="4" w:space="1" w:color="00A1E0" w:themeColor="accent3"/>
        </w:pBdr>
        <w:spacing w:before="240" w:after="60"/>
        <w:outlineLvl w:val="1"/>
        <w:rPr>
          <w:rFonts w:eastAsiaTheme="majorEastAsia" w:cstheme="majorBidi"/>
          <w:bCs/>
          <w:color w:val="00A1E0" w:themeColor="accent3"/>
          <w:lang w:eastAsia="cs-CZ"/>
        </w:rPr>
      </w:pPr>
      <w:r w:rsidRPr="008C5CE6">
        <w:rPr>
          <w:rFonts w:eastAsiaTheme="majorEastAsia" w:cstheme="majorBidi"/>
          <w:bCs/>
          <w:lang w:eastAsia="cs-CZ"/>
        </w:rPr>
        <w:t>Čtečka čárových kódů:</w:t>
      </w:r>
    </w:p>
    <w:tbl>
      <w:tblPr>
        <w:tblW w:w="93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60"/>
        <w:gridCol w:w="3880"/>
        <w:gridCol w:w="800"/>
        <w:gridCol w:w="2680"/>
      </w:tblGrid>
      <w:tr w:rsidR="008C5CE6" w:rsidRPr="008C5CE6" w14:paraId="195C3056" w14:textId="77777777" w:rsidTr="008C5CE6">
        <w:trPr>
          <w:trHeight w:val="300"/>
        </w:trPr>
        <w:tc>
          <w:tcPr>
            <w:tcW w:w="19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0CFF3B7D" w14:textId="77777777" w:rsidR="008C5CE6" w:rsidRPr="008C5CE6" w:rsidRDefault="008C5CE6" w:rsidP="008C5CE6">
            <w:pPr>
              <w:spacing w:after="0" w:line="240" w:lineRule="auto"/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</w:pPr>
            <w:r w:rsidRPr="008C5CE6"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  <w:t>Displej</w:t>
            </w:r>
          </w:p>
        </w:tc>
        <w:tc>
          <w:tcPr>
            <w:tcW w:w="3880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3699E096" w14:textId="77777777" w:rsidR="008C5CE6" w:rsidRPr="008C5CE6" w:rsidRDefault="008C5CE6" w:rsidP="008C5CE6">
            <w:pPr>
              <w:spacing w:after="0" w:line="240" w:lineRule="auto"/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</w:pPr>
            <w:r w:rsidRPr="008C5CE6"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  <w:t>typ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499A7B" w14:textId="77777777" w:rsidR="008C5CE6" w:rsidRPr="008C5CE6" w:rsidRDefault="008C5CE6" w:rsidP="008C5C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</w:pPr>
            <w:r w:rsidRPr="008C5CE6"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26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4AB83F2B" w14:textId="77777777" w:rsidR="008C5CE6" w:rsidRPr="008C5CE6" w:rsidRDefault="008C5CE6" w:rsidP="008C5CE6">
            <w:pPr>
              <w:spacing w:after="0" w:line="240" w:lineRule="auto"/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</w:pPr>
            <w:r w:rsidRPr="008C5CE6"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  <w:t>IPS</w:t>
            </w:r>
          </w:p>
        </w:tc>
      </w:tr>
      <w:tr w:rsidR="008C5CE6" w:rsidRPr="008C5CE6" w14:paraId="27BB6518" w14:textId="77777777" w:rsidTr="008C5CE6">
        <w:trPr>
          <w:trHeight w:val="600"/>
        </w:trPr>
        <w:tc>
          <w:tcPr>
            <w:tcW w:w="1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00B7134F" w14:textId="77777777" w:rsidR="008C5CE6" w:rsidRPr="008C5CE6" w:rsidRDefault="008C5CE6" w:rsidP="008C5CE6">
            <w:pPr>
              <w:spacing w:after="0" w:line="240" w:lineRule="auto"/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</w:pPr>
            <w:r w:rsidRPr="008C5CE6"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38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0A6C7CCB" w14:textId="77777777" w:rsidR="008C5CE6" w:rsidRPr="008C5CE6" w:rsidRDefault="008C5CE6" w:rsidP="008C5CE6">
            <w:pPr>
              <w:spacing w:after="0" w:line="240" w:lineRule="auto"/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</w:pPr>
            <w:r w:rsidRPr="008C5CE6"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  <w:t>dotykový panel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FC28F9" w14:textId="77777777" w:rsidR="008C5CE6" w:rsidRPr="008C5CE6" w:rsidRDefault="008C5CE6" w:rsidP="008C5C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</w:pPr>
            <w:r w:rsidRPr="008C5CE6"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2ABCCAC3" w14:textId="77777777" w:rsidR="008C5CE6" w:rsidRPr="008C5CE6" w:rsidRDefault="008C5CE6" w:rsidP="008C5CE6">
            <w:pPr>
              <w:spacing w:after="0" w:line="240" w:lineRule="auto"/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</w:pPr>
            <w:r w:rsidRPr="008C5CE6"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  <w:t>Multi-touch panel, Možno ovládat rukavicemi, Možno ovládat mokrýma rukama</w:t>
            </w:r>
          </w:p>
        </w:tc>
      </w:tr>
      <w:tr w:rsidR="008C5CE6" w:rsidRPr="008C5CE6" w14:paraId="78C4658C" w14:textId="77777777" w:rsidTr="008C5CE6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5B2223C8" w14:textId="77777777" w:rsidR="008C5CE6" w:rsidRPr="008C5CE6" w:rsidRDefault="008C5CE6" w:rsidP="008C5CE6">
            <w:pPr>
              <w:spacing w:after="0" w:line="240" w:lineRule="auto"/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</w:pPr>
            <w:r w:rsidRPr="008C5CE6"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38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47C3963C" w14:textId="77777777" w:rsidR="008C5CE6" w:rsidRPr="008C5CE6" w:rsidRDefault="008C5CE6" w:rsidP="008C5CE6">
            <w:pPr>
              <w:spacing w:after="0" w:line="240" w:lineRule="auto"/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</w:pPr>
            <w:r w:rsidRPr="008C5CE6"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  <w:t>rozlišení displeje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6748D3" w14:textId="77777777" w:rsidR="008C5CE6" w:rsidRPr="008C5CE6" w:rsidRDefault="008C5CE6" w:rsidP="008C5C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</w:pPr>
            <w:r w:rsidRPr="008C5CE6"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  <w:t>min.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56619600" w14:textId="77777777" w:rsidR="008C5CE6" w:rsidRPr="008C5CE6" w:rsidRDefault="008C5CE6" w:rsidP="008C5CE6">
            <w:pPr>
              <w:spacing w:after="0" w:line="240" w:lineRule="auto"/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</w:pPr>
            <w:r w:rsidRPr="008C5CE6"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  <w:t>HD 1140x720</w:t>
            </w:r>
          </w:p>
        </w:tc>
      </w:tr>
      <w:tr w:rsidR="008C5CE6" w:rsidRPr="008C5CE6" w14:paraId="6B2B4F34" w14:textId="77777777" w:rsidTr="008C5CE6">
        <w:trPr>
          <w:trHeight w:val="315"/>
        </w:trPr>
        <w:tc>
          <w:tcPr>
            <w:tcW w:w="1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2178AD1D" w14:textId="77777777" w:rsidR="008C5CE6" w:rsidRPr="008C5CE6" w:rsidRDefault="008C5CE6" w:rsidP="008C5CE6">
            <w:pPr>
              <w:spacing w:after="0" w:line="240" w:lineRule="auto"/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</w:pPr>
            <w:r w:rsidRPr="008C5CE6"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38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2D95F1C0" w14:textId="77777777" w:rsidR="008C5CE6" w:rsidRPr="008C5CE6" w:rsidRDefault="008C5CE6" w:rsidP="008C5CE6">
            <w:pPr>
              <w:spacing w:after="0" w:line="240" w:lineRule="auto"/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</w:pPr>
            <w:r w:rsidRPr="008C5CE6"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  <w:t>úhlopříčka displeje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681FC6" w14:textId="77777777" w:rsidR="008C5CE6" w:rsidRPr="008C5CE6" w:rsidRDefault="008C5CE6" w:rsidP="008C5C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</w:pPr>
            <w:r w:rsidRPr="008C5CE6"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  <w:t>min.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7197E4A4" w14:textId="77777777" w:rsidR="008C5CE6" w:rsidRPr="008C5CE6" w:rsidRDefault="008C5CE6" w:rsidP="008C5CE6">
            <w:pPr>
              <w:spacing w:after="0" w:line="240" w:lineRule="auto"/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</w:pPr>
            <w:r w:rsidRPr="008C5CE6"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  <w:t>5,4"</w:t>
            </w:r>
          </w:p>
        </w:tc>
      </w:tr>
      <w:tr w:rsidR="008C5CE6" w:rsidRPr="008C5CE6" w14:paraId="7BDFC175" w14:textId="77777777" w:rsidTr="008C5CE6">
        <w:trPr>
          <w:trHeight w:val="300"/>
        </w:trPr>
        <w:tc>
          <w:tcPr>
            <w:tcW w:w="19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778A5FD2" w14:textId="77777777" w:rsidR="008C5CE6" w:rsidRPr="008C5CE6" w:rsidRDefault="008C5CE6" w:rsidP="008C5CE6">
            <w:pPr>
              <w:spacing w:after="0" w:line="240" w:lineRule="auto"/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</w:pPr>
            <w:r w:rsidRPr="008C5CE6"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  <w:t>Baterie</w:t>
            </w:r>
          </w:p>
        </w:tc>
        <w:tc>
          <w:tcPr>
            <w:tcW w:w="388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8AE4B7" w14:textId="77777777" w:rsidR="008C5CE6" w:rsidRPr="008C5CE6" w:rsidRDefault="008C5CE6" w:rsidP="008C5CE6">
            <w:pPr>
              <w:spacing w:after="0" w:line="240" w:lineRule="auto"/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</w:pPr>
            <w:r w:rsidRPr="008C5CE6"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  <w:t>kapacita baterie</w:t>
            </w:r>
          </w:p>
        </w:tc>
        <w:tc>
          <w:tcPr>
            <w:tcW w:w="8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7509D5" w14:textId="77777777" w:rsidR="008C5CE6" w:rsidRPr="008C5CE6" w:rsidRDefault="008C5CE6" w:rsidP="008C5C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</w:pPr>
            <w:r w:rsidRPr="008C5CE6"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  <w:t>min.</w:t>
            </w:r>
          </w:p>
        </w:tc>
        <w:tc>
          <w:tcPr>
            <w:tcW w:w="26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260729EA" w14:textId="77777777" w:rsidR="008C5CE6" w:rsidRPr="008C5CE6" w:rsidRDefault="008C5CE6" w:rsidP="008C5CE6">
            <w:pPr>
              <w:spacing w:after="0" w:line="240" w:lineRule="auto"/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</w:pPr>
            <w:r w:rsidRPr="008C5CE6"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  <w:t>4000 mAH</w:t>
            </w:r>
          </w:p>
        </w:tc>
      </w:tr>
      <w:tr w:rsidR="008C5CE6" w:rsidRPr="008C5CE6" w14:paraId="009CEF03" w14:textId="77777777" w:rsidTr="008C5CE6">
        <w:trPr>
          <w:trHeight w:val="315"/>
        </w:trPr>
        <w:tc>
          <w:tcPr>
            <w:tcW w:w="19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14:paraId="520DA255" w14:textId="77777777" w:rsidR="008C5CE6" w:rsidRPr="008C5CE6" w:rsidRDefault="008C5CE6" w:rsidP="008C5CE6">
            <w:pPr>
              <w:spacing w:after="0" w:line="240" w:lineRule="auto"/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</w:pPr>
            <w:r w:rsidRPr="008C5CE6"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38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14:paraId="70198865" w14:textId="77777777" w:rsidR="008C5CE6" w:rsidRPr="008C5CE6" w:rsidRDefault="008C5CE6" w:rsidP="008C5CE6">
            <w:pPr>
              <w:spacing w:after="0" w:line="240" w:lineRule="auto"/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</w:pPr>
            <w:r w:rsidRPr="008C5CE6"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  <w:t>vyměnitelná baterie</w:t>
            </w:r>
          </w:p>
        </w:tc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926BA7" w14:textId="77777777" w:rsidR="008C5CE6" w:rsidRPr="008C5CE6" w:rsidRDefault="008C5CE6" w:rsidP="008C5C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</w:pPr>
            <w:r w:rsidRPr="008C5CE6"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72389AF0" w14:textId="77777777" w:rsidR="008C5CE6" w:rsidRPr="008C5CE6" w:rsidRDefault="008C5CE6" w:rsidP="008C5CE6">
            <w:pPr>
              <w:spacing w:after="0" w:line="240" w:lineRule="auto"/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</w:pPr>
            <w:r w:rsidRPr="008C5CE6"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  <w:t>ano</w:t>
            </w:r>
          </w:p>
        </w:tc>
      </w:tr>
      <w:tr w:rsidR="008C5CE6" w:rsidRPr="008C5CE6" w14:paraId="126D3D7C" w14:textId="77777777" w:rsidTr="008C5CE6">
        <w:trPr>
          <w:trHeight w:val="300"/>
        </w:trPr>
        <w:tc>
          <w:tcPr>
            <w:tcW w:w="19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14:paraId="1F8A0974" w14:textId="77777777" w:rsidR="008C5CE6" w:rsidRPr="008C5CE6" w:rsidRDefault="008C5CE6" w:rsidP="008C5CE6">
            <w:pPr>
              <w:spacing w:after="0" w:line="240" w:lineRule="auto"/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</w:pPr>
            <w:r w:rsidRPr="008C5CE6"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  <w:t>Senzory a snímače</w:t>
            </w:r>
          </w:p>
        </w:tc>
        <w:tc>
          <w:tcPr>
            <w:tcW w:w="388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0D9965EF" w14:textId="77777777" w:rsidR="008C5CE6" w:rsidRPr="008C5CE6" w:rsidRDefault="008C5CE6" w:rsidP="008C5CE6">
            <w:pPr>
              <w:spacing w:after="0" w:line="240" w:lineRule="auto"/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</w:pPr>
            <w:r w:rsidRPr="008C5CE6"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  <w:t>typ snímání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E8490B" w14:textId="77777777" w:rsidR="008C5CE6" w:rsidRPr="008C5CE6" w:rsidRDefault="008C5CE6" w:rsidP="008C5C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</w:pPr>
            <w:r w:rsidRPr="008C5CE6"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26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7A470A90" w14:textId="77777777" w:rsidR="008C5CE6" w:rsidRPr="008C5CE6" w:rsidRDefault="008C5CE6" w:rsidP="008C5CE6">
            <w:pPr>
              <w:spacing w:after="0" w:line="240" w:lineRule="auto"/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</w:pPr>
            <w:r w:rsidRPr="008C5CE6"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  <w:t>Area image</w:t>
            </w:r>
          </w:p>
        </w:tc>
      </w:tr>
      <w:tr w:rsidR="008C5CE6" w:rsidRPr="008C5CE6" w14:paraId="7F5EAB81" w14:textId="77777777" w:rsidTr="008C5CE6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14:paraId="03DC8B9A" w14:textId="77777777" w:rsidR="008C5CE6" w:rsidRPr="008C5CE6" w:rsidRDefault="008C5CE6" w:rsidP="008C5CE6">
            <w:pPr>
              <w:spacing w:after="0" w:line="240" w:lineRule="auto"/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</w:pPr>
            <w:r w:rsidRPr="008C5CE6"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38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14:paraId="3EE44659" w14:textId="499FE0AF" w:rsidR="008C5CE6" w:rsidRPr="008C5CE6" w:rsidRDefault="008C5CE6" w:rsidP="008C5CE6">
            <w:pPr>
              <w:spacing w:after="0" w:line="240" w:lineRule="auto"/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</w:pPr>
            <w:r w:rsidRPr="008C5CE6"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  <w:t>snímač čá</w:t>
            </w:r>
            <w:r w:rsidR="00930ECC"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  <w:t>r</w:t>
            </w:r>
            <w:r w:rsidRPr="008C5CE6"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  <w:t>ových kódů</w:t>
            </w:r>
          </w:p>
        </w:tc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6B8F09" w14:textId="77777777" w:rsidR="008C5CE6" w:rsidRPr="008C5CE6" w:rsidRDefault="008C5CE6" w:rsidP="008C5C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</w:pPr>
            <w:r w:rsidRPr="008C5CE6"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775B29C7" w14:textId="77777777" w:rsidR="008C5CE6" w:rsidRPr="008C5CE6" w:rsidRDefault="008C5CE6" w:rsidP="008C5CE6">
            <w:pPr>
              <w:spacing w:after="0" w:line="240" w:lineRule="auto"/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</w:pPr>
            <w:r w:rsidRPr="008C5CE6"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  <w:t>2D</w:t>
            </w:r>
          </w:p>
        </w:tc>
      </w:tr>
      <w:tr w:rsidR="008C5CE6" w:rsidRPr="008C5CE6" w14:paraId="0668DA04" w14:textId="77777777" w:rsidTr="008C5CE6">
        <w:trPr>
          <w:trHeight w:val="615"/>
        </w:trPr>
        <w:tc>
          <w:tcPr>
            <w:tcW w:w="19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14:paraId="6DE66993" w14:textId="77777777" w:rsidR="008C5CE6" w:rsidRPr="008C5CE6" w:rsidRDefault="008C5CE6" w:rsidP="008C5CE6">
            <w:pPr>
              <w:spacing w:after="0" w:line="240" w:lineRule="auto"/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</w:pPr>
            <w:r w:rsidRPr="008C5CE6"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3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3B6D1407" w14:textId="77777777" w:rsidR="008C5CE6" w:rsidRPr="008C5CE6" w:rsidRDefault="008C5CE6" w:rsidP="008C5CE6">
            <w:pPr>
              <w:spacing w:after="0" w:line="240" w:lineRule="auto"/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</w:pPr>
            <w:r w:rsidRPr="008C5CE6"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  <w:t>senzory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A63279" w14:textId="77777777" w:rsidR="008C5CE6" w:rsidRPr="008C5CE6" w:rsidRDefault="008C5CE6" w:rsidP="008C5C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</w:pPr>
            <w:r w:rsidRPr="008C5CE6"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1CEB354F" w14:textId="77777777" w:rsidR="008C5CE6" w:rsidRPr="008C5CE6" w:rsidRDefault="008C5CE6" w:rsidP="008C5CE6">
            <w:pPr>
              <w:spacing w:after="0" w:line="240" w:lineRule="auto"/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</w:pPr>
            <w:r w:rsidRPr="008C5CE6"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  <w:t>Gravitační senzor, Senzor přiblížení, Světelný senzor, Vibrační motor</w:t>
            </w:r>
          </w:p>
        </w:tc>
      </w:tr>
      <w:tr w:rsidR="008C5CE6" w:rsidRPr="008C5CE6" w14:paraId="348C22FA" w14:textId="77777777" w:rsidTr="008C5CE6">
        <w:trPr>
          <w:trHeight w:val="300"/>
        </w:trPr>
        <w:tc>
          <w:tcPr>
            <w:tcW w:w="19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14:paraId="7F807569" w14:textId="5D684E41" w:rsidR="008C5CE6" w:rsidRPr="008C5CE6" w:rsidRDefault="008C5CE6" w:rsidP="008C5CE6">
            <w:pPr>
              <w:spacing w:after="0" w:line="240" w:lineRule="auto"/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</w:pPr>
            <w:r w:rsidRPr="008C5CE6"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  <w:t>Výko</w:t>
            </w:r>
            <w:r w:rsidR="00930ECC"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  <w:t>n</w:t>
            </w:r>
            <w:r w:rsidRPr="008C5CE6"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  <w:t>nostní parametry</w:t>
            </w:r>
          </w:p>
        </w:tc>
        <w:tc>
          <w:tcPr>
            <w:tcW w:w="388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7E25328E" w14:textId="157B682D" w:rsidR="008C5CE6" w:rsidRPr="008C5CE6" w:rsidRDefault="008C5CE6" w:rsidP="008C5CE6">
            <w:pPr>
              <w:spacing w:after="0" w:line="240" w:lineRule="auto"/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</w:pPr>
            <w:r w:rsidRPr="008C5CE6"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  <w:t>počet jader proces</w:t>
            </w:r>
            <w:r w:rsidR="00930ECC"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  <w:t>o</w:t>
            </w:r>
            <w:r w:rsidRPr="008C5CE6"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  <w:t>ru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1163B3" w14:textId="77777777" w:rsidR="008C5CE6" w:rsidRPr="008C5CE6" w:rsidRDefault="008C5CE6" w:rsidP="008C5C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</w:pPr>
            <w:r w:rsidRPr="008C5CE6"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  <w:t>min.</w:t>
            </w:r>
          </w:p>
        </w:tc>
        <w:tc>
          <w:tcPr>
            <w:tcW w:w="26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5A2ABC71" w14:textId="77777777" w:rsidR="008C5CE6" w:rsidRPr="008C5CE6" w:rsidRDefault="008C5CE6" w:rsidP="008C5CE6">
            <w:pPr>
              <w:spacing w:after="0" w:line="240" w:lineRule="auto"/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</w:pPr>
            <w:r w:rsidRPr="008C5CE6"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  <w:t>8</w:t>
            </w:r>
          </w:p>
        </w:tc>
      </w:tr>
      <w:tr w:rsidR="008C5CE6" w:rsidRPr="008C5CE6" w14:paraId="12BA4863" w14:textId="77777777" w:rsidTr="008C5CE6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14:paraId="7F26A82F" w14:textId="77777777" w:rsidR="008C5CE6" w:rsidRPr="008C5CE6" w:rsidRDefault="008C5CE6" w:rsidP="008C5CE6">
            <w:pPr>
              <w:spacing w:after="0" w:line="240" w:lineRule="auto"/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</w:pPr>
            <w:r w:rsidRPr="008C5CE6"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3880" w:type="dxa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090F0B56" w14:textId="77777777" w:rsidR="008C5CE6" w:rsidRPr="008C5CE6" w:rsidRDefault="008C5CE6" w:rsidP="008C5CE6">
            <w:pPr>
              <w:spacing w:after="0" w:line="240" w:lineRule="auto"/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</w:pPr>
            <w:r w:rsidRPr="008C5CE6"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  <w:t>operační paměť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32AA40" w14:textId="77777777" w:rsidR="008C5CE6" w:rsidRPr="008C5CE6" w:rsidRDefault="008C5CE6" w:rsidP="008C5C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</w:pPr>
            <w:r w:rsidRPr="008C5CE6"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  <w:t>min.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2FBA2215" w14:textId="77777777" w:rsidR="008C5CE6" w:rsidRPr="008C5CE6" w:rsidRDefault="008C5CE6" w:rsidP="008C5CE6">
            <w:pPr>
              <w:spacing w:after="0" w:line="240" w:lineRule="auto"/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</w:pPr>
            <w:r w:rsidRPr="008C5CE6"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  <w:t>3GB</w:t>
            </w:r>
          </w:p>
        </w:tc>
      </w:tr>
      <w:tr w:rsidR="008C5CE6" w:rsidRPr="008C5CE6" w14:paraId="5A11604A" w14:textId="77777777" w:rsidTr="008C5CE6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14:paraId="0F77BFC1" w14:textId="77777777" w:rsidR="008C5CE6" w:rsidRPr="008C5CE6" w:rsidRDefault="008C5CE6" w:rsidP="008C5CE6">
            <w:pPr>
              <w:spacing w:after="0" w:line="240" w:lineRule="auto"/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</w:pPr>
            <w:r w:rsidRPr="008C5CE6"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3880" w:type="dxa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00041507" w14:textId="77777777" w:rsidR="008C5CE6" w:rsidRPr="008C5CE6" w:rsidRDefault="008C5CE6" w:rsidP="008C5CE6">
            <w:pPr>
              <w:spacing w:after="0" w:line="240" w:lineRule="auto"/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</w:pPr>
            <w:r w:rsidRPr="008C5CE6"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  <w:t>vnitřní paměť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A74CB7" w14:textId="77777777" w:rsidR="008C5CE6" w:rsidRPr="008C5CE6" w:rsidRDefault="008C5CE6" w:rsidP="008C5C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</w:pPr>
            <w:r w:rsidRPr="008C5CE6"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  <w:t>min.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2836D18A" w14:textId="77777777" w:rsidR="008C5CE6" w:rsidRPr="008C5CE6" w:rsidRDefault="008C5CE6" w:rsidP="008C5CE6">
            <w:pPr>
              <w:spacing w:after="0" w:line="240" w:lineRule="auto"/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</w:pPr>
            <w:r w:rsidRPr="008C5CE6"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  <w:t>32GB</w:t>
            </w:r>
          </w:p>
        </w:tc>
      </w:tr>
      <w:tr w:rsidR="008C5CE6" w:rsidRPr="008C5CE6" w14:paraId="3D69F959" w14:textId="77777777" w:rsidTr="008C5CE6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14:paraId="67A7E9D2" w14:textId="77777777" w:rsidR="008C5CE6" w:rsidRPr="008C5CE6" w:rsidRDefault="008C5CE6" w:rsidP="008C5CE6">
            <w:pPr>
              <w:spacing w:after="0" w:line="240" w:lineRule="auto"/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</w:pPr>
            <w:r w:rsidRPr="008C5CE6"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3880" w:type="dxa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2FC20F8E" w14:textId="68CB6180" w:rsidR="008C5CE6" w:rsidRPr="008C5CE6" w:rsidRDefault="008C5CE6" w:rsidP="008C5CE6">
            <w:pPr>
              <w:spacing w:after="0" w:line="240" w:lineRule="auto"/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</w:pPr>
            <w:r w:rsidRPr="008C5CE6"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  <w:t>slot pro rozšiřitelnou pamě</w:t>
            </w:r>
            <w:r w:rsidR="00930ECC"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  <w:t>ť</w:t>
            </w:r>
            <w:r w:rsidRPr="008C5CE6"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  <w:t>ovou kartu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DB9480" w14:textId="77777777" w:rsidR="008C5CE6" w:rsidRPr="008C5CE6" w:rsidRDefault="008C5CE6" w:rsidP="008C5C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</w:pPr>
            <w:r w:rsidRPr="008C5CE6"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7CDCCB23" w14:textId="77777777" w:rsidR="008C5CE6" w:rsidRPr="008C5CE6" w:rsidRDefault="008C5CE6" w:rsidP="008C5CE6">
            <w:pPr>
              <w:spacing w:after="0" w:line="240" w:lineRule="auto"/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</w:pPr>
            <w:r w:rsidRPr="008C5CE6"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  <w:t>ano</w:t>
            </w:r>
          </w:p>
        </w:tc>
      </w:tr>
      <w:tr w:rsidR="008C5CE6" w:rsidRPr="008C5CE6" w14:paraId="1C925903" w14:textId="77777777" w:rsidTr="008C5CE6">
        <w:trPr>
          <w:trHeight w:val="300"/>
        </w:trPr>
        <w:tc>
          <w:tcPr>
            <w:tcW w:w="19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14:paraId="258F9A15" w14:textId="77777777" w:rsidR="008C5CE6" w:rsidRPr="008C5CE6" w:rsidRDefault="008C5CE6" w:rsidP="008C5CE6">
            <w:pPr>
              <w:spacing w:after="0" w:line="240" w:lineRule="auto"/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</w:pPr>
            <w:r w:rsidRPr="008C5CE6"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  <w:t>Vlastnosti</w:t>
            </w:r>
          </w:p>
        </w:tc>
        <w:tc>
          <w:tcPr>
            <w:tcW w:w="388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1116EDCD" w14:textId="77777777" w:rsidR="008C5CE6" w:rsidRPr="008C5CE6" w:rsidRDefault="008C5CE6" w:rsidP="008C5CE6">
            <w:pPr>
              <w:spacing w:after="0" w:line="240" w:lineRule="auto"/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</w:pPr>
            <w:r w:rsidRPr="008C5CE6"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  <w:t>konektivita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AD809A" w14:textId="77777777" w:rsidR="008C5CE6" w:rsidRPr="008C5CE6" w:rsidRDefault="008C5CE6" w:rsidP="008C5C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</w:pPr>
            <w:r w:rsidRPr="008C5CE6"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26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162B7774" w14:textId="77777777" w:rsidR="008C5CE6" w:rsidRPr="008C5CE6" w:rsidRDefault="008C5CE6" w:rsidP="008C5CE6">
            <w:pPr>
              <w:spacing w:after="0" w:line="240" w:lineRule="auto"/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</w:pPr>
            <w:r w:rsidRPr="008C5CE6"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  <w:t>OTG, USB-C, Bluetooth, Wi-Fi, GPS, NFC</w:t>
            </w:r>
          </w:p>
        </w:tc>
      </w:tr>
      <w:tr w:rsidR="008C5CE6" w:rsidRPr="008C5CE6" w14:paraId="5A25E4E0" w14:textId="77777777" w:rsidTr="008C5CE6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14:paraId="356D8096" w14:textId="77777777" w:rsidR="008C5CE6" w:rsidRPr="008C5CE6" w:rsidRDefault="008C5CE6" w:rsidP="008C5CE6">
            <w:pPr>
              <w:spacing w:after="0" w:line="240" w:lineRule="auto"/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</w:pPr>
            <w:r w:rsidRPr="008C5CE6"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3880" w:type="dxa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44EAD2AF" w14:textId="77777777" w:rsidR="008C5CE6" w:rsidRPr="008C5CE6" w:rsidRDefault="008C5CE6" w:rsidP="008C5CE6">
            <w:pPr>
              <w:spacing w:after="0" w:line="240" w:lineRule="auto"/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</w:pPr>
            <w:r w:rsidRPr="008C5CE6"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  <w:t>Dual SIM + paměťová karta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A15564" w14:textId="77777777" w:rsidR="008C5CE6" w:rsidRPr="008C5CE6" w:rsidRDefault="008C5CE6" w:rsidP="008C5C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</w:pPr>
            <w:r w:rsidRPr="008C5CE6"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6B55EB04" w14:textId="77777777" w:rsidR="008C5CE6" w:rsidRPr="008C5CE6" w:rsidRDefault="008C5CE6" w:rsidP="008C5CE6">
            <w:pPr>
              <w:spacing w:after="0" w:line="240" w:lineRule="auto"/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</w:pPr>
            <w:r w:rsidRPr="008C5CE6"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  <w:t>ano</w:t>
            </w:r>
          </w:p>
        </w:tc>
      </w:tr>
      <w:tr w:rsidR="008C5CE6" w:rsidRPr="008C5CE6" w14:paraId="19073463" w14:textId="77777777" w:rsidTr="008C5CE6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14:paraId="7ACA38EB" w14:textId="77777777" w:rsidR="008C5CE6" w:rsidRPr="008C5CE6" w:rsidRDefault="008C5CE6" w:rsidP="008C5CE6">
            <w:pPr>
              <w:spacing w:after="0" w:line="240" w:lineRule="auto"/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</w:pPr>
            <w:r w:rsidRPr="008C5CE6"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3880" w:type="dxa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3AF67D84" w14:textId="77777777" w:rsidR="008C5CE6" w:rsidRPr="008C5CE6" w:rsidRDefault="008C5CE6" w:rsidP="008C5CE6">
            <w:pPr>
              <w:spacing w:after="0" w:line="240" w:lineRule="auto"/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</w:pPr>
            <w:r w:rsidRPr="008C5CE6"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  <w:t>průmyslové krytí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3A0B65" w14:textId="77777777" w:rsidR="008C5CE6" w:rsidRPr="008C5CE6" w:rsidRDefault="008C5CE6" w:rsidP="008C5C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</w:pPr>
            <w:r w:rsidRPr="008C5CE6"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56D3DE62" w14:textId="77777777" w:rsidR="008C5CE6" w:rsidRPr="008C5CE6" w:rsidRDefault="008C5CE6" w:rsidP="008C5CE6">
            <w:pPr>
              <w:spacing w:after="0" w:line="240" w:lineRule="auto"/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</w:pPr>
            <w:r w:rsidRPr="008C5CE6"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  <w:t>IP65</w:t>
            </w:r>
          </w:p>
        </w:tc>
      </w:tr>
      <w:tr w:rsidR="008C5CE6" w:rsidRPr="008C5CE6" w14:paraId="6A051C71" w14:textId="77777777" w:rsidTr="008C5CE6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14:paraId="44718B30" w14:textId="77777777" w:rsidR="008C5CE6" w:rsidRPr="008C5CE6" w:rsidRDefault="008C5CE6" w:rsidP="008C5CE6">
            <w:pPr>
              <w:spacing w:after="0" w:line="240" w:lineRule="auto"/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</w:pPr>
            <w:r w:rsidRPr="008C5CE6"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3880" w:type="dxa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52F58661" w14:textId="77777777" w:rsidR="008C5CE6" w:rsidRPr="008C5CE6" w:rsidRDefault="008C5CE6" w:rsidP="008C5CE6">
            <w:pPr>
              <w:spacing w:after="0" w:line="240" w:lineRule="auto"/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</w:pPr>
            <w:r w:rsidRPr="008C5CE6"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  <w:t>zadní fotoaparát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311E31" w14:textId="77777777" w:rsidR="008C5CE6" w:rsidRPr="008C5CE6" w:rsidRDefault="008C5CE6" w:rsidP="008C5C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</w:pPr>
            <w:r w:rsidRPr="008C5CE6"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6760074E" w14:textId="77777777" w:rsidR="008C5CE6" w:rsidRPr="008C5CE6" w:rsidRDefault="008C5CE6" w:rsidP="008C5CE6">
            <w:pPr>
              <w:spacing w:after="0" w:line="240" w:lineRule="auto"/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</w:pPr>
            <w:r w:rsidRPr="008C5CE6"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  <w:t>ano (rozlišení min. 10Mpx)</w:t>
            </w:r>
          </w:p>
        </w:tc>
      </w:tr>
      <w:tr w:rsidR="008C5CE6" w:rsidRPr="008C5CE6" w14:paraId="7FF2F596" w14:textId="77777777" w:rsidTr="008C5CE6">
        <w:trPr>
          <w:trHeight w:val="315"/>
        </w:trPr>
        <w:tc>
          <w:tcPr>
            <w:tcW w:w="19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14:paraId="61210479" w14:textId="77777777" w:rsidR="008C5CE6" w:rsidRPr="008C5CE6" w:rsidRDefault="008C5CE6" w:rsidP="008C5CE6">
            <w:pPr>
              <w:spacing w:after="0" w:line="240" w:lineRule="auto"/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</w:pPr>
            <w:r w:rsidRPr="008C5CE6"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3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4AB5859A" w14:textId="77777777" w:rsidR="008C5CE6" w:rsidRPr="008C5CE6" w:rsidRDefault="008C5CE6" w:rsidP="008C5CE6">
            <w:pPr>
              <w:spacing w:after="0" w:line="240" w:lineRule="auto"/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</w:pPr>
            <w:r w:rsidRPr="008C5CE6"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  <w:t>utilita pro konfiguraci způsobu čtení ČK (BroadCast receiver)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D33126" w14:textId="77777777" w:rsidR="008C5CE6" w:rsidRPr="008C5CE6" w:rsidRDefault="008C5CE6" w:rsidP="008C5C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</w:pPr>
            <w:r w:rsidRPr="008C5CE6"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31114E3B" w14:textId="77777777" w:rsidR="008C5CE6" w:rsidRPr="008C5CE6" w:rsidRDefault="008C5CE6" w:rsidP="008C5CE6">
            <w:pPr>
              <w:spacing w:after="0" w:line="240" w:lineRule="auto"/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</w:pPr>
            <w:r w:rsidRPr="008C5CE6"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  <w:t>ano</w:t>
            </w:r>
          </w:p>
        </w:tc>
      </w:tr>
      <w:tr w:rsidR="008C5CE6" w:rsidRPr="008C5CE6" w14:paraId="4A980B5F" w14:textId="77777777" w:rsidTr="008C5CE6">
        <w:trPr>
          <w:trHeight w:val="300"/>
        </w:trPr>
        <w:tc>
          <w:tcPr>
            <w:tcW w:w="1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26C478A0" w14:textId="77777777" w:rsidR="008C5CE6" w:rsidRPr="008C5CE6" w:rsidRDefault="008C5CE6" w:rsidP="008C5CE6">
            <w:pPr>
              <w:spacing w:after="0" w:line="240" w:lineRule="auto"/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</w:pPr>
            <w:r w:rsidRPr="008C5CE6"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  <w:t>Záruka</w:t>
            </w:r>
          </w:p>
        </w:tc>
        <w:tc>
          <w:tcPr>
            <w:tcW w:w="3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5A5452C9" w14:textId="77777777" w:rsidR="008C5CE6" w:rsidRPr="008C5CE6" w:rsidRDefault="008C5CE6" w:rsidP="008C5CE6">
            <w:pPr>
              <w:spacing w:after="0" w:line="240" w:lineRule="auto"/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</w:pPr>
            <w:r w:rsidRPr="008C5CE6"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  <w:t>Záruka v ČR garantovaná výrobcem/dodavatelem.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F8DFDA" w14:textId="77777777" w:rsidR="008C5CE6" w:rsidRPr="008C5CE6" w:rsidRDefault="008C5CE6" w:rsidP="008C5C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</w:pPr>
            <w:r w:rsidRPr="008C5CE6"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26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39B0B18C" w14:textId="2ADAD57F" w:rsidR="008C5CE6" w:rsidRPr="008C5CE6" w:rsidRDefault="00EB5B2D" w:rsidP="008C5CE6">
            <w:pPr>
              <w:spacing w:after="0" w:line="240" w:lineRule="auto"/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</w:pPr>
            <w:r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  <w:t>24 měsíců</w:t>
            </w:r>
          </w:p>
        </w:tc>
      </w:tr>
      <w:bookmarkEnd w:id="1"/>
    </w:tbl>
    <w:p w14:paraId="463EF99C" w14:textId="25CA2DF9" w:rsidR="00212829" w:rsidRDefault="00212829" w:rsidP="009302A4">
      <w:pPr>
        <w:rPr>
          <w:lang w:eastAsia="cs-CZ"/>
        </w:rPr>
      </w:pPr>
    </w:p>
    <w:sectPr w:rsidR="00212829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28AC4CE1" w16cex:dateUtc="2023-09-13T12:59:00Z"/>
  <w16cex:commentExtensible w16cex:durableId="28AC4CF7" w16cex:dateUtc="2023-09-13T13:0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C3FA7C8" w16cid:durableId="28AC4AE7"/>
  <w16cid:commentId w16cid:paraId="3507190D" w16cid:durableId="28AC4CE1"/>
  <w16cid:commentId w16cid:paraId="4C35BECC" w16cid:durableId="28AC4CF7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B6A52E" w14:textId="77777777" w:rsidR="002129E4" w:rsidRDefault="002129E4" w:rsidP="00962258">
      <w:pPr>
        <w:spacing w:after="0" w:line="240" w:lineRule="auto"/>
      </w:pPr>
      <w:r>
        <w:separator/>
      </w:r>
    </w:p>
  </w:endnote>
  <w:endnote w:type="continuationSeparator" w:id="0">
    <w:p w14:paraId="331E9ED7" w14:textId="77777777" w:rsidR="002129E4" w:rsidRDefault="002129E4" w:rsidP="00962258">
      <w:pPr>
        <w:spacing w:after="0" w:line="240" w:lineRule="auto"/>
      </w:pPr>
      <w:r>
        <w:continuationSeparator/>
      </w:r>
    </w:p>
  </w:endnote>
  <w:endnote w:type="continuationNotice" w:id="1">
    <w:p w14:paraId="482B6E97" w14:textId="77777777" w:rsidR="002129E4" w:rsidRDefault="002129E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7C84C225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B03AC7E" w14:textId="57C97525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302A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302A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6FD61CC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19DC1F9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2C2758C2" w14:textId="77777777" w:rsidR="00F1715C" w:rsidRDefault="00F1715C" w:rsidP="00D831A3">
          <w:pPr>
            <w:pStyle w:val="Zpat"/>
          </w:pPr>
        </w:p>
      </w:tc>
    </w:tr>
  </w:tbl>
  <w:p w14:paraId="0C190413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4" behindDoc="1" locked="1" layoutInCell="1" allowOverlap="1" wp14:anchorId="3543658C" wp14:editId="759B7224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Přímá spojnic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5FC3A01B" id="Přímá spojnice 3" o:spid="_x0000_s1026" style="position:absolute;z-index:-2516582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2" behindDoc="1" locked="1" layoutInCell="1" allowOverlap="1" wp14:anchorId="6776B773" wp14:editId="5068B80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Přímá spojnic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3DB77CC3" id="Přímá spojnice 2" o:spid="_x0000_s1026" style="position:absolute;z-index:-25165823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C322EC2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34D36D1" w14:textId="756337DD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302A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302A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43CD573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CD5A1C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AAC12A8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065475D3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7138DB5E" w14:textId="77777777" w:rsidR="00F1715C" w:rsidRDefault="00632A2D" w:rsidP="00460660">
          <w:pPr>
            <w:pStyle w:val="Zpat"/>
          </w:pPr>
          <w:r w:rsidRPr="00632A2D">
            <w:t>spravazeleznic.cz</w:t>
          </w:r>
        </w:p>
      </w:tc>
      <w:tc>
        <w:tcPr>
          <w:tcW w:w="2921" w:type="dxa"/>
        </w:tcPr>
        <w:p w14:paraId="2D449C70" w14:textId="77777777" w:rsidR="00F1715C" w:rsidRDefault="00F1715C" w:rsidP="00460660">
          <w:pPr>
            <w:pStyle w:val="Zpat"/>
          </w:pPr>
        </w:p>
      </w:tc>
    </w:tr>
  </w:tbl>
  <w:p w14:paraId="6C38998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1" behindDoc="1" locked="1" layoutInCell="1" allowOverlap="1" wp14:anchorId="7A3A4957" wp14:editId="291C75C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Přímá spojnic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54D25EED" id="Přímá spojnice 7" o:spid="_x0000_s1026" style="position:absolute;z-index:-251658239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43DF5824" wp14:editId="6A4538C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Přímá spojnice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737EBC7C" id="Přímá spojnice 10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2677E3A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6114BA" w14:textId="77777777" w:rsidR="002129E4" w:rsidRDefault="002129E4" w:rsidP="00962258">
      <w:pPr>
        <w:spacing w:after="0" w:line="240" w:lineRule="auto"/>
      </w:pPr>
      <w:r>
        <w:separator/>
      </w:r>
    </w:p>
  </w:footnote>
  <w:footnote w:type="continuationSeparator" w:id="0">
    <w:p w14:paraId="5CB392CE" w14:textId="77777777" w:rsidR="002129E4" w:rsidRDefault="002129E4" w:rsidP="00962258">
      <w:pPr>
        <w:spacing w:after="0" w:line="240" w:lineRule="auto"/>
      </w:pPr>
      <w:r>
        <w:continuationSeparator/>
      </w:r>
    </w:p>
  </w:footnote>
  <w:footnote w:type="continuationNotice" w:id="1">
    <w:p w14:paraId="44E8ECF0" w14:textId="77777777" w:rsidR="002129E4" w:rsidRDefault="002129E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59D6EBF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78461C7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CA80023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41A0778" w14:textId="77777777" w:rsidR="00F1715C" w:rsidRPr="00D6163D" w:rsidRDefault="00F1715C" w:rsidP="00D6163D">
          <w:pPr>
            <w:pStyle w:val="Druhdokumentu"/>
          </w:pPr>
        </w:p>
      </w:tc>
    </w:tr>
  </w:tbl>
  <w:p w14:paraId="73AE5B4B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641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0517"/>
      <w:gridCol w:w="200"/>
      <w:gridCol w:w="5698"/>
    </w:tblGrid>
    <w:tr w:rsidR="00F1715C" w14:paraId="48AF8C76" w14:textId="77777777" w:rsidTr="00270B27">
      <w:trPr>
        <w:trHeight w:hRule="exact" w:val="936"/>
      </w:trPr>
      <w:tc>
        <w:tcPr>
          <w:tcW w:w="10517" w:type="dxa"/>
          <w:tcMar>
            <w:left w:w="0" w:type="dxa"/>
            <w:right w:w="0" w:type="dxa"/>
          </w:tcMar>
        </w:tcPr>
        <w:p w14:paraId="31FEDC77" w14:textId="0D3E22C0" w:rsidR="00F1715C" w:rsidRPr="00B8518B" w:rsidRDefault="00F1715C" w:rsidP="00270B27">
          <w:pPr>
            <w:pStyle w:val="Zpat"/>
            <w:jc w:val="right"/>
            <w:rPr>
              <w:rStyle w:val="slostrnky"/>
            </w:rPr>
          </w:pPr>
        </w:p>
      </w:tc>
      <w:tc>
        <w:tcPr>
          <w:tcW w:w="200" w:type="dxa"/>
          <w:shd w:val="clear" w:color="auto" w:fill="auto"/>
          <w:tcMar>
            <w:left w:w="0" w:type="dxa"/>
            <w:right w:w="0" w:type="dxa"/>
          </w:tcMar>
        </w:tcPr>
        <w:p w14:paraId="195C7F59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C8E4311" w14:textId="77777777" w:rsidR="00F1715C" w:rsidRPr="00D6163D" w:rsidRDefault="00F1715C" w:rsidP="00FC6389">
          <w:pPr>
            <w:pStyle w:val="Druhdokumentu"/>
          </w:pPr>
        </w:p>
      </w:tc>
    </w:tr>
    <w:tr w:rsidR="009F392E" w14:paraId="683913DA" w14:textId="77777777" w:rsidTr="009302A4">
      <w:trPr>
        <w:trHeight w:hRule="exact" w:val="318"/>
      </w:trPr>
      <w:tc>
        <w:tcPr>
          <w:tcW w:w="10517" w:type="dxa"/>
          <w:tcMar>
            <w:left w:w="0" w:type="dxa"/>
            <w:right w:w="0" w:type="dxa"/>
          </w:tcMar>
        </w:tcPr>
        <w:p w14:paraId="11AC67E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200" w:type="dxa"/>
          <w:shd w:val="clear" w:color="auto" w:fill="auto"/>
          <w:tcMar>
            <w:left w:w="0" w:type="dxa"/>
            <w:right w:w="0" w:type="dxa"/>
          </w:tcMar>
        </w:tcPr>
        <w:p w14:paraId="1E1BDFDE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2E680949" w14:textId="77777777" w:rsidR="009F392E" w:rsidRPr="00D6163D" w:rsidRDefault="009F392E" w:rsidP="00FC6389">
          <w:pPr>
            <w:pStyle w:val="Druhdokumentu"/>
          </w:pPr>
        </w:p>
      </w:tc>
    </w:tr>
  </w:tbl>
  <w:p w14:paraId="70BB8655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8243" behindDoc="0" locked="1" layoutInCell="1" allowOverlap="1" wp14:anchorId="5C68CB0B" wp14:editId="3B42516B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51D598C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1" w15:restartNumberingAfterBreak="0">
    <w:nsid w:val="07CE25B7"/>
    <w:multiLevelType w:val="hybridMultilevel"/>
    <w:tmpl w:val="34980DBE"/>
    <w:lvl w:ilvl="0" w:tplc="224E5E9E">
      <w:numFmt w:val="bullet"/>
      <w:lvlText w:val="•"/>
      <w:lvlJc w:val="left"/>
      <w:pPr>
        <w:ind w:left="1065" w:hanging="705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8575DE"/>
    <w:multiLevelType w:val="hybridMultilevel"/>
    <w:tmpl w:val="F4B8B7C0"/>
    <w:lvl w:ilvl="0" w:tplc="04050001">
      <w:start w:val="1"/>
      <w:numFmt w:val="bullet"/>
      <w:lvlText w:val=""/>
      <w:lvlJc w:val="left"/>
      <w:pPr>
        <w:ind w:left="1065" w:hanging="705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136ED9"/>
    <w:multiLevelType w:val="hybridMultilevel"/>
    <w:tmpl w:val="8A2E7D66"/>
    <w:lvl w:ilvl="0" w:tplc="224E5E9E">
      <w:numFmt w:val="bullet"/>
      <w:lvlText w:val="•"/>
      <w:lvlJc w:val="left"/>
      <w:pPr>
        <w:ind w:left="1065" w:hanging="705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C6456A"/>
    <w:multiLevelType w:val="hybridMultilevel"/>
    <w:tmpl w:val="438482E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6" w15:restartNumberingAfterBreak="0">
    <w:nsid w:val="1AE56E30"/>
    <w:multiLevelType w:val="hybridMultilevel"/>
    <w:tmpl w:val="D5D601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F76403"/>
    <w:multiLevelType w:val="multilevel"/>
    <w:tmpl w:val="0D34D660"/>
    <w:numStyleLink w:val="ListBulletmultilevel"/>
  </w:abstractNum>
  <w:abstractNum w:abstractNumId="8" w15:restartNumberingAfterBreak="0">
    <w:nsid w:val="3BBB30A3"/>
    <w:multiLevelType w:val="hybridMultilevel"/>
    <w:tmpl w:val="26B0B9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5807E06"/>
    <w:multiLevelType w:val="hybridMultilevel"/>
    <w:tmpl w:val="18E6B1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9C051E0"/>
    <w:multiLevelType w:val="hybridMultilevel"/>
    <w:tmpl w:val="959CFDCC"/>
    <w:lvl w:ilvl="0" w:tplc="224E5E9E">
      <w:numFmt w:val="bullet"/>
      <w:lvlText w:val="•"/>
      <w:lvlJc w:val="left"/>
      <w:pPr>
        <w:ind w:left="1065" w:hanging="705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16B0672"/>
    <w:multiLevelType w:val="hybridMultilevel"/>
    <w:tmpl w:val="E734633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9BF0994"/>
    <w:multiLevelType w:val="hybridMultilevel"/>
    <w:tmpl w:val="5D5CED6E"/>
    <w:lvl w:ilvl="0" w:tplc="224E5E9E">
      <w:numFmt w:val="bullet"/>
      <w:lvlText w:val="•"/>
      <w:lvlJc w:val="left"/>
      <w:pPr>
        <w:ind w:left="1065" w:hanging="705"/>
      </w:pPr>
      <w:rPr>
        <w:rFonts w:ascii="Verdana" w:eastAsiaTheme="minorHAnsi" w:hAnsi="Verdana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ACA1AEF"/>
    <w:multiLevelType w:val="hybridMultilevel"/>
    <w:tmpl w:val="DFAE901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4070991"/>
    <w:multiLevelType w:val="multilevel"/>
    <w:tmpl w:val="CABE99FC"/>
    <w:numStyleLink w:val="ListNumbermultilevel"/>
  </w:abstractNum>
  <w:abstractNum w:abstractNumId="15" w15:restartNumberingAfterBreak="0">
    <w:nsid w:val="76CA74C4"/>
    <w:multiLevelType w:val="hybridMultilevel"/>
    <w:tmpl w:val="3870AFBC"/>
    <w:lvl w:ilvl="0" w:tplc="560ED6C8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95872B3"/>
    <w:multiLevelType w:val="hybridMultilevel"/>
    <w:tmpl w:val="2EF018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7"/>
  </w:num>
  <w:num w:numId="4">
    <w:abstractNumId w:val="14"/>
  </w:num>
  <w:num w:numId="5">
    <w:abstractNumId w:val="1"/>
  </w:num>
  <w:num w:numId="6">
    <w:abstractNumId w:val="3"/>
  </w:num>
  <w:num w:numId="7">
    <w:abstractNumId w:val="10"/>
  </w:num>
  <w:num w:numId="8">
    <w:abstractNumId w:val="8"/>
  </w:num>
  <w:num w:numId="9">
    <w:abstractNumId w:val="2"/>
  </w:num>
  <w:num w:numId="10">
    <w:abstractNumId w:val="15"/>
  </w:num>
  <w:num w:numId="11">
    <w:abstractNumId w:val="11"/>
  </w:num>
  <w:num w:numId="12">
    <w:abstractNumId w:val="4"/>
  </w:num>
  <w:num w:numId="13">
    <w:abstractNumId w:val="12"/>
  </w:num>
  <w:num w:numId="14">
    <w:abstractNumId w:val="13"/>
  </w:num>
  <w:num w:numId="15">
    <w:abstractNumId w:val="16"/>
  </w:num>
  <w:num w:numId="16">
    <w:abstractNumId w:val="6"/>
  </w:num>
  <w:num w:numId="17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30F3"/>
    <w:rsid w:val="00000F5E"/>
    <w:rsid w:val="00002F92"/>
    <w:rsid w:val="000048C4"/>
    <w:rsid w:val="0000583A"/>
    <w:rsid w:val="0000696D"/>
    <w:rsid w:val="00007E50"/>
    <w:rsid w:val="00011645"/>
    <w:rsid w:val="000119F8"/>
    <w:rsid w:val="00011C8F"/>
    <w:rsid w:val="0001376A"/>
    <w:rsid w:val="000156D8"/>
    <w:rsid w:val="0001754B"/>
    <w:rsid w:val="0002350C"/>
    <w:rsid w:val="00023DA7"/>
    <w:rsid w:val="000271B5"/>
    <w:rsid w:val="00031975"/>
    <w:rsid w:val="0003287B"/>
    <w:rsid w:val="00032AD9"/>
    <w:rsid w:val="00034FEA"/>
    <w:rsid w:val="00037987"/>
    <w:rsid w:val="00041111"/>
    <w:rsid w:val="00042599"/>
    <w:rsid w:val="00042A81"/>
    <w:rsid w:val="0004464E"/>
    <w:rsid w:val="000447C2"/>
    <w:rsid w:val="00044BFE"/>
    <w:rsid w:val="00046821"/>
    <w:rsid w:val="00050745"/>
    <w:rsid w:val="0005077F"/>
    <w:rsid w:val="00054B26"/>
    <w:rsid w:val="000569BA"/>
    <w:rsid w:val="00056A85"/>
    <w:rsid w:val="00060D15"/>
    <w:rsid w:val="000634AF"/>
    <w:rsid w:val="000646C1"/>
    <w:rsid w:val="00066A45"/>
    <w:rsid w:val="0006714D"/>
    <w:rsid w:val="00067CA0"/>
    <w:rsid w:val="00071CAC"/>
    <w:rsid w:val="00072C1E"/>
    <w:rsid w:val="00073029"/>
    <w:rsid w:val="00075674"/>
    <w:rsid w:val="00077F92"/>
    <w:rsid w:val="00080936"/>
    <w:rsid w:val="0008270D"/>
    <w:rsid w:val="0008464E"/>
    <w:rsid w:val="000854A7"/>
    <w:rsid w:val="00087A18"/>
    <w:rsid w:val="00087F65"/>
    <w:rsid w:val="000930C5"/>
    <w:rsid w:val="00095870"/>
    <w:rsid w:val="0009675A"/>
    <w:rsid w:val="00097EB7"/>
    <w:rsid w:val="000A0133"/>
    <w:rsid w:val="000A0F3E"/>
    <w:rsid w:val="000A129D"/>
    <w:rsid w:val="000A3052"/>
    <w:rsid w:val="000A4096"/>
    <w:rsid w:val="000A41D0"/>
    <w:rsid w:val="000A5F35"/>
    <w:rsid w:val="000A6979"/>
    <w:rsid w:val="000A7122"/>
    <w:rsid w:val="000A734A"/>
    <w:rsid w:val="000A7C25"/>
    <w:rsid w:val="000A7F9C"/>
    <w:rsid w:val="000B161C"/>
    <w:rsid w:val="000B16F4"/>
    <w:rsid w:val="000B1B96"/>
    <w:rsid w:val="000B262F"/>
    <w:rsid w:val="000B410C"/>
    <w:rsid w:val="000B4E4F"/>
    <w:rsid w:val="000B7548"/>
    <w:rsid w:val="000C0171"/>
    <w:rsid w:val="000C08DC"/>
    <w:rsid w:val="000C1DD0"/>
    <w:rsid w:val="000C2109"/>
    <w:rsid w:val="000C2440"/>
    <w:rsid w:val="000C46BC"/>
    <w:rsid w:val="000C5C3D"/>
    <w:rsid w:val="000C6047"/>
    <w:rsid w:val="000D0FF6"/>
    <w:rsid w:val="000D1881"/>
    <w:rsid w:val="000D393C"/>
    <w:rsid w:val="000D6C55"/>
    <w:rsid w:val="000E1E36"/>
    <w:rsid w:val="000E1E95"/>
    <w:rsid w:val="000E22F3"/>
    <w:rsid w:val="000E23A7"/>
    <w:rsid w:val="000E37AC"/>
    <w:rsid w:val="000E51CE"/>
    <w:rsid w:val="000E65A1"/>
    <w:rsid w:val="000E6FB4"/>
    <w:rsid w:val="000E7448"/>
    <w:rsid w:val="000F0894"/>
    <w:rsid w:val="000F0A74"/>
    <w:rsid w:val="000F1565"/>
    <w:rsid w:val="000F2EF4"/>
    <w:rsid w:val="000F535E"/>
    <w:rsid w:val="000F5708"/>
    <w:rsid w:val="000F7603"/>
    <w:rsid w:val="000F7A17"/>
    <w:rsid w:val="00100084"/>
    <w:rsid w:val="0010159A"/>
    <w:rsid w:val="00102231"/>
    <w:rsid w:val="00103D31"/>
    <w:rsid w:val="00103EAE"/>
    <w:rsid w:val="0010480E"/>
    <w:rsid w:val="0010693F"/>
    <w:rsid w:val="00112092"/>
    <w:rsid w:val="00112F38"/>
    <w:rsid w:val="001138D9"/>
    <w:rsid w:val="00113A26"/>
    <w:rsid w:val="00114472"/>
    <w:rsid w:val="00121E69"/>
    <w:rsid w:val="00121E8B"/>
    <w:rsid w:val="001233E5"/>
    <w:rsid w:val="00123F41"/>
    <w:rsid w:val="00124776"/>
    <w:rsid w:val="001263E9"/>
    <w:rsid w:val="00132B4F"/>
    <w:rsid w:val="00132EAA"/>
    <w:rsid w:val="00133763"/>
    <w:rsid w:val="001337FD"/>
    <w:rsid w:val="00133A4E"/>
    <w:rsid w:val="00134290"/>
    <w:rsid w:val="00134808"/>
    <w:rsid w:val="001353B5"/>
    <w:rsid w:val="0013650F"/>
    <w:rsid w:val="00137187"/>
    <w:rsid w:val="001374F8"/>
    <w:rsid w:val="001376AB"/>
    <w:rsid w:val="00144ECC"/>
    <w:rsid w:val="0014622A"/>
    <w:rsid w:val="001507C6"/>
    <w:rsid w:val="00152DE4"/>
    <w:rsid w:val="00153F01"/>
    <w:rsid w:val="00153F59"/>
    <w:rsid w:val="001550BC"/>
    <w:rsid w:val="00155739"/>
    <w:rsid w:val="00155DE4"/>
    <w:rsid w:val="00155E74"/>
    <w:rsid w:val="0015673B"/>
    <w:rsid w:val="001605B9"/>
    <w:rsid w:val="00161118"/>
    <w:rsid w:val="0016169A"/>
    <w:rsid w:val="00163141"/>
    <w:rsid w:val="00163DA8"/>
    <w:rsid w:val="00164C2E"/>
    <w:rsid w:val="0016524E"/>
    <w:rsid w:val="0017080A"/>
    <w:rsid w:val="00170E2A"/>
    <w:rsid w:val="00170EB0"/>
    <w:rsid w:val="00170EC5"/>
    <w:rsid w:val="001723BD"/>
    <w:rsid w:val="00173931"/>
    <w:rsid w:val="001747C1"/>
    <w:rsid w:val="00174BD0"/>
    <w:rsid w:val="00176523"/>
    <w:rsid w:val="0018143C"/>
    <w:rsid w:val="00184743"/>
    <w:rsid w:val="00185AD5"/>
    <w:rsid w:val="00187013"/>
    <w:rsid w:val="001905E7"/>
    <w:rsid w:val="001915B7"/>
    <w:rsid w:val="00191851"/>
    <w:rsid w:val="001920E7"/>
    <w:rsid w:val="00192F1B"/>
    <w:rsid w:val="001935E4"/>
    <w:rsid w:val="001945D0"/>
    <w:rsid w:val="0019631B"/>
    <w:rsid w:val="00196B8A"/>
    <w:rsid w:val="001970F2"/>
    <w:rsid w:val="001A133E"/>
    <w:rsid w:val="001A16E6"/>
    <w:rsid w:val="001A2E6B"/>
    <w:rsid w:val="001A44AC"/>
    <w:rsid w:val="001A6104"/>
    <w:rsid w:val="001B1D95"/>
    <w:rsid w:val="001B2DE4"/>
    <w:rsid w:val="001B37DF"/>
    <w:rsid w:val="001B3C4B"/>
    <w:rsid w:val="001B450F"/>
    <w:rsid w:val="001B63C0"/>
    <w:rsid w:val="001B7B5D"/>
    <w:rsid w:val="001C0DFD"/>
    <w:rsid w:val="001C124C"/>
    <w:rsid w:val="001C51E9"/>
    <w:rsid w:val="001C66D1"/>
    <w:rsid w:val="001C79E3"/>
    <w:rsid w:val="001D0A36"/>
    <w:rsid w:val="001D5078"/>
    <w:rsid w:val="001D5B6D"/>
    <w:rsid w:val="001D683A"/>
    <w:rsid w:val="001D7FD6"/>
    <w:rsid w:val="001E1164"/>
    <w:rsid w:val="001E2E28"/>
    <w:rsid w:val="001E3699"/>
    <w:rsid w:val="001E5058"/>
    <w:rsid w:val="001E57A3"/>
    <w:rsid w:val="001E57BE"/>
    <w:rsid w:val="001E6F0D"/>
    <w:rsid w:val="001F13BD"/>
    <w:rsid w:val="001F3262"/>
    <w:rsid w:val="001F4AFB"/>
    <w:rsid w:val="001F577A"/>
    <w:rsid w:val="0020044F"/>
    <w:rsid w:val="00203BB8"/>
    <w:rsid w:val="00207DF5"/>
    <w:rsid w:val="00210031"/>
    <w:rsid w:val="00211370"/>
    <w:rsid w:val="0021192B"/>
    <w:rsid w:val="00212829"/>
    <w:rsid w:val="00212935"/>
    <w:rsid w:val="002129E4"/>
    <w:rsid w:val="002133B6"/>
    <w:rsid w:val="002137B3"/>
    <w:rsid w:val="0021491F"/>
    <w:rsid w:val="00217387"/>
    <w:rsid w:val="00222DDE"/>
    <w:rsid w:val="002255B5"/>
    <w:rsid w:val="00226E5D"/>
    <w:rsid w:val="002317A0"/>
    <w:rsid w:val="00231D87"/>
    <w:rsid w:val="00232234"/>
    <w:rsid w:val="00234220"/>
    <w:rsid w:val="00235817"/>
    <w:rsid w:val="00235A0F"/>
    <w:rsid w:val="00236CBE"/>
    <w:rsid w:val="00236F0E"/>
    <w:rsid w:val="00237E1E"/>
    <w:rsid w:val="00240C53"/>
    <w:rsid w:val="002450FD"/>
    <w:rsid w:val="002458F6"/>
    <w:rsid w:val="0024756B"/>
    <w:rsid w:val="002506EE"/>
    <w:rsid w:val="002512D9"/>
    <w:rsid w:val="002547AF"/>
    <w:rsid w:val="002547B1"/>
    <w:rsid w:val="00260271"/>
    <w:rsid w:val="0026189C"/>
    <w:rsid w:val="00261BFF"/>
    <w:rsid w:val="00263EA8"/>
    <w:rsid w:val="00264BB9"/>
    <w:rsid w:val="00264DEC"/>
    <w:rsid w:val="00265314"/>
    <w:rsid w:val="00270B27"/>
    <w:rsid w:val="00270F68"/>
    <w:rsid w:val="002716AD"/>
    <w:rsid w:val="00274C94"/>
    <w:rsid w:val="00277C34"/>
    <w:rsid w:val="00280E07"/>
    <w:rsid w:val="0028126A"/>
    <w:rsid w:val="0029010B"/>
    <w:rsid w:val="002906A6"/>
    <w:rsid w:val="00292FB7"/>
    <w:rsid w:val="00294376"/>
    <w:rsid w:val="002A132F"/>
    <w:rsid w:val="002A2A45"/>
    <w:rsid w:val="002A2BB0"/>
    <w:rsid w:val="002A3048"/>
    <w:rsid w:val="002A3DE4"/>
    <w:rsid w:val="002A4DB0"/>
    <w:rsid w:val="002A64FB"/>
    <w:rsid w:val="002B0F5E"/>
    <w:rsid w:val="002B11B6"/>
    <w:rsid w:val="002B39A5"/>
    <w:rsid w:val="002B5901"/>
    <w:rsid w:val="002B6263"/>
    <w:rsid w:val="002B7211"/>
    <w:rsid w:val="002B744C"/>
    <w:rsid w:val="002C0BDD"/>
    <w:rsid w:val="002C22CE"/>
    <w:rsid w:val="002C2466"/>
    <w:rsid w:val="002C2532"/>
    <w:rsid w:val="002C31BF"/>
    <w:rsid w:val="002C6159"/>
    <w:rsid w:val="002C67EE"/>
    <w:rsid w:val="002C6D57"/>
    <w:rsid w:val="002C7306"/>
    <w:rsid w:val="002D08B1"/>
    <w:rsid w:val="002D4900"/>
    <w:rsid w:val="002D491B"/>
    <w:rsid w:val="002D5B2F"/>
    <w:rsid w:val="002D7042"/>
    <w:rsid w:val="002D7253"/>
    <w:rsid w:val="002D7ACB"/>
    <w:rsid w:val="002E052B"/>
    <w:rsid w:val="002E0CD7"/>
    <w:rsid w:val="002E101E"/>
    <w:rsid w:val="002E15DB"/>
    <w:rsid w:val="002E3E13"/>
    <w:rsid w:val="002F0F9C"/>
    <w:rsid w:val="002F1033"/>
    <w:rsid w:val="002F28BE"/>
    <w:rsid w:val="002F438C"/>
    <w:rsid w:val="00300648"/>
    <w:rsid w:val="00301C41"/>
    <w:rsid w:val="00302AF6"/>
    <w:rsid w:val="00302B9D"/>
    <w:rsid w:val="00302E91"/>
    <w:rsid w:val="00304C55"/>
    <w:rsid w:val="003115DB"/>
    <w:rsid w:val="003134F7"/>
    <w:rsid w:val="00313DD9"/>
    <w:rsid w:val="0031457E"/>
    <w:rsid w:val="00316067"/>
    <w:rsid w:val="00316093"/>
    <w:rsid w:val="00316B28"/>
    <w:rsid w:val="0031706D"/>
    <w:rsid w:val="003205DA"/>
    <w:rsid w:val="00327ABC"/>
    <w:rsid w:val="003301B4"/>
    <w:rsid w:val="00331F88"/>
    <w:rsid w:val="00332024"/>
    <w:rsid w:val="003354CE"/>
    <w:rsid w:val="003359D3"/>
    <w:rsid w:val="003369EB"/>
    <w:rsid w:val="0034046B"/>
    <w:rsid w:val="00340CD5"/>
    <w:rsid w:val="00340D70"/>
    <w:rsid w:val="003416A8"/>
    <w:rsid w:val="00341DCF"/>
    <w:rsid w:val="003428F5"/>
    <w:rsid w:val="0034592C"/>
    <w:rsid w:val="00345A87"/>
    <w:rsid w:val="0034734A"/>
    <w:rsid w:val="003479A8"/>
    <w:rsid w:val="00347E01"/>
    <w:rsid w:val="00350894"/>
    <w:rsid w:val="00351421"/>
    <w:rsid w:val="00351625"/>
    <w:rsid w:val="00351CED"/>
    <w:rsid w:val="003563E0"/>
    <w:rsid w:val="00356555"/>
    <w:rsid w:val="00357BC6"/>
    <w:rsid w:val="003608F1"/>
    <w:rsid w:val="00361336"/>
    <w:rsid w:val="003617C4"/>
    <w:rsid w:val="0036245A"/>
    <w:rsid w:val="00363693"/>
    <w:rsid w:val="00363E19"/>
    <w:rsid w:val="00364D3D"/>
    <w:rsid w:val="003655A0"/>
    <w:rsid w:val="00366E0F"/>
    <w:rsid w:val="003674C5"/>
    <w:rsid w:val="003727AE"/>
    <w:rsid w:val="0037496E"/>
    <w:rsid w:val="00375452"/>
    <w:rsid w:val="003760FE"/>
    <w:rsid w:val="00376F62"/>
    <w:rsid w:val="00377F14"/>
    <w:rsid w:val="00380345"/>
    <w:rsid w:val="00384DF1"/>
    <w:rsid w:val="00386354"/>
    <w:rsid w:val="00387CB7"/>
    <w:rsid w:val="003908B4"/>
    <w:rsid w:val="00391A70"/>
    <w:rsid w:val="00391DB1"/>
    <w:rsid w:val="00392F6D"/>
    <w:rsid w:val="003956C6"/>
    <w:rsid w:val="003959F8"/>
    <w:rsid w:val="00396BB8"/>
    <w:rsid w:val="003A0582"/>
    <w:rsid w:val="003A0781"/>
    <w:rsid w:val="003A28FD"/>
    <w:rsid w:val="003A3EE6"/>
    <w:rsid w:val="003A40E0"/>
    <w:rsid w:val="003A474D"/>
    <w:rsid w:val="003A4DB0"/>
    <w:rsid w:val="003A5351"/>
    <w:rsid w:val="003B3C46"/>
    <w:rsid w:val="003B4A08"/>
    <w:rsid w:val="003B556B"/>
    <w:rsid w:val="003C011A"/>
    <w:rsid w:val="003C0FF3"/>
    <w:rsid w:val="003C1171"/>
    <w:rsid w:val="003C1D9B"/>
    <w:rsid w:val="003C3448"/>
    <w:rsid w:val="003C3D79"/>
    <w:rsid w:val="003C4334"/>
    <w:rsid w:val="003C58A5"/>
    <w:rsid w:val="003C766B"/>
    <w:rsid w:val="003D0634"/>
    <w:rsid w:val="003D0EA5"/>
    <w:rsid w:val="003D1123"/>
    <w:rsid w:val="003D1303"/>
    <w:rsid w:val="003D35D3"/>
    <w:rsid w:val="003D4FF6"/>
    <w:rsid w:val="003D79B2"/>
    <w:rsid w:val="003E01D2"/>
    <w:rsid w:val="003E0691"/>
    <w:rsid w:val="003E205F"/>
    <w:rsid w:val="003E2BD3"/>
    <w:rsid w:val="003E390F"/>
    <w:rsid w:val="003E4025"/>
    <w:rsid w:val="003E55DC"/>
    <w:rsid w:val="003E5699"/>
    <w:rsid w:val="003E6B47"/>
    <w:rsid w:val="003E6C78"/>
    <w:rsid w:val="003E7889"/>
    <w:rsid w:val="003F2799"/>
    <w:rsid w:val="003F2ACC"/>
    <w:rsid w:val="003F2D4F"/>
    <w:rsid w:val="003F30F3"/>
    <w:rsid w:val="003F5117"/>
    <w:rsid w:val="00400D13"/>
    <w:rsid w:val="00401B5A"/>
    <w:rsid w:val="00401FF5"/>
    <w:rsid w:val="004058D1"/>
    <w:rsid w:val="0040608D"/>
    <w:rsid w:val="0040703E"/>
    <w:rsid w:val="00411622"/>
    <w:rsid w:val="00411AF4"/>
    <w:rsid w:val="00411EB4"/>
    <w:rsid w:val="0041258D"/>
    <w:rsid w:val="004126DF"/>
    <w:rsid w:val="0041300A"/>
    <w:rsid w:val="00413848"/>
    <w:rsid w:val="00413B20"/>
    <w:rsid w:val="00414375"/>
    <w:rsid w:val="00414BD8"/>
    <w:rsid w:val="004153F8"/>
    <w:rsid w:val="004168D9"/>
    <w:rsid w:val="00420912"/>
    <w:rsid w:val="004211E1"/>
    <w:rsid w:val="004227C9"/>
    <w:rsid w:val="00422FE5"/>
    <w:rsid w:val="0042302F"/>
    <w:rsid w:val="00423419"/>
    <w:rsid w:val="00424E17"/>
    <w:rsid w:val="00425633"/>
    <w:rsid w:val="00425D9E"/>
    <w:rsid w:val="00436890"/>
    <w:rsid w:val="00437E81"/>
    <w:rsid w:val="004400B0"/>
    <w:rsid w:val="00441430"/>
    <w:rsid w:val="00441BFA"/>
    <w:rsid w:val="00441D7D"/>
    <w:rsid w:val="00441F7E"/>
    <w:rsid w:val="004425BC"/>
    <w:rsid w:val="00442FA6"/>
    <w:rsid w:val="00443695"/>
    <w:rsid w:val="00444475"/>
    <w:rsid w:val="004444AD"/>
    <w:rsid w:val="00444CED"/>
    <w:rsid w:val="00446519"/>
    <w:rsid w:val="0044749A"/>
    <w:rsid w:val="00450A65"/>
    <w:rsid w:val="00450F07"/>
    <w:rsid w:val="00450F27"/>
    <w:rsid w:val="00453CD3"/>
    <w:rsid w:val="004566A3"/>
    <w:rsid w:val="00456E91"/>
    <w:rsid w:val="00456F2B"/>
    <w:rsid w:val="00460130"/>
    <w:rsid w:val="00460660"/>
    <w:rsid w:val="0046213D"/>
    <w:rsid w:val="00463396"/>
    <w:rsid w:val="00463FA9"/>
    <w:rsid w:val="0046528F"/>
    <w:rsid w:val="00465511"/>
    <w:rsid w:val="004669BD"/>
    <w:rsid w:val="00466BD5"/>
    <w:rsid w:val="00466D75"/>
    <w:rsid w:val="0046725A"/>
    <w:rsid w:val="004715CC"/>
    <w:rsid w:val="00471632"/>
    <w:rsid w:val="00471EF0"/>
    <w:rsid w:val="00471FB3"/>
    <w:rsid w:val="00474F3D"/>
    <w:rsid w:val="00476268"/>
    <w:rsid w:val="00476802"/>
    <w:rsid w:val="00477BC0"/>
    <w:rsid w:val="00481A44"/>
    <w:rsid w:val="00482685"/>
    <w:rsid w:val="004837FC"/>
    <w:rsid w:val="00485ACE"/>
    <w:rsid w:val="00485D32"/>
    <w:rsid w:val="00486107"/>
    <w:rsid w:val="004869C6"/>
    <w:rsid w:val="0048711D"/>
    <w:rsid w:val="00487384"/>
    <w:rsid w:val="00487618"/>
    <w:rsid w:val="00490F40"/>
    <w:rsid w:val="00491632"/>
    <w:rsid w:val="00491827"/>
    <w:rsid w:val="00492EC4"/>
    <w:rsid w:val="00493DE8"/>
    <w:rsid w:val="004947D5"/>
    <w:rsid w:val="004948F0"/>
    <w:rsid w:val="00497346"/>
    <w:rsid w:val="004A072F"/>
    <w:rsid w:val="004A4C59"/>
    <w:rsid w:val="004A4CAB"/>
    <w:rsid w:val="004A54EC"/>
    <w:rsid w:val="004A5B30"/>
    <w:rsid w:val="004A64F7"/>
    <w:rsid w:val="004A684F"/>
    <w:rsid w:val="004A686D"/>
    <w:rsid w:val="004B2E23"/>
    <w:rsid w:val="004B348C"/>
    <w:rsid w:val="004B44C6"/>
    <w:rsid w:val="004B5F15"/>
    <w:rsid w:val="004B6098"/>
    <w:rsid w:val="004C16E7"/>
    <w:rsid w:val="004C4399"/>
    <w:rsid w:val="004C6DE6"/>
    <w:rsid w:val="004C787C"/>
    <w:rsid w:val="004D1DDB"/>
    <w:rsid w:val="004D27A7"/>
    <w:rsid w:val="004D3391"/>
    <w:rsid w:val="004D5CC5"/>
    <w:rsid w:val="004D796E"/>
    <w:rsid w:val="004E0DDC"/>
    <w:rsid w:val="004E143C"/>
    <w:rsid w:val="004E3A53"/>
    <w:rsid w:val="004E4874"/>
    <w:rsid w:val="004E5517"/>
    <w:rsid w:val="004E558B"/>
    <w:rsid w:val="004E66BD"/>
    <w:rsid w:val="004E680D"/>
    <w:rsid w:val="004E72E3"/>
    <w:rsid w:val="004F0676"/>
    <w:rsid w:val="004F06D1"/>
    <w:rsid w:val="004F1FA1"/>
    <w:rsid w:val="004F20BC"/>
    <w:rsid w:val="004F40CB"/>
    <w:rsid w:val="004F4B9B"/>
    <w:rsid w:val="004F5431"/>
    <w:rsid w:val="004F58C7"/>
    <w:rsid w:val="004F69EA"/>
    <w:rsid w:val="004F7A73"/>
    <w:rsid w:val="00500311"/>
    <w:rsid w:val="005003ED"/>
    <w:rsid w:val="005022E8"/>
    <w:rsid w:val="00502EB3"/>
    <w:rsid w:val="00506F83"/>
    <w:rsid w:val="00511AB9"/>
    <w:rsid w:val="00513F5C"/>
    <w:rsid w:val="00514888"/>
    <w:rsid w:val="00522408"/>
    <w:rsid w:val="00523EA7"/>
    <w:rsid w:val="0052473E"/>
    <w:rsid w:val="00524D52"/>
    <w:rsid w:val="00527329"/>
    <w:rsid w:val="005278FD"/>
    <w:rsid w:val="00531392"/>
    <w:rsid w:val="00532546"/>
    <w:rsid w:val="00533F8D"/>
    <w:rsid w:val="00534106"/>
    <w:rsid w:val="005345FA"/>
    <w:rsid w:val="00540E6D"/>
    <w:rsid w:val="00543295"/>
    <w:rsid w:val="005443E6"/>
    <w:rsid w:val="00545C1F"/>
    <w:rsid w:val="00546E03"/>
    <w:rsid w:val="00546F67"/>
    <w:rsid w:val="00553375"/>
    <w:rsid w:val="00556F50"/>
    <w:rsid w:val="00557681"/>
    <w:rsid w:val="00557779"/>
    <w:rsid w:val="00557C28"/>
    <w:rsid w:val="00563461"/>
    <w:rsid w:val="00564233"/>
    <w:rsid w:val="00564A1F"/>
    <w:rsid w:val="00565CC7"/>
    <w:rsid w:val="00566754"/>
    <w:rsid w:val="005704D3"/>
    <w:rsid w:val="00570551"/>
    <w:rsid w:val="0057175A"/>
    <w:rsid w:val="005736B7"/>
    <w:rsid w:val="00575E5A"/>
    <w:rsid w:val="005800B9"/>
    <w:rsid w:val="00580377"/>
    <w:rsid w:val="005820AA"/>
    <w:rsid w:val="005845A0"/>
    <w:rsid w:val="00584C70"/>
    <w:rsid w:val="00585C42"/>
    <w:rsid w:val="005867A0"/>
    <w:rsid w:val="00591DCD"/>
    <w:rsid w:val="00593D08"/>
    <w:rsid w:val="005942F3"/>
    <w:rsid w:val="00597A8F"/>
    <w:rsid w:val="005A1102"/>
    <w:rsid w:val="005A330B"/>
    <w:rsid w:val="005A6971"/>
    <w:rsid w:val="005A6F26"/>
    <w:rsid w:val="005B0FC9"/>
    <w:rsid w:val="005B5F4D"/>
    <w:rsid w:val="005B7640"/>
    <w:rsid w:val="005C31AA"/>
    <w:rsid w:val="005C6457"/>
    <w:rsid w:val="005C7081"/>
    <w:rsid w:val="005C75A2"/>
    <w:rsid w:val="005D2281"/>
    <w:rsid w:val="005D4E34"/>
    <w:rsid w:val="005D55E7"/>
    <w:rsid w:val="005D61B2"/>
    <w:rsid w:val="005E2CB8"/>
    <w:rsid w:val="005E3CF2"/>
    <w:rsid w:val="005E4714"/>
    <w:rsid w:val="005E4ABA"/>
    <w:rsid w:val="005E7457"/>
    <w:rsid w:val="005E7BB7"/>
    <w:rsid w:val="005F0357"/>
    <w:rsid w:val="005F064F"/>
    <w:rsid w:val="005F1404"/>
    <w:rsid w:val="005F1796"/>
    <w:rsid w:val="005F3810"/>
    <w:rsid w:val="005F5FF8"/>
    <w:rsid w:val="005F6DD6"/>
    <w:rsid w:val="005F7F27"/>
    <w:rsid w:val="00600F27"/>
    <w:rsid w:val="006011D3"/>
    <w:rsid w:val="006021FF"/>
    <w:rsid w:val="00602A3B"/>
    <w:rsid w:val="00604355"/>
    <w:rsid w:val="0060518E"/>
    <w:rsid w:val="006074B5"/>
    <w:rsid w:val="0061068E"/>
    <w:rsid w:val="006106D0"/>
    <w:rsid w:val="006128DF"/>
    <w:rsid w:val="006138F1"/>
    <w:rsid w:val="0061632B"/>
    <w:rsid w:val="00616461"/>
    <w:rsid w:val="00617411"/>
    <w:rsid w:val="006175EE"/>
    <w:rsid w:val="00617C66"/>
    <w:rsid w:val="00617EA9"/>
    <w:rsid w:val="00622AD5"/>
    <w:rsid w:val="00623504"/>
    <w:rsid w:val="006238D8"/>
    <w:rsid w:val="00624268"/>
    <w:rsid w:val="00624D16"/>
    <w:rsid w:val="006276A4"/>
    <w:rsid w:val="0062794A"/>
    <w:rsid w:val="00627B26"/>
    <w:rsid w:val="00627BEB"/>
    <w:rsid w:val="00631459"/>
    <w:rsid w:val="0063198C"/>
    <w:rsid w:val="006326F5"/>
    <w:rsid w:val="00632A2D"/>
    <w:rsid w:val="0063399B"/>
    <w:rsid w:val="00633E93"/>
    <w:rsid w:val="006361BC"/>
    <w:rsid w:val="00641B9D"/>
    <w:rsid w:val="00644FCB"/>
    <w:rsid w:val="00645895"/>
    <w:rsid w:val="00646C46"/>
    <w:rsid w:val="0065037E"/>
    <w:rsid w:val="00652A36"/>
    <w:rsid w:val="00654B63"/>
    <w:rsid w:val="00654C53"/>
    <w:rsid w:val="00655C23"/>
    <w:rsid w:val="00655D2D"/>
    <w:rsid w:val="006602B3"/>
    <w:rsid w:val="00660AD3"/>
    <w:rsid w:val="00660DCF"/>
    <w:rsid w:val="00663935"/>
    <w:rsid w:val="00663C1D"/>
    <w:rsid w:val="00664294"/>
    <w:rsid w:val="00665642"/>
    <w:rsid w:val="00667799"/>
    <w:rsid w:val="00667F68"/>
    <w:rsid w:val="0067011B"/>
    <w:rsid w:val="006701D5"/>
    <w:rsid w:val="00675BC8"/>
    <w:rsid w:val="00676A70"/>
    <w:rsid w:val="00677B7F"/>
    <w:rsid w:val="0068080A"/>
    <w:rsid w:val="00681102"/>
    <w:rsid w:val="006811AC"/>
    <w:rsid w:val="00681DCB"/>
    <w:rsid w:val="00684CE1"/>
    <w:rsid w:val="006851FF"/>
    <w:rsid w:val="00686C23"/>
    <w:rsid w:val="00686CDF"/>
    <w:rsid w:val="006914CE"/>
    <w:rsid w:val="006915A2"/>
    <w:rsid w:val="0069366D"/>
    <w:rsid w:val="006945BB"/>
    <w:rsid w:val="00694A31"/>
    <w:rsid w:val="00695B21"/>
    <w:rsid w:val="006A0E78"/>
    <w:rsid w:val="006A139C"/>
    <w:rsid w:val="006A158F"/>
    <w:rsid w:val="006A36B8"/>
    <w:rsid w:val="006A383F"/>
    <w:rsid w:val="006A5570"/>
    <w:rsid w:val="006A6509"/>
    <w:rsid w:val="006A689C"/>
    <w:rsid w:val="006A6F06"/>
    <w:rsid w:val="006A7586"/>
    <w:rsid w:val="006A78D3"/>
    <w:rsid w:val="006B00B7"/>
    <w:rsid w:val="006B03EC"/>
    <w:rsid w:val="006B2E05"/>
    <w:rsid w:val="006B38A6"/>
    <w:rsid w:val="006B3D79"/>
    <w:rsid w:val="006B6513"/>
    <w:rsid w:val="006C0A68"/>
    <w:rsid w:val="006C2FE8"/>
    <w:rsid w:val="006C351A"/>
    <w:rsid w:val="006C4060"/>
    <w:rsid w:val="006D3C0A"/>
    <w:rsid w:val="006D486D"/>
    <w:rsid w:val="006D66CB"/>
    <w:rsid w:val="006D7AFE"/>
    <w:rsid w:val="006E0578"/>
    <w:rsid w:val="006E314D"/>
    <w:rsid w:val="006E4B5B"/>
    <w:rsid w:val="006E4FC3"/>
    <w:rsid w:val="006E5276"/>
    <w:rsid w:val="006E6496"/>
    <w:rsid w:val="006F0EF6"/>
    <w:rsid w:val="006F23D0"/>
    <w:rsid w:val="006F307E"/>
    <w:rsid w:val="006F360C"/>
    <w:rsid w:val="006F4E06"/>
    <w:rsid w:val="006F507C"/>
    <w:rsid w:val="00701185"/>
    <w:rsid w:val="00702579"/>
    <w:rsid w:val="00702E7C"/>
    <w:rsid w:val="00704320"/>
    <w:rsid w:val="00705825"/>
    <w:rsid w:val="00706FD5"/>
    <w:rsid w:val="007104E5"/>
    <w:rsid w:val="00710723"/>
    <w:rsid w:val="0071260C"/>
    <w:rsid w:val="007137A7"/>
    <w:rsid w:val="00713F8F"/>
    <w:rsid w:val="007150DA"/>
    <w:rsid w:val="00716FEA"/>
    <w:rsid w:val="007173A8"/>
    <w:rsid w:val="0072003C"/>
    <w:rsid w:val="00721E70"/>
    <w:rsid w:val="007221B8"/>
    <w:rsid w:val="0072293A"/>
    <w:rsid w:val="00722AE6"/>
    <w:rsid w:val="00723ED1"/>
    <w:rsid w:val="0072417A"/>
    <w:rsid w:val="00724DCA"/>
    <w:rsid w:val="00725E1E"/>
    <w:rsid w:val="007352F3"/>
    <w:rsid w:val="0074068F"/>
    <w:rsid w:val="0074101B"/>
    <w:rsid w:val="00741A6A"/>
    <w:rsid w:val="0074288A"/>
    <w:rsid w:val="00742F25"/>
    <w:rsid w:val="00742FB3"/>
    <w:rsid w:val="00743525"/>
    <w:rsid w:val="007438C9"/>
    <w:rsid w:val="00745080"/>
    <w:rsid w:val="0074516C"/>
    <w:rsid w:val="00746F51"/>
    <w:rsid w:val="007477D1"/>
    <w:rsid w:val="0075046E"/>
    <w:rsid w:val="00750766"/>
    <w:rsid w:val="00752F34"/>
    <w:rsid w:val="00754EA4"/>
    <w:rsid w:val="00755978"/>
    <w:rsid w:val="00756BC0"/>
    <w:rsid w:val="00757C41"/>
    <w:rsid w:val="00761128"/>
    <w:rsid w:val="00762756"/>
    <w:rsid w:val="0076286B"/>
    <w:rsid w:val="00762CCC"/>
    <w:rsid w:val="00766846"/>
    <w:rsid w:val="00767665"/>
    <w:rsid w:val="00767C83"/>
    <w:rsid w:val="00770342"/>
    <w:rsid w:val="00773119"/>
    <w:rsid w:val="007734C2"/>
    <w:rsid w:val="007739F6"/>
    <w:rsid w:val="00774583"/>
    <w:rsid w:val="0077587C"/>
    <w:rsid w:val="0077673A"/>
    <w:rsid w:val="00780343"/>
    <w:rsid w:val="00781D6D"/>
    <w:rsid w:val="0078214C"/>
    <w:rsid w:val="0078391D"/>
    <w:rsid w:val="007839DF"/>
    <w:rsid w:val="00783A0B"/>
    <w:rsid w:val="007846E1"/>
    <w:rsid w:val="007849B5"/>
    <w:rsid w:val="00785144"/>
    <w:rsid w:val="00786813"/>
    <w:rsid w:val="007911B6"/>
    <w:rsid w:val="007917B8"/>
    <w:rsid w:val="00791E95"/>
    <w:rsid w:val="0079210E"/>
    <w:rsid w:val="0079290E"/>
    <w:rsid w:val="00794235"/>
    <w:rsid w:val="00794653"/>
    <w:rsid w:val="00796C42"/>
    <w:rsid w:val="00797EE5"/>
    <w:rsid w:val="00797FB8"/>
    <w:rsid w:val="007A1430"/>
    <w:rsid w:val="007A3FA3"/>
    <w:rsid w:val="007A6B4B"/>
    <w:rsid w:val="007B0FCE"/>
    <w:rsid w:val="007B4765"/>
    <w:rsid w:val="007B4AAB"/>
    <w:rsid w:val="007B570C"/>
    <w:rsid w:val="007B6CE3"/>
    <w:rsid w:val="007B7E15"/>
    <w:rsid w:val="007B7FFD"/>
    <w:rsid w:val="007C08D9"/>
    <w:rsid w:val="007C1BDC"/>
    <w:rsid w:val="007C2BCE"/>
    <w:rsid w:val="007C3A87"/>
    <w:rsid w:val="007C3D2B"/>
    <w:rsid w:val="007C4829"/>
    <w:rsid w:val="007C57D7"/>
    <w:rsid w:val="007C589B"/>
    <w:rsid w:val="007C5D34"/>
    <w:rsid w:val="007C758B"/>
    <w:rsid w:val="007D0774"/>
    <w:rsid w:val="007D0D42"/>
    <w:rsid w:val="007D2F52"/>
    <w:rsid w:val="007D386C"/>
    <w:rsid w:val="007D506C"/>
    <w:rsid w:val="007D6B91"/>
    <w:rsid w:val="007D71E2"/>
    <w:rsid w:val="007E0F5B"/>
    <w:rsid w:val="007E1158"/>
    <w:rsid w:val="007E1FC6"/>
    <w:rsid w:val="007E4A6E"/>
    <w:rsid w:val="007E54CA"/>
    <w:rsid w:val="007E7249"/>
    <w:rsid w:val="007E799E"/>
    <w:rsid w:val="007F0B09"/>
    <w:rsid w:val="007F1529"/>
    <w:rsid w:val="007F4C26"/>
    <w:rsid w:val="007F56A7"/>
    <w:rsid w:val="0080071D"/>
    <w:rsid w:val="00802088"/>
    <w:rsid w:val="008049CF"/>
    <w:rsid w:val="008050CE"/>
    <w:rsid w:val="008056EE"/>
    <w:rsid w:val="00805C8A"/>
    <w:rsid w:val="00805DFF"/>
    <w:rsid w:val="008063E3"/>
    <w:rsid w:val="00807DD0"/>
    <w:rsid w:val="00810854"/>
    <w:rsid w:val="00810A92"/>
    <w:rsid w:val="00811E82"/>
    <w:rsid w:val="00815527"/>
    <w:rsid w:val="00816110"/>
    <w:rsid w:val="00816CD5"/>
    <w:rsid w:val="00816DFE"/>
    <w:rsid w:val="0082380F"/>
    <w:rsid w:val="00824079"/>
    <w:rsid w:val="00826089"/>
    <w:rsid w:val="0082650E"/>
    <w:rsid w:val="00826C9F"/>
    <w:rsid w:val="008315A0"/>
    <w:rsid w:val="00832A85"/>
    <w:rsid w:val="00832C63"/>
    <w:rsid w:val="00832E54"/>
    <w:rsid w:val="00832E84"/>
    <w:rsid w:val="00842013"/>
    <w:rsid w:val="00842F1A"/>
    <w:rsid w:val="00843846"/>
    <w:rsid w:val="00843D9F"/>
    <w:rsid w:val="00845058"/>
    <w:rsid w:val="008469BA"/>
    <w:rsid w:val="00847347"/>
    <w:rsid w:val="008504B5"/>
    <w:rsid w:val="0085050A"/>
    <w:rsid w:val="008506E2"/>
    <w:rsid w:val="008521AE"/>
    <w:rsid w:val="008525C0"/>
    <w:rsid w:val="008548E9"/>
    <w:rsid w:val="008552AE"/>
    <w:rsid w:val="00856581"/>
    <w:rsid w:val="00856F5D"/>
    <w:rsid w:val="00865673"/>
    <w:rsid w:val="008659F3"/>
    <w:rsid w:val="00866B28"/>
    <w:rsid w:val="0086744D"/>
    <w:rsid w:val="00867A54"/>
    <w:rsid w:val="00867FF6"/>
    <w:rsid w:val="00871C63"/>
    <w:rsid w:val="008721B9"/>
    <w:rsid w:val="00873D1E"/>
    <w:rsid w:val="00874C1A"/>
    <w:rsid w:val="00874C65"/>
    <w:rsid w:val="0088057D"/>
    <w:rsid w:val="00881072"/>
    <w:rsid w:val="00881678"/>
    <w:rsid w:val="00883525"/>
    <w:rsid w:val="008845B3"/>
    <w:rsid w:val="00886D4B"/>
    <w:rsid w:val="00892AFB"/>
    <w:rsid w:val="0089410E"/>
    <w:rsid w:val="00895406"/>
    <w:rsid w:val="00896193"/>
    <w:rsid w:val="008965EF"/>
    <w:rsid w:val="00897DB5"/>
    <w:rsid w:val="008A3568"/>
    <w:rsid w:val="008A3716"/>
    <w:rsid w:val="008A44C1"/>
    <w:rsid w:val="008A45D1"/>
    <w:rsid w:val="008A4648"/>
    <w:rsid w:val="008A568C"/>
    <w:rsid w:val="008A57E7"/>
    <w:rsid w:val="008A582F"/>
    <w:rsid w:val="008A7FF5"/>
    <w:rsid w:val="008B3D64"/>
    <w:rsid w:val="008B4D7C"/>
    <w:rsid w:val="008B6603"/>
    <w:rsid w:val="008C0456"/>
    <w:rsid w:val="008C182B"/>
    <w:rsid w:val="008C2BE4"/>
    <w:rsid w:val="008C3B92"/>
    <w:rsid w:val="008C3E7F"/>
    <w:rsid w:val="008C4A6B"/>
    <w:rsid w:val="008C4F0D"/>
    <w:rsid w:val="008C523D"/>
    <w:rsid w:val="008C5839"/>
    <w:rsid w:val="008C5CE6"/>
    <w:rsid w:val="008C7940"/>
    <w:rsid w:val="008D03B9"/>
    <w:rsid w:val="008D4251"/>
    <w:rsid w:val="008D5317"/>
    <w:rsid w:val="008D710F"/>
    <w:rsid w:val="008E2183"/>
    <w:rsid w:val="008E22C9"/>
    <w:rsid w:val="008E3B5F"/>
    <w:rsid w:val="008E549B"/>
    <w:rsid w:val="008E6E6E"/>
    <w:rsid w:val="008E7CAE"/>
    <w:rsid w:val="008F0295"/>
    <w:rsid w:val="008F0F7B"/>
    <w:rsid w:val="008F1483"/>
    <w:rsid w:val="008F18D6"/>
    <w:rsid w:val="008F3443"/>
    <w:rsid w:val="008F7115"/>
    <w:rsid w:val="0090255A"/>
    <w:rsid w:val="00903AEA"/>
    <w:rsid w:val="00904263"/>
    <w:rsid w:val="009043CF"/>
    <w:rsid w:val="00904780"/>
    <w:rsid w:val="00906194"/>
    <w:rsid w:val="00906838"/>
    <w:rsid w:val="009079CB"/>
    <w:rsid w:val="00911896"/>
    <w:rsid w:val="00912D70"/>
    <w:rsid w:val="00912F65"/>
    <w:rsid w:val="00913D9B"/>
    <w:rsid w:val="00914C23"/>
    <w:rsid w:val="009154CE"/>
    <w:rsid w:val="00915942"/>
    <w:rsid w:val="00916E9C"/>
    <w:rsid w:val="009179EC"/>
    <w:rsid w:val="00917FCF"/>
    <w:rsid w:val="00920A32"/>
    <w:rsid w:val="009211AD"/>
    <w:rsid w:val="00922385"/>
    <w:rsid w:val="009223DF"/>
    <w:rsid w:val="00922CDC"/>
    <w:rsid w:val="00923DE9"/>
    <w:rsid w:val="009258A0"/>
    <w:rsid w:val="009302A4"/>
    <w:rsid w:val="009303A2"/>
    <w:rsid w:val="00930ECC"/>
    <w:rsid w:val="00931DE7"/>
    <w:rsid w:val="00932B1D"/>
    <w:rsid w:val="00932CAF"/>
    <w:rsid w:val="00933E21"/>
    <w:rsid w:val="00936091"/>
    <w:rsid w:val="0093688F"/>
    <w:rsid w:val="00937CC9"/>
    <w:rsid w:val="00940AF9"/>
    <w:rsid w:val="00940D8A"/>
    <w:rsid w:val="00942B66"/>
    <w:rsid w:val="00944446"/>
    <w:rsid w:val="00946096"/>
    <w:rsid w:val="00947AEC"/>
    <w:rsid w:val="00952232"/>
    <w:rsid w:val="009536E4"/>
    <w:rsid w:val="009600A2"/>
    <w:rsid w:val="00960423"/>
    <w:rsid w:val="009609DB"/>
    <w:rsid w:val="00962258"/>
    <w:rsid w:val="009644F5"/>
    <w:rsid w:val="0096476F"/>
    <w:rsid w:val="00966D04"/>
    <w:rsid w:val="009678B7"/>
    <w:rsid w:val="00970946"/>
    <w:rsid w:val="00971EE6"/>
    <w:rsid w:val="009733F6"/>
    <w:rsid w:val="009740DC"/>
    <w:rsid w:val="0097426C"/>
    <w:rsid w:val="00976E6D"/>
    <w:rsid w:val="00976F77"/>
    <w:rsid w:val="00976FFB"/>
    <w:rsid w:val="00980865"/>
    <w:rsid w:val="009810DF"/>
    <w:rsid w:val="009829C1"/>
    <w:rsid w:val="009833E1"/>
    <w:rsid w:val="009852EF"/>
    <w:rsid w:val="00991EBF"/>
    <w:rsid w:val="00992D9C"/>
    <w:rsid w:val="00996CB8"/>
    <w:rsid w:val="009A13A2"/>
    <w:rsid w:val="009A4B11"/>
    <w:rsid w:val="009A5587"/>
    <w:rsid w:val="009A6519"/>
    <w:rsid w:val="009A680A"/>
    <w:rsid w:val="009A6D10"/>
    <w:rsid w:val="009A6D9F"/>
    <w:rsid w:val="009A6DA0"/>
    <w:rsid w:val="009A7D5F"/>
    <w:rsid w:val="009B03BD"/>
    <w:rsid w:val="009B117E"/>
    <w:rsid w:val="009B14A9"/>
    <w:rsid w:val="009B22AD"/>
    <w:rsid w:val="009B2A15"/>
    <w:rsid w:val="009B2E97"/>
    <w:rsid w:val="009B39A4"/>
    <w:rsid w:val="009B5E05"/>
    <w:rsid w:val="009B7FCD"/>
    <w:rsid w:val="009C0345"/>
    <w:rsid w:val="009C0D72"/>
    <w:rsid w:val="009C0E7E"/>
    <w:rsid w:val="009C1518"/>
    <w:rsid w:val="009C5182"/>
    <w:rsid w:val="009C6572"/>
    <w:rsid w:val="009C6827"/>
    <w:rsid w:val="009C691F"/>
    <w:rsid w:val="009C6B19"/>
    <w:rsid w:val="009C6F86"/>
    <w:rsid w:val="009C7519"/>
    <w:rsid w:val="009D1575"/>
    <w:rsid w:val="009D2F46"/>
    <w:rsid w:val="009D72C2"/>
    <w:rsid w:val="009E07F4"/>
    <w:rsid w:val="009E0E56"/>
    <w:rsid w:val="009E189E"/>
    <w:rsid w:val="009E1997"/>
    <w:rsid w:val="009E1CD4"/>
    <w:rsid w:val="009E2325"/>
    <w:rsid w:val="009E43E4"/>
    <w:rsid w:val="009E446C"/>
    <w:rsid w:val="009E7F1D"/>
    <w:rsid w:val="009F1925"/>
    <w:rsid w:val="009F392E"/>
    <w:rsid w:val="009F3DE4"/>
    <w:rsid w:val="009F42EE"/>
    <w:rsid w:val="009F6729"/>
    <w:rsid w:val="00A016F1"/>
    <w:rsid w:val="00A01984"/>
    <w:rsid w:val="00A047D9"/>
    <w:rsid w:val="00A04DF1"/>
    <w:rsid w:val="00A06471"/>
    <w:rsid w:val="00A068CE"/>
    <w:rsid w:val="00A07CC6"/>
    <w:rsid w:val="00A10F60"/>
    <w:rsid w:val="00A11562"/>
    <w:rsid w:val="00A115E6"/>
    <w:rsid w:val="00A1367D"/>
    <w:rsid w:val="00A14322"/>
    <w:rsid w:val="00A15553"/>
    <w:rsid w:val="00A163CB"/>
    <w:rsid w:val="00A2073B"/>
    <w:rsid w:val="00A20DCB"/>
    <w:rsid w:val="00A21064"/>
    <w:rsid w:val="00A221EA"/>
    <w:rsid w:val="00A22515"/>
    <w:rsid w:val="00A24E99"/>
    <w:rsid w:val="00A25D52"/>
    <w:rsid w:val="00A26C04"/>
    <w:rsid w:val="00A35B72"/>
    <w:rsid w:val="00A3632C"/>
    <w:rsid w:val="00A37EB9"/>
    <w:rsid w:val="00A40077"/>
    <w:rsid w:val="00A4112D"/>
    <w:rsid w:val="00A413D5"/>
    <w:rsid w:val="00A414D2"/>
    <w:rsid w:val="00A43DB8"/>
    <w:rsid w:val="00A45E25"/>
    <w:rsid w:val="00A468FC"/>
    <w:rsid w:val="00A50AAE"/>
    <w:rsid w:val="00A511D7"/>
    <w:rsid w:val="00A512CA"/>
    <w:rsid w:val="00A52075"/>
    <w:rsid w:val="00A52D41"/>
    <w:rsid w:val="00A53DD8"/>
    <w:rsid w:val="00A541C4"/>
    <w:rsid w:val="00A562C3"/>
    <w:rsid w:val="00A56C86"/>
    <w:rsid w:val="00A57741"/>
    <w:rsid w:val="00A5791B"/>
    <w:rsid w:val="00A6177B"/>
    <w:rsid w:val="00A620C2"/>
    <w:rsid w:val="00A620FC"/>
    <w:rsid w:val="00A6355B"/>
    <w:rsid w:val="00A64255"/>
    <w:rsid w:val="00A64DF7"/>
    <w:rsid w:val="00A66136"/>
    <w:rsid w:val="00A66CC4"/>
    <w:rsid w:val="00A67782"/>
    <w:rsid w:val="00A70598"/>
    <w:rsid w:val="00A71251"/>
    <w:rsid w:val="00A71D6F"/>
    <w:rsid w:val="00A7411A"/>
    <w:rsid w:val="00A77230"/>
    <w:rsid w:val="00A80027"/>
    <w:rsid w:val="00A80809"/>
    <w:rsid w:val="00A80E81"/>
    <w:rsid w:val="00A84154"/>
    <w:rsid w:val="00A84976"/>
    <w:rsid w:val="00A91F54"/>
    <w:rsid w:val="00A91F64"/>
    <w:rsid w:val="00A93360"/>
    <w:rsid w:val="00A9567C"/>
    <w:rsid w:val="00A967FA"/>
    <w:rsid w:val="00AA2E63"/>
    <w:rsid w:val="00AA4CBB"/>
    <w:rsid w:val="00AA65FA"/>
    <w:rsid w:val="00AA7351"/>
    <w:rsid w:val="00AB0A31"/>
    <w:rsid w:val="00AB2199"/>
    <w:rsid w:val="00AB2703"/>
    <w:rsid w:val="00AB4278"/>
    <w:rsid w:val="00AB4704"/>
    <w:rsid w:val="00AB59B0"/>
    <w:rsid w:val="00AB5BB5"/>
    <w:rsid w:val="00AB7730"/>
    <w:rsid w:val="00AB7CD7"/>
    <w:rsid w:val="00AC11F7"/>
    <w:rsid w:val="00AC1C9A"/>
    <w:rsid w:val="00AC2086"/>
    <w:rsid w:val="00AC38B7"/>
    <w:rsid w:val="00AC5204"/>
    <w:rsid w:val="00AC7227"/>
    <w:rsid w:val="00AC7DD6"/>
    <w:rsid w:val="00AC7F03"/>
    <w:rsid w:val="00AD056F"/>
    <w:rsid w:val="00AD1122"/>
    <w:rsid w:val="00AD33C2"/>
    <w:rsid w:val="00AD5BED"/>
    <w:rsid w:val="00AD66D7"/>
    <w:rsid w:val="00AD6731"/>
    <w:rsid w:val="00AD79C8"/>
    <w:rsid w:val="00AE08B0"/>
    <w:rsid w:val="00AE0FBC"/>
    <w:rsid w:val="00AE156E"/>
    <w:rsid w:val="00AE1FCE"/>
    <w:rsid w:val="00AE2819"/>
    <w:rsid w:val="00AE423C"/>
    <w:rsid w:val="00AE4590"/>
    <w:rsid w:val="00AE6F55"/>
    <w:rsid w:val="00AF1A70"/>
    <w:rsid w:val="00AF5388"/>
    <w:rsid w:val="00AF689A"/>
    <w:rsid w:val="00AF6996"/>
    <w:rsid w:val="00AF6C5C"/>
    <w:rsid w:val="00B00934"/>
    <w:rsid w:val="00B0470B"/>
    <w:rsid w:val="00B06C7C"/>
    <w:rsid w:val="00B07AEC"/>
    <w:rsid w:val="00B10F8B"/>
    <w:rsid w:val="00B11E92"/>
    <w:rsid w:val="00B13C73"/>
    <w:rsid w:val="00B14889"/>
    <w:rsid w:val="00B15D0D"/>
    <w:rsid w:val="00B21503"/>
    <w:rsid w:val="00B223BC"/>
    <w:rsid w:val="00B2553F"/>
    <w:rsid w:val="00B2572C"/>
    <w:rsid w:val="00B26893"/>
    <w:rsid w:val="00B306FB"/>
    <w:rsid w:val="00B31549"/>
    <w:rsid w:val="00B31690"/>
    <w:rsid w:val="00B329B7"/>
    <w:rsid w:val="00B351DF"/>
    <w:rsid w:val="00B362C4"/>
    <w:rsid w:val="00B377DC"/>
    <w:rsid w:val="00B37E0C"/>
    <w:rsid w:val="00B37E5D"/>
    <w:rsid w:val="00B4129A"/>
    <w:rsid w:val="00B412E5"/>
    <w:rsid w:val="00B413DB"/>
    <w:rsid w:val="00B45811"/>
    <w:rsid w:val="00B46401"/>
    <w:rsid w:val="00B46AE0"/>
    <w:rsid w:val="00B47C85"/>
    <w:rsid w:val="00B51F2C"/>
    <w:rsid w:val="00B53104"/>
    <w:rsid w:val="00B531A8"/>
    <w:rsid w:val="00B55637"/>
    <w:rsid w:val="00B56081"/>
    <w:rsid w:val="00B56B64"/>
    <w:rsid w:val="00B578DC"/>
    <w:rsid w:val="00B619DE"/>
    <w:rsid w:val="00B6308D"/>
    <w:rsid w:val="00B63414"/>
    <w:rsid w:val="00B65336"/>
    <w:rsid w:val="00B666BE"/>
    <w:rsid w:val="00B66B28"/>
    <w:rsid w:val="00B674AF"/>
    <w:rsid w:val="00B67A8A"/>
    <w:rsid w:val="00B70653"/>
    <w:rsid w:val="00B70BFD"/>
    <w:rsid w:val="00B71E6F"/>
    <w:rsid w:val="00B72816"/>
    <w:rsid w:val="00B73440"/>
    <w:rsid w:val="00B737DC"/>
    <w:rsid w:val="00B74606"/>
    <w:rsid w:val="00B75EE1"/>
    <w:rsid w:val="00B77481"/>
    <w:rsid w:val="00B81D49"/>
    <w:rsid w:val="00B8518B"/>
    <w:rsid w:val="00B85648"/>
    <w:rsid w:val="00B8593F"/>
    <w:rsid w:val="00B8623F"/>
    <w:rsid w:val="00B86A5A"/>
    <w:rsid w:val="00B94E7B"/>
    <w:rsid w:val="00B963F8"/>
    <w:rsid w:val="00B96448"/>
    <w:rsid w:val="00B97B87"/>
    <w:rsid w:val="00BA006B"/>
    <w:rsid w:val="00BA0C0D"/>
    <w:rsid w:val="00BA1730"/>
    <w:rsid w:val="00BA2D46"/>
    <w:rsid w:val="00BA39B2"/>
    <w:rsid w:val="00BA4687"/>
    <w:rsid w:val="00BA48B2"/>
    <w:rsid w:val="00BA52A0"/>
    <w:rsid w:val="00BA5BE1"/>
    <w:rsid w:val="00BA5FC9"/>
    <w:rsid w:val="00BB0047"/>
    <w:rsid w:val="00BB0B61"/>
    <w:rsid w:val="00BB1276"/>
    <w:rsid w:val="00BB18F1"/>
    <w:rsid w:val="00BB1B29"/>
    <w:rsid w:val="00BB2B0E"/>
    <w:rsid w:val="00BB2E30"/>
    <w:rsid w:val="00BB663C"/>
    <w:rsid w:val="00BC0B46"/>
    <w:rsid w:val="00BC1844"/>
    <w:rsid w:val="00BC1B55"/>
    <w:rsid w:val="00BC569F"/>
    <w:rsid w:val="00BC7474"/>
    <w:rsid w:val="00BC7F1D"/>
    <w:rsid w:val="00BD094B"/>
    <w:rsid w:val="00BD0EE8"/>
    <w:rsid w:val="00BD1984"/>
    <w:rsid w:val="00BD4A95"/>
    <w:rsid w:val="00BD6D01"/>
    <w:rsid w:val="00BD6E6A"/>
    <w:rsid w:val="00BD7E91"/>
    <w:rsid w:val="00BE21C7"/>
    <w:rsid w:val="00BE35B1"/>
    <w:rsid w:val="00BE510E"/>
    <w:rsid w:val="00BE5AA6"/>
    <w:rsid w:val="00BE5EEE"/>
    <w:rsid w:val="00BE7380"/>
    <w:rsid w:val="00BF0207"/>
    <w:rsid w:val="00BF5586"/>
    <w:rsid w:val="00BF5DE3"/>
    <w:rsid w:val="00BF6737"/>
    <w:rsid w:val="00BF703E"/>
    <w:rsid w:val="00BF732D"/>
    <w:rsid w:val="00C01299"/>
    <w:rsid w:val="00C013C0"/>
    <w:rsid w:val="00C02548"/>
    <w:rsid w:val="00C02A76"/>
    <w:rsid w:val="00C02D0A"/>
    <w:rsid w:val="00C03A6E"/>
    <w:rsid w:val="00C04460"/>
    <w:rsid w:val="00C058E3"/>
    <w:rsid w:val="00C06CA8"/>
    <w:rsid w:val="00C10167"/>
    <w:rsid w:val="00C11758"/>
    <w:rsid w:val="00C1188E"/>
    <w:rsid w:val="00C132EB"/>
    <w:rsid w:val="00C134CD"/>
    <w:rsid w:val="00C14E55"/>
    <w:rsid w:val="00C15DA0"/>
    <w:rsid w:val="00C20CA0"/>
    <w:rsid w:val="00C21749"/>
    <w:rsid w:val="00C234F5"/>
    <w:rsid w:val="00C2372E"/>
    <w:rsid w:val="00C2777A"/>
    <w:rsid w:val="00C27F00"/>
    <w:rsid w:val="00C3080B"/>
    <w:rsid w:val="00C30B63"/>
    <w:rsid w:val="00C313A9"/>
    <w:rsid w:val="00C32C63"/>
    <w:rsid w:val="00C32E41"/>
    <w:rsid w:val="00C35A38"/>
    <w:rsid w:val="00C35D44"/>
    <w:rsid w:val="00C40ECE"/>
    <w:rsid w:val="00C41AA6"/>
    <w:rsid w:val="00C41DEE"/>
    <w:rsid w:val="00C4487E"/>
    <w:rsid w:val="00C44F6A"/>
    <w:rsid w:val="00C47AE3"/>
    <w:rsid w:val="00C548D3"/>
    <w:rsid w:val="00C549F1"/>
    <w:rsid w:val="00C54A6F"/>
    <w:rsid w:val="00C55F21"/>
    <w:rsid w:val="00C564E1"/>
    <w:rsid w:val="00C56530"/>
    <w:rsid w:val="00C56B51"/>
    <w:rsid w:val="00C61EE7"/>
    <w:rsid w:val="00C630D2"/>
    <w:rsid w:val="00C63833"/>
    <w:rsid w:val="00C66027"/>
    <w:rsid w:val="00C70EA4"/>
    <w:rsid w:val="00C72171"/>
    <w:rsid w:val="00C74B50"/>
    <w:rsid w:val="00C76D48"/>
    <w:rsid w:val="00C80D1F"/>
    <w:rsid w:val="00C832B3"/>
    <w:rsid w:val="00C83AE4"/>
    <w:rsid w:val="00C85153"/>
    <w:rsid w:val="00C86093"/>
    <w:rsid w:val="00C9131E"/>
    <w:rsid w:val="00C91769"/>
    <w:rsid w:val="00C95170"/>
    <w:rsid w:val="00C96B6C"/>
    <w:rsid w:val="00C970D4"/>
    <w:rsid w:val="00CA1DF5"/>
    <w:rsid w:val="00CA3662"/>
    <w:rsid w:val="00CA43C8"/>
    <w:rsid w:val="00CA5C02"/>
    <w:rsid w:val="00CB0002"/>
    <w:rsid w:val="00CB327B"/>
    <w:rsid w:val="00CB5677"/>
    <w:rsid w:val="00CB647F"/>
    <w:rsid w:val="00CB6488"/>
    <w:rsid w:val="00CB6A10"/>
    <w:rsid w:val="00CB6EFF"/>
    <w:rsid w:val="00CB7710"/>
    <w:rsid w:val="00CB7D74"/>
    <w:rsid w:val="00CC2612"/>
    <w:rsid w:val="00CC2E18"/>
    <w:rsid w:val="00CC3513"/>
    <w:rsid w:val="00CC6B48"/>
    <w:rsid w:val="00CC74FB"/>
    <w:rsid w:val="00CD1494"/>
    <w:rsid w:val="00CD1718"/>
    <w:rsid w:val="00CD1FC4"/>
    <w:rsid w:val="00CD4C19"/>
    <w:rsid w:val="00CD4D90"/>
    <w:rsid w:val="00CD50A3"/>
    <w:rsid w:val="00CD5354"/>
    <w:rsid w:val="00CD5A4B"/>
    <w:rsid w:val="00CE10C9"/>
    <w:rsid w:val="00CE1139"/>
    <w:rsid w:val="00CE28F2"/>
    <w:rsid w:val="00CE3047"/>
    <w:rsid w:val="00CE58CB"/>
    <w:rsid w:val="00CF0CA0"/>
    <w:rsid w:val="00CF177A"/>
    <w:rsid w:val="00CF1C08"/>
    <w:rsid w:val="00CF3A84"/>
    <w:rsid w:val="00CF3EC3"/>
    <w:rsid w:val="00CF4E70"/>
    <w:rsid w:val="00CF7AFC"/>
    <w:rsid w:val="00D00370"/>
    <w:rsid w:val="00D003B0"/>
    <w:rsid w:val="00D003C8"/>
    <w:rsid w:val="00D00AA2"/>
    <w:rsid w:val="00D02D0A"/>
    <w:rsid w:val="00D030F7"/>
    <w:rsid w:val="00D1031C"/>
    <w:rsid w:val="00D13127"/>
    <w:rsid w:val="00D143D9"/>
    <w:rsid w:val="00D1568F"/>
    <w:rsid w:val="00D16377"/>
    <w:rsid w:val="00D16DF6"/>
    <w:rsid w:val="00D20DC3"/>
    <w:rsid w:val="00D21061"/>
    <w:rsid w:val="00D21209"/>
    <w:rsid w:val="00D2302A"/>
    <w:rsid w:val="00D23CB3"/>
    <w:rsid w:val="00D23EA5"/>
    <w:rsid w:val="00D251CD"/>
    <w:rsid w:val="00D25A17"/>
    <w:rsid w:val="00D267BF"/>
    <w:rsid w:val="00D26F55"/>
    <w:rsid w:val="00D31B31"/>
    <w:rsid w:val="00D32070"/>
    <w:rsid w:val="00D32BF6"/>
    <w:rsid w:val="00D36B85"/>
    <w:rsid w:val="00D36C07"/>
    <w:rsid w:val="00D3791A"/>
    <w:rsid w:val="00D40F15"/>
    <w:rsid w:val="00D4108E"/>
    <w:rsid w:val="00D43B14"/>
    <w:rsid w:val="00D4405A"/>
    <w:rsid w:val="00D467D1"/>
    <w:rsid w:val="00D46E68"/>
    <w:rsid w:val="00D548FE"/>
    <w:rsid w:val="00D55845"/>
    <w:rsid w:val="00D60325"/>
    <w:rsid w:val="00D60B28"/>
    <w:rsid w:val="00D6163D"/>
    <w:rsid w:val="00D6395A"/>
    <w:rsid w:val="00D643C3"/>
    <w:rsid w:val="00D6576B"/>
    <w:rsid w:val="00D65A93"/>
    <w:rsid w:val="00D7029D"/>
    <w:rsid w:val="00D73A38"/>
    <w:rsid w:val="00D73D46"/>
    <w:rsid w:val="00D742CF"/>
    <w:rsid w:val="00D77E59"/>
    <w:rsid w:val="00D803C3"/>
    <w:rsid w:val="00D82829"/>
    <w:rsid w:val="00D831A3"/>
    <w:rsid w:val="00D83C82"/>
    <w:rsid w:val="00D86946"/>
    <w:rsid w:val="00D86B31"/>
    <w:rsid w:val="00D86C6B"/>
    <w:rsid w:val="00D932E8"/>
    <w:rsid w:val="00D94551"/>
    <w:rsid w:val="00D949F8"/>
    <w:rsid w:val="00D94BA5"/>
    <w:rsid w:val="00D97649"/>
    <w:rsid w:val="00DA02D9"/>
    <w:rsid w:val="00DA2200"/>
    <w:rsid w:val="00DA2F91"/>
    <w:rsid w:val="00DA41D5"/>
    <w:rsid w:val="00DA5377"/>
    <w:rsid w:val="00DA5E52"/>
    <w:rsid w:val="00DA68DE"/>
    <w:rsid w:val="00DB180A"/>
    <w:rsid w:val="00DB3777"/>
    <w:rsid w:val="00DB38ED"/>
    <w:rsid w:val="00DB3CB5"/>
    <w:rsid w:val="00DB7967"/>
    <w:rsid w:val="00DC0771"/>
    <w:rsid w:val="00DC28C8"/>
    <w:rsid w:val="00DC395D"/>
    <w:rsid w:val="00DC4A2F"/>
    <w:rsid w:val="00DC4AF0"/>
    <w:rsid w:val="00DC75F3"/>
    <w:rsid w:val="00DC7728"/>
    <w:rsid w:val="00DD11C7"/>
    <w:rsid w:val="00DD34B3"/>
    <w:rsid w:val="00DD3D64"/>
    <w:rsid w:val="00DD46F3"/>
    <w:rsid w:val="00DD513E"/>
    <w:rsid w:val="00DD5EC7"/>
    <w:rsid w:val="00DD63AE"/>
    <w:rsid w:val="00DD68D2"/>
    <w:rsid w:val="00DE1D88"/>
    <w:rsid w:val="00DE56F2"/>
    <w:rsid w:val="00DE6D3B"/>
    <w:rsid w:val="00DE74A2"/>
    <w:rsid w:val="00DE764E"/>
    <w:rsid w:val="00DF116D"/>
    <w:rsid w:val="00DF63D1"/>
    <w:rsid w:val="00E0069B"/>
    <w:rsid w:val="00E01C95"/>
    <w:rsid w:val="00E02D4D"/>
    <w:rsid w:val="00E04C1C"/>
    <w:rsid w:val="00E05483"/>
    <w:rsid w:val="00E12653"/>
    <w:rsid w:val="00E1415E"/>
    <w:rsid w:val="00E1453F"/>
    <w:rsid w:val="00E150AC"/>
    <w:rsid w:val="00E15A7D"/>
    <w:rsid w:val="00E15DDF"/>
    <w:rsid w:val="00E15E1B"/>
    <w:rsid w:val="00E163A0"/>
    <w:rsid w:val="00E16DEA"/>
    <w:rsid w:val="00E179A7"/>
    <w:rsid w:val="00E206AF"/>
    <w:rsid w:val="00E20FEC"/>
    <w:rsid w:val="00E234E2"/>
    <w:rsid w:val="00E23AC4"/>
    <w:rsid w:val="00E2600C"/>
    <w:rsid w:val="00E304DC"/>
    <w:rsid w:val="00E30AE1"/>
    <w:rsid w:val="00E31182"/>
    <w:rsid w:val="00E35CED"/>
    <w:rsid w:val="00E36584"/>
    <w:rsid w:val="00E3771B"/>
    <w:rsid w:val="00E40221"/>
    <w:rsid w:val="00E402AA"/>
    <w:rsid w:val="00E4120B"/>
    <w:rsid w:val="00E452C2"/>
    <w:rsid w:val="00E46924"/>
    <w:rsid w:val="00E469F9"/>
    <w:rsid w:val="00E46A87"/>
    <w:rsid w:val="00E475CA"/>
    <w:rsid w:val="00E501A3"/>
    <w:rsid w:val="00E53542"/>
    <w:rsid w:val="00E536BD"/>
    <w:rsid w:val="00E53CEC"/>
    <w:rsid w:val="00E5445E"/>
    <w:rsid w:val="00E55766"/>
    <w:rsid w:val="00E55B8E"/>
    <w:rsid w:val="00E55FBA"/>
    <w:rsid w:val="00E5686E"/>
    <w:rsid w:val="00E572EA"/>
    <w:rsid w:val="00E60330"/>
    <w:rsid w:val="00E60B45"/>
    <w:rsid w:val="00E61051"/>
    <w:rsid w:val="00E611AE"/>
    <w:rsid w:val="00E6428A"/>
    <w:rsid w:val="00E64B5A"/>
    <w:rsid w:val="00E65DE8"/>
    <w:rsid w:val="00E66859"/>
    <w:rsid w:val="00E70509"/>
    <w:rsid w:val="00E7319A"/>
    <w:rsid w:val="00E7419A"/>
    <w:rsid w:val="00E744B0"/>
    <w:rsid w:val="00E750E8"/>
    <w:rsid w:val="00E774B7"/>
    <w:rsid w:val="00E777A7"/>
    <w:rsid w:val="00E7788F"/>
    <w:rsid w:val="00E828E3"/>
    <w:rsid w:val="00E830EF"/>
    <w:rsid w:val="00E83613"/>
    <w:rsid w:val="00E863CE"/>
    <w:rsid w:val="00E864BF"/>
    <w:rsid w:val="00E90CDB"/>
    <w:rsid w:val="00E9285B"/>
    <w:rsid w:val="00E930AE"/>
    <w:rsid w:val="00E930F0"/>
    <w:rsid w:val="00E97056"/>
    <w:rsid w:val="00E97848"/>
    <w:rsid w:val="00EA53D1"/>
    <w:rsid w:val="00EA635D"/>
    <w:rsid w:val="00EA7FED"/>
    <w:rsid w:val="00EB04D3"/>
    <w:rsid w:val="00EB0AF3"/>
    <w:rsid w:val="00EB104F"/>
    <w:rsid w:val="00EB1D0D"/>
    <w:rsid w:val="00EB1FC8"/>
    <w:rsid w:val="00EB5B2D"/>
    <w:rsid w:val="00EB5BC7"/>
    <w:rsid w:val="00EB5F98"/>
    <w:rsid w:val="00EB6C6E"/>
    <w:rsid w:val="00EC0118"/>
    <w:rsid w:val="00EC0F7E"/>
    <w:rsid w:val="00EC1611"/>
    <w:rsid w:val="00EC1FDE"/>
    <w:rsid w:val="00EC2DA0"/>
    <w:rsid w:val="00EC3B12"/>
    <w:rsid w:val="00EC4AEC"/>
    <w:rsid w:val="00EC7DC4"/>
    <w:rsid w:val="00ED138D"/>
    <w:rsid w:val="00ED14BD"/>
    <w:rsid w:val="00ED28DA"/>
    <w:rsid w:val="00ED3AB1"/>
    <w:rsid w:val="00EE0F54"/>
    <w:rsid w:val="00EE134D"/>
    <w:rsid w:val="00EE1409"/>
    <w:rsid w:val="00EE18DD"/>
    <w:rsid w:val="00EE1B90"/>
    <w:rsid w:val="00EE2CCF"/>
    <w:rsid w:val="00EE2E29"/>
    <w:rsid w:val="00EE3562"/>
    <w:rsid w:val="00EE41D0"/>
    <w:rsid w:val="00EE50E6"/>
    <w:rsid w:val="00EE6B0F"/>
    <w:rsid w:val="00EE73A5"/>
    <w:rsid w:val="00EF1D86"/>
    <w:rsid w:val="00EF2FDF"/>
    <w:rsid w:val="00EF3FB9"/>
    <w:rsid w:val="00EF407C"/>
    <w:rsid w:val="00EF5B08"/>
    <w:rsid w:val="00EF7310"/>
    <w:rsid w:val="00EF75CE"/>
    <w:rsid w:val="00EF7C78"/>
    <w:rsid w:val="00F016B2"/>
    <w:rsid w:val="00F0298A"/>
    <w:rsid w:val="00F02B3C"/>
    <w:rsid w:val="00F04567"/>
    <w:rsid w:val="00F05118"/>
    <w:rsid w:val="00F0533E"/>
    <w:rsid w:val="00F064FC"/>
    <w:rsid w:val="00F06698"/>
    <w:rsid w:val="00F1048D"/>
    <w:rsid w:val="00F11655"/>
    <w:rsid w:val="00F117DE"/>
    <w:rsid w:val="00F12DEC"/>
    <w:rsid w:val="00F157E1"/>
    <w:rsid w:val="00F1715C"/>
    <w:rsid w:val="00F21FC7"/>
    <w:rsid w:val="00F2216B"/>
    <w:rsid w:val="00F22299"/>
    <w:rsid w:val="00F223D9"/>
    <w:rsid w:val="00F23A3A"/>
    <w:rsid w:val="00F25219"/>
    <w:rsid w:val="00F26083"/>
    <w:rsid w:val="00F26384"/>
    <w:rsid w:val="00F26469"/>
    <w:rsid w:val="00F27328"/>
    <w:rsid w:val="00F30281"/>
    <w:rsid w:val="00F310F8"/>
    <w:rsid w:val="00F31836"/>
    <w:rsid w:val="00F31DD5"/>
    <w:rsid w:val="00F34ACF"/>
    <w:rsid w:val="00F35939"/>
    <w:rsid w:val="00F37836"/>
    <w:rsid w:val="00F43933"/>
    <w:rsid w:val="00F45607"/>
    <w:rsid w:val="00F45CB0"/>
    <w:rsid w:val="00F476B0"/>
    <w:rsid w:val="00F504EA"/>
    <w:rsid w:val="00F510E7"/>
    <w:rsid w:val="00F5130C"/>
    <w:rsid w:val="00F5269A"/>
    <w:rsid w:val="00F5291D"/>
    <w:rsid w:val="00F52D61"/>
    <w:rsid w:val="00F5380F"/>
    <w:rsid w:val="00F5558F"/>
    <w:rsid w:val="00F565AB"/>
    <w:rsid w:val="00F57753"/>
    <w:rsid w:val="00F60829"/>
    <w:rsid w:val="00F63BFE"/>
    <w:rsid w:val="00F647ED"/>
    <w:rsid w:val="00F65958"/>
    <w:rsid w:val="00F659EB"/>
    <w:rsid w:val="00F73748"/>
    <w:rsid w:val="00F738A5"/>
    <w:rsid w:val="00F7416F"/>
    <w:rsid w:val="00F751F6"/>
    <w:rsid w:val="00F778DF"/>
    <w:rsid w:val="00F80C1F"/>
    <w:rsid w:val="00F80E20"/>
    <w:rsid w:val="00F81A91"/>
    <w:rsid w:val="00F84C9E"/>
    <w:rsid w:val="00F86BA6"/>
    <w:rsid w:val="00F877AB"/>
    <w:rsid w:val="00F87B87"/>
    <w:rsid w:val="00F87F1A"/>
    <w:rsid w:val="00F87F83"/>
    <w:rsid w:val="00F90B78"/>
    <w:rsid w:val="00F9139E"/>
    <w:rsid w:val="00F945B7"/>
    <w:rsid w:val="00F96D6A"/>
    <w:rsid w:val="00FA096F"/>
    <w:rsid w:val="00FA2273"/>
    <w:rsid w:val="00FA27BE"/>
    <w:rsid w:val="00FA3CE1"/>
    <w:rsid w:val="00FA5F79"/>
    <w:rsid w:val="00FB1770"/>
    <w:rsid w:val="00FB51FD"/>
    <w:rsid w:val="00FB6869"/>
    <w:rsid w:val="00FB7416"/>
    <w:rsid w:val="00FB7FC4"/>
    <w:rsid w:val="00FC19DE"/>
    <w:rsid w:val="00FC3B34"/>
    <w:rsid w:val="00FC4AF5"/>
    <w:rsid w:val="00FC5F44"/>
    <w:rsid w:val="00FC6389"/>
    <w:rsid w:val="00FC69BF"/>
    <w:rsid w:val="00FC6EA3"/>
    <w:rsid w:val="00FC7329"/>
    <w:rsid w:val="00FD1015"/>
    <w:rsid w:val="00FD1726"/>
    <w:rsid w:val="00FD246C"/>
    <w:rsid w:val="00FD2B41"/>
    <w:rsid w:val="00FD2F0A"/>
    <w:rsid w:val="00FD3D8C"/>
    <w:rsid w:val="00FD418F"/>
    <w:rsid w:val="00FD669B"/>
    <w:rsid w:val="00FD6EB1"/>
    <w:rsid w:val="00FD7064"/>
    <w:rsid w:val="00FE1252"/>
    <w:rsid w:val="00FE2463"/>
    <w:rsid w:val="00FE26B4"/>
    <w:rsid w:val="00FE2A88"/>
    <w:rsid w:val="00FE72B2"/>
    <w:rsid w:val="00FF22D4"/>
    <w:rsid w:val="00FF2997"/>
    <w:rsid w:val="00FF354C"/>
    <w:rsid w:val="00FF3BBE"/>
    <w:rsid w:val="00FF3E83"/>
    <w:rsid w:val="00FF490D"/>
    <w:rsid w:val="00FF5CEE"/>
    <w:rsid w:val="00FF7678"/>
    <w:rsid w:val="00FF7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ED81A7"/>
  <w14:defaultImageDpi w14:val="32767"/>
  <w15:docId w15:val="{01CF45B6-9241-4BA5-A8E0-0EB573D224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E0F54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5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CharStyle17">
    <w:name w:val="Char Style 17"/>
    <w:link w:val="Style16"/>
    <w:uiPriority w:val="99"/>
    <w:rsid w:val="00CE3047"/>
    <w:rPr>
      <w:sz w:val="23"/>
      <w:szCs w:val="23"/>
      <w:shd w:val="clear" w:color="auto" w:fill="FFFFFF"/>
    </w:rPr>
  </w:style>
  <w:style w:type="paragraph" w:customStyle="1" w:styleId="Style16">
    <w:name w:val="Style 16"/>
    <w:basedOn w:val="Normln"/>
    <w:link w:val="CharStyle17"/>
    <w:uiPriority w:val="99"/>
    <w:rsid w:val="00CE3047"/>
    <w:pPr>
      <w:widowControl w:val="0"/>
      <w:shd w:val="clear" w:color="auto" w:fill="FFFFFF"/>
      <w:spacing w:before="120" w:after="0" w:line="274" w:lineRule="exact"/>
    </w:pPr>
    <w:rPr>
      <w:sz w:val="23"/>
      <w:szCs w:val="23"/>
    </w:rPr>
  </w:style>
  <w:style w:type="character" w:styleId="Odkaznakoment">
    <w:name w:val="annotation reference"/>
    <w:basedOn w:val="Standardnpsmoodstavce"/>
    <w:uiPriority w:val="99"/>
    <w:semiHidden/>
    <w:unhideWhenUsed/>
    <w:rsid w:val="00F80C1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80C1F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80C1F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80C1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80C1F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23422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906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2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9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microsoft.com/office/2018/08/relationships/commentsExtensible" Target="commentsExtensible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ervenyM\OneDrive%20-%20SZ\Dokumenty\Vlastn&#237;%20&#353;ablony%20Office\Architektura_Zprava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TaxCatchAll xmlns="b65d0b40-f3bd-49c0-8f21-603c4f001022" xsi:nil="true"/>
    <lcf76f155ced4ddcb4097134ff3c332f xmlns="7db0eae8-9e30-4a80-8970-c4c088db4b65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2EF9170F740634594323817B84B85DD" ma:contentTypeVersion="7" ma:contentTypeDescription="Vytvoří nový dokument" ma:contentTypeScope="" ma:versionID="d067801079a9f350a0586c38bdcb86ec">
  <xsd:schema xmlns:xsd="http://www.w3.org/2001/XMLSchema" xmlns:xs="http://www.w3.org/2001/XMLSchema" xmlns:p="http://schemas.microsoft.com/office/2006/metadata/properties" xmlns:ns2="7db0eae8-9e30-4a80-8970-c4c088db4b65" xmlns:ns3="b65d0b40-f3bd-49c0-8f21-603c4f001022" targetNamespace="http://schemas.microsoft.com/office/2006/metadata/properties" ma:root="true" ma:fieldsID="abe99edff84c51d7948548b4071aac56" ns2:_="" ns3:_="">
    <xsd:import namespace="7db0eae8-9e30-4a80-8970-c4c088db4b65"/>
    <xsd:import namespace="b65d0b40-f3bd-49c0-8f21-603c4f00102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b0eae8-9e30-4a80-8970-c4c088db4b6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Značky obrázků" ma:readOnly="false" ma:fieldId="{5cf76f15-5ced-4ddc-b409-7134ff3c332f}" ma:taxonomyMulti="true" ma:sspId="884faee4-b46b-436f-9239-6edcddafe65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5d0b40-f3bd-49c0-8f21-603c4f001022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40e74ad9-23a3-4098-8b3d-1859e606c0f9}" ma:internalName="TaxCatchAll" ma:showField="CatchAllData" ma:web="b65d0b40-f3bd-49c0-8f21-603c4f00102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4F11B0-F4F7-4461-8860-BFDC343672CA}">
  <ds:schemaRefs>
    <ds:schemaRef ds:uri="http://purl.org/dc/terms/"/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http://purl.org/dc/elements/1.1/"/>
    <ds:schemaRef ds:uri="7db0eae8-9e30-4a80-8970-c4c088db4b65"/>
    <ds:schemaRef ds:uri="http://schemas.openxmlformats.org/package/2006/metadata/core-properties"/>
    <ds:schemaRef ds:uri="b65d0b40-f3bd-49c0-8f21-603c4f001022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ADEBABC3-C374-4348-A7FA-390663D14B6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db0eae8-9e30-4a80-8970-c4c088db4b65"/>
    <ds:schemaRef ds:uri="b65d0b40-f3bd-49c0-8f21-603c4f00102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313C3D0-1AE6-4337-B1B5-6707A82B9B8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ACB114B-F6AB-46E8-B5E3-BD76A9FAB0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Architektura_Zprava_SABLONA</Template>
  <TotalTime>3</TotalTime>
  <Pages>1</Pages>
  <Words>185</Words>
  <Characters>1094</Characters>
  <Application>Microsoft Office Word</Application>
  <DocSecurity>0</DocSecurity>
  <Lines>9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Červený Martin</dc:creator>
  <cp:keywords/>
  <cp:lastModifiedBy>Zajíčková Veronika, Mgr.</cp:lastModifiedBy>
  <cp:revision>5</cp:revision>
  <cp:lastPrinted>2022-10-04T14:52:00Z</cp:lastPrinted>
  <dcterms:created xsi:type="dcterms:W3CDTF">2023-09-14T05:33:00Z</dcterms:created>
  <dcterms:modified xsi:type="dcterms:W3CDTF">2023-09-22T11:14:00Z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0x010100E2EF9170F740634594323817B84B85DD</vt:lpwstr>
  </property>
  <property fmtid="{D5CDD505-2E9C-101B-9397-08002B2CF9AE}" pid="3" name="Order">
    <vt:r8>3400</vt:r8>
  </property>
  <property fmtid="{D5CDD505-2E9C-101B-9397-08002B2CF9AE}" pid="4" name="xd_Signature">
    <vt:bool>false</vt:bool>
  </property>
  <property fmtid="{D5CDD505-2E9C-101B-9397-08002B2CF9AE}" pid="5" name="_ColorTag">
    <vt:lpwstr/>
  </property>
  <property fmtid="{D5CDD505-2E9C-101B-9397-08002B2CF9AE}" pid="6" name="xd_ProgID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  <property fmtid="{D5CDD505-2E9C-101B-9397-08002B2CF9AE}" pid="9" name="_ColorHex">
    <vt:lpwstr/>
  </property>
  <property fmtid="{D5CDD505-2E9C-101B-9397-08002B2CF9AE}" pid="10" name="_Emoji">
    <vt:lpwstr/>
  </property>
  <property fmtid="{D5CDD505-2E9C-101B-9397-08002B2CF9AE}" pid="11" name="ComplianceAssetId">
    <vt:lpwstr/>
  </property>
  <property fmtid="{D5CDD505-2E9C-101B-9397-08002B2CF9AE}" pid="12" name="TemplateUrl">
    <vt:lpwstr/>
  </property>
  <property fmtid="{D5CDD505-2E9C-101B-9397-08002B2CF9AE}" pid="13" name="MediaServiceImageTags">
    <vt:lpwstr/>
  </property>
</Properties>
</file>