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60D4" w14:textId="77777777" w:rsidR="000719BB" w:rsidRDefault="000719BB" w:rsidP="006C2343">
      <w:pPr>
        <w:pStyle w:val="Titul2"/>
      </w:pPr>
    </w:p>
    <w:p w14:paraId="735A993A" w14:textId="77777777" w:rsidR="00826B7B" w:rsidRDefault="00826B7B" w:rsidP="006C2343">
      <w:pPr>
        <w:pStyle w:val="Titul2"/>
      </w:pPr>
    </w:p>
    <w:p w14:paraId="75B53BB4" w14:textId="77777777" w:rsidR="00DA1C67" w:rsidRDefault="00DA1C67" w:rsidP="006C2343">
      <w:pPr>
        <w:pStyle w:val="Titul2"/>
      </w:pPr>
    </w:p>
    <w:p w14:paraId="44C06F7D" w14:textId="77777777" w:rsidR="003254A3" w:rsidRPr="000719BB" w:rsidRDefault="00BD76C3" w:rsidP="006C2343">
      <w:pPr>
        <w:pStyle w:val="Titul2"/>
      </w:pPr>
      <w:r>
        <w:t>Příloha č. 2 c)</w:t>
      </w:r>
    </w:p>
    <w:p w14:paraId="2581D512" w14:textId="77777777" w:rsidR="003254A3" w:rsidRDefault="003254A3" w:rsidP="00AD0C7B">
      <w:pPr>
        <w:pStyle w:val="Titul2"/>
      </w:pPr>
    </w:p>
    <w:p w14:paraId="00D7D209" w14:textId="77777777" w:rsidR="00AD0C7B" w:rsidRDefault="00BD76C3" w:rsidP="006C2343">
      <w:pPr>
        <w:pStyle w:val="Titul1"/>
      </w:pPr>
      <w:r>
        <w:t>Zvláštní</w:t>
      </w:r>
      <w:r w:rsidR="00AD0C7B">
        <w:t xml:space="preserve"> technické podmínky</w:t>
      </w:r>
    </w:p>
    <w:p w14:paraId="72A1431C" w14:textId="77777777" w:rsidR="00AD0C7B" w:rsidRDefault="00AD0C7B" w:rsidP="00EB46E5">
      <w:pPr>
        <w:pStyle w:val="Titul2"/>
      </w:pPr>
    </w:p>
    <w:p w14:paraId="2F9890F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AFD5807" w14:textId="77777777" w:rsidR="002007BA" w:rsidRDefault="002007BA" w:rsidP="006C2343">
      <w:pPr>
        <w:pStyle w:val="Tituldatum"/>
      </w:pPr>
    </w:p>
    <w:sdt>
      <w:sdtPr>
        <w:rPr>
          <w:b/>
          <w:sz w:val="36"/>
        </w:rPr>
        <w:alias w:val="Název akce - Vypsat pole, přenese se do zápatí"/>
        <w:tag w:val="Název akce"/>
        <w:id w:val="1889687308"/>
        <w:placeholder>
          <w:docPart w:val="9DCD9872072140C3A8A00F368DE30881"/>
        </w:placeholder>
        <w:text w:multiLine="1"/>
      </w:sdtPr>
      <w:sdtEndPr/>
      <w:sdtContent>
        <w:p w14:paraId="3426BC4A" w14:textId="77777777" w:rsidR="00BF54FE" w:rsidRPr="00D61BB3" w:rsidRDefault="005E55E4" w:rsidP="006C2343">
          <w:pPr>
            <w:pStyle w:val="Tituldatum"/>
            <w:rPr>
              <w:rStyle w:val="Nzevakce"/>
            </w:rPr>
          </w:pPr>
          <w:r w:rsidRPr="005E55E4">
            <w:rPr>
              <w:b/>
              <w:sz w:val="36"/>
            </w:rPr>
            <w:t>Zřízení bezbariérového přístupu na</w:t>
          </w:r>
          <w:r>
            <w:rPr>
              <w:b/>
              <w:sz w:val="36"/>
            </w:rPr>
            <w:t> </w:t>
          </w:r>
          <w:r w:rsidRPr="005E55E4">
            <w:rPr>
              <w:b/>
              <w:sz w:val="36"/>
            </w:rPr>
            <w:t>nástupiště v zastávce Žabčice</w:t>
          </w:r>
        </w:p>
      </w:sdtContent>
    </w:sdt>
    <w:p w14:paraId="4D12421E" w14:textId="77777777" w:rsidR="00BF54FE" w:rsidRDefault="00BF54FE" w:rsidP="006C2343">
      <w:pPr>
        <w:pStyle w:val="Tituldatum"/>
      </w:pPr>
    </w:p>
    <w:p w14:paraId="507F4D91" w14:textId="77777777" w:rsidR="009226C1" w:rsidRDefault="009226C1" w:rsidP="006C2343">
      <w:pPr>
        <w:pStyle w:val="Tituldatum"/>
      </w:pPr>
    </w:p>
    <w:p w14:paraId="3ECF9742" w14:textId="77777777" w:rsidR="00DA1C67" w:rsidRDefault="00DA1C67" w:rsidP="006C2343">
      <w:pPr>
        <w:pStyle w:val="Tituldatum"/>
      </w:pPr>
    </w:p>
    <w:p w14:paraId="3CEA81D0" w14:textId="77777777" w:rsidR="00DA1C67" w:rsidRDefault="00DA1C67" w:rsidP="006C2343">
      <w:pPr>
        <w:pStyle w:val="Tituldatum"/>
      </w:pPr>
    </w:p>
    <w:p w14:paraId="0B82E34E" w14:textId="77777777" w:rsidR="003B111D" w:rsidRDefault="003B111D" w:rsidP="006C2343">
      <w:pPr>
        <w:pStyle w:val="Tituldatum"/>
      </w:pPr>
    </w:p>
    <w:p w14:paraId="3756D98A" w14:textId="77777777" w:rsidR="00826B7B" w:rsidRPr="006C2343" w:rsidRDefault="006C2343" w:rsidP="006C2343">
      <w:pPr>
        <w:pStyle w:val="Tituldatum"/>
      </w:pPr>
      <w:r w:rsidRPr="00E3057F">
        <w:t xml:space="preserve">Datum vydání: </w:t>
      </w:r>
      <w:r w:rsidRPr="00E3057F">
        <w:tab/>
      </w:r>
      <w:r w:rsidR="00E3057F" w:rsidRPr="00E3057F">
        <w:t>8. 8. 2023</w:t>
      </w:r>
      <w:r w:rsidR="0076790E">
        <w:t xml:space="preserve"> </w:t>
      </w:r>
    </w:p>
    <w:p w14:paraId="19E4516F" w14:textId="77777777" w:rsidR="00826B7B" w:rsidRDefault="00826B7B">
      <w:r>
        <w:br w:type="page"/>
      </w:r>
    </w:p>
    <w:p w14:paraId="6714E20B" w14:textId="77777777" w:rsidR="00BD7E91" w:rsidRDefault="00BD7E91" w:rsidP="00B101FD">
      <w:pPr>
        <w:pStyle w:val="Nadpisbezsl1-1"/>
      </w:pPr>
      <w:r>
        <w:lastRenderedPageBreak/>
        <w:t>Obsah</w:t>
      </w:r>
      <w:r w:rsidR="00887F36">
        <w:t xml:space="preserve"> </w:t>
      </w:r>
    </w:p>
    <w:p w14:paraId="453883AB" w14:textId="1664A024" w:rsidR="005E462F"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46201802" w:history="1">
        <w:r w:rsidR="005E462F" w:rsidRPr="00C76ED2">
          <w:rPr>
            <w:rStyle w:val="Hypertextovodkaz"/>
          </w:rPr>
          <w:t>SEZNAM ZKRATEK</w:t>
        </w:r>
        <w:r w:rsidR="005E462F">
          <w:rPr>
            <w:noProof/>
            <w:webHidden/>
          </w:rPr>
          <w:tab/>
        </w:r>
        <w:r w:rsidR="005E462F">
          <w:rPr>
            <w:noProof/>
            <w:webHidden/>
          </w:rPr>
          <w:fldChar w:fldCharType="begin"/>
        </w:r>
        <w:r w:rsidR="005E462F">
          <w:rPr>
            <w:noProof/>
            <w:webHidden/>
          </w:rPr>
          <w:instrText xml:space="preserve"> PAGEREF _Toc146201802 \h </w:instrText>
        </w:r>
        <w:r w:rsidR="005E462F">
          <w:rPr>
            <w:noProof/>
            <w:webHidden/>
          </w:rPr>
        </w:r>
        <w:r w:rsidR="005E462F">
          <w:rPr>
            <w:noProof/>
            <w:webHidden/>
          </w:rPr>
          <w:fldChar w:fldCharType="separate"/>
        </w:r>
        <w:r w:rsidR="005E462F">
          <w:rPr>
            <w:noProof/>
            <w:webHidden/>
          </w:rPr>
          <w:t>2</w:t>
        </w:r>
        <w:r w:rsidR="005E462F">
          <w:rPr>
            <w:noProof/>
            <w:webHidden/>
          </w:rPr>
          <w:fldChar w:fldCharType="end"/>
        </w:r>
      </w:hyperlink>
    </w:p>
    <w:p w14:paraId="242000B4" w14:textId="110B996A"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03" w:history="1">
        <w:r w:rsidRPr="00C76ED2">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SPECIFIKACE PŘEDMĚTU DÍLA</w:t>
        </w:r>
        <w:r>
          <w:rPr>
            <w:noProof/>
            <w:webHidden/>
          </w:rPr>
          <w:tab/>
        </w:r>
        <w:r>
          <w:rPr>
            <w:noProof/>
            <w:webHidden/>
          </w:rPr>
          <w:fldChar w:fldCharType="begin"/>
        </w:r>
        <w:r>
          <w:rPr>
            <w:noProof/>
            <w:webHidden/>
          </w:rPr>
          <w:instrText xml:space="preserve"> PAGEREF _Toc146201803 \h </w:instrText>
        </w:r>
        <w:r>
          <w:rPr>
            <w:noProof/>
            <w:webHidden/>
          </w:rPr>
        </w:r>
        <w:r>
          <w:rPr>
            <w:noProof/>
            <w:webHidden/>
          </w:rPr>
          <w:fldChar w:fldCharType="separate"/>
        </w:r>
        <w:r>
          <w:rPr>
            <w:noProof/>
            <w:webHidden/>
          </w:rPr>
          <w:t>3</w:t>
        </w:r>
        <w:r>
          <w:rPr>
            <w:noProof/>
            <w:webHidden/>
          </w:rPr>
          <w:fldChar w:fldCharType="end"/>
        </w:r>
      </w:hyperlink>
    </w:p>
    <w:p w14:paraId="7AC7BB19" w14:textId="1E80EED8"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04" w:history="1">
        <w:r w:rsidRPr="00C76ED2">
          <w:rPr>
            <w:rStyle w:val="Hypertextovodkaz"/>
          </w:rPr>
          <w:t>1.1</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Účel a rozsah předmětu Díla</w:t>
        </w:r>
        <w:r>
          <w:rPr>
            <w:noProof/>
            <w:webHidden/>
          </w:rPr>
          <w:tab/>
        </w:r>
        <w:r>
          <w:rPr>
            <w:noProof/>
            <w:webHidden/>
          </w:rPr>
          <w:fldChar w:fldCharType="begin"/>
        </w:r>
        <w:r>
          <w:rPr>
            <w:noProof/>
            <w:webHidden/>
          </w:rPr>
          <w:instrText xml:space="preserve"> PAGEREF _Toc146201804 \h </w:instrText>
        </w:r>
        <w:r>
          <w:rPr>
            <w:noProof/>
            <w:webHidden/>
          </w:rPr>
        </w:r>
        <w:r>
          <w:rPr>
            <w:noProof/>
            <w:webHidden/>
          </w:rPr>
          <w:fldChar w:fldCharType="separate"/>
        </w:r>
        <w:r>
          <w:rPr>
            <w:noProof/>
            <w:webHidden/>
          </w:rPr>
          <w:t>3</w:t>
        </w:r>
        <w:r>
          <w:rPr>
            <w:noProof/>
            <w:webHidden/>
          </w:rPr>
          <w:fldChar w:fldCharType="end"/>
        </w:r>
      </w:hyperlink>
    </w:p>
    <w:p w14:paraId="5B61B9BF" w14:textId="2D4B8D66"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05" w:history="1">
        <w:r w:rsidRPr="00C76ED2">
          <w:rPr>
            <w:rStyle w:val="Hypertextovodkaz"/>
          </w:rPr>
          <w:t>1.2</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Umístění stavby</w:t>
        </w:r>
        <w:r>
          <w:rPr>
            <w:noProof/>
            <w:webHidden/>
          </w:rPr>
          <w:tab/>
        </w:r>
        <w:r>
          <w:rPr>
            <w:noProof/>
            <w:webHidden/>
          </w:rPr>
          <w:fldChar w:fldCharType="begin"/>
        </w:r>
        <w:r>
          <w:rPr>
            <w:noProof/>
            <w:webHidden/>
          </w:rPr>
          <w:instrText xml:space="preserve"> PAGEREF _Toc146201805 \h </w:instrText>
        </w:r>
        <w:r>
          <w:rPr>
            <w:noProof/>
            <w:webHidden/>
          </w:rPr>
        </w:r>
        <w:r>
          <w:rPr>
            <w:noProof/>
            <w:webHidden/>
          </w:rPr>
          <w:fldChar w:fldCharType="separate"/>
        </w:r>
        <w:r>
          <w:rPr>
            <w:noProof/>
            <w:webHidden/>
          </w:rPr>
          <w:t>3</w:t>
        </w:r>
        <w:r>
          <w:rPr>
            <w:noProof/>
            <w:webHidden/>
          </w:rPr>
          <w:fldChar w:fldCharType="end"/>
        </w:r>
      </w:hyperlink>
    </w:p>
    <w:p w14:paraId="4F1FC467" w14:textId="3252871D"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06" w:history="1">
        <w:r w:rsidRPr="00C76ED2">
          <w:rPr>
            <w:rStyle w:val="Hypertextovodkaz"/>
          </w:rPr>
          <w:t>2.</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PŘEHLED VÝCHOZÍCH PODKLADŮ</w:t>
        </w:r>
        <w:r>
          <w:rPr>
            <w:noProof/>
            <w:webHidden/>
          </w:rPr>
          <w:tab/>
        </w:r>
        <w:r>
          <w:rPr>
            <w:noProof/>
            <w:webHidden/>
          </w:rPr>
          <w:fldChar w:fldCharType="begin"/>
        </w:r>
        <w:r>
          <w:rPr>
            <w:noProof/>
            <w:webHidden/>
          </w:rPr>
          <w:instrText xml:space="preserve"> PAGEREF _Toc146201806 \h </w:instrText>
        </w:r>
        <w:r>
          <w:rPr>
            <w:noProof/>
            <w:webHidden/>
          </w:rPr>
        </w:r>
        <w:r>
          <w:rPr>
            <w:noProof/>
            <w:webHidden/>
          </w:rPr>
          <w:fldChar w:fldCharType="separate"/>
        </w:r>
        <w:r>
          <w:rPr>
            <w:noProof/>
            <w:webHidden/>
          </w:rPr>
          <w:t>3</w:t>
        </w:r>
        <w:r>
          <w:rPr>
            <w:noProof/>
            <w:webHidden/>
          </w:rPr>
          <w:fldChar w:fldCharType="end"/>
        </w:r>
      </w:hyperlink>
    </w:p>
    <w:p w14:paraId="10BE9277" w14:textId="43A96C75"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07" w:history="1">
        <w:r w:rsidRPr="00C76ED2">
          <w:rPr>
            <w:rStyle w:val="Hypertextovodkaz"/>
          </w:rPr>
          <w:t>2.1</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Projektová dokumentace</w:t>
        </w:r>
        <w:r>
          <w:rPr>
            <w:noProof/>
            <w:webHidden/>
          </w:rPr>
          <w:tab/>
        </w:r>
        <w:r>
          <w:rPr>
            <w:noProof/>
            <w:webHidden/>
          </w:rPr>
          <w:fldChar w:fldCharType="begin"/>
        </w:r>
        <w:r>
          <w:rPr>
            <w:noProof/>
            <w:webHidden/>
          </w:rPr>
          <w:instrText xml:space="preserve"> PAGEREF _Toc146201807 \h </w:instrText>
        </w:r>
        <w:r>
          <w:rPr>
            <w:noProof/>
            <w:webHidden/>
          </w:rPr>
        </w:r>
        <w:r>
          <w:rPr>
            <w:noProof/>
            <w:webHidden/>
          </w:rPr>
          <w:fldChar w:fldCharType="separate"/>
        </w:r>
        <w:r>
          <w:rPr>
            <w:noProof/>
            <w:webHidden/>
          </w:rPr>
          <w:t>3</w:t>
        </w:r>
        <w:r>
          <w:rPr>
            <w:noProof/>
            <w:webHidden/>
          </w:rPr>
          <w:fldChar w:fldCharType="end"/>
        </w:r>
      </w:hyperlink>
    </w:p>
    <w:p w14:paraId="7A059A0C" w14:textId="34A51F02"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08" w:history="1">
        <w:r w:rsidRPr="00C76ED2">
          <w:rPr>
            <w:rStyle w:val="Hypertextovodkaz"/>
          </w:rPr>
          <w:t>2.2</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Související dokumentace</w:t>
        </w:r>
        <w:r>
          <w:rPr>
            <w:noProof/>
            <w:webHidden/>
          </w:rPr>
          <w:tab/>
        </w:r>
        <w:r>
          <w:rPr>
            <w:noProof/>
            <w:webHidden/>
          </w:rPr>
          <w:fldChar w:fldCharType="begin"/>
        </w:r>
        <w:r>
          <w:rPr>
            <w:noProof/>
            <w:webHidden/>
          </w:rPr>
          <w:instrText xml:space="preserve"> PAGEREF _Toc146201808 \h </w:instrText>
        </w:r>
        <w:r>
          <w:rPr>
            <w:noProof/>
            <w:webHidden/>
          </w:rPr>
        </w:r>
        <w:r>
          <w:rPr>
            <w:noProof/>
            <w:webHidden/>
          </w:rPr>
          <w:fldChar w:fldCharType="separate"/>
        </w:r>
        <w:r>
          <w:rPr>
            <w:noProof/>
            <w:webHidden/>
          </w:rPr>
          <w:t>3</w:t>
        </w:r>
        <w:r>
          <w:rPr>
            <w:noProof/>
            <w:webHidden/>
          </w:rPr>
          <w:fldChar w:fldCharType="end"/>
        </w:r>
      </w:hyperlink>
    </w:p>
    <w:p w14:paraId="43F3AEC0" w14:textId="145752E7"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09" w:history="1">
        <w:r w:rsidRPr="00C76ED2">
          <w:rPr>
            <w:rStyle w:val="Hypertextovodkaz"/>
          </w:rPr>
          <w:t>3.</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KOORDINACE S JINÝMI STAVBAMI</w:t>
        </w:r>
        <w:r>
          <w:rPr>
            <w:noProof/>
            <w:webHidden/>
          </w:rPr>
          <w:tab/>
        </w:r>
        <w:r>
          <w:rPr>
            <w:noProof/>
            <w:webHidden/>
          </w:rPr>
          <w:fldChar w:fldCharType="begin"/>
        </w:r>
        <w:r>
          <w:rPr>
            <w:noProof/>
            <w:webHidden/>
          </w:rPr>
          <w:instrText xml:space="preserve"> PAGEREF _Toc146201809 \h </w:instrText>
        </w:r>
        <w:r>
          <w:rPr>
            <w:noProof/>
            <w:webHidden/>
          </w:rPr>
        </w:r>
        <w:r>
          <w:rPr>
            <w:noProof/>
            <w:webHidden/>
          </w:rPr>
          <w:fldChar w:fldCharType="separate"/>
        </w:r>
        <w:r>
          <w:rPr>
            <w:noProof/>
            <w:webHidden/>
          </w:rPr>
          <w:t>3</w:t>
        </w:r>
        <w:r>
          <w:rPr>
            <w:noProof/>
            <w:webHidden/>
          </w:rPr>
          <w:fldChar w:fldCharType="end"/>
        </w:r>
      </w:hyperlink>
    </w:p>
    <w:p w14:paraId="7683E745" w14:textId="72790A23"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10" w:history="1">
        <w:r w:rsidRPr="00C76ED2">
          <w:rPr>
            <w:rStyle w:val="Hypertextovodkaz"/>
          </w:rPr>
          <w:t>4.</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POŽADAVKY NA TECHNICKÉ ŘEŠENÍ PROVEDENÍ DÍLA</w:t>
        </w:r>
        <w:r>
          <w:rPr>
            <w:noProof/>
            <w:webHidden/>
          </w:rPr>
          <w:tab/>
        </w:r>
        <w:r>
          <w:rPr>
            <w:noProof/>
            <w:webHidden/>
          </w:rPr>
          <w:fldChar w:fldCharType="begin"/>
        </w:r>
        <w:r>
          <w:rPr>
            <w:noProof/>
            <w:webHidden/>
          </w:rPr>
          <w:instrText xml:space="preserve"> PAGEREF _Toc146201810 \h </w:instrText>
        </w:r>
        <w:r>
          <w:rPr>
            <w:noProof/>
            <w:webHidden/>
          </w:rPr>
        </w:r>
        <w:r>
          <w:rPr>
            <w:noProof/>
            <w:webHidden/>
          </w:rPr>
          <w:fldChar w:fldCharType="separate"/>
        </w:r>
        <w:r>
          <w:rPr>
            <w:noProof/>
            <w:webHidden/>
          </w:rPr>
          <w:t>4</w:t>
        </w:r>
        <w:r>
          <w:rPr>
            <w:noProof/>
            <w:webHidden/>
          </w:rPr>
          <w:fldChar w:fldCharType="end"/>
        </w:r>
      </w:hyperlink>
    </w:p>
    <w:p w14:paraId="3D4C3502" w14:textId="1475D05D"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1" w:history="1">
        <w:r w:rsidRPr="00C76ED2">
          <w:rPr>
            <w:rStyle w:val="Hypertextovodkaz"/>
          </w:rPr>
          <w:t>4.1</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Všeobecně</w:t>
        </w:r>
        <w:r>
          <w:rPr>
            <w:noProof/>
            <w:webHidden/>
          </w:rPr>
          <w:tab/>
        </w:r>
        <w:r>
          <w:rPr>
            <w:noProof/>
            <w:webHidden/>
          </w:rPr>
          <w:fldChar w:fldCharType="begin"/>
        </w:r>
        <w:r>
          <w:rPr>
            <w:noProof/>
            <w:webHidden/>
          </w:rPr>
          <w:instrText xml:space="preserve"> PAGEREF _Toc146201811 \h </w:instrText>
        </w:r>
        <w:r>
          <w:rPr>
            <w:noProof/>
            <w:webHidden/>
          </w:rPr>
        </w:r>
        <w:r>
          <w:rPr>
            <w:noProof/>
            <w:webHidden/>
          </w:rPr>
          <w:fldChar w:fldCharType="separate"/>
        </w:r>
        <w:r>
          <w:rPr>
            <w:noProof/>
            <w:webHidden/>
          </w:rPr>
          <w:t>4</w:t>
        </w:r>
        <w:r>
          <w:rPr>
            <w:noProof/>
            <w:webHidden/>
          </w:rPr>
          <w:fldChar w:fldCharType="end"/>
        </w:r>
      </w:hyperlink>
    </w:p>
    <w:p w14:paraId="2F9A59C8" w14:textId="689D8BA2"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2" w:history="1">
        <w:r w:rsidRPr="00C76ED2">
          <w:rPr>
            <w:rStyle w:val="Hypertextovodkaz"/>
          </w:rPr>
          <w:t>4.2</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Zeměměřická činnost zhotovitele</w:t>
        </w:r>
        <w:r>
          <w:rPr>
            <w:noProof/>
            <w:webHidden/>
          </w:rPr>
          <w:tab/>
        </w:r>
        <w:r>
          <w:rPr>
            <w:noProof/>
            <w:webHidden/>
          </w:rPr>
          <w:fldChar w:fldCharType="begin"/>
        </w:r>
        <w:r>
          <w:rPr>
            <w:noProof/>
            <w:webHidden/>
          </w:rPr>
          <w:instrText xml:space="preserve"> PAGEREF _Toc146201812 \h </w:instrText>
        </w:r>
        <w:r>
          <w:rPr>
            <w:noProof/>
            <w:webHidden/>
          </w:rPr>
        </w:r>
        <w:r>
          <w:rPr>
            <w:noProof/>
            <w:webHidden/>
          </w:rPr>
          <w:fldChar w:fldCharType="separate"/>
        </w:r>
        <w:r>
          <w:rPr>
            <w:noProof/>
            <w:webHidden/>
          </w:rPr>
          <w:t>4</w:t>
        </w:r>
        <w:r>
          <w:rPr>
            <w:noProof/>
            <w:webHidden/>
          </w:rPr>
          <w:fldChar w:fldCharType="end"/>
        </w:r>
      </w:hyperlink>
    </w:p>
    <w:p w14:paraId="4F730F25" w14:textId="08C7AFAA"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3" w:history="1">
        <w:r w:rsidRPr="00C76ED2">
          <w:rPr>
            <w:rStyle w:val="Hypertextovodkaz"/>
          </w:rPr>
          <w:t>4.3</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Doklady předkládané zhotovitelem</w:t>
        </w:r>
        <w:r>
          <w:rPr>
            <w:noProof/>
            <w:webHidden/>
          </w:rPr>
          <w:tab/>
        </w:r>
        <w:r>
          <w:rPr>
            <w:noProof/>
            <w:webHidden/>
          </w:rPr>
          <w:fldChar w:fldCharType="begin"/>
        </w:r>
        <w:r>
          <w:rPr>
            <w:noProof/>
            <w:webHidden/>
          </w:rPr>
          <w:instrText xml:space="preserve"> PAGEREF _Toc146201813 \h </w:instrText>
        </w:r>
        <w:r>
          <w:rPr>
            <w:noProof/>
            <w:webHidden/>
          </w:rPr>
        </w:r>
        <w:r>
          <w:rPr>
            <w:noProof/>
            <w:webHidden/>
          </w:rPr>
          <w:fldChar w:fldCharType="separate"/>
        </w:r>
        <w:r>
          <w:rPr>
            <w:noProof/>
            <w:webHidden/>
          </w:rPr>
          <w:t>4</w:t>
        </w:r>
        <w:r>
          <w:rPr>
            <w:noProof/>
            <w:webHidden/>
          </w:rPr>
          <w:fldChar w:fldCharType="end"/>
        </w:r>
      </w:hyperlink>
    </w:p>
    <w:p w14:paraId="0C18CED8" w14:textId="195FBD86"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4" w:history="1">
        <w:r w:rsidRPr="00C76ED2">
          <w:rPr>
            <w:rStyle w:val="Hypertextovodkaz"/>
          </w:rPr>
          <w:t>4.4</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Dokumentace zhotovitele pro stavbu</w:t>
        </w:r>
        <w:r>
          <w:rPr>
            <w:noProof/>
            <w:webHidden/>
          </w:rPr>
          <w:tab/>
        </w:r>
        <w:r>
          <w:rPr>
            <w:noProof/>
            <w:webHidden/>
          </w:rPr>
          <w:fldChar w:fldCharType="begin"/>
        </w:r>
        <w:r>
          <w:rPr>
            <w:noProof/>
            <w:webHidden/>
          </w:rPr>
          <w:instrText xml:space="preserve"> PAGEREF _Toc146201814 \h </w:instrText>
        </w:r>
        <w:r>
          <w:rPr>
            <w:noProof/>
            <w:webHidden/>
          </w:rPr>
        </w:r>
        <w:r>
          <w:rPr>
            <w:noProof/>
            <w:webHidden/>
          </w:rPr>
          <w:fldChar w:fldCharType="separate"/>
        </w:r>
        <w:r>
          <w:rPr>
            <w:noProof/>
            <w:webHidden/>
          </w:rPr>
          <w:t>5</w:t>
        </w:r>
        <w:r>
          <w:rPr>
            <w:noProof/>
            <w:webHidden/>
          </w:rPr>
          <w:fldChar w:fldCharType="end"/>
        </w:r>
      </w:hyperlink>
    </w:p>
    <w:p w14:paraId="2EC3E420" w14:textId="5BF28355"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5" w:history="1">
        <w:r w:rsidRPr="00C76ED2">
          <w:rPr>
            <w:rStyle w:val="Hypertextovodkaz"/>
          </w:rPr>
          <w:t>4.5</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Dokumentace skutečného provedení stavby</w:t>
        </w:r>
        <w:r>
          <w:rPr>
            <w:noProof/>
            <w:webHidden/>
          </w:rPr>
          <w:tab/>
        </w:r>
        <w:r>
          <w:rPr>
            <w:noProof/>
            <w:webHidden/>
          </w:rPr>
          <w:fldChar w:fldCharType="begin"/>
        </w:r>
        <w:r>
          <w:rPr>
            <w:noProof/>
            <w:webHidden/>
          </w:rPr>
          <w:instrText xml:space="preserve"> PAGEREF _Toc146201815 \h </w:instrText>
        </w:r>
        <w:r>
          <w:rPr>
            <w:noProof/>
            <w:webHidden/>
          </w:rPr>
        </w:r>
        <w:r>
          <w:rPr>
            <w:noProof/>
            <w:webHidden/>
          </w:rPr>
          <w:fldChar w:fldCharType="separate"/>
        </w:r>
        <w:r>
          <w:rPr>
            <w:noProof/>
            <w:webHidden/>
          </w:rPr>
          <w:t>5</w:t>
        </w:r>
        <w:r>
          <w:rPr>
            <w:noProof/>
            <w:webHidden/>
          </w:rPr>
          <w:fldChar w:fldCharType="end"/>
        </w:r>
      </w:hyperlink>
    </w:p>
    <w:p w14:paraId="2C13672F" w14:textId="2547538D" w:rsidR="005E462F" w:rsidRDefault="005E462F">
      <w:pPr>
        <w:pStyle w:val="Obsah2"/>
        <w:rPr>
          <w:rFonts w:asciiTheme="minorHAnsi" w:eastAsiaTheme="minorEastAsia" w:hAnsiTheme="minorHAnsi"/>
          <w:noProof/>
          <w:spacing w:val="0"/>
          <w:kern w:val="2"/>
          <w:sz w:val="22"/>
          <w:szCs w:val="22"/>
          <w:lang w:eastAsia="cs-CZ"/>
          <w14:ligatures w14:val="standardContextual"/>
        </w:rPr>
      </w:pPr>
      <w:hyperlink w:anchor="_Toc146201816" w:history="1">
        <w:r w:rsidRPr="00C76ED2">
          <w:rPr>
            <w:rStyle w:val="Hypertextovodkaz"/>
          </w:rPr>
          <w:t>4.6</w:t>
        </w:r>
        <w:r>
          <w:rPr>
            <w:rFonts w:asciiTheme="minorHAnsi" w:eastAsiaTheme="minorEastAsia" w:hAnsiTheme="minorHAnsi"/>
            <w:noProof/>
            <w:spacing w:val="0"/>
            <w:kern w:val="2"/>
            <w:sz w:val="22"/>
            <w:szCs w:val="22"/>
            <w:lang w:eastAsia="cs-CZ"/>
            <w14:ligatures w14:val="standardContextual"/>
          </w:rPr>
          <w:tab/>
        </w:r>
        <w:r w:rsidRPr="00C76ED2">
          <w:rPr>
            <w:rStyle w:val="Hypertextovodkaz"/>
          </w:rPr>
          <w:t>Životní prostředí</w:t>
        </w:r>
        <w:r>
          <w:rPr>
            <w:noProof/>
            <w:webHidden/>
          </w:rPr>
          <w:tab/>
        </w:r>
        <w:r>
          <w:rPr>
            <w:noProof/>
            <w:webHidden/>
          </w:rPr>
          <w:fldChar w:fldCharType="begin"/>
        </w:r>
        <w:r>
          <w:rPr>
            <w:noProof/>
            <w:webHidden/>
          </w:rPr>
          <w:instrText xml:space="preserve"> PAGEREF _Toc146201816 \h </w:instrText>
        </w:r>
        <w:r>
          <w:rPr>
            <w:noProof/>
            <w:webHidden/>
          </w:rPr>
        </w:r>
        <w:r>
          <w:rPr>
            <w:noProof/>
            <w:webHidden/>
          </w:rPr>
          <w:fldChar w:fldCharType="separate"/>
        </w:r>
        <w:r>
          <w:rPr>
            <w:noProof/>
            <w:webHidden/>
          </w:rPr>
          <w:t>6</w:t>
        </w:r>
        <w:r>
          <w:rPr>
            <w:noProof/>
            <w:webHidden/>
          </w:rPr>
          <w:fldChar w:fldCharType="end"/>
        </w:r>
      </w:hyperlink>
    </w:p>
    <w:p w14:paraId="7F6A3B74" w14:textId="6EF78D93"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17" w:history="1">
        <w:r w:rsidRPr="00C76ED2">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ORGANIZACE VÝSTAVBY, VÝLUKY</w:t>
        </w:r>
        <w:r>
          <w:rPr>
            <w:noProof/>
            <w:webHidden/>
          </w:rPr>
          <w:tab/>
        </w:r>
        <w:r>
          <w:rPr>
            <w:noProof/>
            <w:webHidden/>
          </w:rPr>
          <w:fldChar w:fldCharType="begin"/>
        </w:r>
        <w:r>
          <w:rPr>
            <w:noProof/>
            <w:webHidden/>
          </w:rPr>
          <w:instrText xml:space="preserve"> PAGEREF _Toc146201817 \h </w:instrText>
        </w:r>
        <w:r>
          <w:rPr>
            <w:noProof/>
            <w:webHidden/>
          </w:rPr>
        </w:r>
        <w:r>
          <w:rPr>
            <w:noProof/>
            <w:webHidden/>
          </w:rPr>
          <w:fldChar w:fldCharType="separate"/>
        </w:r>
        <w:r>
          <w:rPr>
            <w:noProof/>
            <w:webHidden/>
          </w:rPr>
          <w:t>8</w:t>
        </w:r>
        <w:r>
          <w:rPr>
            <w:noProof/>
            <w:webHidden/>
          </w:rPr>
          <w:fldChar w:fldCharType="end"/>
        </w:r>
      </w:hyperlink>
    </w:p>
    <w:p w14:paraId="2977D8FD" w14:textId="02EBB30B"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18" w:history="1">
        <w:r w:rsidRPr="00C76ED2">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SOUVISEJÍCÍ DOKUMENTY A PŘEDPISY</w:t>
        </w:r>
        <w:r>
          <w:rPr>
            <w:noProof/>
            <w:webHidden/>
          </w:rPr>
          <w:tab/>
        </w:r>
        <w:r>
          <w:rPr>
            <w:noProof/>
            <w:webHidden/>
          </w:rPr>
          <w:fldChar w:fldCharType="begin"/>
        </w:r>
        <w:r>
          <w:rPr>
            <w:noProof/>
            <w:webHidden/>
          </w:rPr>
          <w:instrText xml:space="preserve"> PAGEREF _Toc146201818 \h </w:instrText>
        </w:r>
        <w:r>
          <w:rPr>
            <w:noProof/>
            <w:webHidden/>
          </w:rPr>
        </w:r>
        <w:r>
          <w:rPr>
            <w:noProof/>
            <w:webHidden/>
          </w:rPr>
          <w:fldChar w:fldCharType="separate"/>
        </w:r>
        <w:r>
          <w:rPr>
            <w:noProof/>
            <w:webHidden/>
          </w:rPr>
          <w:t>8</w:t>
        </w:r>
        <w:r>
          <w:rPr>
            <w:noProof/>
            <w:webHidden/>
          </w:rPr>
          <w:fldChar w:fldCharType="end"/>
        </w:r>
      </w:hyperlink>
    </w:p>
    <w:p w14:paraId="75CC2185" w14:textId="2509A78C" w:rsidR="005E462F" w:rsidRDefault="005E462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6201819" w:history="1">
        <w:r w:rsidRPr="00C76ED2">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C76ED2">
          <w:rPr>
            <w:rStyle w:val="Hypertextovodkaz"/>
          </w:rPr>
          <w:t>PŘÍLOHY</w:t>
        </w:r>
        <w:r>
          <w:rPr>
            <w:noProof/>
            <w:webHidden/>
          </w:rPr>
          <w:tab/>
        </w:r>
        <w:r>
          <w:rPr>
            <w:noProof/>
            <w:webHidden/>
          </w:rPr>
          <w:fldChar w:fldCharType="begin"/>
        </w:r>
        <w:r>
          <w:rPr>
            <w:noProof/>
            <w:webHidden/>
          </w:rPr>
          <w:instrText xml:space="preserve"> PAGEREF _Toc146201819 \h </w:instrText>
        </w:r>
        <w:r>
          <w:rPr>
            <w:noProof/>
            <w:webHidden/>
          </w:rPr>
        </w:r>
        <w:r>
          <w:rPr>
            <w:noProof/>
            <w:webHidden/>
          </w:rPr>
          <w:fldChar w:fldCharType="separate"/>
        </w:r>
        <w:r>
          <w:rPr>
            <w:noProof/>
            <w:webHidden/>
          </w:rPr>
          <w:t>9</w:t>
        </w:r>
        <w:r>
          <w:rPr>
            <w:noProof/>
            <w:webHidden/>
          </w:rPr>
          <w:fldChar w:fldCharType="end"/>
        </w:r>
      </w:hyperlink>
    </w:p>
    <w:p w14:paraId="06C7DC54" w14:textId="332EF3B0" w:rsidR="000145C8" w:rsidRPr="005E55E4" w:rsidRDefault="00BD7E91" w:rsidP="005E55E4">
      <w:r>
        <w:fldChar w:fldCharType="end"/>
      </w:r>
    </w:p>
    <w:p w14:paraId="3C5C3A6A" w14:textId="77777777" w:rsidR="00AD0C7B" w:rsidRDefault="00AD0C7B" w:rsidP="00DA1C67">
      <w:pPr>
        <w:pStyle w:val="Nadpisbezsl1-1"/>
        <w:outlineLvl w:val="0"/>
      </w:pPr>
      <w:bookmarkStart w:id="0" w:name="_Toc13731854"/>
      <w:bookmarkStart w:id="1" w:name="_Toc146201802"/>
      <w:r>
        <w:t>SEZNAM ZKRATEK</w:t>
      </w:r>
      <w:bookmarkEnd w:id="1"/>
      <w:r w:rsidR="0076790E">
        <w:t xml:space="preserve"> </w:t>
      </w:r>
      <w:bookmarkEnd w:id="0"/>
    </w:p>
    <w:p w14:paraId="3939C6D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33437" w:rsidRPr="00AD0C7B" w14:paraId="088C83FC" w14:textId="77777777" w:rsidTr="00D53D90">
        <w:tc>
          <w:tcPr>
            <w:tcW w:w="1250" w:type="dxa"/>
            <w:tcMar>
              <w:top w:w="28" w:type="dxa"/>
              <w:left w:w="0" w:type="dxa"/>
              <w:bottom w:w="28" w:type="dxa"/>
              <w:right w:w="0" w:type="dxa"/>
            </w:tcMar>
          </w:tcPr>
          <w:p w14:paraId="788D1B09" w14:textId="77777777" w:rsidR="00A33437" w:rsidRPr="00AD0C7B" w:rsidRDefault="00A33437" w:rsidP="00D53D90">
            <w:pPr>
              <w:pStyle w:val="Zkratky1"/>
            </w:pPr>
          </w:p>
        </w:tc>
        <w:tc>
          <w:tcPr>
            <w:tcW w:w="7452" w:type="dxa"/>
            <w:tcMar>
              <w:top w:w="28" w:type="dxa"/>
              <w:left w:w="0" w:type="dxa"/>
              <w:bottom w:w="28" w:type="dxa"/>
              <w:right w:w="0" w:type="dxa"/>
            </w:tcMar>
          </w:tcPr>
          <w:p w14:paraId="585323AD" w14:textId="77777777" w:rsidR="00A33437" w:rsidRPr="006115D3" w:rsidRDefault="00A33437" w:rsidP="00D53D90">
            <w:pPr>
              <w:pStyle w:val="Zkratky2"/>
            </w:pPr>
          </w:p>
        </w:tc>
      </w:tr>
      <w:tr w:rsidR="00A33437" w:rsidRPr="00AD0C7B" w14:paraId="30378112" w14:textId="77777777" w:rsidTr="00D53D90">
        <w:tc>
          <w:tcPr>
            <w:tcW w:w="1250" w:type="dxa"/>
            <w:tcMar>
              <w:top w:w="28" w:type="dxa"/>
              <w:left w:w="0" w:type="dxa"/>
              <w:bottom w:w="28" w:type="dxa"/>
              <w:right w:w="0" w:type="dxa"/>
            </w:tcMar>
          </w:tcPr>
          <w:p w14:paraId="11B00FC0" w14:textId="77777777" w:rsidR="00A33437" w:rsidRPr="00AD0C7B" w:rsidRDefault="00A33437" w:rsidP="00D53D90">
            <w:pPr>
              <w:pStyle w:val="Zkratky1"/>
            </w:pPr>
          </w:p>
        </w:tc>
        <w:tc>
          <w:tcPr>
            <w:tcW w:w="7452" w:type="dxa"/>
            <w:tcMar>
              <w:top w:w="28" w:type="dxa"/>
              <w:left w:w="0" w:type="dxa"/>
              <w:bottom w:w="28" w:type="dxa"/>
              <w:right w:w="0" w:type="dxa"/>
            </w:tcMar>
          </w:tcPr>
          <w:p w14:paraId="2A58EAE1" w14:textId="77777777" w:rsidR="00A33437" w:rsidRPr="006115D3" w:rsidRDefault="00A33437" w:rsidP="00D53D90">
            <w:pPr>
              <w:pStyle w:val="Zkratky2"/>
            </w:pPr>
          </w:p>
        </w:tc>
      </w:tr>
      <w:tr w:rsidR="00A33437" w:rsidRPr="00AD0C7B" w14:paraId="16E95B69" w14:textId="77777777" w:rsidTr="00D53D90">
        <w:tc>
          <w:tcPr>
            <w:tcW w:w="1250" w:type="dxa"/>
            <w:tcMar>
              <w:top w:w="28" w:type="dxa"/>
              <w:left w:w="0" w:type="dxa"/>
              <w:bottom w:w="28" w:type="dxa"/>
              <w:right w:w="0" w:type="dxa"/>
            </w:tcMar>
          </w:tcPr>
          <w:p w14:paraId="5C5F6661" w14:textId="77777777" w:rsidR="00A33437" w:rsidRPr="00AD0C7B" w:rsidRDefault="00A33437" w:rsidP="00D53D90">
            <w:pPr>
              <w:pStyle w:val="Zkratky1"/>
            </w:pPr>
          </w:p>
        </w:tc>
        <w:tc>
          <w:tcPr>
            <w:tcW w:w="7452" w:type="dxa"/>
            <w:tcMar>
              <w:top w:w="28" w:type="dxa"/>
              <w:left w:w="0" w:type="dxa"/>
              <w:bottom w:w="28" w:type="dxa"/>
              <w:right w:w="0" w:type="dxa"/>
            </w:tcMar>
          </w:tcPr>
          <w:p w14:paraId="52E78515" w14:textId="77777777" w:rsidR="00A33437" w:rsidRPr="006115D3" w:rsidRDefault="00A33437" w:rsidP="00D53D90">
            <w:pPr>
              <w:pStyle w:val="Zkratky2"/>
            </w:pPr>
          </w:p>
        </w:tc>
      </w:tr>
      <w:tr w:rsidR="00A33437" w:rsidRPr="00AD0C7B" w14:paraId="64074B8C" w14:textId="77777777" w:rsidTr="00D53D90">
        <w:tc>
          <w:tcPr>
            <w:tcW w:w="1250" w:type="dxa"/>
            <w:tcMar>
              <w:top w:w="28" w:type="dxa"/>
              <w:left w:w="0" w:type="dxa"/>
              <w:bottom w:w="28" w:type="dxa"/>
              <w:right w:w="0" w:type="dxa"/>
            </w:tcMar>
          </w:tcPr>
          <w:p w14:paraId="11648A63" w14:textId="77777777" w:rsidR="00A33437" w:rsidRPr="00AD0C7B" w:rsidRDefault="00A33437" w:rsidP="00D53D90">
            <w:pPr>
              <w:pStyle w:val="Zkratky1"/>
            </w:pPr>
          </w:p>
        </w:tc>
        <w:tc>
          <w:tcPr>
            <w:tcW w:w="7452" w:type="dxa"/>
            <w:tcMar>
              <w:top w:w="28" w:type="dxa"/>
              <w:left w:w="0" w:type="dxa"/>
              <w:bottom w:w="28" w:type="dxa"/>
              <w:right w:w="0" w:type="dxa"/>
            </w:tcMar>
          </w:tcPr>
          <w:p w14:paraId="591DB721" w14:textId="77777777" w:rsidR="00A33437" w:rsidRPr="006115D3" w:rsidRDefault="00A33437" w:rsidP="00D53D90">
            <w:pPr>
              <w:pStyle w:val="Zkratky2"/>
            </w:pPr>
          </w:p>
        </w:tc>
      </w:tr>
    </w:tbl>
    <w:p w14:paraId="06EA1C8B" w14:textId="77777777" w:rsidR="00041EC8" w:rsidRDefault="00041EC8" w:rsidP="00AD0C7B"/>
    <w:p w14:paraId="5E55BC70" w14:textId="77777777" w:rsidR="00826B7B" w:rsidRDefault="00826B7B">
      <w:r>
        <w:br w:type="page"/>
      </w:r>
    </w:p>
    <w:p w14:paraId="1A2AFA85" w14:textId="77777777" w:rsidR="00DF7BAA" w:rsidRDefault="00DF7BAA" w:rsidP="00DF7BAA">
      <w:pPr>
        <w:pStyle w:val="Nadpis2-1"/>
      </w:pPr>
      <w:bookmarkStart w:id="2" w:name="_Toc6410429"/>
      <w:bookmarkStart w:id="3" w:name="_Toc389559699"/>
      <w:bookmarkStart w:id="4" w:name="_Toc397429847"/>
      <w:bookmarkStart w:id="5" w:name="_Ref433028040"/>
      <w:bookmarkStart w:id="6" w:name="_Toc1048197"/>
      <w:bookmarkStart w:id="7" w:name="_Toc13731855"/>
      <w:bookmarkStart w:id="8" w:name="_Toc146201803"/>
      <w:r w:rsidRPr="00782CE4">
        <w:lastRenderedPageBreak/>
        <w:t>SPECIFIKACE</w:t>
      </w:r>
      <w:r>
        <w:t xml:space="preserve"> PŘEDMĚTU DÍLA</w:t>
      </w:r>
      <w:bookmarkEnd w:id="2"/>
      <w:bookmarkEnd w:id="8"/>
    </w:p>
    <w:p w14:paraId="7DD96E05" w14:textId="77777777" w:rsidR="00DF7BAA" w:rsidRDefault="00DF7BAA" w:rsidP="00DF7BAA">
      <w:pPr>
        <w:pStyle w:val="Nadpis2-2"/>
      </w:pPr>
      <w:bookmarkStart w:id="9" w:name="_Toc6410430"/>
      <w:bookmarkStart w:id="10" w:name="_Toc146201804"/>
      <w:r>
        <w:t>Účel a rozsah předmětu Díla</w:t>
      </w:r>
      <w:bookmarkEnd w:id="9"/>
      <w:bookmarkEnd w:id="10"/>
    </w:p>
    <w:p w14:paraId="195EAE61" w14:textId="28FC12F3" w:rsidR="00E70AB8" w:rsidRPr="005E55E4" w:rsidRDefault="005E55E4" w:rsidP="005E55E4">
      <w:pPr>
        <w:pStyle w:val="Text2-1"/>
      </w:pPr>
      <w:r w:rsidRPr="005E55E4">
        <w:t>Předmětem díla je zhotovení stavby „Zřízení bezbariérového přístupu na nástupiště v</w:t>
      </w:r>
      <w:r>
        <w:t> </w:t>
      </w:r>
      <w:r w:rsidRPr="005E55E4">
        <w:t>zastávce Žabčice “ jejímž hlavním cílem je zvýšení bezpečnosti a komfortu cestující veřejnosti vybudováním bezbariérového přístupu z podchodu, pomocí šikmých chodníků, na obě stávající vnější nástupiště u traťových kolejí na zastávce Žabčice na koridorové trati Břeclav - Brno. V rámci stavby bude provedeno také nové zastřešení výstupů z</w:t>
      </w:r>
      <w:r>
        <w:t> </w:t>
      </w:r>
      <w:r w:rsidRPr="005E55E4">
        <w:t>podchodu. Součástí stavby je také úprava trakčního vedení a ukolejnění, přeložky zabezpečovacích a sdělovacích kabelů, přeložka kanalizace a vodovodu</w:t>
      </w:r>
      <w:r>
        <w:t>.</w:t>
      </w:r>
    </w:p>
    <w:p w14:paraId="60547CC1" w14:textId="77777777" w:rsidR="00DF7BAA" w:rsidRPr="00DB4332" w:rsidRDefault="00DF7BAA" w:rsidP="005E55E4">
      <w:pPr>
        <w:pStyle w:val="Text2-1"/>
      </w:pPr>
      <w:r w:rsidRPr="00DB4332">
        <w:t>Rozsah Díla „</w:t>
      </w:r>
      <w:r w:rsidR="005E55E4" w:rsidRPr="005E55E4">
        <w:t>Zřízení bezbariérového přístupu n</w:t>
      </w:r>
      <w:r w:rsidR="005E55E4">
        <w:t>a nástupiště v zastávce Žabčice“</w:t>
      </w:r>
      <w:r w:rsidRPr="00DB4332">
        <w:t xml:space="preserve"> je</w:t>
      </w:r>
      <w:r w:rsidR="00AC678D">
        <w:t>:</w:t>
      </w:r>
    </w:p>
    <w:p w14:paraId="2442D6D3" w14:textId="77777777" w:rsidR="00D12C76" w:rsidRDefault="00D12C76" w:rsidP="00936D2A">
      <w:pPr>
        <w:pStyle w:val="Odrka1-1"/>
      </w:pPr>
      <w:r>
        <w:t>zhotovení stavby dle zadávací dokumentace,</w:t>
      </w:r>
    </w:p>
    <w:p w14:paraId="333826E8" w14:textId="77777777" w:rsidR="00D12C76" w:rsidRDefault="00D12C76" w:rsidP="00936D2A">
      <w:pPr>
        <w:pStyle w:val="Odrka1-1"/>
      </w:pPr>
      <w:r>
        <w:t>zpracování Realizační dokumentace stavby,</w:t>
      </w:r>
    </w:p>
    <w:p w14:paraId="0C396C59" w14:textId="77777777" w:rsidR="00DF7BAA" w:rsidRDefault="00D12C76" w:rsidP="005E55E4">
      <w:pPr>
        <w:pStyle w:val="Odrka1-1"/>
      </w:pPr>
      <w:r>
        <w:t>vypracování Dokumentace skutečného provedení stavby</w:t>
      </w:r>
      <w:r w:rsidR="00E70AB8">
        <w:t xml:space="preserve"> včetně geodetické části</w:t>
      </w:r>
      <w:r>
        <w:t>.</w:t>
      </w:r>
    </w:p>
    <w:p w14:paraId="11FE528C" w14:textId="77777777" w:rsidR="00DF7BAA" w:rsidRDefault="00DF7BAA" w:rsidP="00DF7BAA">
      <w:pPr>
        <w:pStyle w:val="Nadpis2-2"/>
      </w:pPr>
      <w:bookmarkStart w:id="11" w:name="_Toc6410431"/>
      <w:bookmarkStart w:id="12" w:name="_Toc146201805"/>
      <w:r>
        <w:t>Umístění stavby</w:t>
      </w:r>
      <w:bookmarkEnd w:id="11"/>
      <w:bookmarkEnd w:id="12"/>
    </w:p>
    <w:p w14:paraId="64B191E2" w14:textId="77777777" w:rsidR="005E55E4" w:rsidRPr="005E55E4" w:rsidRDefault="005E55E4" w:rsidP="005E55E4">
      <w:pPr>
        <w:pStyle w:val="Text2-1"/>
      </w:pPr>
      <w:r w:rsidRPr="005E55E4">
        <w:t xml:space="preserve">Stavba bude probíhat na koridorové trati Břeclav </w:t>
      </w:r>
      <w:proofErr w:type="spellStart"/>
      <w:r w:rsidRPr="005E55E4">
        <w:t>předn</w:t>
      </w:r>
      <w:proofErr w:type="spellEnd"/>
      <w:r w:rsidRPr="005E55E4">
        <w:t xml:space="preserve">. (mimo) – Brno hl. n. (včetně) v traťovém úseku 2001, mezistaniční úsek Vranovice – Hrušovany u Brna v km 123,190 -123,300, kraj Jihomoravský, okres Brno – venkov, </w:t>
      </w:r>
      <w:proofErr w:type="spellStart"/>
      <w:r w:rsidRPr="005E55E4">
        <w:t>k.ú</w:t>
      </w:r>
      <w:proofErr w:type="spellEnd"/>
      <w:r w:rsidRPr="005E55E4">
        <w:t>. Žabčice</w:t>
      </w:r>
    </w:p>
    <w:p w14:paraId="0B3680D1"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56A107BC"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4F8931D" w14:textId="77777777" w:rsidR="006972D4" w:rsidRPr="005A2CE9" w:rsidRDefault="006972D4" w:rsidP="00C22D8F">
            <w:pPr>
              <w:pStyle w:val="Tabulka-7"/>
            </w:pPr>
            <w:r>
              <w:t>Označení (S-kód)</w:t>
            </w:r>
          </w:p>
        </w:tc>
        <w:tc>
          <w:tcPr>
            <w:tcW w:w="5131" w:type="dxa"/>
          </w:tcPr>
          <w:p w14:paraId="0F309A6D" w14:textId="77777777" w:rsidR="006972D4" w:rsidRPr="005A2CE9" w:rsidRDefault="00AE498D" w:rsidP="00C22D8F">
            <w:pPr>
              <w:pStyle w:val="Tabulka-7"/>
              <w:cnfStyle w:val="100000000000" w:firstRow="1" w:lastRow="0" w:firstColumn="0" w:lastColumn="0" w:oddVBand="0" w:evenVBand="0" w:oddHBand="0" w:evenHBand="0" w:firstRowFirstColumn="0" w:firstRowLastColumn="0" w:lastRowFirstColumn="0" w:lastRowLastColumn="0"/>
            </w:pPr>
            <w:r>
              <w:t>S</w:t>
            </w:r>
            <w:r w:rsidR="009214E8" w:rsidRPr="009214E8">
              <w:t>621800363</w:t>
            </w:r>
          </w:p>
        </w:tc>
      </w:tr>
      <w:tr w:rsidR="006972D4" w:rsidRPr="005A2CE9" w14:paraId="4D82ED63"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AB2A3B7" w14:textId="77777777" w:rsidR="006972D4" w:rsidRPr="005A2CE9" w:rsidRDefault="006972D4" w:rsidP="00C22D8F">
            <w:pPr>
              <w:pStyle w:val="Tabulka-7"/>
            </w:pPr>
            <w:r>
              <w:t>Kraj</w:t>
            </w:r>
          </w:p>
        </w:tc>
        <w:tc>
          <w:tcPr>
            <w:tcW w:w="5131" w:type="dxa"/>
          </w:tcPr>
          <w:p w14:paraId="323F9D51" w14:textId="77777777" w:rsidR="006972D4" w:rsidRPr="005A2CE9" w:rsidRDefault="00AE498D" w:rsidP="00C22D8F">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6972D4" w:rsidRPr="005A2CE9" w14:paraId="49B5779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32D9DB50" w14:textId="77777777" w:rsidR="006972D4" w:rsidRPr="005A2CE9" w:rsidRDefault="006972D4" w:rsidP="00C22D8F">
            <w:pPr>
              <w:pStyle w:val="Tabulka-7"/>
            </w:pPr>
            <w:r>
              <w:t>Okres</w:t>
            </w:r>
          </w:p>
        </w:tc>
        <w:tc>
          <w:tcPr>
            <w:tcW w:w="5131" w:type="dxa"/>
          </w:tcPr>
          <w:p w14:paraId="6ABF5890" w14:textId="77777777" w:rsidR="006972D4" w:rsidRPr="00AE498D" w:rsidRDefault="00AE498D" w:rsidP="00C22D8F">
            <w:pPr>
              <w:pStyle w:val="Tabulka-7"/>
              <w:cnfStyle w:val="000000000000" w:firstRow="0" w:lastRow="0" w:firstColumn="0" w:lastColumn="0" w:oddVBand="0" w:evenVBand="0" w:oddHBand="0" w:evenHBand="0" w:firstRowFirstColumn="0" w:firstRowLastColumn="0" w:lastRowFirstColumn="0" w:lastRowLastColumn="0"/>
              <w:rPr>
                <w:rFonts w:ascii="Segoe UI Historic" w:hAnsi="Segoe UI Historic" w:cs="Segoe UI Historic"/>
              </w:rPr>
            </w:pPr>
            <w:r>
              <w:t xml:space="preserve">Brno </w:t>
            </w:r>
            <w:r>
              <w:rPr>
                <w:rFonts w:ascii="Segoe UI Historic" w:hAnsi="Segoe UI Historic" w:cs="Segoe UI Historic"/>
              </w:rPr>
              <w:t>– venkov</w:t>
            </w:r>
          </w:p>
        </w:tc>
      </w:tr>
      <w:tr w:rsidR="006972D4" w:rsidRPr="005A2CE9" w14:paraId="0520B19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51BA79B5" w14:textId="77777777" w:rsidR="006972D4" w:rsidRPr="005A2CE9" w:rsidRDefault="006972D4" w:rsidP="00C22D8F">
            <w:pPr>
              <w:pStyle w:val="Tabulka-7"/>
            </w:pPr>
            <w:r>
              <w:t>Katastrální území</w:t>
            </w:r>
          </w:p>
        </w:tc>
        <w:tc>
          <w:tcPr>
            <w:tcW w:w="5131" w:type="dxa"/>
          </w:tcPr>
          <w:p w14:paraId="79DBED04" w14:textId="77777777" w:rsidR="006972D4" w:rsidRPr="005A2CE9" w:rsidRDefault="00AE498D" w:rsidP="00C22D8F">
            <w:pPr>
              <w:pStyle w:val="Tabulka-7"/>
              <w:cnfStyle w:val="000000000000" w:firstRow="0" w:lastRow="0" w:firstColumn="0" w:lastColumn="0" w:oddVBand="0" w:evenVBand="0" w:oddHBand="0" w:evenHBand="0" w:firstRowFirstColumn="0" w:firstRowLastColumn="0" w:lastRowFirstColumn="0" w:lastRowLastColumn="0"/>
            </w:pPr>
            <w:r>
              <w:t>Žabčice</w:t>
            </w:r>
          </w:p>
        </w:tc>
      </w:tr>
      <w:tr w:rsidR="006972D4" w:rsidRPr="005A2CE9" w14:paraId="5BF5FFEF"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24A6A96" w14:textId="77777777" w:rsidR="006972D4" w:rsidRPr="005A2CE9" w:rsidRDefault="006972D4" w:rsidP="00C22D8F">
            <w:pPr>
              <w:pStyle w:val="Tabulka-7"/>
            </w:pPr>
            <w:r>
              <w:t xml:space="preserve">Správce </w:t>
            </w:r>
          </w:p>
        </w:tc>
        <w:tc>
          <w:tcPr>
            <w:tcW w:w="5131" w:type="dxa"/>
          </w:tcPr>
          <w:p w14:paraId="0BE7F02F" w14:textId="77777777" w:rsidR="006972D4" w:rsidRPr="005A2CE9" w:rsidRDefault="006972D4" w:rsidP="00AE498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AE498D">
              <w:t>Brno</w:t>
            </w:r>
          </w:p>
        </w:tc>
      </w:tr>
    </w:tbl>
    <w:p w14:paraId="07684AE5" w14:textId="77777777" w:rsidR="00DF7BAA" w:rsidRDefault="00DF7BAA" w:rsidP="00DF7BAA">
      <w:pPr>
        <w:pStyle w:val="Nadpis2-1"/>
      </w:pPr>
      <w:bookmarkStart w:id="13" w:name="_Toc6410432"/>
      <w:bookmarkStart w:id="14" w:name="_Toc146201806"/>
      <w:r>
        <w:t>PŘEHLED VÝCHOZÍCH PODKLADŮ</w:t>
      </w:r>
      <w:bookmarkEnd w:id="13"/>
      <w:bookmarkEnd w:id="14"/>
    </w:p>
    <w:p w14:paraId="470DE937" w14:textId="77777777" w:rsidR="00DF7BAA" w:rsidRDefault="00DF7BAA" w:rsidP="00DF7BAA">
      <w:pPr>
        <w:pStyle w:val="Nadpis2-2"/>
      </w:pPr>
      <w:bookmarkStart w:id="15" w:name="_Toc6410433"/>
      <w:bookmarkStart w:id="16" w:name="_Toc146201807"/>
      <w:r>
        <w:t>Projektová dokumentace</w:t>
      </w:r>
      <w:bookmarkEnd w:id="15"/>
      <w:bookmarkEnd w:id="16"/>
    </w:p>
    <w:p w14:paraId="7BB8BB64" w14:textId="77777777" w:rsidR="009214E8" w:rsidRDefault="00DF7BAA" w:rsidP="009214E8">
      <w:pPr>
        <w:pStyle w:val="Text2-1"/>
      </w:pPr>
      <w:r>
        <w:t>P</w:t>
      </w:r>
      <w:r w:rsidR="009214E8" w:rsidRPr="009214E8">
        <w:t>rojektová dokumentace „Zřízení bezbariérového přístupu na nástupiště v zastávce Žabčice“, zpracovatel Prodin a.s., K Vápence 2745, 530 02 Pardubice – Zelené Předměstí, IČ 25292161, z 01/2021</w:t>
      </w:r>
    </w:p>
    <w:p w14:paraId="78F9F86A" w14:textId="77777777" w:rsidR="00DF7BAA" w:rsidRDefault="009214E8" w:rsidP="009214E8">
      <w:pPr>
        <w:pStyle w:val="Text2-1"/>
      </w:pPr>
      <w:r w:rsidRPr="009214E8">
        <w:t>Zhotovitel po uzavření SOD obdrží elektronickou podobu Projektové dokumentace v otevřené formě.</w:t>
      </w:r>
    </w:p>
    <w:p w14:paraId="28BBFBE9" w14:textId="77777777" w:rsidR="00346853" w:rsidRPr="00C8578E" w:rsidRDefault="00DF7BAA" w:rsidP="00535B20">
      <w:pPr>
        <w:pStyle w:val="Nadpis2-2"/>
      </w:pPr>
      <w:bookmarkStart w:id="17" w:name="_Toc6410434"/>
      <w:bookmarkStart w:id="18" w:name="_Toc146201808"/>
      <w:r>
        <w:t>Související dokumentace</w:t>
      </w:r>
      <w:bookmarkEnd w:id="17"/>
      <w:bookmarkEnd w:id="18"/>
    </w:p>
    <w:p w14:paraId="4EBBE7CB" w14:textId="77777777" w:rsidR="009214E8" w:rsidRDefault="009214E8" w:rsidP="009214E8">
      <w:pPr>
        <w:pStyle w:val="Text2-1"/>
      </w:pPr>
      <w:r>
        <w:t>Schvalovací protokol č</w:t>
      </w:r>
      <w:r w:rsidRPr="009214E8">
        <w:t>j. 123924/2021–SŽ-GŘ-O6-Hor</w:t>
      </w:r>
      <w:r>
        <w:t>,</w:t>
      </w:r>
      <w:r w:rsidRPr="009214E8">
        <w:t xml:space="preserve"> ze dne 14. 7. 2021</w:t>
      </w:r>
    </w:p>
    <w:p w14:paraId="19B841E5" w14:textId="77777777" w:rsidR="00DF7BAA" w:rsidRDefault="00C36E27" w:rsidP="009214E8">
      <w:pPr>
        <w:pStyle w:val="Text2-1"/>
      </w:pPr>
      <w:r>
        <w:t>Společné povolení č</w:t>
      </w:r>
      <w:r w:rsidR="009214E8" w:rsidRPr="009214E8">
        <w:t>j. DUCR-60933/21/</w:t>
      </w:r>
      <w:proofErr w:type="spellStart"/>
      <w:r w:rsidR="009214E8" w:rsidRPr="009214E8">
        <w:t>Nv</w:t>
      </w:r>
      <w:proofErr w:type="spellEnd"/>
      <w:r w:rsidR="009214E8" w:rsidRPr="009214E8">
        <w:t xml:space="preserve"> ze dne 27. 10. 2021, bude předáno bez zbytečného odkladu před podpisem Smlouvy vítěznému uchazeči.</w:t>
      </w:r>
    </w:p>
    <w:p w14:paraId="4CC4BE4A" w14:textId="77777777" w:rsidR="00DF7BAA" w:rsidRDefault="00DF7BAA" w:rsidP="00DF7BAA">
      <w:pPr>
        <w:pStyle w:val="Nadpis2-1"/>
      </w:pPr>
      <w:bookmarkStart w:id="19" w:name="_Toc6410435"/>
      <w:bookmarkStart w:id="20" w:name="_Toc146201809"/>
      <w:r>
        <w:t>KOORDINACE S JINÝMI STAVBAMI</w:t>
      </w:r>
      <w:bookmarkEnd w:id="19"/>
      <w:bookmarkEnd w:id="20"/>
      <w:r>
        <w:t xml:space="preserve"> </w:t>
      </w:r>
    </w:p>
    <w:p w14:paraId="32C4FD64" w14:textId="77777777" w:rsidR="00DF7BAA" w:rsidRPr="008F01FB" w:rsidRDefault="00DF7BAA" w:rsidP="008F01FB">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A39BD5E" w14:textId="77777777" w:rsidR="00DF7BAA" w:rsidRDefault="00E70AB8" w:rsidP="00DF7BAA">
      <w:pPr>
        <w:pStyle w:val="Nadpis2-1"/>
      </w:pPr>
      <w:bookmarkStart w:id="21" w:name="_Toc6410436"/>
      <w:bookmarkStart w:id="22" w:name="_Toc146201810"/>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2422A966" w14:textId="77777777" w:rsidR="00E70AB8" w:rsidRPr="008F01FB" w:rsidRDefault="00DF7BAA" w:rsidP="008F01FB">
      <w:pPr>
        <w:pStyle w:val="Nadpis2-2"/>
      </w:pPr>
      <w:bookmarkStart w:id="23" w:name="_Toc6410437"/>
      <w:bookmarkStart w:id="24" w:name="_Toc146201811"/>
      <w:r>
        <w:t>Všeobecně</w:t>
      </w:r>
      <w:bookmarkEnd w:id="23"/>
      <w:bookmarkEnd w:id="24"/>
    </w:p>
    <w:p w14:paraId="60C97742" w14:textId="77777777" w:rsidR="00831E0F" w:rsidRPr="00C22D8F" w:rsidRDefault="00831E0F" w:rsidP="00AD0FA7">
      <w:pPr>
        <w:pStyle w:val="Text2-1"/>
        <w:keepNext/>
      </w:pPr>
      <w:r w:rsidRPr="00C22D8F">
        <w:t>Odstavec 7.3.2 a 7.3.3 ve VTP/R/1</w:t>
      </w:r>
      <w:r w:rsidR="006146BF">
        <w:t>6</w:t>
      </w:r>
      <w:r w:rsidRPr="00C22D8F">
        <w:t xml:space="preserve">/22 se ruší a nahrazuje se následujícími odstavci: </w:t>
      </w:r>
    </w:p>
    <w:p w14:paraId="2BF10A93" w14:textId="77777777"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C22D8F">
        <w:rPr>
          <w:rStyle w:val="fontstyle01"/>
        </w:rPr>
        <w:t>výzisku</w:t>
      </w:r>
      <w:proofErr w:type="spellEnd"/>
      <w:r w:rsidRPr="00C22D8F">
        <w:rPr>
          <w:rStyle w:val="fontstyle01"/>
        </w:rPr>
        <w:t>, včetně evidence o jejich uskladnění, využití nebo odstranění, a to včetně provozovatelů zařízení určeného pro nakládání s odpady, jimž byly odpady předány.</w:t>
      </w:r>
    </w:p>
    <w:p w14:paraId="592F7CF2" w14:textId="77777777"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0DD93E10"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622E9FBC" w14:textId="77777777" w:rsidR="00A97BF8" w:rsidRPr="00AA04CB" w:rsidRDefault="00462DB8" w:rsidP="009B5C9C">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xml:space="preserve">, </w:t>
      </w:r>
      <w:r w:rsidRPr="00AA04CB">
        <w:t>v otevřené a uzavřené formě,“</w:t>
      </w:r>
    </w:p>
    <w:p w14:paraId="31B2EAC8" w14:textId="77777777" w:rsidR="00C83FA2" w:rsidRPr="00AA04CB" w:rsidRDefault="00C83FA2" w:rsidP="00C83FA2">
      <w:pPr>
        <w:pStyle w:val="Text2-1"/>
        <w:rPr>
          <w:color w:val="000000" w:themeColor="text1"/>
        </w:rPr>
      </w:pPr>
      <w:r w:rsidRPr="00AA04CB">
        <w:rPr>
          <w:color w:val="000000" w:themeColor="text1"/>
        </w:rPr>
        <w:t xml:space="preserve">Zhotovitel provede ruční kopané sondy za účelem ověření skutečného vedení inženýrských sítí před započetím zemních prací strojmo. </w:t>
      </w:r>
    </w:p>
    <w:p w14:paraId="37E5BB52" w14:textId="77777777" w:rsidR="00C83FA2" w:rsidRPr="00AA04CB" w:rsidRDefault="00C83FA2" w:rsidP="00C83FA2">
      <w:pPr>
        <w:pStyle w:val="Text2-1"/>
        <w:rPr>
          <w:color w:val="000000" w:themeColor="text1"/>
        </w:rPr>
      </w:pPr>
      <w:r w:rsidRPr="00AA04CB">
        <w:rPr>
          <w:color w:val="000000" w:themeColor="text1"/>
        </w:rPr>
        <w:t xml:space="preserve">V rámci výkopových prací (zejména pro </w:t>
      </w:r>
      <w:proofErr w:type="spellStart"/>
      <w:r w:rsidRPr="00AA04CB">
        <w:rPr>
          <w:color w:val="000000" w:themeColor="text1"/>
        </w:rPr>
        <w:t>kabelovod</w:t>
      </w:r>
      <w:proofErr w:type="spellEnd"/>
      <w:r w:rsidRPr="00AA04CB">
        <w:rPr>
          <w:color w:val="000000" w:themeColor="text1"/>
        </w:rPr>
        <w:t>) bude kladen zvýšený důraz na ruční výkopy. Strojní mechanizace se bude moc použít až po odhalení všech kabelových vedení.</w:t>
      </w:r>
    </w:p>
    <w:p w14:paraId="03500944" w14:textId="77777777" w:rsidR="00C83FA2" w:rsidRPr="00AA04CB" w:rsidRDefault="00C83FA2" w:rsidP="00C83FA2">
      <w:pPr>
        <w:pStyle w:val="Text2-1"/>
        <w:rPr>
          <w:color w:val="000000" w:themeColor="text1"/>
        </w:rPr>
      </w:pPr>
      <w:r w:rsidRPr="00AA04CB">
        <w:rPr>
          <w:color w:val="000000" w:themeColor="text1"/>
        </w:rPr>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0802C54" w14:textId="3E3D0036" w:rsidR="00E70AB8" w:rsidRPr="00AA04CB" w:rsidRDefault="00C83FA2" w:rsidP="00A33437">
      <w:pPr>
        <w:pStyle w:val="Text2-1"/>
      </w:pPr>
      <w:r w:rsidRPr="00AA04CB">
        <w:t xml:space="preserve">Pro vyznačení všech stávajících, provizorních a nových kabelových tras Zhotovitel použije a bude pravidelně aktualizovat veřejně dostupnou mapovou mobilní aplikaci (např. Google </w:t>
      </w:r>
      <w:proofErr w:type="spellStart"/>
      <w:r w:rsidRPr="00AA04CB">
        <w:t>Maps</w:t>
      </w:r>
      <w:proofErr w:type="spellEnd"/>
      <w:r w:rsidRPr="00AA04CB">
        <w:t>, Mapy.cz), kterou bude mít každý podzhotovitel a TSD v k dispozici. Cílem je vytvoř</w:t>
      </w:r>
      <w:r w:rsidRPr="00A33437">
        <w:t>ení vrstev vedení kabelových tras v mapovém podkladu v</w:t>
      </w:r>
      <w:r w:rsidR="00E27C2B" w:rsidRPr="00A33437">
        <w:t> </w:t>
      </w:r>
      <w:r w:rsidRPr="00A33437">
        <w:t>běžně</w:t>
      </w:r>
      <w:r w:rsidR="00E27C2B" w:rsidRPr="00A33437">
        <w:t xml:space="preserve"> </w:t>
      </w:r>
      <w:r w:rsidR="00A33437" w:rsidRPr="00A33437">
        <w:rPr>
          <w:color w:val="000000" w:themeColor="text1"/>
        </w:rPr>
        <w:t>využívané aplikaci. Data pro import mohou být ve formátu *.KML a/nebo *.GPX.</w:t>
      </w:r>
    </w:p>
    <w:p w14:paraId="403155F4" w14:textId="77777777" w:rsidR="00DF7BAA" w:rsidRDefault="00DF7BAA" w:rsidP="00DF7BAA">
      <w:pPr>
        <w:pStyle w:val="Nadpis2-2"/>
      </w:pPr>
      <w:bookmarkStart w:id="25" w:name="_Toc146201812"/>
      <w:r>
        <w:t xml:space="preserve">Zeměměřická </w:t>
      </w:r>
      <w:r w:rsidRPr="0080577B">
        <w:t>činnost</w:t>
      </w:r>
      <w:r>
        <w:t xml:space="preserve"> zhotovitele</w:t>
      </w:r>
      <w:bookmarkEnd w:id="25"/>
    </w:p>
    <w:p w14:paraId="3FBB4E67" w14:textId="77777777"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0FBB9A51" w14:textId="77777777" w:rsidR="00DF7BAA" w:rsidRPr="00F64D19" w:rsidRDefault="00E70AB8" w:rsidP="00F64D19">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2B1BC12F" w14:textId="77777777" w:rsidR="00DF7BAA" w:rsidRDefault="00DF7BAA" w:rsidP="00DF7BAA">
      <w:pPr>
        <w:pStyle w:val="Nadpis2-2"/>
      </w:pPr>
      <w:bookmarkStart w:id="26" w:name="_Toc6410438"/>
      <w:bookmarkStart w:id="27" w:name="_Toc146201813"/>
      <w:r>
        <w:t>Doklady pře</w:t>
      </w:r>
      <w:r w:rsidR="000C7E5E">
        <w:t>d</w:t>
      </w:r>
      <w:r>
        <w:t>kládané zhotovitelem</w:t>
      </w:r>
      <w:bookmarkEnd w:id="26"/>
      <w:bookmarkEnd w:id="27"/>
    </w:p>
    <w:p w14:paraId="62CF04E9" w14:textId="77777777" w:rsidR="00DF7BAA" w:rsidRPr="00F64D19" w:rsidRDefault="00562909" w:rsidP="00DF7BAA">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w:t>
      </w:r>
      <w:r w:rsidR="00D12C76" w:rsidRPr="006C33D8">
        <w:lastRenderedPageBreak/>
        <w:t xml:space="preserve">zakázky a bez jeho předložení </w:t>
      </w:r>
      <w:r w:rsidR="00D12C76">
        <w:t xml:space="preserve">těchto dokladů </w:t>
      </w:r>
      <w:r w:rsidR="00D12C76" w:rsidRPr="006C33D8">
        <w:t>nebude možné zahájit práce na výše uvedených objektech.</w:t>
      </w:r>
      <w:r w:rsidR="00DF7BAA" w:rsidRPr="00F64D19">
        <w:rPr>
          <w:b/>
        </w:rPr>
        <w:t xml:space="preserve"> </w:t>
      </w:r>
    </w:p>
    <w:p w14:paraId="3AFC3A82" w14:textId="77777777" w:rsidR="00DF7BAA" w:rsidRPr="00F64D19" w:rsidRDefault="00DF7BAA" w:rsidP="00DF7BAA">
      <w:pPr>
        <w:pStyle w:val="Text2-1"/>
      </w:pPr>
      <w:r w:rsidRPr="00F64D19">
        <w:t xml:space="preserve">Zhotovitel doloží </w:t>
      </w:r>
      <w:r w:rsidRPr="00F64D19">
        <w:rPr>
          <w:b/>
        </w:rPr>
        <w:t>mimo jiné</w:t>
      </w:r>
      <w:r w:rsidRPr="00F64D19">
        <w:t xml:space="preserve"> před zahájením prací na železniční dopravní cestě prosté kopie dokladů o kvalifikaci zhotovitelů dle Předpisu o odborné způsobilosti a znalosti osob při provozování dráhy a drážní dopravy SŽ Zam1, v platném znění:</w:t>
      </w:r>
    </w:p>
    <w:p w14:paraId="795D5B39" w14:textId="77777777" w:rsidR="00F64D19" w:rsidRDefault="00F64D19" w:rsidP="00F64D19">
      <w:pPr>
        <w:pStyle w:val="Odrka1-1"/>
      </w:pPr>
      <w:r>
        <w:t xml:space="preserve">T-05 c  </w:t>
      </w:r>
    </w:p>
    <w:p w14:paraId="0D819D49" w14:textId="77777777" w:rsidR="00F64D19" w:rsidRDefault="00F64D19" w:rsidP="00F64D19">
      <w:pPr>
        <w:pStyle w:val="Odrka1-1"/>
      </w:pPr>
      <w:r>
        <w:t xml:space="preserve">Z-06 c </w:t>
      </w:r>
    </w:p>
    <w:p w14:paraId="407BAB7F" w14:textId="77777777" w:rsidR="00F64D19" w:rsidRDefault="00F64D19" w:rsidP="00F64D19">
      <w:pPr>
        <w:pStyle w:val="Odrka1-1"/>
      </w:pPr>
      <w:r>
        <w:t>M 02</w:t>
      </w:r>
    </w:p>
    <w:p w14:paraId="636F06E5" w14:textId="77777777" w:rsidR="00F64D19" w:rsidRDefault="00F64D19" w:rsidP="00F64D19">
      <w:pPr>
        <w:pStyle w:val="Odrka1-1"/>
      </w:pPr>
      <w:r>
        <w:t>B-02</w:t>
      </w:r>
    </w:p>
    <w:p w14:paraId="35685E47" w14:textId="77777777" w:rsidR="00F64D19" w:rsidRPr="00F64D19" w:rsidRDefault="00F64D19" w:rsidP="00F64D19">
      <w:pPr>
        <w:pStyle w:val="Odrka1-1"/>
      </w:pPr>
      <w:r w:rsidRPr="00F64D19">
        <w:t>E-07</w:t>
      </w:r>
    </w:p>
    <w:p w14:paraId="7FF59086" w14:textId="77777777" w:rsidR="00DF7BAA" w:rsidRPr="00F64D19" w:rsidRDefault="00F64D19" w:rsidP="00F64D19">
      <w:pPr>
        <w:pStyle w:val="Odrka1-1"/>
      </w:pPr>
      <w:r w:rsidRPr="00F64D19">
        <w:t>TZE</w:t>
      </w:r>
    </w:p>
    <w:p w14:paraId="0AB65081" w14:textId="77777777" w:rsidR="00DF7BAA" w:rsidRDefault="00DF7BAA" w:rsidP="00F64D19">
      <w:pPr>
        <w:pStyle w:val="Text2-1"/>
      </w:pPr>
      <w:r w:rsidRPr="00F64D19">
        <w:t xml:space="preserve">Výše uvedené doklady upravující odbornou způsobilost musí osvědčit odbornou způsobilost samotného dodavatele (je-li fyzickou osobou) nebo jiné osoby, která bude pro dodavatele </w:t>
      </w:r>
      <w:r w:rsidR="00F64D19">
        <w:t xml:space="preserve">příslušnou činnost vykonávat.  </w:t>
      </w:r>
    </w:p>
    <w:p w14:paraId="0F3B2707" w14:textId="77777777" w:rsidR="00DF7BAA" w:rsidRDefault="00DF7BAA" w:rsidP="00DF7BAA">
      <w:pPr>
        <w:pStyle w:val="Nadpis2-2"/>
      </w:pPr>
      <w:bookmarkStart w:id="28" w:name="_Toc6410439"/>
      <w:bookmarkStart w:id="29" w:name="_Toc146201814"/>
      <w:r>
        <w:t>Dokumentace zhotovitele pro stavbu</w:t>
      </w:r>
      <w:bookmarkEnd w:id="28"/>
      <w:bookmarkEnd w:id="29"/>
    </w:p>
    <w:p w14:paraId="6B54F9ED" w14:textId="77777777" w:rsidR="00DF7BAA" w:rsidRPr="0002211B" w:rsidRDefault="00130E62" w:rsidP="00562909">
      <w:pPr>
        <w:pStyle w:val="Text2-1"/>
      </w:pPr>
      <w:r w:rsidRPr="0002211B">
        <w:t>Součástí předmětu díla je i vyhotovení Realizační dokumentace stavby (výrobní, montážní, dílenské, dokumentace dodavatele mostních objektů), která v případě potřeby rozpracovává PDPS</w:t>
      </w:r>
      <w:r w:rsidR="00562909" w:rsidRPr="0002211B">
        <w:t xml:space="preserve"> s ohledem na znalosti konkrétních dodávaných výrobků, technologií, postupů a výrobních podmínek Zhotovitele.</w:t>
      </w:r>
      <w:r w:rsidRPr="0002211B">
        <w:t xml:space="preserve"> </w:t>
      </w:r>
      <w:r w:rsidR="00562909" w:rsidRPr="0002211B">
        <w:t>Obsah a rozsah RDS je definován přílohou P8 směrnice SŽ SM011, Dokumentace staveb Správy železnic, státní organizace (dále jen „SŽ SM011“),</w:t>
      </w:r>
      <w:r w:rsidRPr="0002211B">
        <w:t xml:space="preserve"> zejména</w:t>
      </w:r>
      <w:r w:rsidR="00E37E06" w:rsidRPr="0002211B">
        <w:t> </w:t>
      </w:r>
      <w:r w:rsidRPr="0002211B">
        <w:t>pro:</w:t>
      </w:r>
    </w:p>
    <w:p w14:paraId="3604F6C1" w14:textId="77777777" w:rsidR="00DF7BAA" w:rsidRPr="00A33437" w:rsidRDefault="0002211B" w:rsidP="00D61FC2">
      <w:pPr>
        <w:pStyle w:val="Odstavec1-1a"/>
      </w:pPr>
      <w:r w:rsidRPr="00D61FC2">
        <w:t>SO 500 – Zastřešení bezbariérového přístupu</w:t>
      </w:r>
    </w:p>
    <w:p w14:paraId="777B151D" w14:textId="77777777" w:rsidR="003E2007" w:rsidRDefault="00DF7BAA" w:rsidP="003E2007">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47E5F2EB" w14:textId="77777777" w:rsidR="003E2007" w:rsidRPr="00C36E27" w:rsidRDefault="003E2007" w:rsidP="003E2007">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w:t>
      </w:r>
      <w:r w:rsidRPr="00C36E27">
        <w:t>e probíhat v dostatečném časovém předstihu před objednáním a vlastní montáží.</w:t>
      </w:r>
    </w:p>
    <w:p w14:paraId="5BA50519" w14:textId="596B7B6C" w:rsidR="003E2007" w:rsidRPr="00BC498A" w:rsidRDefault="003E2007" w:rsidP="003E2007">
      <w:pPr>
        <w:pStyle w:val="Text2-1"/>
      </w:pPr>
      <w:r w:rsidRPr="00C36E27">
        <w:t>Rozsah vzorkování je určen přílohou</w:t>
      </w:r>
      <w:bookmarkStart w:id="30" w:name="fff"/>
      <w:bookmarkEnd w:id="30"/>
      <w:r w:rsidR="00F43EF0">
        <w:t xml:space="preserve"> </w:t>
      </w:r>
      <w:r w:rsidR="00F43EF0">
        <w:fldChar w:fldCharType="begin"/>
      </w:r>
      <w:r w:rsidR="00F43EF0">
        <w:instrText xml:space="preserve"> REF _Ref142563119 \r \h </w:instrText>
      </w:r>
      <w:r w:rsidR="00F43EF0">
        <w:fldChar w:fldCharType="separate"/>
      </w:r>
      <w:r w:rsidR="00F43EF0">
        <w:t>7.1.1</w:t>
      </w:r>
      <w:r w:rsidR="00F43EF0">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64C18737" w14:textId="77777777" w:rsidR="003E2007" w:rsidRDefault="003E2007" w:rsidP="003E2007">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6F6D41D6"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4D83AE6B" w14:textId="77777777" w:rsidR="00DF7BAA" w:rsidRPr="00EA0EED" w:rsidRDefault="00DF7BAA" w:rsidP="00EA0EED">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4FC72C7E" w14:textId="77777777" w:rsidR="00DF7BAA" w:rsidRDefault="00DF7BAA" w:rsidP="00DF7BAA">
      <w:pPr>
        <w:pStyle w:val="Nadpis2-2"/>
      </w:pPr>
      <w:bookmarkStart w:id="31" w:name="_Toc6410440"/>
      <w:bookmarkStart w:id="32" w:name="_Toc146201815"/>
      <w:r>
        <w:t>Dokumentace skutečného provedení stavby</w:t>
      </w:r>
      <w:bookmarkEnd w:id="31"/>
      <w:bookmarkEnd w:id="32"/>
    </w:p>
    <w:p w14:paraId="2702ADA6" w14:textId="77777777" w:rsidR="00B53E41" w:rsidRDefault="00B53E41" w:rsidP="00B53E41">
      <w:pPr>
        <w:pStyle w:val="Text2-1"/>
      </w:pPr>
      <w:r>
        <w:t xml:space="preserve">DSPS bude zpracována dle </w:t>
      </w:r>
      <w:r w:rsidR="00E37E06">
        <w:t>p</w:t>
      </w:r>
      <w:r>
        <w:t>řílohy P9 směrnice SŽ SM011.</w:t>
      </w:r>
    </w:p>
    <w:p w14:paraId="2CCC84E9" w14:textId="77777777" w:rsidR="00D12C76" w:rsidRPr="00EA0EED" w:rsidRDefault="00DF7BAA" w:rsidP="00D12C76">
      <w:pPr>
        <w:pStyle w:val="Text2-1"/>
      </w:pPr>
      <w:r>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w:t>
      </w:r>
      <w:r>
        <w:lastRenderedPageBreak/>
        <w:t>v rozsahu odpovídající trajektorií kolejí, ve kterých investiční akce proběhla a budou předána na vhodném přenosném zařízení podle objemu dat (např. externí HD).</w:t>
      </w:r>
      <w:bookmarkStart w:id="33" w:name="_Ref62136016"/>
    </w:p>
    <w:p w14:paraId="3D139CB0" w14:textId="77777777" w:rsidR="00D12C76" w:rsidRPr="00936D2A" w:rsidRDefault="00D12C76" w:rsidP="00D12C76">
      <w:pPr>
        <w:pStyle w:val="Text2-1"/>
      </w:pPr>
      <w:bookmarkStart w:id="34" w:name="_Ref62143456"/>
      <w:r w:rsidRPr="007E0E61">
        <w:rPr>
          <w:b/>
        </w:rPr>
        <w:t>ES prohlášení o ověření subsystému:</w:t>
      </w:r>
      <w:bookmarkEnd w:id="33"/>
      <w:bookmarkEnd w:id="34"/>
    </w:p>
    <w:p w14:paraId="346ECEB3"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musí Zhotovitel v souladu s TSI CCS zajistit buď vydání nového nebo aktualizaci stávajícího ES certifikátu o ověření subsystému nebo zajištění vydání Posouzení změny subsystému notifikovanou osobou</w:t>
      </w:r>
      <w:r w:rsidRPr="00E85009">
        <w:t xml:space="preserve"> jako doplňku stávajícího ES certifikátu o ověření subsystému. </w:t>
      </w:r>
    </w:p>
    <w:p w14:paraId="19FC7CCD"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64C7ACD" w14:textId="77777777"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F0FB209"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82DD983" w14:textId="77777777"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14:paraId="71FE530C" w14:textId="77777777" w:rsidR="00B94742" w:rsidRPr="00EA0EED" w:rsidRDefault="00D12C76" w:rsidP="00EA0EED">
      <w:pPr>
        <w:pStyle w:val="Text2-2"/>
      </w:pPr>
      <w:r>
        <w:t>Zhotovitel musí rovněž zajistit aktualizaci nebo vydání nového průkazu způsobilosti UTZ.</w:t>
      </w:r>
      <w:r w:rsidR="00B94742" w:rsidRPr="00EA0EED">
        <w:rPr>
          <w:b/>
        </w:rPr>
        <w:t xml:space="preserve"> </w:t>
      </w:r>
    </w:p>
    <w:p w14:paraId="44C4F91B" w14:textId="77777777" w:rsidR="00DF7BAA" w:rsidRDefault="00B94742" w:rsidP="00EA0EED">
      <w:pPr>
        <w:pStyle w:val="Text2-1"/>
      </w:pPr>
      <w:r w:rsidRPr="00EA0EED">
        <w:t xml:space="preserve">Předání DSPS dle </w:t>
      </w:r>
      <w:r w:rsidR="00090F72" w:rsidRPr="00EA0EED">
        <w:t xml:space="preserve">článku </w:t>
      </w:r>
      <w:r w:rsidR="00FA17DD" w:rsidRPr="00EA0EED">
        <w:t xml:space="preserve">1.11.5 Kapitoly 1 TKP </w:t>
      </w:r>
      <w:r w:rsidRPr="00EA0EED">
        <w:t>proběhne na médiu</w:t>
      </w:r>
      <w:r w:rsidR="00FA17DD" w:rsidRPr="00EA0EED">
        <w:t>:</w:t>
      </w:r>
      <w:r w:rsidRPr="00EA0EED">
        <w:t xml:space="preserve"> USB </w:t>
      </w:r>
      <w:proofErr w:type="spellStart"/>
      <w:r w:rsidRPr="00EA0EED">
        <w:t>flash</w:t>
      </w:r>
      <w:proofErr w:type="spellEnd"/>
      <w:r w:rsidRPr="00EA0EED">
        <w:t xml:space="preserve"> disk. </w:t>
      </w:r>
    </w:p>
    <w:p w14:paraId="5395637D" w14:textId="77777777" w:rsidR="00DF7BAA" w:rsidRDefault="00DF7BAA" w:rsidP="00DF7BAA">
      <w:pPr>
        <w:pStyle w:val="Nadpis2-2"/>
      </w:pPr>
      <w:bookmarkStart w:id="35" w:name="_Toc6410458"/>
      <w:bookmarkStart w:id="36" w:name="_Toc146201816"/>
      <w:r>
        <w:t>Životní prostředí</w:t>
      </w:r>
      <w:bookmarkEnd w:id="36"/>
      <w:r>
        <w:t xml:space="preserve"> </w:t>
      </w:r>
      <w:bookmarkEnd w:id="35"/>
    </w:p>
    <w:p w14:paraId="251694B8" w14:textId="77777777" w:rsidR="00217951" w:rsidRPr="00EC0A03" w:rsidRDefault="001860E7" w:rsidP="00EC0A03">
      <w:pPr>
        <w:pStyle w:val="Text2-1"/>
        <w:rPr>
          <w:rStyle w:val="Tun"/>
        </w:rPr>
      </w:pPr>
      <w:r w:rsidRPr="00B61D30">
        <w:rPr>
          <w:rStyle w:val="Tun"/>
        </w:rPr>
        <w:t xml:space="preserve">Nakládání s odpady </w:t>
      </w:r>
    </w:p>
    <w:p w14:paraId="7A58730B" w14:textId="77777777" w:rsidR="00D61FC2" w:rsidRPr="00856573" w:rsidRDefault="00D61FC2" w:rsidP="00D61FC2">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6E54164E" w14:textId="77777777"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 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w:t>
      </w:r>
      <w:r w:rsidRPr="008444F1">
        <w:rPr>
          <w:i/>
        </w:rPr>
        <w:lastRenderedPageBreak/>
        <w:t xml:space="preserve">výrobků neuvedené pod číslem 17 01 06; 17 02 01 Dřevo; 17 02 02 Sklo; 17 02 03 Plasty; 17 03 02 Asfaltové směsi neuvedené pod číslem 17 03 01; </w:t>
      </w:r>
      <w:r w:rsidR="003202DC" w:rsidRPr="008444F1">
        <w:rPr>
          <w:i/>
        </w:rPr>
        <w:t xml:space="preserve">17 04 Kovy (včetně jejich slitin;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 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 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w:t>
      </w:r>
      <w:r w:rsidRPr="001F10C2">
        <w:t xml:space="preserve">v rámci České republiky je uveden např. na webových stránkách </w:t>
      </w:r>
      <w:hyperlink r:id="rId11" w:history="1">
        <w:r w:rsidR="009C016F" w:rsidRPr="001F10C2">
          <w:rPr>
            <w:rStyle w:val="Hypertextovodkaz"/>
          </w:rPr>
          <w:t>https://www.betonserver.cz/skladky-suti-recyklace/recyklacni-centra</w:t>
        </w:r>
      </w:hyperlink>
      <w:r w:rsidR="009C016F" w:rsidRPr="001F10C2">
        <w:t xml:space="preserve">. </w:t>
      </w:r>
      <w:r w:rsidRPr="001F10C2">
        <w:t>Zhotovitel ocení položky odpadů v </w:t>
      </w:r>
      <w:r w:rsidR="00886163" w:rsidRPr="001F10C2">
        <w:t>jednotlivých SO/PS</w:t>
      </w:r>
      <w:r w:rsidR="001F10C2" w:rsidRPr="001F10C2">
        <w:t xml:space="preserve"> </w:t>
      </w:r>
      <w:r w:rsidRPr="001F10C2">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1F10C2">
        <w:rPr>
          <w:rStyle w:val="Tun"/>
          <w:b w:val="0"/>
        </w:rPr>
        <w:t xml:space="preserve"> pro opětovné použití.</w:t>
      </w:r>
      <w:r w:rsidRPr="00ED2516">
        <w:rPr>
          <w:rStyle w:val="Tun"/>
          <w:b w:val="0"/>
        </w:rPr>
        <w:t xml:space="preserve"> </w:t>
      </w:r>
    </w:p>
    <w:p w14:paraId="2AE8A8C5" w14:textId="77777777" w:rsidR="00217951" w:rsidRPr="001F10C2" w:rsidRDefault="00217951" w:rsidP="00217951">
      <w:pPr>
        <w:pStyle w:val="Text2-2"/>
        <w:rPr>
          <w:rStyle w:val="Tun"/>
          <w:b w:val="0"/>
        </w:rPr>
      </w:pPr>
      <w:r w:rsidRPr="001F10C2">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1F10C2">
        <w:rPr>
          <w:rStyle w:val="Tun"/>
          <w:b w:val="0"/>
        </w:rPr>
        <w:t>TDS</w:t>
      </w:r>
      <w:r w:rsidRPr="001F10C2">
        <w:rPr>
          <w:rStyle w:val="Tun"/>
          <w:b w:val="0"/>
        </w:rPr>
        <w:t xml:space="preserve"> a </w:t>
      </w:r>
      <w:r w:rsidR="00A63696" w:rsidRPr="001F10C2">
        <w:rPr>
          <w:rStyle w:val="Tun"/>
          <w:b w:val="0"/>
        </w:rPr>
        <w:t>garantovi za</w:t>
      </w:r>
      <w:r w:rsidRPr="001F10C2">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1F10C2">
        <w:rPr>
          <w:rStyle w:val="Tun"/>
          <w:b w:val="0"/>
        </w:rPr>
        <w:t> </w:t>
      </w:r>
      <w:r w:rsidRPr="001F10C2">
        <w:rPr>
          <w:rStyle w:val="Tun"/>
          <w:b w:val="0"/>
        </w:rPr>
        <w:t>nutné rozebírat selektivně a shromažďovat demoliční odpad odděleně, aby</w:t>
      </w:r>
      <w:r w:rsidR="003827BF" w:rsidRPr="001F10C2">
        <w:rPr>
          <w:rStyle w:val="Tun"/>
          <w:b w:val="0"/>
        </w:rPr>
        <w:t> </w:t>
      </w:r>
      <w:r w:rsidRPr="001F10C2">
        <w:rPr>
          <w:rStyle w:val="Tun"/>
          <w:b w:val="0"/>
        </w:rPr>
        <w:t xml:space="preserve">byla zajištěna potřebná kvalita vytříděného materiálu určeného k recyklaci nebo opětovnému použití. Zhotovitel před ukončením díla předá </w:t>
      </w:r>
      <w:r w:rsidR="003827BF" w:rsidRPr="001F10C2">
        <w:rPr>
          <w:rStyle w:val="Tun"/>
          <w:b w:val="0"/>
        </w:rPr>
        <w:t>TDS</w:t>
      </w:r>
      <w:r w:rsidRPr="001F10C2">
        <w:rPr>
          <w:rStyle w:val="Tun"/>
          <w:b w:val="0"/>
        </w:rPr>
        <w:t xml:space="preserve"> a</w:t>
      </w:r>
      <w:r w:rsidR="003827BF" w:rsidRPr="001F10C2">
        <w:rPr>
          <w:rStyle w:val="Tun"/>
          <w:b w:val="0"/>
        </w:rPr>
        <w:t> </w:t>
      </w:r>
      <w:r w:rsidR="00EB7A07" w:rsidRPr="001F10C2">
        <w:rPr>
          <w:rStyle w:val="Tun"/>
          <w:b w:val="0"/>
        </w:rPr>
        <w:t xml:space="preserve">garantovi za </w:t>
      </w:r>
      <w:r w:rsidRPr="001F10C2">
        <w:rPr>
          <w:rStyle w:val="Tun"/>
          <w:b w:val="0"/>
        </w:rPr>
        <w:t>ŽP Objednatele přehled s uvedeným množstvím, se</w:t>
      </w:r>
      <w:r w:rsidR="003827BF" w:rsidRPr="001F10C2">
        <w:rPr>
          <w:rStyle w:val="Tun"/>
          <w:b w:val="0"/>
        </w:rPr>
        <w:t> </w:t>
      </w:r>
      <w:r w:rsidRPr="001F10C2">
        <w:rPr>
          <w:rStyle w:val="Tun"/>
          <w:b w:val="0"/>
        </w:rPr>
        <w:t>způsobem nakládání vzniklého stavebního a demoličního odpadu a mírou recyklace pro předmětné SO.</w:t>
      </w:r>
    </w:p>
    <w:p w14:paraId="3A9F5FEA" w14:textId="77777777" w:rsidR="00217951" w:rsidRPr="00AA04CB"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w:t>
      </w:r>
      <w:r w:rsidRPr="00AA04CB">
        <w:rPr>
          <w:rStyle w:val="Tun"/>
          <w:b w:val="0"/>
        </w:rPr>
        <w:t xml:space="preserve">těženého železničního svršku a spodku a výkopových zemin v ostatních konstrukčních vrstvách. Plán vzorkování bude zpracován dle postupu stavebních prací (dle ZOV). Následné vzorkování proběhne za účasti </w:t>
      </w:r>
      <w:r w:rsidR="00981A8E" w:rsidRPr="00AA04CB">
        <w:rPr>
          <w:rStyle w:val="Tun"/>
          <w:b w:val="0"/>
        </w:rPr>
        <w:t>s</w:t>
      </w:r>
      <w:r w:rsidRPr="00AA04CB">
        <w:rPr>
          <w:rStyle w:val="Tun"/>
          <w:b w:val="0"/>
        </w:rPr>
        <w:t>pecialisty ŽP Objednatele a Správce trati.</w:t>
      </w:r>
    </w:p>
    <w:p w14:paraId="0F2F5F64" w14:textId="77777777" w:rsidR="00217951" w:rsidRPr="00AA04CB" w:rsidRDefault="00217951" w:rsidP="00217951">
      <w:pPr>
        <w:pStyle w:val="Text2-2"/>
        <w:rPr>
          <w:rStyle w:val="Tun"/>
          <w:b w:val="0"/>
        </w:rPr>
      </w:pPr>
      <w:r w:rsidRPr="00AA04CB">
        <w:rPr>
          <w:rStyle w:val="Tun"/>
          <w:b w:val="0"/>
        </w:rPr>
        <w:t xml:space="preserve">Zhotovitel na základě závěrů ze vzorkování předá </w:t>
      </w:r>
      <w:r w:rsidR="00EB7A07" w:rsidRPr="00AA04CB">
        <w:rPr>
          <w:rStyle w:val="Tun"/>
          <w:b w:val="0"/>
        </w:rPr>
        <w:t>garantovi za </w:t>
      </w:r>
      <w:r w:rsidRPr="00AA04CB">
        <w:rPr>
          <w:rStyle w:val="Tun"/>
          <w:b w:val="0"/>
        </w:rPr>
        <w:t>ŽP Objednatele plán nakládání s vytěženým materiálem, respektive odpadem, který bude specifikovat změny oproti Projektové dokumentaci. Důraz bude kladen na maximální míru recyklace a dalšího využití materiálu, respektive odpadu.</w:t>
      </w:r>
    </w:p>
    <w:p w14:paraId="276B2877" w14:textId="77777777" w:rsidR="001860E7" w:rsidRPr="00AA04CB" w:rsidRDefault="001860E7" w:rsidP="001860E7">
      <w:pPr>
        <w:pStyle w:val="Text2-2"/>
      </w:pPr>
      <w:r w:rsidRPr="00AA04CB">
        <w:rPr>
          <w:rStyle w:val="Tun"/>
        </w:rPr>
        <w:t>Zhotovitel stavby si zajistí rozsah skládek</w:t>
      </w:r>
      <w:r w:rsidR="00217951" w:rsidRPr="00AA04CB">
        <w:rPr>
          <w:rStyle w:val="Tun"/>
        </w:rPr>
        <w:t>, resp</w:t>
      </w:r>
      <w:r w:rsidR="00D271D7" w:rsidRPr="00AA04CB">
        <w:rPr>
          <w:rStyle w:val="Tun"/>
        </w:rPr>
        <w:t>.</w:t>
      </w:r>
      <w:r w:rsidR="00217951" w:rsidRPr="00AA04CB">
        <w:rPr>
          <w:rStyle w:val="Tun"/>
        </w:rPr>
        <w:t xml:space="preserve"> recyklačních </w:t>
      </w:r>
      <w:r w:rsidR="00D271D7" w:rsidRPr="00AA04CB">
        <w:rPr>
          <w:rStyle w:val="Tun"/>
        </w:rPr>
        <w:t xml:space="preserve">míst/center </w:t>
      </w:r>
      <w:r w:rsidRPr="00AA04CB">
        <w:rPr>
          <w:rStyle w:val="Tun"/>
        </w:rPr>
        <w:t>sám, a to dle celkového množství a kategorie odpadů a</w:t>
      </w:r>
      <w:r w:rsidR="002370B0" w:rsidRPr="00AA04CB">
        <w:rPr>
          <w:rStyle w:val="Tun"/>
        </w:rPr>
        <w:t> </w:t>
      </w:r>
      <w:r w:rsidRPr="00AA04CB">
        <w:rPr>
          <w:rStyle w:val="Tun"/>
        </w:rPr>
        <w:t>tuto cenu si včetně rizika zohlední v nabídkové ceně položky.</w:t>
      </w:r>
      <w:r w:rsidRPr="00AA04CB">
        <w:t xml:space="preserve">   </w:t>
      </w:r>
    </w:p>
    <w:p w14:paraId="5268C90C" w14:textId="3E143D5C" w:rsidR="007C15BD" w:rsidRPr="00AA04CB" w:rsidRDefault="001860E7" w:rsidP="0001163A">
      <w:pPr>
        <w:pStyle w:val="Text2-2"/>
      </w:pPr>
      <w:r w:rsidRPr="00AA04CB">
        <w:rPr>
          <w:rStyle w:val="Tun"/>
        </w:rPr>
        <w:t>Polohy a vzdálenosti skládek</w:t>
      </w:r>
      <w:r w:rsidR="00234E1A" w:rsidRPr="00AA04CB">
        <w:rPr>
          <w:rStyle w:val="Tun"/>
        </w:rPr>
        <w:t>, resp</w:t>
      </w:r>
      <w:r w:rsidR="00D271D7" w:rsidRPr="00AA04CB">
        <w:rPr>
          <w:rStyle w:val="Tun"/>
        </w:rPr>
        <w:t>.</w:t>
      </w:r>
      <w:r w:rsidR="00234E1A" w:rsidRPr="00AA04CB">
        <w:rPr>
          <w:rStyle w:val="Tun"/>
        </w:rPr>
        <w:t xml:space="preserve"> recyklačních </w:t>
      </w:r>
      <w:r w:rsidR="00D271D7" w:rsidRPr="00AA04CB">
        <w:rPr>
          <w:rStyle w:val="Tun"/>
        </w:rPr>
        <w:t>míst/center</w:t>
      </w:r>
      <w:r w:rsidRPr="00AA04CB">
        <w:rPr>
          <w:rStyle w:val="Tun"/>
        </w:rPr>
        <w:t xml:space="preserve"> pro</w:t>
      </w:r>
      <w:r w:rsidR="00D173CC" w:rsidRPr="00AA04CB">
        <w:rPr>
          <w:rStyle w:val="Tun"/>
        </w:rPr>
        <w:t> </w:t>
      </w:r>
      <w:r w:rsidRPr="00AA04CB">
        <w:rPr>
          <w:rStyle w:val="Tun"/>
        </w:rPr>
        <w:t>likvidaci</w:t>
      </w:r>
      <w:r w:rsidR="00234E1A" w:rsidRPr="00AA04CB">
        <w:rPr>
          <w:rStyle w:val="Tun"/>
        </w:rPr>
        <w:t>, resp</w:t>
      </w:r>
      <w:r w:rsidR="00D271D7" w:rsidRPr="00AA04CB">
        <w:rPr>
          <w:rStyle w:val="Tun"/>
        </w:rPr>
        <w:t xml:space="preserve">. </w:t>
      </w:r>
      <w:r w:rsidR="00234E1A" w:rsidRPr="00AA04CB">
        <w:rPr>
          <w:rStyle w:val="Tun"/>
        </w:rPr>
        <w:t>recyklaci</w:t>
      </w:r>
      <w:r w:rsidRPr="00AA04CB">
        <w:rPr>
          <w:rStyle w:val="Tun"/>
        </w:rPr>
        <w:t xml:space="preserve"> odpadů uvedené v Projektové dokumentaci jsou pouze informativní a slouží pro interní potřeby Objednatele a</w:t>
      </w:r>
      <w:r w:rsidR="00D271D7" w:rsidRPr="00AA04CB">
        <w:rPr>
          <w:rStyle w:val="Tun"/>
        </w:rPr>
        <w:t> </w:t>
      </w:r>
      <w:r w:rsidRPr="00AA04CB">
        <w:rPr>
          <w:rStyle w:val="Tun"/>
        </w:rPr>
        <w:t>stavebního řízení. Umístění skládek</w:t>
      </w:r>
      <w:r w:rsidR="00234E1A" w:rsidRPr="00AA04CB">
        <w:rPr>
          <w:rStyle w:val="Tun"/>
        </w:rPr>
        <w:t>, resp</w:t>
      </w:r>
      <w:r w:rsidR="00D271D7" w:rsidRPr="00AA04CB">
        <w:rPr>
          <w:rStyle w:val="Tun"/>
        </w:rPr>
        <w:t>.</w:t>
      </w:r>
      <w:r w:rsidR="00234E1A" w:rsidRPr="00AA04CB">
        <w:rPr>
          <w:rStyle w:val="Tun"/>
        </w:rPr>
        <w:t xml:space="preserve"> recyklačních </w:t>
      </w:r>
      <w:r w:rsidR="00D271D7" w:rsidRPr="00AA04CB">
        <w:rPr>
          <w:rStyle w:val="Tun"/>
        </w:rPr>
        <w:t>míst/center</w:t>
      </w:r>
      <w:r w:rsidRPr="00AA04CB">
        <w:rPr>
          <w:rStyle w:val="Tun"/>
        </w:rPr>
        <w:t xml:space="preserve"> není podkladem pro výběrové řízení na</w:t>
      </w:r>
      <w:r w:rsidR="00234E1A" w:rsidRPr="00AA04CB">
        <w:rPr>
          <w:rStyle w:val="Tun"/>
        </w:rPr>
        <w:t> </w:t>
      </w:r>
      <w:r w:rsidRPr="00AA04CB">
        <w:rPr>
          <w:rStyle w:val="Tun"/>
        </w:rPr>
        <w:t>zhotovitele stavby, má tedy pouze informativní charakter.</w:t>
      </w:r>
      <w:bookmarkStart w:id="37" w:name="_Toc6410460"/>
    </w:p>
    <w:p w14:paraId="18F5B2EB" w14:textId="77777777" w:rsidR="00DF7BAA" w:rsidRPr="00AA04CB" w:rsidRDefault="00DF7BAA" w:rsidP="00DF7BAA">
      <w:pPr>
        <w:pStyle w:val="Nadpis2-1"/>
      </w:pPr>
      <w:bookmarkStart w:id="38" w:name="_Toc146201817"/>
      <w:r w:rsidRPr="00AA04CB">
        <w:lastRenderedPageBreak/>
        <w:t>ORGANIZACE VÝSTAVBY, VÝLUKY</w:t>
      </w:r>
      <w:bookmarkEnd w:id="37"/>
      <w:bookmarkEnd w:id="38"/>
    </w:p>
    <w:p w14:paraId="24DDA7E1" w14:textId="77777777" w:rsidR="00DF7BAA" w:rsidRPr="00877353" w:rsidRDefault="00DF7BAA" w:rsidP="00877353">
      <w:pPr>
        <w:pStyle w:val="Text2-1"/>
      </w:pPr>
      <w:r w:rsidRPr="00AA04CB">
        <w:t>Rozhodující milníky doporučeného časového harmonogramu: Při zpracování harmonogramu je nutné vycházet z jednotlivých stavebních postupů uvedených v ZOV a</w:t>
      </w:r>
      <w:r w:rsidR="00BC5413" w:rsidRPr="00AA04CB">
        <w:t> </w:t>
      </w:r>
      <w:r w:rsidRPr="00AA04CB">
        <w:t>dodržet množství a délku předjednaných</w:t>
      </w:r>
      <w:r w:rsidRPr="00877353">
        <w:t xml:space="preserve"> výluk</w:t>
      </w:r>
      <w:r w:rsidR="00D056E3" w:rsidRPr="00877353">
        <w:t>.</w:t>
      </w:r>
      <w:r w:rsidRPr="00877353">
        <w:t xml:space="preserve">  </w:t>
      </w:r>
    </w:p>
    <w:p w14:paraId="667E39A7" w14:textId="77777777" w:rsidR="00DF7BAA" w:rsidRPr="00877353" w:rsidRDefault="00DF7BAA" w:rsidP="00DF7BAA">
      <w:pPr>
        <w:pStyle w:val="Text2-1"/>
      </w:pPr>
      <w:r w:rsidRPr="00877353">
        <w:t>V harmonogramu postupu prací je nutno dle ZOV v Projektové dokumentaci respektovat zejména následující požadavky a termíny:</w:t>
      </w:r>
    </w:p>
    <w:p w14:paraId="1376B07C" w14:textId="77777777" w:rsidR="00DF7BAA" w:rsidRPr="00877353" w:rsidRDefault="00DF7BAA" w:rsidP="0047647C">
      <w:pPr>
        <w:pStyle w:val="Odrka1-1"/>
        <w:numPr>
          <w:ilvl w:val="0"/>
          <w:numId w:val="4"/>
        </w:numPr>
        <w:spacing w:after="60"/>
      </w:pPr>
      <w:r w:rsidRPr="00877353">
        <w:t>termín zahájení a ukončení stavby</w:t>
      </w:r>
    </w:p>
    <w:p w14:paraId="4B5D3F57" w14:textId="77777777" w:rsidR="00DF7BAA" w:rsidRPr="00877353" w:rsidRDefault="00DF7BAA" w:rsidP="0047647C">
      <w:pPr>
        <w:pStyle w:val="Odrka1-1"/>
        <w:numPr>
          <w:ilvl w:val="0"/>
          <w:numId w:val="4"/>
        </w:numPr>
        <w:spacing w:after="60"/>
      </w:pPr>
      <w:r w:rsidRPr="00877353">
        <w:t>možné termíny uvádění provozuschopných celků do provozu</w:t>
      </w:r>
    </w:p>
    <w:p w14:paraId="5353D295" w14:textId="77777777" w:rsidR="00DF7BAA" w:rsidRPr="00877353" w:rsidRDefault="00DF7BAA" w:rsidP="00877353">
      <w:pPr>
        <w:pStyle w:val="Odrka1-1"/>
        <w:numPr>
          <w:ilvl w:val="0"/>
          <w:numId w:val="4"/>
        </w:numPr>
        <w:spacing w:after="60"/>
      </w:pPr>
      <w:r w:rsidRPr="00877353">
        <w:t>výlukovou činnost s maxi</w:t>
      </w:r>
      <w:r w:rsidR="00877353" w:rsidRPr="00877353">
        <w:t>málním využitím výlukových časů</w:t>
      </w:r>
    </w:p>
    <w:p w14:paraId="51C28022" w14:textId="77777777" w:rsidR="00DF7BAA" w:rsidRPr="00877353" w:rsidRDefault="00DF7BAA" w:rsidP="0047647C">
      <w:pPr>
        <w:pStyle w:val="Odrka1-1"/>
        <w:numPr>
          <w:ilvl w:val="0"/>
          <w:numId w:val="4"/>
        </w:numPr>
        <w:spacing w:after="60"/>
      </w:pPr>
      <w:r w:rsidRPr="00877353">
        <w:t>přechodové stavy, provozní zkoušky (kontrolní a zkušební plán)</w:t>
      </w:r>
    </w:p>
    <w:p w14:paraId="2DBA88AC" w14:textId="77777777" w:rsidR="00DF7BAA" w:rsidRPr="00877353" w:rsidRDefault="00DF7BAA" w:rsidP="0047647C">
      <w:pPr>
        <w:pStyle w:val="Odrka1-1"/>
        <w:numPr>
          <w:ilvl w:val="0"/>
          <w:numId w:val="4"/>
        </w:numPr>
        <w:spacing w:after="60"/>
      </w:pPr>
      <w:r w:rsidRPr="00877353">
        <w:t>koordinace se souběžně probíhajícími stavbami</w:t>
      </w:r>
    </w:p>
    <w:p w14:paraId="6819ECAC" w14:textId="77777777" w:rsidR="00DF7BAA" w:rsidRPr="00877353" w:rsidRDefault="00DF7BAA" w:rsidP="00DF7BAA">
      <w:pPr>
        <w:pStyle w:val="Text2-1"/>
      </w:pPr>
      <w:r w:rsidRPr="00877353">
        <w:t xml:space="preserve">Zhotovitel se zavazuje v souladu s Projektovou dokumentací, část dopravní technologie, považovat zde uvedené množství a délku výluk za maximální. Objednatel si vyhrazuje právo pozměnit </w:t>
      </w:r>
      <w:r w:rsidR="00DB58AA" w:rsidRPr="00877353">
        <w:t>Z</w:t>
      </w:r>
      <w:r w:rsidRPr="00877353">
        <w:t>hotoviteli navržené časové horizonty rozhodujících výluk s cílem dosáhnout jejich maximálního využití a sladění s výlukami sousedních staveb.</w:t>
      </w:r>
    </w:p>
    <w:p w14:paraId="4599798C" w14:textId="77777777" w:rsidR="00DF7BAA" w:rsidRDefault="00DF7BAA" w:rsidP="00DF7BAA">
      <w:pPr>
        <w:pStyle w:val="Text2-1"/>
      </w:pPr>
      <w:r w:rsidRPr="00877353">
        <w:t xml:space="preserve">Závazným pro </w:t>
      </w:r>
      <w:r w:rsidR="00DB58AA" w:rsidRPr="00877353">
        <w:t>Z</w:t>
      </w:r>
      <w:r w:rsidRPr="00877353">
        <w:t>hotovitele jsou termíny a rozsah výluk, které jsou uvedeny v následující tabulce:</w:t>
      </w:r>
    </w:p>
    <w:tbl>
      <w:tblPr>
        <w:tblStyle w:val="Tabulka10"/>
        <w:tblW w:w="8051"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3073"/>
        <w:gridCol w:w="1694"/>
        <w:gridCol w:w="1964"/>
      </w:tblGrid>
      <w:tr w:rsidR="00877353" w:rsidRPr="00404F88" w14:paraId="0B574F5C" w14:textId="77777777" w:rsidTr="006F54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BD8BB63" w14:textId="77777777" w:rsidR="00877353" w:rsidRPr="009431C1" w:rsidRDefault="00877353" w:rsidP="006E2D4F">
            <w:pPr>
              <w:pStyle w:val="Tabulka-9"/>
              <w:rPr>
                <w:b/>
              </w:rPr>
            </w:pPr>
            <w:r w:rsidRPr="009431C1">
              <w:rPr>
                <w:b/>
              </w:rPr>
              <w:t>Postup</w:t>
            </w:r>
          </w:p>
        </w:tc>
        <w:tc>
          <w:tcPr>
            <w:tcW w:w="307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99A267" w14:textId="77777777" w:rsidR="00877353" w:rsidRPr="009431C1" w:rsidRDefault="00877353" w:rsidP="006E2D4F">
            <w:pPr>
              <w:pStyle w:val="Tabulka-9"/>
              <w:cnfStyle w:val="100000000000" w:firstRow="1" w:lastRow="0" w:firstColumn="0" w:lastColumn="0" w:oddVBand="0" w:evenVBand="0" w:oddHBand="0" w:evenHBand="0" w:firstRowFirstColumn="0" w:firstRowLastColumn="0" w:lastRowFirstColumn="0" w:lastRowLastColumn="0"/>
              <w:rPr>
                <w:b/>
              </w:rPr>
            </w:pPr>
            <w:r w:rsidRPr="009431C1">
              <w:rPr>
                <w:b/>
              </w:rPr>
              <w:t>Činnosti</w:t>
            </w:r>
          </w:p>
        </w:tc>
        <w:tc>
          <w:tcPr>
            <w:tcW w:w="16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F8104E" w14:textId="77777777" w:rsidR="00877353" w:rsidRPr="009431C1" w:rsidRDefault="00877353" w:rsidP="006E2D4F">
            <w:pPr>
              <w:pStyle w:val="Tabulka-9"/>
              <w:cnfStyle w:val="100000000000" w:firstRow="1" w:lastRow="0" w:firstColumn="0" w:lastColumn="0" w:oddVBand="0" w:evenVBand="0" w:oddHBand="0" w:evenHBand="0" w:firstRowFirstColumn="0" w:firstRowLastColumn="0" w:lastRowFirstColumn="0" w:lastRowLastColumn="0"/>
              <w:rPr>
                <w:b/>
              </w:rPr>
            </w:pPr>
            <w:r w:rsidRPr="009431C1">
              <w:rPr>
                <w:b/>
              </w:rPr>
              <w:t>Typ výluky</w:t>
            </w:r>
          </w:p>
        </w:tc>
        <w:tc>
          <w:tcPr>
            <w:tcW w:w="19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962D5E" w14:textId="77777777" w:rsidR="00877353" w:rsidRPr="009431C1" w:rsidRDefault="00877353" w:rsidP="006E2D4F">
            <w:pPr>
              <w:pStyle w:val="Tabulka-9"/>
              <w:cnfStyle w:val="100000000000" w:firstRow="1" w:lastRow="0" w:firstColumn="0" w:lastColumn="0" w:oddVBand="0" w:evenVBand="0" w:oddHBand="0" w:evenHBand="0" w:firstRowFirstColumn="0" w:firstRowLastColumn="0" w:lastRowFirstColumn="0" w:lastRowLastColumn="0"/>
              <w:rPr>
                <w:b/>
              </w:rPr>
            </w:pPr>
            <w:r w:rsidRPr="009431C1">
              <w:rPr>
                <w:b/>
              </w:rPr>
              <w:t>Doba trvání</w:t>
            </w:r>
          </w:p>
        </w:tc>
      </w:tr>
      <w:tr w:rsidR="00877353" w:rsidRPr="00404F88" w14:paraId="099F4A66" w14:textId="77777777" w:rsidTr="006F54B9">
        <w:tc>
          <w:tcPr>
            <w:cnfStyle w:val="001000000000" w:firstRow="0" w:lastRow="0" w:firstColumn="1" w:lastColumn="0" w:oddVBand="0" w:evenVBand="0" w:oddHBand="0" w:evenHBand="0" w:firstRowFirstColumn="0" w:firstRowLastColumn="0" w:lastRowFirstColumn="0" w:lastRowLastColumn="0"/>
            <w:tcW w:w="1320" w:type="dxa"/>
          </w:tcPr>
          <w:p w14:paraId="2F8C3897" w14:textId="62C819E6" w:rsidR="00877353" w:rsidRPr="00D953B4" w:rsidRDefault="009D0ADE" w:rsidP="006E2D4F">
            <w:pPr>
              <w:pStyle w:val="Tabulka-9"/>
            </w:pPr>
            <w:r>
              <w:t>Přípravné práce</w:t>
            </w:r>
          </w:p>
        </w:tc>
        <w:tc>
          <w:tcPr>
            <w:tcW w:w="3073" w:type="dxa"/>
          </w:tcPr>
          <w:p w14:paraId="3163CD3A" w14:textId="77777777" w:rsidR="00877353" w:rsidRPr="00812206"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812206">
              <w:t xml:space="preserve">- úprava výškové polohy závěsného </w:t>
            </w:r>
            <w:proofErr w:type="spellStart"/>
            <w:r w:rsidRPr="00812206">
              <w:t>optic</w:t>
            </w:r>
            <w:proofErr w:type="spellEnd"/>
            <w:r w:rsidRPr="00812206">
              <w:t xml:space="preserve">. kabelu </w:t>
            </w:r>
          </w:p>
          <w:p w14:paraId="5CC4F1C6" w14:textId="77777777" w:rsidR="00877353" w:rsidRPr="00812206"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812206">
              <w:t>-odstranění stávajícího zastřešení schodiš</w:t>
            </w:r>
            <w:r>
              <w:t>ť</w:t>
            </w:r>
          </w:p>
          <w:p w14:paraId="0A7C329E" w14:textId="77777777" w:rsidR="00877353" w:rsidRPr="00812206"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812206">
              <w:t>-úprava zavěšení TV</w:t>
            </w:r>
          </w:p>
          <w:p w14:paraId="59AE8A46" w14:textId="77777777" w:rsidR="00877353" w:rsidRPr="007E040C" w:rsidRDefault="00877353" w:rsidP="006E2D4F">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812206">
              <w:t>- pažení stavebních jam</w:t>
            </w:r>
          </w:p>
        </w:tc>
        <w:tc>
          <w:tcPr>
            <w:tcW w:w="1694" w:type="dxa"/>
          </w:tcPr>
          <w:p w14:paraId="17FB8616" w14:textId="77777777" w:rsidR="00877353" w:rsidRPr="00812206"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812206">
              <w:t>2</w:t>
            </w:r>
            <w:r w:rsidR="006F54B9">
              <w:t xml:space="preserve"> </w:t>
            </w:r>
            <w:r w:rsidRPr="00812206">
              <w:t>x 7N</w:t>
            </w:r>
          </w:p>
        </w:tc>
        <w:tc>
          <w:tcPr>
            <w:tcW w:w="1964" w:type="dxa"/>
          </w:tcPr>
          <w:p w14:paraId="2753A7A0" w14:textId="77777777" w:rsidR="00877353" w:rsidRDefault="006F54B9" w:rsidP="006E2D4F">
            <w:pPr>
              <w:pStyle w:val="Tabulka-9"/>
              <w:cnfStyle w:val="000000000000" w:firstRow="0" w:lastRow="0" w:firstColumn="0" w:lastColumn="0" w:oddVBand="0" w:evenVBand="0" w:oddHBand="0" w:evenHBand="0" w:firstRowFirstColumn="0" w:firstRowLastColumn="0" w:lastRowFirstColumn="0" w:lastRowLastColumn="0"/>
            </w:pPr>
            <w:r>
              <w:t>TK: 1. + TV</w:t>
            </w:r>
          </w:p>
          <w:p w14:paraId="4F52705A" w14:textId="77777777" w:rsidR="006F54B9" w:rsidRDefault="006F54B9" w:rsidP="006E2D4F">
            <w:pPr>
              <w:pStyle w:val="Tabulka-9"/>
              <w:cnfStyle w:val="000000000000" w:firstRow="0" w:lastRow="0" w:firstColumn="0" w:lastColumn="0" w:oddVBand="0" w:evenVBand="0" w:oddHBand="0" w:evenHBand="0" w:firstRowFirstColumn="0" w:firstRowLastColumn="0" w:lastRowFirstColumn="0" w:lastRowLastColumn="0"/>
            </w:pPr>
            <w:r>
              <w:t>6. – 12. 4. 2024</w:t>
            </w:r>
          </w:p>
          <w:p w14:paraId="28AD149F" w14:textId="77777777" w:rsidR="006F54B9" w:rsidRDefault="006F54B9" w:rsidP="006E2D4F">
            <w:pPr>
              <w:pStyle w:val="Tabulka-9"/>
              <w:cnfStyle w:val="000000000000" w:firstRow="0" w:lastRow="0" w:firstColumn="0" w:lastColumn="0" w:oddVBand="0" w:evenVBand="0" w:oddHBand="0" w:evenHBand="0" w:firstRowFirstColumn="0" w:firstRowLastColumn="0" w:lastRowFirstColumn="0" w:lastRowLastColumn="0"/>
            </w:pPr>
            <w:r>
              <w:t>TK: 2. + TV</w:t>
            </w:r>
          </w:p>
          <w:p w14:paraId="12FCEF22" w14:textId="77777777" w:rsidR="006F54B9" w:rsidRPr="00201D44" w:rsidRDefault="006F54B9" w:rsidP="006E2D4F">
            <w:pPr>
              <w:pStyle w:val="Tabulka-9"/>
              <w:cnfStyle w:val="000000000000" w:firstRow="0" w:lastRow="0" w:firstColumn="0" w:lastColumn="0" w:oddVBand="0" w:evenVBand="0" w:oddHBand="0" w:evenHBand="0" w:firstRowFirstColumn="0" w:firstRowLastColumn="0" w:lastRowFirstColumn="0" w:lastRowLastColumn="0"/>
            </w:pPr>
            <w:r>
              <w:t>13. – 19. 4. 2024</w:t>
            </w:r>
          </w:p>
          <w:p w14:paraId="0C6E96E3" w14:textId="77777777" w:rsidR="00877353" w:rsidRPr="00201D44" w:rsidRDefault="00877353" w:rsidP="006E2D4F">
            <w:pPr>
              <w:pStyle w:val="Tabulka-9"/>
              <w:cnfStyle w:val="000000000000" w:firstRow="0" w:lastRow="0" w:firstColumn="0" w:lastColumn="0" w:oddVBand="0" w:evenVBand="0" w:oddHBand="0" w:evenHBand="0" w:firstRowFirstColumn="0" w:firstRowLastColumn="0" w:lastRowFirstColumn="0" w:lastRowLastColumn="0"/>
            </w:pPr>
          </w:p>
        </w:tc>
      </w:tr>
      <w:tr w:rsidR="00877353" w:rsidRPr="00404F88" w14:paraId="4229EF2B" w14:textId="77777777" w:rsidTr="006F54B9">
        <w:tc>
          <w:tcPr>
            <w:cnfStyle w:val="001000000000" w:firstRow="0" w:lastRow="0" w:firstColumn="1" w:lastColumn="0" w:oddVBand="0" w:evenVBand="0" w:oddHBand="0" w:evenHBand="0" w:firstRowFirstColumn="0" w:firstRowLastColumn="0" w:lastRowFirstColumn="0" w:lastRowLastColumn="0"/>
            <w:tcW w:w="1320" w:type="dxa"/>
          </w:tcPr>
          <w:p w14:paraId="3EF5ECEB" w14:textId="34EBA483" w:rsidR="00877353" w:rsidRPr="00D953B4" w:rsidRDefault="009D0ADE" w:rsidP="006E2D4F">
            <w:pPr>
              <w:pStyle w:val="Tabulka-9"/>
            </w:pPr>
            <w:r>
              <w:t>Dokončovací práce</w:t>
            </w:r>
          </w:p>
        </w:tc>
        <w:tc>
          <w:tcPr>
            <w:tcW w:w="3073" w:type="dxa"/>
          </w:tcPr>
          <w:p w14:paraId="7B8EC03F" w14:textId="77777777" w:rsidR="00877353" w:rsidRPr="00D953B4" w:rsidDel="00055752"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D953B4">
              <w:t>- odstranění pažení a zásypy mezi TK a novou konstrukcí</w:t>
            </w:r>
          </w:p>
        </w:tc>
        <w:tc>
          <w:tcPr>
            <w:tcW w:w="1694" w:type="dxa"/>
          </w:tcPr>
          <w:p w14:paraId="2E7218AA" w14:textId="77777777" w:rsidR="00877353" w:rsidRPr="00D953B4" w:rsidRDefault="00877353" w:rsidP="006E2D4F">
            <w:pPr>
              <w:pStyle w:val="Tabulka-9"/>
              <w:cnfStyle w:val="000000000000" w:firstRow="0" w:lastRow="0" w:firstColumn="0" w:lastColumn="0" w:oddVBand="0" w:evenVBand="0" w:oddHBand="0" w:evenHBand="0" w:firstRowFirstColumn="0" w:firstRowLastColumn="0" w:lastRowFirstColumn="0" w:lastRowLastColumn="0"/>
            </w:pPr>
            <w:r w:rsidRPr="00D953B4">
              <w:t>2</w:t>
            </w:r>
            <w:r w:rsidR="006F54B9">
              <w:t xml:space="preserve"> </w:t>
            </w:r>
            <w:r w:rsidRPr="00D953B4">
              <w:t>x 7N</w:t>
            </w:r>
          </w:p>
        </w:tc>
        <w:tc>
          <w:tcPr>
            <w:tcW w:w="1964" w:type="dxa"/>
          </w:tcPr>
          <w:p w14:paraId="6A28FB43" w14:textId="77777777" w:rsidR="006F54B9" w:rsidRDefault="006F54B9" w:rsidP="006F54B9">
            <w:pPr>
              <w:pStyle w:val="Tabulka-9"/>
              <w:cnfStyle w:val="000000000000" w:firstRow="0" w:lastRow="0" w:firstColumn="0" w:lastColumn="0" w:oddVBand="0" w:evenVBand="0" w:oddHBand="0" w:evenHBand="0" w:firstRowFirstColumn="0" w:firstRowLastColumn="0" w:lastRowFirstColumn="0" w:lastRowLastColumn="0"/>
            </w:pPr>
            <w:r>
              <w:t>TK: 1. + TV</w:t>
            </w:r>
          </w:p>
          <w:p w14:paraId="413C1A72" w14:textId="77777777" w:rsidR="006F54B9" w:rsidRDefault="006F54B9" w:rsidP="006F54B9">
            <w:pPr>
              <w:pStyle w:val="Tabulka-9"/>
              <w:cnfStyle w:val="000000000000" w:firstRow="0" w:lastRow="0" w:firstColumn="0" w:lastColumn="0" w:oddVBand="0" w:evenVBand="0" w:oddHBand="0" w:evenHBand="0" w:firstRowFirstColumn="0" w:firstRowLastColumn="0" w:lastRowFirstColumn="0" w:lastRowLastColumn="0"/>
            </w:pPr>
            <w:r>
              <w:t>31. 8. – 6. 9. 2024</w:t>
            </w:r>
          </w:p>
          <w:p w14:paraId="39CF70D7" w14:textId="77777777" w:rsidR="006F54B9" w:rsidRDefault="006F54B9" w:rsidP="006F54B9">
            <w:pPr>
              <w:pStyle w:val="Tabulka-9"/>
              <w:cnfStyle w:val="000000000000" w:firstRow="0" w:lastRow="0" w:firstColumn="0" w:lastColumn="0" w:oddVBand="0" w:evenVBand="0" w:oddHBand="0" w:evenHBand="0" w:firstRowFirstColumn="0" w:firstRowLastColumn="0" w:lastRowFirstColumn="0" w:lastRowLastColumn="0"/>
            </w:pPr>
            <w:r>
              <w:t>TK: 2. + TV</w:t>
            </w:r>
          </w:p>
          <w:p w14:paraId="6628B162" w14:textId="77777777" w:rsidR="00877353" w:rsidRPr="00201D44" w:rsidRDefault="006F54B9" w:rsidP="006F54B9">
            <w:pPr>
              <w:pStyle w:val="Tabulka-9"/>
              <w:cnfStyle w:val="000000000000" w:firstRow="0" w:lastRow="0" w:firstColumn="0" w:lastColumn="0" w:oddVBand="0" w:evenVBand="0" w:oddHBand="0" w:evenHBand="0" w:firstRowFirstColumn="0" w:firstRowLastColumn="0" w:lastRowFirstColumn="0" w:lastRowLastColumn="0"/>
            </w:pPr>
            <w:r>
              <w:t>7. – 13. 9. 2024</w:t>
            </w:r>
          </w:p>
        </w:tc>
      </w:tr>
    </w:tbl>
    <w:p w14:paraId="5DC9140B" w14:textId="77777777" w:rsidR="00DF7BAA" w:rsidRDefault="00DF7BAA" w:rsidP="00DF7BAA">
      <w:pPr>
        <w:pStyle w:val="Nadpis2-1"/>
      </w:pPr>
      <w:bookmarkStart w:id="39" w:name="_Toc6410461"/>
      <w:bookmarkStart w:id="40" w:name="_Toc146201818"/>
      <w:r w:rsidRPr="00EC2E51">
        <w:t>SOUVISEJÍCÍ</w:t>
      </w:r>
      <w:r>
        <w:t xml:space="preserve"> DOKUMENTY A PŘEDPISY</w:t>
      </w:r>
      <w:bookmarkEnd w:id="39"/>
      <w:bookmarkEnd w:id="40"/>
    </w:p>
    <w:p w14:paraId="0612D885"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C0916B9"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23B977B9"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1D32B6BF"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D997C41"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4408C4D"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B5332C5"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41CFB6BD" w14:textId="77777777" w:rsidR="009C4EEA" w:rsidRPr="007D016E" w:rsidRDefault="009C4EEA" w:rsidP="009C4EEA">
      <w:pPr>
        <w:pStyle w:val="Textbezslovn"/>
        <w:keepNext/>
        <w:spacing w:after="0"/>
      </w:pPr>
      <w:r>
        <w:t>Jeremenkova 103/23</w:t>
      </w:r>
    </w:p>
    <w:p w14:paraId="58A23E36" w14:textId="77777777" w:rsidR="009C4EEA" w:rsidRDefault="009C4EEA" w:rsidP="009C4EEA">
      <w:pPr>
        <w:pStyle w:val="Textbezslovn"/>
      </w:pPr>
      <w:r w:rsidRPr="007D016E">
        <w:t>77</w:t>
      </w:r>
      <w:r>
        <w:t>9 00</w:t>
      </w:r>
      <w:r w:rsidRPr="007D016E">
        <w:t xml:space="preserve"> </w:t>
      </w:r>
      <w:r w:rsidRPr="00BA22D4">
        <w:t>Olomouc</w:t>
      </w:r>
    </w:p>
    <w:p w14:paraId="63397761"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2EA5B54E"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6294ED9" w14:textId="77777777" w:rsidR="00DF7BAA" w:rsidRDefault="009C4EEA" w:rsidP="00877353">
      <w:pPr>
        <w:pStyle w:val="Textbezslovn"/>
      </w:pPr>
      <w:r>
        <w:t xml:space="preserve">Ceníky: </w:t>
      </w:r>
      <w:hyperlink r:id="rId12" w:history="1">
        <w:r w:rsidR="00982437" w:rsidRPr="00DF29A5">
          <w:rPr>
            <w:rStyle w:val="Hypertextovodkaz"/>
            <w:noProof w:val="0"/>
          </w:rPr>
          <w:t>https://typdok.tudc.cz/</w:t>
        </w:r>
      </w:hyperlink>
    </w:p>
    <w:p w14:paraId="19C2A8AF" w14:textId="648E2EFF" w:rsidR="00982437" w:rsidRDefault="00D61FC2" w:rsidP="00982437">
      <w:pPr>
        <w:pStyle w:val="Nadpis2-1"/>
      </w:pPr>
      <w:bookmarkStart w:id="41" w:name="_Toc146201819"/>
      <w:r>
        <w:lastRenderedPageBreak/>
        <w:t>PŘÍLOHY</w:t>
      </w:r>
      <w:bookmarkEnd w:id="41"/>
    </w:p>
    <w:p w14:paraId="0B69356B" w14:textId="1DFB75AA" w:rsidR="002B6B58" w:rsidRDefault="00982437" w:rsidP="009D0ADE">
      <w:pPr>
        <w:pStyle w:val="Text2-1"/>
      </w:pPr>
      <w:bookmarkStart w:id="42" w:name="_Ref142563119"/>
      <w:r w:rsidRPr="00982437">
        <w:t>Vzorkování staveb Správy železnic, státní organizace</w:t>
      </w:r>
      <w:r>
        <w:t>.</w:t>
      </w:r>
      <w:bookmarkEnd w:id="3"/>
      <w:bookmarkEnd w:id="4"/>
      <w:bookmarkEnd w:id="5"/>
      <w:bookmarkEnd w:id="6"/>
      <w:bookmarkEnd w:id="7"/>
      <w:bookmarkEnd w:id="42"/>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0BE6" w14:textId="77777777" w:rsidR="0053560D" w:rsidRDefault="0053560D" w:rsidP="00962258">
      <w:pPr>
        <w:spacing w:after="0" w:line="240" w:lineRule="auto"/>
      </w:pPr>
      <w:r>
        <w:separator/>
      </w:r>
    </w:p>
  </w:endnote>
  <w:endnote w:type="continuationSeparator" w:id="0">
    <w:p w14:paraId="51FC0134" w14:textId="77777777" w:rsidR="0053560D" w:rsidRDefault="005356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F01FB" w:rsidRPr="003462EB" w14:paraId="35B3616F" w14:textId="77777777" w:rsidTr="00614E71">
      <w:tc>
        <w:tcPr>
          <w:tcW w:w="993" w:type="dxa"/>
          <w:tcMar>
            <w:left w:w="0" w:type="dxa"/>
            <w:right w:w="0" w:type="dxa"/>
          </w:tcMar>
          <w:vAlign w:val="bottom"/>
        </w:tcPr>
        <w:p w14:paraId="5C363583" w14:textId="3437FC91" w:rsidR="008F01FB" w:rsidRPr="00B8518B" w:rsidRDefault="008F01F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EF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3EF0">
            <w:rPr>
              <w:rStyle w:val="slostrnky"/>
              <w:noProof/>
            </w:rPr>
            <w:t>9</w:t>
          </w:r>
          <w:r w:rsidRPr="00B8518B">
            <w:rPr>
              <w:rStyle w:val="slostrnky"/>
            </w:rPr>
            <w:fldChar w:fldCharType="end"/>
          </w:r>
        </w:p>
      </w:tc>
      <w:tc>
        <w:tcPr>
          <w:tcW w:w="7739" w:type="dxa"/>
          <w:vAlign w:val="bottom"/>
        </w:tcPr>
        <w:p w14:paraId="26AFC486" w14:textId="351762DF" w:rsidR="008F01FB" w:rsidRDefault="005E462F" w:rsidP="003462EB">
          <w:pPr>
            <w:pStyle w:val="Zpatvlevo"/>
          </w:pPr>
          <w:r>
            <w:fldChar w:fldCharType="begin"/>
          </w:r>
          <w:r>
            <w:instrText xml:space="preserve"> STYLEREF  _Název_akce  \* MERGEFORMAT </w:instrText>
          </w:r>
          <w:r>
            <w:fldChar w:fldCharType="separate"/>
          </w:r>
          <w:r>
            <w:rPr>
              <w:noProof/>
            </w:rPr>
            <w:cr/>
          </w:r>
          <w:r>
            <w:rPr>
              <w:noProof/>
            </w:rPr>
            <w:fldChar w:fldCharType="end"/>
          </w:r>
          <w:r w:rsidR="008F01FB">
            <w:t>Příloha č. 2 c)</w:t>
          </w:r>
          <w:r w:rsidR="008F01FB" w:rsidRPr="003462EB">
            <w:t xml:space="preserve"> </w:t>
          </w:r>
        </w:p>
        <w:p w14:paraId="40130BAA" w14:textId="77777777" w:rsidR="008F01FB" w:rsidRPr="003462EB" w:rsidRDefault="008F01FB" w:rsidP="00DF7BAA">
          <w:pPr>
            <w:pStyle w:val="Zpatvlevo"/>
          </w:pPr>
          <w:r>
            <w:t>Zvláštní</w:t>
          </w:r>
          <w:r w:rsidRPr="003462EB">
            <w:t xml:space="preserve"> technické podmínky</w:t>
          </w:r>
          <w:r>
            <w:t xml:space="preserve"> - Zhotovení stavby </w:t>
          </w:r>
        </w:p>
      </w:tc>
    </w:tr>
  </w:tbl>
  <w:p w14:paraId="3DADAFA6" w14:textId="77777777" w:rsidR="008F01FB" w:rsidRPr="00614E71" w:rsidRDefault="008F01F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F01FB" w:rsidRPr="009E09BE" w14:paraId="24FC07C5" w14:textId="77777777" w:rsidTr="00614E71">
      <w:tc>
        <w:tcPr>
          <w:tcW w:w="7797" w:type="dxa"/>
          <w:tcMar>
            <w:left w:w="0" w:type="dxa"/>
            <w:right w:w="0" w:type="dxa"/>
          </w:tcMar>
          <w:vAlign w:val="bottom"/>
        </w:tcPr>
        <w:p w14:paraId="485668BC" w14:textId="281139C9" w:rsidR="008F01FB" w:rsidRDefault="005E462F"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8F01FB">
            <w:t>Příloha č. 2 c)</w:t>
          </w:r>
        </w:p>
        <w:p w14:paraId="35FCDFAC" w14:textId="77777777" w:rsidR="008F01FB" w:rsidRPr="003462EB" w:rsidRDefault="008F01FB"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411D8820" w14:textId="12608263" w:rsidR="008F01FB" w:rsidRPr="009E09BE" w:rsidRDefault="008F01F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EF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3EF0">
            <w:rPr>
              <w:rStyle w:val="slostrnky"/>
              <w:noProof/>
            </w:rPr>
            <w:t>9</w:t>
          </w:r>
          <w:r w:rsidRPr="00B8518B">
            <w:rPr>
              <w:rStyle w:val="slostrnky"/>
            </w:rPr>
            <w:fldChar w:fldCharType="end"/>
          </w:r>
        </w:p>
      </w:tc>
    </w:tr>
  </w:tbl>
  <w:p w14:paraId="73C2E9BA" w14:textId="77777777" w:rsidR="008F01FB" w:rsidRPr="00B8518B" w:rsidRDefault="008F01F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069BE" w14:textId="77777777" w:rsidR="008F01FB" w:rsidRPr="00B8518B" w:rsidRDefault="008F01FB" w:rsidP="00460660">
    <w:pPr>
      <w:pStyle w:val="Zpat"/>
      <w:rPr>
        <w:sz w:val="2"/>
        <w:szCs w:val="2"/>
      </w:rPr>
    </w:pPr>
  </w:p>
  <w:p w14:paraId="43155CBD" w14:textId="77777777" w:rsidR="008F01FB" w:rsidRDefault="008F01FB" w:rsidP="00757290">
    <w:pPr>
      <w:pStyle w:val="Zpatvlevo"/>
      <w:rPr>
        <w:rFonts w:cs="Calibri"/>
        <w:szCs w:val="12"/>
      </w:rPr>
    </w:pPr>
  </w:p>
  <w:p w14:paraId="259399C6" w14:textId="77777777" w:rsidR="008F01FB" w:rsidRPr="00460660" w:rsidRDefault="008F01F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29CC" w14:textId="77777777" w:rsidR="0053560D" w:rsidRDefault="0053560D" w:rsidP="00962258">
      <w:pPr>
        <w:spacing w:after="0" w:line="240" w:lineRule="auto"/>
      </w:pPr>
      <w:r>
        <w:separator/>
      </w:r>
    </w:p>
  </w:footnote>
  <w:footnote w:type="continuationSeparator" w:id="0">
    <w:p w14:paraId="4765FE6E" w14:textId="77777777" w:rsidR="0053560D" w:rsidRDefault="005356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01FB" w14:paraId="5F574D54" w14:textId="77777777" w:rsidTr="00B22106">
      <w:trPr>
        <w:trHeight w:hRule="exact" w:val="936"/>
      </w:trPr>
      <w:tc>
        <w:tcPr>
          <w:tcW w:w="1361" w:type="dxa"/>
          <w:tcMar>
            <w:left w:w="0" w:type="dxa"/>
            <w:right w:w="0" w:type="dxa"/>
          </w:tcMar>
        </w:tcPr>
        <w:p w14:paraId="2C0BA797" w14:textId="77777777" w:rsidR="008F01FB" w:rsidRPr="00B8518B" w:rsidRDefault="008F01FB" w:rsidP="00FC6389">
          <w:pPr>
            <w:pStyle w:val="Zpat"/>
            <w:rPr>
              <w:rStyle w:val="slostrnky"/>
            </w:rPr>
          </w:pPr>
        </w:p>
      </w:tc>
      <w:tc>
        <w:tcPr>
          <w:tcW w:w="3458" w:type="dxa"/>
          <w:shd w:val="clear" w:color="auto" w:fill="auto"/>
          <w:tcMar>
            <w:left w:w="0" w:type="dxa"/>
            <w:right w:w="0" w:type="dxa"/>
          </w:tcMar>
        </w:tcPr>
        <w:p w14:paraId="56291DAD" w14:textId="77777777" w:rsidR="008F01FB" w:rsidRDefault="008F01FB" w:rsidP="00FC6389">
          <w:pPr>
            <w:pStyle w:val="Zpat"/>
          </w:pPr>
          <w:r>
            <w:rPr>
              <w:noProof/>
              <w:lang w:eastAsia="cs-CZ"/>
            </w:rPr>
            <w:drawing>
              <wp:anchor distT="0" distB="0" distL="114300" distR="114300" simplePos="0" relativeHeight="251674624" behindDoc="0" locked="1" layoutInCell="1" allowOverlap="1" wp14:anchorId="4AC4898C" wp14:editId="70DD9C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645D2E" w14:textId="77777777" w:rsidR="008F01FB" w:rsidRPr="00D6163D" w:rsidRDefault="008F01FB" w:rsidP="00FC6389">
          <w:pPr>
            <w:pStyle w:val="Druhdokumentu"/>
          </w:pPr>
        </w:p>
      </w:tc>
    </w:tr>
    <w:tr w:rsidR="008F01FB" w14:paraId="3EB70289" w14:textId="77777777" w:rsidTr="00B22106">
      <w:trPr>
        <w:trHeight w:hRule="exact" w:val="936"/>
      </w:trPr>
      <w:tc>
        <w:tcPr>
          <w:tcW w:w="1361" w:type="dxa"/>
          <w:tcMar>
            <w:left w:w="0" w:type="dxa"/>
            <w:right w:w="0" w:type="dxa"/>
          </w:tcMar>
        </w:tcPr>
        <w:p w14:paraId="333E8262" w14:textId="77777777" w:rsidR="008F01FB" w:rsidRPr="00B8518B" w:rsidRDefault="008F01FB" w:rsidP="00FC6389">
          <w:pPr>
            <w:pStyle w:val="Zpat"/>
            <w:rPr>
              <w:rStyle w:val="slostrnky"/>
            </w:rPr>
          </w:pPr>
        </w:p>
      </w:tc>
      <w:tc>
        <w:tcPr>
          <w:tcW w:w="3458" w:type="dxa"/>
          <w:shd w:val="clear" w:color="auto" w:fill="auto"/>
          <w:tcMar>
            <w:left w:w="0" w:type="dxa"/>
            <w:right w:w="0" w:type="dxa"/>
          </w:tcMar>
        </w:tcPr>
        <w:p w14:paraId="001CC58B" w14:textId="77777777" w:rsidR="008F01FB" w:rsidRDefault="008F01FB" w:rsidP="00FC6389">
          <w:pPr>
            <w:pStyle w:val="Zpat"/>
          </w:pPr>
        </w:p>
      </w:tc>
      <w:tc>
        <w:tcPr>
          <w:tcW w:w="5756" w:type="dxa"/>
          <w:shd w:val="clear" w:color="auto" w:fill="auto"/>
          <w:tcMar>
            <w:left w:w="0" w:type="dxa"/>
            <w:right w:w="0" w:type="dxa"/>
          </w:tcMar>
        </w:tcPr>
        <w:p w14:paraId="6AD31419" w14:textId="77777777" w:rsidR="008F01FB" w:rsidRPr="00D6163D" w:rsidRDefault="008F01FB" w:rsidP="00FC6389">
          <w:pPr>
            <w:pStyle w:val="Druhdokumentu"/>
          </w:pPr>
        </w:p>
      </w:tc>
    </w:tr>
  </w:tbl>
  <w:p w14:paraId="0DE928F3" w14:textId="77777777" w:rsidR="008F01FB" w:rsidRPr="00D6163D" w:rsidRDefault="008F01FB" w:rsidP="00FC6389">
    <w:pPr>
      <w:pStyle w:val="Zhlav"/>
      <w:rPr>
        <w:sz w:val="8"/>
        <w:szCs w:val="8"/>
      </w:rPr>
    </w:pPr>
  </w:p>
  <w:p w14:paraId="44D4AA53" w14:textId="77777777" w:rsidR="008F01FB" w:rsidRPr="00460660" w:rsidRDefault="008F01F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88603663">
    <w:abstractNumId w:val="5"/>
  </w:num>
  <w:num w:numId="2" w16cid:durableId="955407959">
    <w:abstractNumId w:val="4"/>
  </w:num>
  <w:num w:numId="3" w16cid:durableId="76564921">
    <w:abstractNumId w:val="2"/>
  </w:num>
  <w:num w:numId="4" w16cid:durableId="1785071304">
    <w:abstractNumId w:val="6"/>
  </w:num>
  <w:num w:numId="5" w16cid:durableId="279532860">
    <w:abstractNumId w:val="7"/>
  </w:num>
  <w:num w:numId="6" w16cid:durableId="1015227699">
    <w:abstractNumId w:val="3"/>
  </w:num>
  <w:num w:numId="7" w16cid:durableId="914172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5175268">
    <w:abstractNumId w:val="9"/>
  </w:num>
  <w:num w:numId="9" w16cid:durableId="2059627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9469662">
    <w:abstractNumId w:val="0"/>
  </w:num>
  <w:num w:numId="11" w16cid:durableId="288901268">
    <w:abstractNumId w:val="6"/>
  </w:num>
  <w:num w:numId="12" w16cid:durableId="1097140241">
    <w:abstractNumId w:val="7"/>
  </w:num>
  <w:num w:numId="13" w16cid:durableId="671569922">
    <w:abstractNumId w:val="8"/>
  </w:num>
  <w:num w:numId="14" w16cid:durableId="1686899236">
    <w:abstractNumId w:val="1"/>
  </w:num>
  <w:num w:numId="15" w16cid:durableId="63382955">
    <w:abstractNumId w:val="3"/>
  </w:num>
  <w:num w:numId="16" w16cid:durableId="406390407">
    <w:abstractNumId w:val="9"/>
  </w:num>
  <w:num w:numId="17" w16cid:durableId="327557938">
    <w:abstractNumId w:val="9"/>
  </w:num>
  <w:num w:numId="18" w16cid:durableId="1642230120">
    <w:abstractNumId w:val="9"/>
  </w:num>
  <w:num w:numId="19" w16cid:durableId="18960385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7108820">
    <w:abstractNumId w:val="1"/>
  </w:num>
  <w:num w:numId="21" w16cid:durableId="796603521">
    <w:abstractNumId w:val="3"/>
  </w:num>
  <w:num w:numId="22" w16cid:durableId="283537959">
    <w:abstractNumId w:val="3"/>
  </w:num>
  <w:num w:numId="23" w16cid:durableId="2010208186">
    <w:abstractNumId w:val="6"/>
  </w:num>
  <w:num w:numId="24" w16cid:durableId="1013413181">
    <w:abstractNumId w:val="6"/>
  </w:num>
  <w:num w:numId="25" w16cid:durableId="88621732">
    <w:abstractNumId w:val="6"/>
  </w:num>
  <w:num w:numId="26" w16cid:durableId="1659335936">
    <w:abstractNumId w:val="6"/>
  </w:num>
  <w:num w:numId="27" w16cid:durableId="1528911912">
    <w:abstractNumId w:val="6"/>
  </w:num>
  <w:num w:numId="28" w16cid:durableId="2127768085">
    <w:abstractNumId w:val="7"/>
  </w:num>
  <w:num w:numId="29" w16cid:durableId="1522625055">
    <w:abstractNumId w:val="7"/>
  </w:num>
  <w:num w:numId="30" w16cid:durableId="429081627">
    <w:abstractNumId w:val="7"/>
  </w:num>
  <w:num w:numId="31" w16cid:durableId="26804488">
    <w:abstractNumId w:val="7"/>
  </w:num>
  <w:num w:numId="32" w16cid:durableId="925187998">
    <w:abstractNumId w:val="7"/>
  </w:num>
  <w:num w:numId="33" w16cid:durableId="876968451">
    <w:abstractNumId w:val="7"/>
  </w:num>
  <w:num w:numId="34" w16cid:durableId="1498693939">
    <w:abstractNumId w:val="8"/>
  </w:num>
  <w:num w:numId="35" w16cid:durableId="683091214">
    <w:abstractNumId w:val="1"/>
  </w:num>
  <w:num w:numId="36" w16cid:durableId="1942683809">
    <w:abstractNumId w:val="1"/>
  </w:num>
  <w:num w:numId="37" w16cid:durableId="1149789419">
    <w:abstractNumId w:val="3"/>
  </w:num>
  <w:num w:numId="38" w16cid:durableId="917062331">
    <w:abstractNumId w:val="3"/>
  </w:num>
  <w:num w:numId="39" w16cid:durableId="64912291">
    <w:abstractNumId w:val="9"/>
  </w:num>
  <w:num w:numId="40" w16cid:durableId="2146967362">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F25"/>
    <w:rsid w:val="00002F26"/>
    <w:rsid w:val="00005B8A"/>
    <w:rsid w:val="0001163A"/>
    <w:rsid w:val="00012EC4"/>
    <w:rsid w:val="00013877"/>
    <w:rsid w:val="000145C8"/>
    <w:rsid w:val="00016F90"/>
    <w:rsid w:val="0001744E"/>
    <w:rsid w:val="00017F3C"/>
    <w:rsid w:val="00021D3A"/>
    <w:rsid w:val="0002211B"/>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76B98"/>
    <w:rsid w:val="0008439D"/>
    <w:rsid w:val="0008461A"/>
    <w:rsid w:val="00090F72"/>
    <w:rsid w:val="0009438C"/>
    <w:rsid w:val="000A03B8"/>
    <w:rsid w:val="000A2B28"/>
    <w:rsid w:val="000A503C"/>
    <w:rsid w:val="000A6E75"/>
    <w:rsid w:val="000B408F"/>
    <w:rsid w:val="000B4EB8"/>
    <w:rsid w:val="000C41F2"/>
    <w:rsid w:val="000C618D"/>
    <w:rsid w:val="000C7E5E"/>
    <w:rsid w:val="000D22C4"/>
    <w:rsid w:val="000D27D1"/>
    <w:rsid w:val="000D6539"/>
    <w:rsid w:val="000E1A7F"/>
    <w:rsid w:val="000E4E36"/>
    <w:rsid w:val="000F15F1"/>
    <w:rsid w:val="000F1F25"/>
    <w:rsid w:val="00103B38"/>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58CB"/>
    <w:rsid w:val="001458F9"/>
    <w:rsid w:val="00146BCB"/>
    <w:rsid w:val="001476BD"/>
    <w:rsid w:val="0015027B"/>
    <w:rsid w:val="00153B6C"/>
    <w:rsid w:val="001603BD"/>
    <w:rsid w:val="00164C06"/>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645F"/>
    <w:rsid w:val="001D1CE9"/>
    <w:rsid w:val="001D39DE"/>
    <w:rsid w:val="001E351F"/>
    <w:rsid w:val="001E678E"/>
    <w:rsid w:val="001E78D3"/>
    <w:rsid w:val="001F06EA"/>
    <w:rsid w:val="001F10C2"/>
    <w:rsid w:val="001F1699"/>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1905"/>
    <w:rsid w:val="002E2A6B"/>
    <w:rsid w:val="002E3C78"/>
    <w:rsid w:val="002E5C7B"/>
    <w:rsid w:val="002E6D26"/>
    <w:rsid w:val="002F31F1"/>
    <w:rsid w:val="002F4333"/>
    <w:rsid w:val="002F6173"/>
    <w:rsid w:val="00304DAF"/>
    <w:rsid w:val="00307207"/>
    <w:rsid w:val="003130A4"/>
    <w:rsid w:val="003137DF"/>
    <w:rsid w:val="003202DC"/>
    <w:rsid w:val="003229ED"/>
    <w:rsid w:val="00323F59"/>
    <w:rsid w:val="003254A3"/>
    <w:rsid w:val="00327EEF"/>
    <w:rsid w:val="0033239F"/>
    <w:rsid w:val="00334918"/>
    <w:rsid w:val="003418A3"/>
    <w:rsid w:val="0034274B"/>
    <w:rsid w:val="003462EB"/>
    <w:rsid w:val="00346853"/>
    <w:rsid w:val="0034719F"/>
    <w:rsid w:val="00350A35"/>
    <w:rsid w:val="0035463D"/>
    <w:rsid w:val="00355002"/>
    <w:rsid w:val="003571D8"/>
    <w:rsid w:val="00357BC6"/>
    <w:rsid w:val="00361422"/>
    <w:rsid w:val="003728A8"/>
    <w:rsid w:val="003729DD"/>
    <w:rsid w:val="0037545D"/>
    <w:rsid w:val="00376246"/>
    <w:rsid w:val="00381272"/>
    <w:rsid w:val="003827BF"/>
    <w:rsid w:val="003833A8"/>
    <w:rsid w:val="00386FF1"/>
    <w:rsid w:val="00392EB6"/>
    <w:rsid w:val="00394893"/>
    <w:rsid w:val="003956C6"/>
    <w:rsid w:val="003A72CE"/>
    <w:rsid w:val="003B111D"/>
    <w:rsid w:val="003B2407"/>
    <w:rsid w:val="003B609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0457"/>
    <w:rsid w:val="004012C9"/>
    <w:rsid w:val="0040435C"/>
    <w:rsid w:val="00404F88"/>
    <w:rsid w:val="004078F3"/>
    <w:rsid w:val="00410C44"/>
    <w:rsid w:val="00412D61"/>
    <w:rsid w:val="004211D8"/>
    <w:rsid w:val="0042581E"/>
    <w:rsid w:val="00426465"/>
    <w:rsid w:val="00426CA4"/>
    <w:rsid w:val="00427794"/>
    <w:rsid w:val="0043237D"/>
    <w:rsid w:val="004337FB"/>
    <w:rsid w:val="00442021"/>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77B28"/>
    <w:rsid w:val="0048341C"/>
    <w:rsid w:val="00483969"/>
    <w:rsid w:val="00486107"/>
    <w:rsid w:val="00486DF3"/>
    <w:rsid w:val="004875F7"/>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D8C"/>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3560D"/>
    <w:rsid w:val="00535B20"/>
    <w:rsid w:val="005403D3"/>
    <w:rsid w:val="005406EB"/>
    <w:rsid w:val="00540FAD"/>
    <w:rsid w:val="00544B1A"/>
    <w:rsid w:val="00545AD1"/>
    <w:rsid w:val="00553375"/>
    <w:rsid w:val="00554D0D"/>
    <w:rsid w:val="00555884"/>
    <w:rsid w:val="0055798A"/>
    <w:rsid w:val="00562909"/>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E462F"/>
    <w:rsid w:val="005E55E4"/>
    <w:rsid w:val="005F0383"/>
    <w:rsid w:val="005F59FB"/>
    <w:rsid w:val="005F63AC"/>
    <w:rsid w:val="00601A8C"/>
    <w:rsid w:val="0060289C"/>
    <w:rsid w:val="00604946"/>
    <w:rsid w:val="0061068E"/>
    <w:rsid w:val="006115D3"/>
    <w:rsid w:val="00612EDB"/>
    <w:rsid w:val="00613D3A"/>
    <w:rsid w:val="006146BF"/>
    <w:rsid w:val="006149D2"/>
    <w:rsid w:val="00614E71"/>
    <w:rsid w:val="00616EAA"/>
    <w:rsid w:val="00616F81"/>
    <w:rsid w:val="006208DF"/>
    <w:rsid w:val="00634834"/>
    <w:rsid w:val="00645371"/>
    <w:rsid w:val="006501CA"/>
    <w:rsid w:val="00652C01"/>
    <w:rsid w:val="00655976"/>
    <w:rsid w:val="00655F45"/>
    <w:rsid w:val="0065610E"/>
    <w:rsid w:val="006606DB"/>
    <w:rsid w:val="00660AD3"/>
    <w:rsid w:val="00662818"/>
    <w:rsid w:val="006776B6"/>
    <w:rsid w:val="00686559"/>
    <w:rsid w:val="0069136C"/>
    <w:rsid w:val="00693150"/>
    <w:rsid w:val="006952C7"/>
    <w:rsid w:val="006972D4"/>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3F24"/>
    <w:rsid w:val="006C442A"/>
    <w:rsid w:val="006C49F2"/>
    <w:rsid w:val="006E0578"/>
    <w:rsid w:val="006E2751"/>
    <w:rsid w:val="006E314D"/>
    <w:rsid w:val="006F0578"/>
    <w:rsid w:val="006F455E"/>
    <w:rsid w:val="006F54B9"/>
    <w:rsid w:val="006F70E0"/>
    <w:rsid w:val="007020E6"/>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D41FF"/>
    <w:rsid w:val="007E0E61"/>
    <w:rsid w:val="007E4A6E"/>
    <w:rsid w:val="007E69A1"/>
    <w:rsid w:val="007F56A7"/>
    <w:rsid w:val="007F605F"/>
    <w:rsid w:val="007F65A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1944"/>
    <w:rsid w:val="008444F1"/>
    <w:rsid w:val="00845A0A"/>
    <w:rsid w:val="00846789"/>
    <w:rsid w:val="00854B3C"/>
    <w:rsid w:val="00856573"/>
    <w:rsid w:val="008579F7"/>
    <w:rsid w:val="00865F5F"/>
    <w:rsid w:val="00872C00"/>
    <w:rsid w:val="00874BB5"/>
    <w:rsid w:val="00877353"/>
    <w:rsid w:val="00877EEA"/>
    <w:rsid w:val="0088200B"/>
    <w:rsid w:val="00886163"/>
    <w:rsid w:val="0088683E"/>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2896"/>
    <w:rsid w:val="008D30C7"/>
    <w:rsid w:val="008D34E6"/>
    <w:rsid w:val="008E3E00"/>
    <w:rsid w:val="008E54C8"/>
    <w:rsid w:val="008F01FB"/>
    <w:rsid w:val="008F18D6"/>
    <w:rsid w:val="008F2C9B"/>
    <w:rsid w:val="008F797B"/>
    <w:rsid w:val="0090019A"/>
    <w:rsid w:val="00904780"/>
    <w:rsid w:val="009048B2"/>
    <w:rsid w:val="00904CC9"/>
    <w:rsid w:val="0090635B"/>
    <w:rsid w:val="00914F81"/>
    <w:rsid w:val="00917BAD"/>
    <w:rsid w:val="009214E8"/>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67F48"/>
    <w:rsid w:val="009717F1"/>
    <w:rsid w:val="0097239D"/>
    <w:rsid w:val="009774EB"/>
    <w:rsid w:val="00980EEF"/>
    <w:rsid w:val="00981A8E"/>
    <w:rsid w:val="00982437"/>
    <w:rsid w:val="009903C3"/>
    <w:rsid w:val="009920E1"/>
    <w:rsid w:val="00992D9C"/>
    <w:rsid w:val="00992FC6"/>
    <w:rsid w:val="00996CB8"/>
    <w:rsid w:val="009A404E"/>
    <w:rsid w:val="009B2E97"/>
    <w:rsid w:val="009B303C"/>
    <w:rsid w:val="009B50C1"/>
    <w:rsid w:val="009B5146"/>
    <w:rsid w:val="009B5181"/>
    <w:rsid w:val="009B5C9C"/>
    <w:rsid w:val="009C016F"/>
    <w:rsid w:val="009C418E"/>
    <w:rsid w:val="009C442C"/>
    <w:rsid w:val="009C4EEA"/>
    <w:rsid w:val="009D0ADE"/>
    <w:rsid w:val="009D2FC5"/>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6B84"/>
    <w:rsid w:val="00A07078"/>
    <w:rsid w:val="00A0740E"/>
    <w:rsid w:val="00A23726"/>
    <w:rsid w:val="00A23CD5"/>
    <w:rsid w:val="00A33437"/>
    <w:rsid w:val="00A4050F"/>
    <w:rsid w:val="00A4561A"/>
    <w:rsid w:val="00A47324"/>
    <w:rsid w:val="00A47B7A"/>
    <w:rsid w:val="00A50641"/>
    <w:rsid w:val="00A51ACE"/>
    <w:rsid w:val="00A530BF"/>
    <w:rsid w:val="00A535EA"/>
    <w:rsid w:val="00A6177B"/>
    <w:rsid w:val="00A620B8"/>
    <w:rsid w:val="00A62E74"/>
    <w:rsid w:val="00A63696"/>
    <w:rsid w:val="00A65EB9"/>
    <w:rsid w:val="00A66030"/>
    <w:rsid w:val="00A66136"/>
    <w:rsid w:val="00A66853"/>
    <w:rsid w:val="00A67C50"/>
    <w:rsid w:val="00A71189"/>
    <w:rsid w:val="00A7364A"/>
    <w:rsid w:val="00A74789"/>
    <w:rsid w:val="00A74DCC"/>
    <w:rsid w:val="00A753ED"/>
    <w:rsid w:val="00A77512"/>
    <w:rsid w:val="00A8227E"/>
    <w:rsid w:val="00A8385E"/>
    <w:rsid w:val="00A94C2F"/>
    <w:rsid w:val="00A94F0E"/>
    <w:rsid w:val="00A95445"/>
    <w:rsid w:val="00A97BF8"/>
    <w:rsid w:val="00AA04CB"/>
    <w:rsid w:val="00AA4CBB"/>
    <w:rsid w:val="00AA65FA"/>
    <w:rsid w:val="00AA7351"/>
    <w:rsid w:val="00AB7DB7"/>
    <w:rsid w:val="00AC3E83"/>
    <w:rsid w:val="00AC547E"/>
    <w:rsid w:val="00AC59BD"/>
    <w:rsid w:val="00AC678D"/>
    <w:rsid w:val="00AD056F"/>
    <w:rsid w:val="00AD0C7B"/>
    <w:rsid w:val="00AD0FA7"/>
    <w:rsid w:val="00AD38D0"/>
    <w:rsid w:val="00AD5F1A"/>
    <w:rsid w:val="00AD6731"/>
    <w:rsid w:val="00AE498D"/>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4CC6"/>
    <w:rsid w:val="00B46BA5"/>
    <w:rsid w:val="00B479CC"/>
    <w:rsid w:val="00B50AB2"/>
    <w:rsid w:val="00B53E41"/>
    <w:rsid w:val="00B5431A"/>
    <w:rsid w:val="00B54C83"/>
    <w:rsid w:val="00B54FBB"/>
    <w:rsid w:val="00B56EB2"/>
    <w:rsid w:val="00B61D30"/>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065D9"/>
    <w:rsid w:val="00C13860"/>
    <w:rsid w:val="00C226C0"/>
    <w:rsid w:val="00C22D8F"/>
    <w:rsid w:val="00C24A6A"/>
    <w:rsid w:val="00C3030A"/>
    <w:rsid w:val="00C30CA8"/>
    <w:rsid w:val="00C3492B"/>
    <w:rsid w:val="00C365DA"/>
    <w:rsid w:val="00C36679"/>
    <w:rsid w:val="00C36E27"/>
    <w:rsid w:val="00C423B6"/>
    <w:rsid w:val="00C42FE6"/>
    <w:rsid w:val="00C44F6A"/>
    <w:rsid w:val="00C51B48"/>
    <w:rsid w:val="00C53FFF"/>
    <w:rsid w:val="00C55C22"/>
    <w:rsid w:val="00C6198E"/>
    <w:rsid w:val="00C708EA"/>
    <w:rsid w:val="00C71821"/>
    <w:rsid w:val="00C73385"/>
    <w:rsid w:val="00C778A5"/>
    <w:rsid w:val="00C83FA2"/>
    <w:rsid w:val="00C85035"/>
    <w:rsid w:val="00C8578E"/>
    <w:rsid w:val="00C86957"/>
    <w:rsid w:val="00C923C1"/>
    <w:rsid w:val="00C95162"/>
    <w:rsid w:val="00C95790"/>
    <w:rsid w:val="00CA71A9"/>
    <w:rsid w:val="00CB05FC"/>
    <w:rsid w:val="00CB6A37"/>
    <w:rsid w:val="00CB7684"/>
    <w:rsid w:val="00CC11FB"/>
    <w:rsid w:val="00CC2699"/>
    <w:rsid w:val="00CC7C8F"/>
    <w:rsid w:val="00CD1383"/>
    <w:rsid w:val="00CD1FC4"/>
    <w:rsid w:val="00CD7B99"/>
    <w:rsid w:val="00CE1C97"/>
    <w:rsid w:val="00CF034F"/>
    <w:rsid w:val="00CF2936"/>
    <w:rsid w:val="00D0273B"/>
    <w:rsid w:val="00D034A0"/>
    <w:rsid w:val="00D056E3"/>
    <w:rsid w:val="00D0732C"/>
    <w:rsid w:val="00D12130"/>
    <w:rsid w:val="00D12C76"/>
    <w:rsid w:val="00D173CC"/>
    <w:rsid w:val="00D21061"/>
    <w:rsid w:val="00D2244B"/>
    <w:rsid w:val="00D24AE7"/>
    <w:rsid w:val="00D271D7"/>
    <w:rsid w:val="00D322B7"/>
    <w:rsid w:val="00D33D4C"/>
    <w:rsid w:val="00D4108E"/>
    <w:rsid w:val="00D521D0"/>
    <w:rsid w:val="00D55077"/>
    <w:rsid w:val="00D559CE"/>
    <w:rsid w:val="00D6163D"/>
    <w:rsid w:val="00D61BB3"/>
    <w:rsid w:val="00D61FC2"/>
    <w:rsid w:val="00D67D3D"/>
    <w:rsid w:val="00D771F6"/>
    <w:rsid w:val="00D80E63"/>
    <w:rsid w:val="00D831A3"/>
    <w:rsid w:val="00D8421D"/>
    <w:rsid w:val="00D85204"/>
    <w:rsid w:val="00D86F92"/>
    <w:rsid w:val="00D90C8B"/>
    <w:rsid w:val="00D95BFF"/>
    <w:rsid w:val="00D97BE3"/>
    <w:rsid w:val="00D97E89"/>
    <w:rsid w:val="00DA1C67"/>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25E0"/>
    <w:rsid w:val="00E13140"/>
    <w:rsid w:val="00E1633F"/>
    <w:rsid w:val="00E16FF7"/>
    <w:rsid w:val="00E1732F"/>
    <w:rsid w:val="00E20AE7"/>
    <w:rsid w:val="00E2241A"/>
    <w:rsid w:val="00E26D68"/>
    <w:rsid w:val="00E27C2B"/>
    <w:rsid w:val="00E3057F"/>
    <w:rsid w:val="00E311B8"/>
    <w:rsid w:val="00E31C29"/>
    <w:rsid w:val="00E3341A"/>
    <w:rsid w:val="00E37AC7"/>
    <w:rsid w:val="00E37E06"/>
    <w:rsid w:val="00E44045"/>
    <w:rsid w:val="00E516F2"/>
    <w:rsid w:val="00E536EF"/>
    <w:rsid w:val="00E618C4"/>
    <w:rsid w:val="00E67218"/>
    <w:rsid w:val="00E70AB8"/>
    <w:rsid w:val="00E7218A"/>
    <w:rsid w:val="00E726BC"/>
    <w:rsid w:val="00E739C5"/>
    <w:rsid w:val="00E775A0"/>
    <w:rsid w:val="00E84C3A"/>
    <w:rsid w:val="00E86EF7"/>
    <w:rsid w:val="00E878EE"/>
    <w:rsid w:val="00EA0EED"/>
    <w:rsid w:val="00EA23AF"/>
    <w:rsid w:val="00EA69AC"/>
    <w:rsid w:val="00EA6A2E"/>
    <w:rsid w:val="00EA6EC7"/>
    <w:rsid w:val="00EB0835"/>
    <w:rsid w:val="00EB104F"/>
    <w:rsid w:val="00EB121E"/>
    <w:rsid w:val="00EB1EA8"/>
    <w:rsid w:val="00EB4139"/>
    <w:rsid w:val="00EB46E5"/>
    <w:rsid w:val="00EB7065"/>
    <w:rsid w:val="00EB7A07"/>
    <w:rsid w:val="00EC0A03"/>
    <w:rsid w:val="00EC2EB7"/>
    <w:rsid w:val="00EC4FA5"/>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2DEC"/>
    <w:rsid w:val="00F1715C"/>
    <w:rsid w:val="00F22438"/>
    <w:rsid w:val="00F24845"/>
    <w:rsid w:val="00F310F8"/>
    <w:rsid w:val="00F331C1"/>
    <w:rsid w:val="00F35939"/>
    <w:rsid w:val="00F40272"/>
    <w:rsid w:val="00F43984"/>
    <w:rsid w:val="00F43EF0"/>
    <w:rsid w:val="00F45607"/>
    <w:rsid w:val="00F4722B"/>
    <w:rsid w:val="00F54432"/>
    <w:rsid w:val="00F60DF5"/>
    <w:rsid w:val="00F60EBA"/>
    <w:rsid w:val="00F64D1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2822"/>
    <w:rsid w:val="00FA17DD"/>
    <w:rsid w:val="00FA5522"/>
    <w:rsid w:val="00FB5DE8"/>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D9EBA5"/>
  <w15:docId w15:val="{1E0C2977-483B-4336-B3F4-AA1B13E9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D61FC2"/>
    <w:pPr>
      <w:keepNext/>
      <w:numPr>
        <w:numId w:val="3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D61FC2"/>
    <w:pPr>
      <w:numPr>
        <w:ilvl w:val="1"/>
      </w:numPr>
      <w:spacing w:before="200"/>
      <w:outlineLvl w:val="1"/>
    </w:pPr>
    <w:rPr>
      <w:caps w:val="0"/>
      <w:sz w:val="20"/>
    </w:rPr>
  </w:style>
  <w:style w:type="character" w:customStyle="1" w:styleId="Nadpis2-1Char">
    <w:name w:val="_Nadpis_2-1 Char"/>
    <w:basedOn w:val="Standardnpsmoodstavce"/>
    <w:link w:val="Nadpis2-1"/>
    <w:rsid w:val="00D61FC2"/>
    <w:rPr>
      <w:rFonts w:ascii="Verdana" w:hAnsi="Verdana"/>
      <w:b/>
      <w:caps/>
      <w:sz w:val="22"/>
    </w:rPr>
  </w:style>
  <w:style w:type="paragraph" w:customStyle="1" w:styleId="Text2-1">
    <w:name w:val="_Text_2-1"/>
    <w:basedOn w:val="Odstavecseseznamem"/>
    <w:link w:val="Text2-1Char"/>
    <w:qFormat/>
    <w:rsid w:val="00D61FC2"/>
    <w:pPr>
      <w:numPr>
        <w:ilvl w:val="2"/>
        <w:numId w:val="38"/>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D61FC2"/>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D61FC2"/>
    <w:rPr>
      <w:rFonts w:ascii="Verdana" w:hAnsi="Verdana"/>
    </w:rPr>
  </w:style>
  <w:style w:type="paragraph" w:customStyle="1" w:styleId="Titul2">
    <w:name w:val="_Titul_2"/>
    <w:basedOn w:val="Normln"/>
    <w:qFormat/>
    <w:rsid w:val="00D61FC2"/>
    <w:pPr>
      <w:tabs>
        <w:tab w:val="left" w:pos="6796"/>
      </w:tabs>
      <w:spacing w:after="240" w:line="264" w:lineRule="auto"/>
    </w:pPr>
    <w:rPr>
      <w:b/>
      <w:sz w:val="36"/>
      <w:szCs w:val="32"/>
    </w:rPr>
  </w:style>
  <w:style w:type="paragraph" w:customStyle="1" w:styleId="Tituldatum">
    <w:name w:val="_Titul_datum"/>
    <w:basedOn w:val="Normln"/>
    <w:link w:val="TituldatumChar"/>
    <w:qFormat/>
    <w:rsid w:val="00D61FC2"/>
    <w:pPr>
      <w:spacing w:after="240" w:line="264" w:lineRule="auto"/>
    </w:pPr>
    <w:rPr>
      <w:sz w:val="24"/>
      <w:szCs w:val="24"/>
    </w:rPr>
  </w:style>
  <w:style w:type="character" w:customStyle="1" w:styleId="TituldatumChar">
    <w:name w:val="_Titul_datum Char"/>
    <w:basedOn w:val="Standardnpsmoodstavce"/>
    <w:link w:val="Tituldatum"/>
    <w:rsid w:val="00D61F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61FC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61FC2"/>
    <w:pPr>
      <w:numPr>
        <w:ilvl w:val="2"/>
      </w:numPr>
    </w:pPr>
  </w:style>
  <w:style w:type="paragraph" w:customStyle="1" w:styleId="Text1-1">
    <w:name w:val="_Text_1-1"/>
    <w:basedOn w:val="Normln"/>
    <w:link w:val="Text1-1Char"/>
    <w:rsid w:val="00D61FC2"/>
    <w:pPr>
      <w:numPr>
        <w:ilvl w:val="1"/>
        <w:numId w:val="36"/>
      </w:numPr>
      <w:spacing w:after="120" w:line="264" w:lineRule="auto"/>
      <w:jc w:val="both"/>
    </w:pPr>
    <w:rPr>
      <w:sz w:val="18"/>
      <w:szCs w:val="18"/>
    </w:rPr>
  </w:style>
  <w:style w:type="paragraph" w:customStyle="1" w:styleId="Nadpis1-1">
    <w:name w:val="_Nadpis_1-1"/>
    <w:basedOn w:val="Odstavecseseznamem"/>
    <w:next w:val="Normln"/>
    <w:link w:val="Nadpis1-1Char"/>
    <w:qFormat/>
    <w:rsid w:val="00D61FC2"/>
    <w:pPr>
      <w:keepNext/>
      <w:numPr>
        <w:numId w:val="36"/>
      </w:numPr>
      <w:spacing w:before="280" w:after="120" w:line="264" w:lineRule="auto"/>
      <w:outlineLvl w:val="0"/>
    </w:pPr>
    <w:rPr>
      <w:b/>
      <w:caps/>
      <w:sz w:val="22"/>
      <w:szCs w:val="18"/>
    </w:rPr>
  </w:style>
  <w:style w:type="paragraph" w:customStyle="1" w:styleId="Odrka1-1">
    <w:name w:val="_Odrážka_1-1_•"/>
    <w:basedOn w:val="Normln"/>
    <w:link w:val="Odrka1-1Char"/>
    <w:qFormat/>
    <w:rsid w:val="00D61FC2"/>
    <w:pPr>
      <w:numPr>
        <w:numId w:val="27"/>
      </w:numPr>
      <w:spacing w:after="80" w:line="264" w:lineRule="auto"/>
      <w:jc w:val="both"/>
    </w:pPr>
    <w:rPr>
      <w:sz w:val="18"/>
      <w:szCs w:val="18"/>
    </w:rPr>
  </w:style>
  <w:style w:type="character" w:customStyle="1" w:styleId="Text1-1Char">
    <w:name w:val="_Text_1-1 Char"/>
    <w:basedOn w:val="Standardnpsmoodstavce"/>
    <w:link w:val="Text1-1"/>
    <w:rsid w:val="00D61FC2"/>
    <w:rPr>
      <w:rFonts w:ascii="Verdana" w:hAnsi="Verdana"/>
    </w:rPr>
  </w:style>
  <w:style w:type="character" w:customStyle="1" w:styleId="Nadpis1-1Char">
    <w:name w:val="_Nadpis_1-1 Char"/>
    <w:basedOn w:val="Standardnpsmoodstavce"/>
    <w:link w:val="Nadpis1-1"/>
    <w:rsid w:val="00D61FC2"/>
    <w:rPr>
      <w:rFonts w:ascii="Verdana" w:hAnsi="Verdana"/>
      <w:b/>
      <w:caps/>
      <w:sz w:val="22"/>
    </w:rPr>
  </w:style>
  <w:style w:type="character" w:customStyle="1" w:styleId="Text1-2Char">
    <w:name w:val="_Text_1-2 Char"/>
    <w:basedOn w:val="Text1-1Char"/>
    <w:link w:val="Text1-2"/>
    <w:rsid w:val="00D61FC2"/>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D61FC2"/>
    <w:rPr>
      <w:rFonts w:ascii="Verdana" w:hAnsi="Verdana"/>
    </w:rPr>
  </w:style>
  <w:style w:type="paragraph" w:customStyle="1" w:styleId="Odrka1-2-">
    <w:name w:val="_Odrážka_1-2_-"/>
    <w:basedOn w:val="Odrka1-1"/>
    <w:qFormat/>
    <w:rsid w:val="00D61FC2"/>
    <w:pPr>
      <w:numPr>
        <w:ilvl w:val="1"/>
      </w:numPr>
    </w:pPr>
  </w:style>
  <w:style w:type="paragraph" w:customStyle="1" w:styleId="Odrka1-3">
    <w:name w:val="_Odrážka_1-3_·"/>
    <w:basedOn w:val="Odrka1-2-"/>
    <w:qFormat/>
    <w:rsid w:val="00D61FC2"/>
    <w:pPr>
      <w:numPr>
        <w:ilvl w:val="2"/>
      </w:numPr>
    </w:pPr>
  </w:style>
  <w:style w:type="paragraph" w:customStyle="1" w:styleId="Odstavec1-1a">
    <w:name w:val="_Odstavec_1-1_a)"/>
    <w:basedOn w:val="Normln"/>
    <w:link w:val="Odstavec1-1aChar"/>
    <w:qFormat/>
    <w:rsid w:val="00D61FC2"/>
    <w:pPr>
      <w:numPr>
        <w:numId w:val="33"/>
      </w:numPr>
      <w:spacing w:after="80" w:line="264" w:lineRule="auto"/>
      <w:jc w:val="both"/>
    </w:pPr>
    <w:rPr>
      <w:sz w:val="18"/>
      <w:szCs w:val="18"/>
    </w:rPr>
  </w:style>
  <w:style w:type="paragraph" w:customStyle="1" w:styleId="Odstavec1-2i">
    <w:name w:val="_Odstavec_1-2_(i)"/>
    <w:basedOn w:val="Odstavec1-1a"/>
    <w:qFormat/>
    <w:rsid w:val="00D61FC2"/>
    <w:pPr>
      <w:numPr>
        <w:ilvl w:val="1"/>
      </w:numPr>
    </w:pPr>
  </w:style>
  <w:style w:type="paragraph" w:customStyle="1" w:styleId="Odstavec1-31">
    <w:name w:val="_Odstavec_1-3_1)"/>
    <w:basedOn w:val="Odstavec1-2i"/>
    <w:qFormat/>
    <w:rsid w:val="00D61FC2"/>
    <w:pPr>
      <w:numPr>
        <w:ilvl w:val="2"/>
      </w:numPr>
    </w:pPr>
  </w:style>
  <w:style w:type="paragraph" w:customStyle="1" w:styleId="Textbezslovn">
    <w:name w:val="_Text_bez_číslování"/>
    <w:basedOn w:val="Normln"/>
    <w:link w:val="TextbezslovnChar"/>
    <w:qFormat/>
    <w:rsid w:val="00D61FC2"/>
    <w:pPr>
      <w:spacing w:after="120" w:line="264" w:lineRule="auto"/>
      <w:ind w:left="737"/>
      <w:jc w:val="both"/>
    </w:pPr>
    <w:rPr>
      <w:sz w:val="18"/>
      <w:szCs w:val="18"/>
    </w:rPr>
  </w:style>
  <w:style w:type="paragraph" w:customStyle="1" w:styleId="Zpatvlevo">
    <w:name w:val="_Zápatí_vlevo"/>
    <w:basedOn w:val="Zpatvpravo"/>
    <w:qFormat/>
    <w:rsid w:val="00D61FC2"/>
    <w:pPr>
      <w:jc w:val="left"/>
    </w:pPr>
  </w:style>
  <w:style w:type="character" w:customStyle="1" w:styleId="Tun">
    <w:name w:val="_Tučně"/>
    <w:basedOn w:val="Standardnpsmoodstavce"/>
    <w:qFormat/>
    <w:rsid w:val="00D61FC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61FC2"/>
    <w:pPr>
      <w:numPr>
        <w:ilvl w:val="3"/>
      </w:numPr>
    </w:pPr>
  </w:style>
  <w:style w:type="character" w:customStyle="1" w:styleId="Text2-2Char">
    <w:name w:val="_Text_2-2 Char"/>
    <w:basedOn w:val="Text2-1Char"/>
    <w:link w:val="Text2-2"/>
    <w:rsid w:val="00D61FC2"/>
    <w:rPr>
      <w:rFonts w:ascii="Verdana" w:hAnsi="Verdana"/>
    </w:rPr>
  </w:style>
  <w:style w:type="paragraph" w:customStyle="1" w:styleId="Zkratky1">
    <w:name w:val="_Zkratky_1"/>
    <w:basedOn w:val="Normln"/>
    <w:qFormat/>
    <w:rsid w:val="00D61FC2"/>
    <w:pPr>
      <w:tabs>
        <w:tab w:val="right" w:leader="dot" w:pos="1134"/>
      </w:tabs>
      <w:spacing w:after="0" w:line="240" w:lineRule="auto"/>
    </w:pPr>
    <w:rPr>
      <w:b/>
      <w:sz w:val="16"/>
      <w:szCs w:val="18"/>
    </w:rPr>
  </w:style>
  <w:style w:type="paragraph" w:customStyle="1" w:styleId="Seznam1">
    <w:name w:val="_Seznam_[1]"/>
    <w:basedOn w:val="Normln"/>
    <w:qFormat/>
    <w:rsid w:val="00D61FC2"/>
    <w:pPr>
      <w:numPr>
        <w:numId w:val="3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61FC2"/>
    <w:pPr>
      <w:spacing w:after="0" w:line="240" w:lineRule="auto"/>
    </w:pPr>
    <w:rPr>
      <w:sz w:val="16"/>
      <w:szCs w:val="16"/>
    </w:rPr>
  </w:style>
  <w:style w:type="character" w:customStyle="1" w:styleId="Tun-ZRUIT">
    <w:name w:val="_Tučně-ZRUŠIT"/>
    <w:basedOn w:val="Standardnpsmoodstavce"/>
    <w:qFormat/>
    <w:rsid w:val="00D61FC2"/>
    <w:rPr>
      <w:b w:val="0"/>
      <w:i w:val="0"/>
    </w:rPr>
  </w:style>
  <w:style w:type="paragraph" w:customStyle="1" w:styleId="Nadpisbezsl1-1">
    <w:name w:val="_Nadpis_bez_čísl_1-1"/>
    <w:next w:val="Nadpisbezsl1-2"/>
    <w:qFormat/>
    <w:rsid w:val="00D61FC2"/>
    <w:pPr>
      <w:keepNext/>
      <w:spacing w:before="280" w:after="120"/>
    </w:pPr>
    <w:rPr>
      <w:rFonts w:ascii="Verdana" w:hAnsi="Verdana"/>
      <w:b/>
      <w:caps/>
      <w:sz w:val="22"/>
    </w:rPr>
  </w:style>
  <w:style w:type="paragraph" w:customStyle="1" w:styleId="Nadpisbezsl1-2">
    <w:name w:val="_Nadpis_bez_čísl_1-2"/>
    <w:next w:val="Text2-1"/>
    <w:qFormat/>
    <w:rsid w:val="00D61FC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61FC2"/>
    <w:pPr>
      <w:spacing w:after="120" w:line="264" w:lineRule="auto"/>
      <w:jc w:val="both"/>
    </w:pPr>
    <w:rPr>
      <w:sz w:val="18"/>
      <w:szCs w:val="18"/>
    </w:rPr>
  </w:style>
  <w:style w:type="character" w:customStyle="1" w:styleId="TextbezodsazenChar">
    <w:name w:val="_Text_bez_odsazení Char"/>
    <w:basedOn w:val="Standardnpsmoodstavce"/>
    <w:link w:val="Textbezodsazen"/>
    <w:rsid w:val="00D61FC2"/>
    <w:rPr>
      <w:rFonts w:ascii="Verdana" w:hAnsi="Verdana"/>
    </w:rPr>
  </w:style>
  <w:style w:type="paragraph" w:customStyle="1" w:styleId="ZTPinfo-text">
    <w:name w:val="_ZTP_info-text"/>
    <w:basedOn w:val="Textbezslovn"/>
    <w:link w:val="ZTPinfo-textChar"/>
    <w:qFormat/>
    <w:rsid w:val="00D61FC2"/>
    <w:pPr>
      <w:ind w:left="0"/>
    </w:pPr>
    <w:rPr>
      <w:i/>
      <w:color w:val="00A1E0"/>
    </w:rPr>
  </w:style>
  <w:style w:type="character" w:customStyle="1" w:styleId="ZTPinfo-textChar">
    <w:name w:val="_ZTP_info-text Char"/>
    <w:basedOn w:val="Standardnpsmoodstavce"/>
    <w:link w:val="ZTPinfo-text"/>
    <w:rsid w:val="00D61FC2"/>
    <w:rPr>
      <w:rFonts w:ascii="Verdana" w:hAnsi="Verdana"/>
      <w:i/>
      <w:color w:val="00A1E0"/>
    </w:rPr>
  </w:style>
  <w:style w:type="paragraph" w:customStyle="1" w:styleId="ZTPinfo-text-odr">
    <w:name w:val="_ZTP_info-text-odr"/>
    <w:basedOn w:val="ZTPinfo-text"/>
    <w:link w:val="ZTPinfo-text-odrChar"/>
    <w:qFormat/>
    <w:rsid w:val="00D61FC2"/>
    <w:pPr>
      <w:numPr>
        <w:numId w:val="40"/>
      </w:numPr>
    </w:pPr>
  </w:style>
  <w:style w:type="character" w:customStyle="1" w:styleId="ZTPinfo-text-odrChar">
    <w:name w:val="_ZTP_info-text-odr Char"/>
    <w:basedOn w:val="ZTPinfo-textChar"/>
    <w:link w:val="ZTPinfo-text-odr"/>
    <w:rsid w:val="00D61FC2"/>
    <w:rPr>
      <w:rFonts w:ascii="Verdana" w:hAnsi="Verdana"/>
      <w:i/>
      <w:color w:val="00A1E0"/>
    </w:rPr>
  </w:style>
  <w:style w:type="paragraph" w:customStyle="1" w:styleId="Tabulka">
    <w:name w:val="_Tabulka"/>
    <w:basedOn w:val="Normln"/>
    <w:qFormat/>
    <w:rsid w:val="00D61FC2"/>
    <w:pPr>
      <w:spacing w:before="40" w:after="40" w:line="240" w:lineRule="auto"/>
      <w:jc w:val="both"/>
    </w:pPr>
    <w:rPr>
      <w:sz w:val="18"/>
      <w:szCs w:val="18"/>
    </w:rPr>
  </w:style>
  <w:style w:type="paragraph" w:customStyle="1" w:styleId="Odrka1-4">
    <w:name w:val="_Odrážka_1-4_•"/>
    <w:basedOn w:val="Odrka1-1"/>
    <w:qFormat/>
    <w:rsid w:val="00D61FC2"/>
    <w:pPr>
      <w:numPr>
        <w:ilvl w:val="3"/>
      </w:numPr>
    </w:pPr>
  </w:style>
  <w:style w:type="character" w:customStyle="1" w:styleId="Odstavec1-1aChar">
    <w:name w:val="_Odstavec_1-1_a) Char"/>
    <w:basedOn w:val="Standardnpsmoodstavce"/>
    <w:link w:val="Odstavec1-1a"/>
    <w:rsid w:val="00D61FC2"/>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D61FC2"/>
    <w:rPr>
      <w:rFonts w:ascii="Verdana" w:hAnsi="Verdana"/>
      <w:b/>
      <w:sz w:val="36"/>
    </w:rPr>
  </w:style>
  <w:style w:type="paragraph" w:customStyle="1" w:styleId="Zpatvpravo">
    <w:name w:val="_Zápatí_vpravo"/>
    <w:qFormat/>
    <w:rsid w:val="00D61FC2"/>
    <w:pPr>
      <w:spacing w:after="0" w:line="240" w:lineRule="auto"/>
      <w:jc w:val="right"/>
    </w:pPr>
    <w:rPr>
      <w:rFonts w:ascii="Verdana" w:hAnsi="Verdana"/>
      <w:sz w:val="12"/>
    </w:rPr>
  </w:style>
  <w:style w:type="character" w:customStyle="1" w:styleId="Nzevakce">
    <w:name w:val="_Název_akce"/>
    <w:basedOn w:val="Standardnpsmoodstavce"/>
    <w:qFormat/>
    <w:rsid w:val="00D61FC2"/>
    <w:rPr>
      <w:rFonts w:ascii="Verdana" w:hAnsi="Verdana"/>
      <w:b/>
      <w:sz w:val="36"/>
    </w:rPr>
  </w:style>
  <w:style w:type="character" w:customStyle="1" w:styleId="TextbezslovnChar">
    <w:name w:val="_Text_bez_číslování Char"/>
    <w:basedOn w:val="Standardnpsmoodstavce"/>
    <w:link w:val="Textbezslovn"/>
    <w:rsid w:val="00D61FC2"/>
    <w:rPr>
      <w:rFonts w:ascii="Verdana" w:hAnsi="Verdana"/>
    </w:rPr>
  </w:style>
  <w:style w:type="paragraph" w:customStyle="1" w:styleId="ZTPinfo-text-odr0">
    <w:name w:val="_ZTP_info-text-odr_•"/>
    <w:basedOn w:val="ZTPinfo-text-odr"/>
    <w:link w:val="ZTPinfo-text-odrChar0"/>
    <w:qFormat/>
    <w:rsid w:val="00D61FC2"/>
    <w:pPr>
      <w:numPr>
        <w:ilvl w:val="1"/>
      </w:numPr>
      <w:spacing w:after="80"/>
      <w:contextualSpacing/>
    </w:pPr>
  </w:style>
  <w:style w:type="character" w:customStyle="1" w:styleId="ZTPinfo-text-odrChar0">
    <w:name w:val="_ZTP_info-text-odr_• Char"/>
    <w:basedOn w:val="ZTPinfo-text-odrChar"/>
    <w:link w:val="ZTPinfo-text-odr0"/>
    <w:rsid w:val="00D61FC2"/>
    <w:rPr>
      <w:rFonts w:ascii="Verdana" w:hAnsi="Verdana"/>
      <w:i/>
      <w:color w:val="00A1E0"/>
    </w:rPr>
  </w:style>
  <w:style w:type="paragraph" w:customStyle="1" w:styleId="Tabulka-9">
    <w:name w:val="_Tabulka-9"/>
    <w:basedOn w:val="Textbezodsazen"/>
    <w:qFormat/>
    <w:rsid w:val="00D61FC2"/>
    <w:pPr>
      <w:spacing w:before="40" w:after="40" w:line="240" w:lineRule="auto"/>
      <w:jc w:val="left"/>
    </w:pPr>
  </w:style>
  <w:style w:type="paragraph" w:customStyle="1" w:styleId="Tabulka-8">
    <w:name w:val="_Tabulka-8"/>
    <w:basedOn w:val="Tabulka-9"/>
    <w:qFormat/>
    <w:rsid w:val="00D61FC2"/>
    <w:rPr>
      <w:sz w:val="16"/>
    </w:rPr>
  </w:style>
  <w:style w:type="paragraph" w:customStyle="1" w:styleId="Odrka1-5-">
    <w:name w:val="_Odrážka_1-5_-"/>
    <w:basedOn w:val="Odrka1-4"/>
    <w:link w:val="Odrka1-5-Char"/>
    <w:qFormat/>
    <w:rsid w:val="00D61FC2"/>
    <w:pPr>
      <w:numPr>
        <w:ilvl w:val="4"/>
      </w:numPr>
      <w:spacing w:after="40"/>
    </w:pPr>
  </w:style>
  <w:style w:type="paragraph" w:customStyle="1" w:styleId="Odstavec1-4a">
    <w:name w:val="_Odstavec_1-4_(a)"/>
    <w:basedOn w:val="Odstavec1-1a"/>
    <w:link w:val="Odstavec1-4aChar"/>
    <w:qFormat/>
    <w:rsid w:val="00D61FC2"/>
    <w:pPr>
      <w:numPr>
        <w:ilvl w:val="3"/>
      </w:numPr>
    </w:pPr>
  </w:style>
  <w:style w:type="character" w:customStyle="1" w:styleId="Odrka1-5-Char">
    <w:name w:val="_Odrážka_1-5_- Char"/>
    <w:basedOn w:val="Standardnpsmoodstavce"/>
    <w:link w:val="Odrka1-5-"/>
    <w:rsid w:val="00D61FC2"/>
    <w:rPr>
      <w:rFonts w:ascii="Verdana" w:hAnsi="Verdana"/>
    </w:rPr>
  </w:style>
  <w:style w:type="character" w:customStyle="1" w:styleId="Odstavec1-4aChar">
    <w:name w:val="_Odstavec_1-4_(a) Char"/>
    <w:basedOn w:val="Odstavec1-1aChar"/>
    <w:link w:val="Odstavec1-4a"/>
    <w:rsid w:val="00D61FC2"/>
    <w:rPr>
      <w:rFonts w:ascii="Verdana" w:hAnsi="Verdana"/>
    </w:rPr>
  </w:style>
  <w:style w:type="paragraph" w:customStyle="1" w:styleId="Odstavec1-4i0">
    <w:name w:val="_Odstavec_1-4_i)"/>
    <w:basedOn w:val="Odstavec1-1a"/>
    <w:link w:val="Odstavec1-4iChar"/>
    <w:qFormat/>
    <w:rsid w:val="0002279D"/>
    <w:pPr>
      <w:numPr>
        <w:numId w:val="0"/>
      </w:numPr>
    </w:pPr>
  </w:style>
  <w:style w:type="character" w:customStyle="1" w:styleId="Odstavec1-4iChar">
    <w:name w:val="_Odstavec_1-4_i) Char"/>
    <w:basedOn w:val="Odstavec1-1aChar"/>
    <w:link w:val="Odstavec1-4i0"/>
    <w:rsid w:val="0002279D"/>
    <w:rPr>
      <w:rFonts w:ascii="Verdana" w:hAnsi="Verdana"/>
    </w:rPr>
  </w:style>
  <w:style w:type="table" w:customStyle="1" w:styleId="TabZTPbez">
    <w:name w:val="_Tab_ZTP_bez"/>
    <w:basedOn w:val="Mkatabulky"/>
    <w:uiPriority w:val="99"/>
    <w:rsid w:val="00D61FC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61FC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D61F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61FC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D61FC2"/>
    <w:pPr>
      <w:spacing w:before="20" w:after="20"/>
    </w:pPr>
    <w:rPr>
      <w:sz w:val="14"/>
    </w:rPr>
  </w:style>
  <w:style w:type="paragraph" w:customStyle="1" w:styleId="TextbezslBEZMEZER">
    <w:name w:val="_Text_bez_čísl_BEZ_MEZER"/>
    <w:basedOn w:val="Textbezslovn"/>
    <w:link w:val="TextbezslBEZMEZERChar"/>
    <w:qFormat/>
    <w:rsid w:val="00D61FC2"/>
    <w:pPr>
      <w:spacing w:after="0"/>
    </w:pPr>
  </w:style>
  <w:style w:type="character" w:customStyle="1" w:styleId="TextbezslBEZMEZERChar">
    <w:name w:val="_Text_bez_čísl_BEZ_MEZER Char"/>
    <w:basedOn w:val="TextbezslovnChar"/>
    <w:link w:val="TextbezslBEZMEZER"/>
    <w:rsid w:val="00D61FC2"/>
    <w:rPr>
      <w:rFonts w:ascii="Verdana" w:hAnsi="Verdana"/>
    </w:rPr>
  </w:style>
  <w:style w:type="table" w:customStyle="1" w:styleId="TKPTabulka">
    <w:name w:val="_TKP_Tabulka"/>
    <w:basedOn w:val="Normlntabulka"/>
    <w:uiPriority w:val="99"/>
    <w:rsid w:val="00D61FC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Odstavec1-4i">
    <w:name w:val="_Odstavec_1-4_(i)"/>
    <w:basedOn w:val="Odstavec1-1a"/>
    <w:qFormat/>
    <w:rsid w:val="00D61FC2"/>
    <w:pPr>
      <w:numPr>
        <w:ilvl w:val="4"/>
      </w:numPr>
    </w:pPr>
  </w:style>
  <w:style w:type="paragraph" w:customStyle="1" w:styleId="Odstavec1-xi">
    <w:name w:val="_Odstavec_1-x_i)"/>
    <w:basedOn w:val="Odstavec1-1a"/>
    <w:link w:val="Odstavec1-xiChar"/>
    <w:qFormat/>
    <w:rsid w:val="00D61FC2"/>
  </w:style>
  <w:style w:type="character" w:customStyle="1" w:styleId="Odstavec1-xiChar">
    <w:name w:val="_Odstavec_1-x_i) Char"/>
    <w:basedOn w:val="Odstavec1-1aChar"/>
    <w:link w:val="Odstavec1-xi"/>
    <w:rsid w:val="00D61FC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ZD_ZHOTOVEN&#205;_STAVBY\R-Podlimitn&#237;_(NE-FIDIC)\ZTP_R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CD9872072140C3A8A00F368DE30881"/>
        <w:category>
          <w:name w:val="Obecné"/>
          <w:gallery w:val="placeholder"/>
        </w:category>
        <w:types>
          <w:type w:val="bbPlcHdr"/>
        </w:types>
        <w:behaviors>
          <w:behavior w:val="content"/>
        </w:behaviors>
        <w:guid w:val="{CAE3A930-FC7A-4F3E-A54C-9D415AAE0EDE}"/>
      </w:docPartPr>
      <w:docPartBody>
        <w:p w:rsidR="00E023A7" w:rsidRDefault="00BE6DD8">
          <w:pPr>
            <w:pStyle w:val="9DCD9872072140C3A8A00F368DE3088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DD8"/>
    <w:rsid w:val="000547AA"/>
    <w:rsid w:val="001353D7"/>
    <w:rsid w:val="005B6251"/>
    <w:rsid w:val="00921CE7"/>
    <w:rsid w:val="009E0E07"/>
    <w:rsid w:val="00A745F8"/>
    <w:rsid w:val="00BE6DD8"/>
    <w:rsid w:val="00C62C46"/>
    <w:rsid w:val="00D97989"/>
    <w:rsid w:val="00E023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DCD9872072140C3A8A00F368DE30881">
    <w:name w:val="9DCD9872072140C3A8A00F368DE30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AD36D86-979D-441F-9BC1-B203FD5B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ZTP_R_VZOR_230711</Template>
  <TotalTime>5</TotalTime>
  <Pages>9</Pages>
  <Words>3031</Words>
  <Characters>17888</Characters>
  <Application>Microsoft Office Word</Application>
  <DocSecurity>0</DocSecurity>
  <Lines>149</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R_230711</vt:lpstr>
      <vt:lpstr/>
      <vt:lpstr>Titulek 1. úrovně </vt:lpstr>
      <vt:lpstr>    Titulek 2. úrovně</vt:lpstr>
      <vt:lpstr>        Titulek 3. úrovně</vt:lpstr>
    </vt:vector>
  </TitlesOfParts>
  <Manager>Fojta@spravazeleznic.cz</Manager>
  <Company>SŽ</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R_230711</dc:title>
  <dc:creator>Heuer Jiří, Bc</dc:creator>
  <cp:lastModifiedBy>Klimeš Jaroslav, JUDr.</cp:lastModifiedBy>
  <cp:revision>4</cp:revision>
  <cp:lastPrinted>2019-03-07T14:42:00Z</cp:lastPrinted>
  <dcterms:created xsi:type="dcterms:W3CDTF">2023-08-10T10:05:00Z</dcterms:created>
  <dcterms:modified xsi:type="dcterms:W3CDTF">2023-09-21T13:16:00Z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