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7E7F5" w14:textId="3283B7A5" w:rsidR="009F392E" w:rsidRDefault="00B73D44" w:rsidP="00F0533E">
      <w:pPr>
        <w:rPr>
          <w:noProof/>
        </w:rPr>
      </w:pPr>
      <w:r w:rsidRPr="00250F62">
        <w:rPr>
          <w:noProof/>
        </w:rPr>
        <w:t xml:space="preserve">Příloha č. </w:t>
      </w:r>
      <w:r w:rsidR="00B02AB2">
        <w:rPr>
          <w:noProof/>
        </w:rPr>
        <w:t>5</w:t>
      </w:r>
      <w:r w:rsidR="00B85B4C" w:rsidRPr="00250F62">
        <w:rPr>
          <w:noProof/>
        </w:rPr>
        <w:t xml:space="preserve"> Smlouvy</w:t>
      </w:r>
      <w:r w:rsidR="00AB1186">
        <w:rPr>
          <w:noProof/>
        </w:rPr>
        <w:t xml:space="preserve"> </w:t>
      </w:r>
      <w:r w:rsidR="00AB1186">
        <w:rPr>
          <w:rFonts w:eastAsia="Times New Roman" w:cs="Times New Roman"/>
          <w:lang w:eastAsia="cs-CZ"/>
        </w:rPr>
        <w:t>o poskytování služeb</w:t>
      </w:r>
    </w:p>
    <w:p w14:paraId="5BCA79D2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B85B4C" w:rsidRPr="00FD23CD" w14:paraId="7C80B214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B042A3" w14:textId="77777777" w:rsidR="00B85B4C" w:rsidRPr="000E5CAE" w:rsidRDefault="00B85B4C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1F9166B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DDF159" w14:textId="77777777" w:rsidR="00B85B4C" w:rsidRPr="000E5CAE" w:rsidRDefault="00B85B4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yellow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Činnosti prováděné členem Realizačního týmu</w:t>
            </w:r>
          </w:p>
        </w:tc>
      </w:tr>
      <w:tr w:rsidR="00B85B4C" w:rsidRPr="00FD23CD" w14:paraId="1DE0B5D1" w14:textId="77777777" w:rsidTr="006C4DB2">
        <w:trPr>
          <w:trHeight w:val="33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A5CB" w14:textId="44146FD2" w:rsidR="00B85B4C" w:rsidRPr="000E5CAE" w:rsidRDefault="00706FA3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t>Koordinátor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158C0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6BA6AF44" w14:textId="4E748F31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49EA4A8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51FC309" w14:textId="68A6326D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E89E971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7BCD5E3A" w14:textId="4AE96174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D088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B85B4C" w:rsidRPr="00FD23CD" w14:paraId="775AB0AF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E68C" w14:textId="3FCB854D" w:rsidR="00B85B4C" w:rsidRPr="000E5CAE" w:rsidRDefault="006C4DB2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8579B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5405D1D7" w14:textId="764C8185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E4FFABF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5D5362D4" w14:textId="7011B81C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3033927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DB47AB7" w14:textId="72D1007B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8762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B85B4C" w:rsidRPr="00FD23CD" w14:paraId="3E2D22E6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33F7" w14:textId="26A36851" w:rsidR="00B85B4C" w:rsidRPr="000E5CAE" w:rsidRDefault="006C4DB2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B7774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F726631" w14:textId="570C67B1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2C769D4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7339F98" w14:textId="11F2D8A1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27E38D3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F56CFBF" w14:textId="2C6D5E79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84BD" w14:textId="77777777" w:rsidR="00B85B4C" w:rsidRPr="000E5CAE" w:rsidRDefault="00B85B4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sz w:val="18"/>
                <w:highlight w:val="yellow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B84578" w:rsidRPr="00FD23CD" w14:paraId="06704A4A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B77F" w14:textId="1E58DC13" w:rsidR="00B84578" w:rsidRDefault="00B84578" w:rsidP="00113508">
            <w:pPr>
              <w:rPr>
                <w:rFonts w:asciiTheme="majorHAnsi" w:hAnsiTheme="majorHAnsi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lastRenderedPageBreak/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45F8" w14:textId="7777777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94D0A85" w14:textId="7ACE1475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B995879" w14:textId="7777777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4E3F0BA" w14:textId="4EF3B7CD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796D015" w14:textId="77777777" w:rsidR="00B84578" w:rsidRPr="000E5CAE" w:rsidRDefault="00B84578" w:rsidP="00B8457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7D635EFF" w14:textId="76DF1181" w:rsidR="00B84578" w:rsidRPr="000E5CAE" w:rsidRDefault="00B84578" w:rsidP="00B8457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5100" w14:textId="129CE7B3" w:rsidR="00B84578" w:rsidRPr="000E5CAE" w:rsidRDefault="00B84578" w:rsidP="001135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B84578" w:rsidRPr="00FD23CD" w14:paraId="2DC5583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B1D5" w14:textId="263A6FC7" w:rsidR="00B84578" w:rsidRDefault="006C4DB2" w:rsidP="00113508">
            <w:pPr>
              <w:rPr>
                <w:rFonts w:asciiTheme="majorHAnsi" w:hAnsiTheme="majorHAnsi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CD20B" w14:textId="7777777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10E29F6E" w14:textId="66AF807D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10AF19C" w14:textId="7777777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7BE3E5C7" w14:textId="75E13AB6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0F30A03" w14:textId="77777777" w:rsidR="00B84578" w:rsidRPr="000E5CAE" w:rsidRDefault="00B84578" w:rsidP="00B8457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658EDA8" w14:textId="5C964942" w:rsidR="00B84578" w:rsidRPr="000E5CAE" w:rsidRDefault="00B84578" w:rsidP="00B8457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FF21" w14:textId="29840C4B" w:rsidR="00B84578" w:rsidRPr="000E5CAE" w:rsidRDefault="00B84578" w:rsidP="001135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B84578" w:rsidRPr="00FD23CD" w14:paraId="1016AA9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CBAE" w14:textId="5F271255" w:rsidR="00B84578" w:rsidRDefault="006C4DB2" w:rsidP="00B84578">
            <w:pPr>
              <w:rPr>
                <w:rFonts w:asciiTheme="majorHAnsi" w:hAnsiTheme="majorHAnsi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9770" w14:textId="7777777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3DC979A" w14:textId="0C854D9C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0B0C8B6" w14:textId="7777777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910B8D2" w14:textId="70FF0AF9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18F2DCC" w14:textId="77777777" w:rsidR="00B84578" w:rsidRPr="000E5CAE" w:rsidRDefault="00B84578" w:rsidP="00B8457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499B3EB" w14:textId="0354E03B" w:rsidR="00B84578" w:rsidRPr="000E5CAE" w:rsidRDefault="00B84578" w:rsidP="00B8457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12D1" w14:textId="257798BC" w:rsidR="00B84578" w:rsidRPr="000E5CAE" w:rsidRDefault="00B84578" w:rsidP="00B845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B84578" w:rsidRPr="00FD23CD" w14:paraId="04E335D0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A525" w14:textId="3F1E9CF1" w:rsidR="00B84578" w:rsidRDefault="006C4DB2" w:rsidP="00B84578">
            <w:pPr>
              <w:rPr>
                <w:rFonts w:asciiTheme="majorHAnsi" w:hAnsiTheme="majorHAnsi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481D" w14:textId="7777777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1C2E7367" w14:textId="6A2AEEF4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0DFB5A" w14:textId="7777777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5C7089BB" w14:textId="0C1DF75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460A332" w14:textId="77777777" w:rsidR="00B84578" w:rsidRPr="000E5CAE" w:rsidRDefault="00B84578" w:rsidP="00B8457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7E1B560D" w14:textId="74A66FE9" w:rsidR="00B84578" w:rsidRPr="000E5CAE" w:rsidRDefault="00B84578" w:rsidP="00B8457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3A36" w14:textId="494E3C6A" w:rsidR="00B84578" w:rsidRPr="000E5CAE" w:rsidRDefault="00B84578" w:rsidP="00B845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B84578" w:rsidRPr="00FD23CD" w14:paraId="1E1E2F8A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9C6C" w14:textId="4D707D3D" w:rsidR="00B84578" w:rsidRDefault="006C4DB2" w:rsidP="00B84578">
            <w:pPr>
              <w:rPr>
                <w:rFonts w:asciiTheme="majorHAnsi" w:hAnsiTheme="majorHAnsi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lastRenderedPageBreak/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96AD" w14:textId="7777777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06045D1" w14:textId="30203D66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86303AC" w14:textId="7777777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59909F6C" w14:textId="5FE0405A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C40D475" w14:textId="77777777" w:rsidR="00B84578" w:rsidRPr="000E5CAE" w:rsidRDefault="00B84578" w:rsidP="00B8457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723AA48" w14:textId="3911B5C8" w:rsidR="00B84578" w:rsidRPr="000E5CAE" w:rsidRDefault="00B84578" w:rsidP="00B8457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7E32" w14:textId="4FACD67E" w:rsidR="00B84578" w:rsidRPr="000E5CAE" w:rsidRDefault="00B84578" w:rsidP="00B845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B84578" w:rsidRPr="00FD23CD" w14:paraId="3CA21102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7FC7" w14:textId="557858B8" w:rsidR="00B84578" w:rsidRDefault="006C4DB2" w:rsidP="00B84578">
            <w:pPr>
              <w:rPr>
                <w:rFonts w:asciiTheme="majorHAnsi" w:hAnsiTheme="majorHAnsi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B493D" w14:textId="7777777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35581A6" w14:textId="77778182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25BAB00" w14:textId="7777777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1BBF5D9" w14:textId="3EB05FD9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2D326F4" w14:textId="77777777" w:rsidR="00B84578" w:rsidRPr="000E5CAE" w:rsidRDefault="00B84578" w:rsidP="00B8457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BBCA312" w14:textId="0F59D8FC" w:rsidR="00B84578" w:rsidRPr="000E5CAE" w:rsidRDefault="00B84578" w:rsidP="00B8457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E911" w14:textId="13153167" w:rsidR="00B84578" w:rsidRPr="000E5CAE" w:rsidRDefault="00B84578" w:rsidP="00B845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B84578" w:rsidRPr="00FD23CD" w14:paraId="7EAFDC62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1A59" w14:textId="4C6A8BA1" w:rsidR="00B84578" w:rsidRDefault="006C4DB2" w:rsidP="00B84578">
            <w:pPr>
              <w:rPr>
                <w:rFonts w:asciiTheme="majorHAnsi" w:hAnsiTheme="majorHAnsi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1CC" w14:textId="7777777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3A24C68" w14:textId="04E5E429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459D53A" w14:textId="7777777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555C254" w14:textId="026EBD9C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60CC318" w14:textId="77777777" w:rsidR="00B84578" w:rsidRPr="000E5CAE" w:rsidRDefault="00B84578" w:rsidP="00B8457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BC37B23" w14:textId="6D6CAC70" w:rsidR="00B84578" w:rsidRPr="000E5CAE" w:rsidRDefault="00B84578" w:rsidP="00B8457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A709" w14:textId="5B99DA79" w:rsidR="00B84578" w:rsidRPr="000E5CAE" w:rsidRDefault="00B84578" w:rsidP="00B845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B84578" w:rsidRPr="00FD23CD" w14:paraId="1798F81D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8CD2" w14:textId="50E1E916" w:rsidR="00B84578" w:rsidRDefault="006C4DB2" w:rsidP="00B84578">
            <w:pPr>
              <w:rPr>
                <w:rFonts w:asciiTheme="majorHAnsi" w:hAnsiTheme="majorHAnsi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A0DD" w14:textId="7777777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CC51F3F" w14:textId="7D202951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14C6904" w14:textId="77777777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6B65699C" w14:textId="55DDF718" w:rsidR="00B84578" w:rsidRPr="000E5CAE" w:rsidRDefault="00B84578" w:rsidP="00B8457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C91777E" w14:textId="77777777" w:rsidR="00B84578" w:rsidRPr="000E5CAE" w:rsidRDefault="00B84578" w:rsidP="00B8457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7F751972" w14:textId="3F5D387F" w:rsidR="00B84578" w:rsidRPr="000E5CAE" w:rsidRDefault="00B84578" w:rsidP="00B8457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 w:rsidR="0079539B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1D5B" w14:textId="56897FF6" w:rsidR="00B84578" w:rsidRPr="000E5CAE" w:rsidRDefault="00B84578" w:rsidP="00B845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</w:tbl>
    <w:p w14:paraId="64A09C08" w14:textId="3A65A379" w:rsidR="00B84578" w:rsidRDefault="00B84578" w:rsidP="00F0533E">
      <w:pPr>
        <w:rPr>
          <w:b/>
          <w:u w:val="single"/>
        </w:rPr>
      </w:pPr>
    </w:p>
    <w:p w14:paraId="683D1E90" w14:textId="7D802FBD" w:rsidR="00103535" w:rsidRDefault="00103535" w:rsidP="00F0533E">
      <w:pPr>
        <w:rPr>
          <w:b/>
          <w:u w:val="single"/>
        </w:rPr>
      </w:pPr>
    </w:p>
    <w:p w14:paraId="39B45CA6" w14:textId="072721FD" w:rsidR="00103535" w:rsidRDefault="00103535" w:rsidP="00F0533E">
      <w:pPr>
        <w:rPr>
          <w:b/>
          <w:u w:val="single"/>
        </w:rPr>
      </w:pPr>
    </w:p>
    <w:p w14:paraId="034FA33B" w14:textId="4245F2F9" w:rsidR="00103535" w:rsidRDefault="00103535" w:rsidP="00F0533E">
      <w:pPr>
        <w:rPr>
          <w:b/>
          <w:u w:val="single"/>
        </w:rPr>
      </w:pP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103535" w:rsidRPr="000E5CAE" w14:paraId="57F309C6" w14:textId="77777777" w:rsidTr="007C02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207A" w14:textId="6A0CA984" w:rsidR="00103535" w:rsidRDefault="006C4DB2" w:rsidP="007C022D">
            <w:pPr>
              <w:rPr>
                <w:rFonts w:asciiTheme="majorHAnsi" w:hAnsiTheme="majorHAnsi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D2B9" w14:textId="77777777" w:rsidR="00103535" w:rsidRPr="000E5CAE" w:rsidRDefault="00103535" w:rsidP="007C022D">
            <w:pPr>
              <w:spacing w:after="240" w:line="32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A0B3FD" w14:textId="77777777" w:rsidR="00103535" w:rsidRPr="000E5CAE" w:rsidRDefault="00103535" w:rsidP="007C022D">
            <w:pPr>
              <w:spacing w:after="240" w:line="32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225ADE7" w14:textId="77777777" w:rsidR="00103535" w:rsidRPr="000E5CAE" w:rsidRDefault="00103535" w:rsidP="007C022D">
            <w:pPr>
              <w:spacing w:after="240" w:line="32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A8D4B37" w14:textId="77777777" w:rsidR="00103535" w:rsidRPr="000E5CAE" w:rsidRDefault="00103535" w:rsidP="007C022D">
            <w:pPr>
              <w:spacing w:after="240" w:line="32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98B3DB7" w14:textId="77777777" w:rsidR="00103535" w:rsidRPr="000E5CAE" w:rsidRDefault="00103535" w:rsidP="007C022D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DCB934A" w14:textId="77777777" w:rsidR="00103535" w:rsidRPr="000E5CAE" w:rsidRDefault="00103535" w:rsidP="007C022D">
            <w:pPr>
              <w:spacing w:line="32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3063" w14:textId="77777777" w:rsidR="00103535" w:rsidRPr="000E5CAE" w:rsidRDefault="00103535" w:rsidP="007C02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103535" w:rsidRPr="000E5CAE" w14:paraId="7370DE4D" w14:textId="77777777" w:rsidTr="007C022D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D988" w14:textId="07B1A596" w:rsidR="00103535" w:rsidRDefault="006C4DB2" w:rsidP="007C022D">
            <w:pPr>
              <w:rPr>
                <w:rFonts w:asciiTheme="majorHAnsi" w:hAnsiTheme="majorHAnsi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FFC2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13EBAF03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3A5D18B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497F7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D26A9BB" w14:textId="77777777" w:rsidR="00103535" w:rsidRPr="000E5CAE" w:rsidRDefault="00103535" w:rsidP="007C022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4F4A6451" w14:textId="77777777" w:rsidR="00103535" w:rsidRPr="000E5CAE" w:rsidRDefault="00103535" w:rsidP="007C022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5B27" w14:textId="77777777" w:rsidR="00103535" w:rsidRPr="000E5CAE" w:rsidRDefault="00103535" w:rsidP="007C02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103535" w:rsidRPr="000E5CAE" w14:paraId="3DDA9485" w14:textId="77777777" w:rsidTr="007C022D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28FB" w14:textId="7BD63A0D" w:rsidR="00103535" w:rsidRDefault="006C4DB2" w:rsidP="007C022D">
            <w:pPr>
              <w:rPr>
                <w:rFonts w:asciiTheme="majorHAnsi" w:hAnsiTheme="majorHAnsi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0C83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0EEC393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2D1AAE8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60964B37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0D05B05" w14:textId="77777777" w:rsidR="00103535" w:rsidRPr="000E5CAE" w:rsidRDefault="00103535" w:rsidP="007C022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44080B8" w14:textId="77777777" w:rsidR="00103535" w:rsidRPr="000E5CAE" w:rsidRDefault="00103535" w:rsidP="007C022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EBA2" w14:textId="77777777" w:rsidR="00103535" w:rsidRPr="000E5CAE" w:rsidRDefault="00103535" w:rsidP="007C02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103535" w:rsidRPr="000E5CAE" w14:paraId="26F13C29" w14:textId="77777777" w:rsidTr="007C022D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9706" w14:textId="4E458FD0" w:rsidR="00103535" w:rsidRDefault="006C4DB2" w:rsidP="007C022D">
            <w:pPr>
              <w:rPr>
                <w:rFonts w:asciiTheme="majorHAnsi" w:hAnsiTheme="majorHAnsi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7974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5EF61A6D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260A5C9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70C4CFDB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966FB78" w14:textId="77777777" w:rsidR="00103535" w:rsidRPr="000E5CAE" w:rsidRDefault="00103535" w:rsidP="007C022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ECA0EA0" w14:textId="77777777" w:rsidR="00103535" w:rsidRPr="000E5CAE" w:rsidRDefault="00103535" w:rsidP="007C022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D668" w14:textId="77777777" w:rsidR="00103535" w:rsidRPr="000E5CAE" w:rsidRDefault="00103535" w:rsidP="007C02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103535" w:rsidRPr="000E5CAE" w14:paraId="3696CC5D" w14:textId="77777777" w:rsidTr="007C022D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A56C" w14:textId="0208849B" w:rsidR="00103535" w:rsidRDefault="006C4DB2" w:rsidP="007C022D">
            <w:pPr>
              <w:rPr>
                <w:rFonts w:asciiTheme="majorHAnsi" w:hAnsiTheme="majorHAnsi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lastRenderedPageBreak/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E060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0AF88F0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9250C4B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4D55806C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42C991B" w14:textId="77777777" w:rsidR="00103535" w:rsidRPr="000E5CAE" w:rsidRDefault="00103535" w:rsidP="007C022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DFA93E7" w14:textId="77777777" w:rsidR="00103535" w:rsidRPr="000E5CAE" w:rsidRDefault="00103535" w:rsidP="007C022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B865" w14:textId="77777777" w:rsidR="00103535" w:rsidRPr="000E5CAE" w:rsidRDefault="00103535" w:rsidP="007C02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103535" w:rsidRPr="000E5CAE" w14:paraId="6F39AB35" w14:textId="77777777" w:rsidTr="007C022D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E52C" w14:textId="27F1AB92" w:rsidR="00103535" w:rsidRDefault="006C4DB2" w:rsidP="007C022D">
            <w:pPr>
              <w:rPr>
                <w:rFonts w:asciiTheme="majorHAnsi" w:hAnsiTheme="majorHAnsi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BD92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1C37C27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37ED683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53F81A1C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00E78B0" w14:textId="77777777" w:rsidR="00103535" w:rsidRPr="000E5CAE" w:rsidRDefault="00103535" w:rsidP="007C022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7638F3F1" w14:textId="77777777" w:rsidR="00103535" w:rsidRPr="000E5CAE" w:rsidRDefault="00103535" w:rsidP="007C022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5612" w14:textId="77777777" w:rsidR="00103535" w:rsidRPr="000E5CAE" w:rsidRDefault="00103535" w:rsidP="007C02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103535" w:rsidRPr="000E5CAE" w14:paraId="6B1A8495" w14:textId="77777777" w:rsidTr="007C022D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F2B7" w14:textId="77F6C5FB" w:rsidR="00103535" w:rsidRDefault="006C4DB2" w:rsidP="007C022D">
            <w:pPr>
              <w:rPr>
                <w:rFonts w:asciiTheme="majorHAnsi" w:hAnsiTheme="majorHAnsi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149A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29CFFB50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AE8FBB6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470D522E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516791D" w14:textId="77777777" w:rsidR="00103535" w:rsidRPr="000E5CAE" w:rsidRDefault="00103535" w:rsidP="007C022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A31358A" w14:textId="77777777" w:rsidR="00103535" w:rsidRPr="000E5CAE" w:rsidRDefault="00103535" w:rsidP="007C022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A71B" w14:textId="77777777" w:rsidR="00103535" w:rsidRPr="000E5CAE" w:rsidRDefault="00103535" w:rsidP="007C02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103535" w:rsidRPr="000E5CAE" w14:paraId="25D0AA79" w14:textId="77777777" w:rsidTr="007C022D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36CC" w14:textId="5A2F6706" w:rsidR="00103535" w:rsidRDefault="006C4DB2" w:rsidP="007C022D">
            <w:pPr>
              <w:rPr>
                <w:rFonts w:asciiTheme="majorHAnsi" w:hAnsiTheme="majorHAnsi"/>
                <w:lang w:eastAsia="cs-CZ"/>
              </w:rPr>
            </w:pPr>
            <w:r w:rsidRPr="00B84578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6C4DB2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14E3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1C8A2E25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C190792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67446CD7" w14:textId="77777777" w:rsidR="00103535" w:rsidRPr="000E5CAE" w:rsidRDefault="00103535" w:rsidP="007C022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10573C" w14:textId="77777777" w:rsidR="00103535" w:rsidRPr="000E5CAE" w:rsidRDefault="00103535" w:rsidP="007C022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8EF7E8C" w14:textId="77777777" w:rsidR="00103535" w:rsidRPr="000E5CAE" w:rsidRDefault="00103535" w:rsidP="007C022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B452" w14:textId="77777777" w:rsidR="00103535" w:rsidRPr="000E5CAE" w:rsidRDefault="00103535" w:rsidP="007C02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</w:tbl>
    <w:p w14:paraId="10872502" w14:textId="77A07E66" w:rsidR="00103535" w:rsidRDefault="00103535" w:rsidP="00F0533E">
      <w:pPr>
        <w:rPr>
          <w:b/>
          <w:u w:val="single"/>
        </w:rPr>
      </w:pPr>
    </w:p>
    <w:p w14:paraId="631E001F" w14:textId="2C94AB11" w:rsidR="00103535" w:rsidRDefault="00103535" w:rsidP="00F0533E">
      <w:pPr>
        <w:rPr>
          <w:b/>
          <w:u w:val="single"/>
        </w:rPr>
      </w:pPr>
    </w:p>
    <w:p w14:paraId="5E7366BE" w14:textId="7F8182EC" w:rsidR="00103535" w:rsidRDefault="00103535" w:rsidP="00F0533E">
      <w:pPr>
        <w:rPr>
          <w:b/>
          <w:u w:val="single"/>
        </w:rPr>
      </w:pPr>
    </w:p>
    <w:p w14:paraId="26889877" w14:textId="1D06DC79" w:rsidR="00103535" w:rsidRDefault="00103535" w:rsidP="00F0533E">
      <w:pPr>
        <w:rPr>
          <w:b/>
          <w:u w:val="single"/>
        </w:rPr>
      </w:pP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  <w:gridCol w:w="2458"/>
      </w:tblGrid>
      <w:tr w:rsidR="006C4DB2" w:rsidRPr="000E5CAE" w14:paraId="6E5C4EE8" w14:textId="77777777" w:rsidTr="007C02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951E" w14:textId="34F8CB5B" w:rsidR="006C4DB2" w:rsidRDefault="006C4DB2" w:rsidP="006C4DB2">
            <w:pPr>
              <w:rPr>
                <w:rFonts w:asciiTheme="majorHAnsi" w:hAnsiTheme="majorHAnsi"/>
                <w:lang w:eastAsia="cs-CZ"/>
              </w:rPr>
            </w:pPr>
            <w:r w:rsidRPr="00090D1D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090D1D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80B6" w14:textId="77777777" w:rsidR="006C4DB2" w:rsidRPr="000E5CAE" w:rsidRDefault="006C4DB2" w:rsidP="006C4DB2">
            <w:pPr>
              <w:spacing w:after="240" w:line="32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1CD6D4E" w14:textId="77777777" w:rsidR="006C4DB2" w:rsidRPr="000E5CAE" w:rsidRDefault="006C4DB2" w:rsidP="006C4DB2">
            <w:pPr>
              <w:spacing w:after="240" w:line="32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0E7231A" w14:textId="77777777" w:rsidR="006C4DB2" w:rsidRPr="000E5CAE" w:rsidRDefault="006C4DB2" w:rsidP="006C4DB2">
            <w:pPr>
              <w:spacing w:after="240" w:line="32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E3A6726" w14:textId="77777777" w:rsidR="006C4DB2" w:rsidRPr="000E5CAE" w:rsidRDefault="006C4DB2" w:rsidP="006C4DB2">
            <w:pPr>
              <w:spacing w:after="240" w:line="32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193FA51" w14:textId="77777777" w:rsidR="006C4DB2" w:rsidRPr="000E5CAE" w:rsidRDefault="006C4DB2" w:rsidP="006C4DB2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74F6C346" w14:textId="77777777" w:rsidR="006C4DB2" w:rsidRPr="000E5CAE" w:rsidRDefault="006C4DB2" w:rsidP="006C4DB2">
            <w:pPr>
              <w:spacing w:line="32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4A11" w14:textId="77777777" w:rsidR="006C4DB2" w:rsidRPr="000E5CAE" w:rsidRDefault="006C4DB2" w:rsidP="006C4D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6C4DB2" w:rsidRPr="000E5CAE" w14:paraId="5438B436" w14:textId="77777777" w:rsidTr="007C022D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073A" w14:textId="184807F3" w:rsidR="006C4DB2" w:rsidRDefault="006C4DB2" w:rsidP="006C4DB2">
            <w:pPr>
              <w:rPr>
                <w:rFonts w:asciiTheme="majorHAnsi" w:hAnsiTheme="majorHAnsi"/>
                <w:lang w:eastAsia="cs-CZ"/>
              </w:rPr>
            </w:pPr>
            <w:r w:rsidRPr="00090D1D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090D1D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1A1C" w14:textId="77777777" w:rsidR="006C4DB2" w:rsidRPr="000E5CAE" w:rsidRDefault="006C4DB2" w:rsidP="006C4DB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50FC5613" w14:textId="77777777" w:rsidR="006C4DB2" w:rsidRPr="000E5CAE" w:rsidRDefault="006C4DB2" w:rsidP="006C4DB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B7EEFB0" w14:textId="77777777" w:rsidR="006C4DB2" w:rsidRPr="000E5CAE" w:rsidRDefault="006C4DB2" w:rsidP="006C4DB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4FBE3C81" w14:textId="77777777" w:rsidR="006C4DB2" w:rsidRPr="000E5CAE" w:rsidRDefault="006C4DB2" w:rsidP="006C4DB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0240D95" w14:textId="77777777" w:rsidR="006C4DB2" w:rsidRPr="000E5CAE" w:rsidRDefault="006C4DB2" w:rsidP="006C4DB2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229FC7A" w14:textId="77777777" w:rsidR="006C4DB2" w:rsidRPr="000E5CAE" w:rsidRDefault="006C4DB2" w:rsidP="006C4DB2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84A5" w14:textId="77777777" w:rsidR="006C4DB2" w:rsidRPr="000E5CAE" w:rsidRDefault="006C4DB2" w:rsidP="006C4D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6C4DB2" w:rsidRPr="000E5CAE" w14:paraId="22140741" w14:textId="77777777" w:rsidTr="007C022D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68A4" w14:textId="40A27C46" w:rsidR="006C4DB2" w:rsidRDefault="006C4DB2" w:rsidP="006C4DB2">
            <w:pPr>
              <w:rPr>
                <w:rFonts w:asciiTheme="majorHAnsi" w:hAnsiTheme="majorHAnsi"/>
                <w:lang w:eastAsia="cs-CZ"/>
              </w:rPr>
            </w:pPr>
            <w:r w:rsidRPr="00090D1D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090D1D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1A11" w14:textId="77777777" w:rsidR="006C4DB2" w:rsidRPr="000E5CAE" w:rsidRDefault="006C4DB2" w:rsidP="006C4DB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12F9EAC0" w14:textId="77777777" w:rsidR="006C4DB2" w:rsidRPr="000E5CAE" w:rsidRDefault="006C4DB2" w:rsidP="006C4DB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8AF82CC" w14:textId="77777777" w:rsidR="006C4DB2" w:rsidRPr="000E5CAE" w:rsidRDefault="006C4DB2" w:rsidP="006C4DB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03984AF" w14:textId="77777777" w:rsidR="006C4DB2" w:rsidRPr="000E5CAE" w:rsidRDefault="006C4DB2" w:rsidP="006C4DB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A3E65E" w14:textId="77777777" w:rsidR="006C4DB2" w:rsidRPr="000E5CAE" w:rsidRDefault="006C4DB2" w:rsidP="006C4DB2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7FC99835" w14:textId="77777777" w:rsidR="006C4DB2" w:rsidRPr="000E5CAE" w:rsidRDefault="006C4DB2" w:rsidP="006C4DB2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3751" w14:textId="77777777" w:rsidR="006C4DB2" w:rsidRPr="000E5CAE" w:rsidRDefault="006C4DB2" w:rsidP="006C4D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6C4DB2" w:rsidRPr="000E5CAE" w14:paraId="4EB2C1CE" w14:textId="77777777" w:rsidTr="007C022D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0095" w14:textId="1FC3E076" w:rsidR="006C4DB2" w:rsidRDefault="006C4DB2" w:rsidP="006C4DB2">
            <w:pPr>
              <w:rPr>
                <w:rFonts w:asciiTheme="majorHAnsi" w:hAnsiTheme="majorHAnsi"/>
                <w:lang w:eastAsia="cs-CZ"/>
              </w:rPr>
            </w:pPr>
            <w:r w:rsidRPr="00090D1D">
              <w:rPr>
                <w:rFonts w:asciiTheme="majorHAnsi" w:hAnsiTheme="majorHAnsi"/>
                <w:sz w:val="18"/>
                <w:lang w:eastAsia="cs-CZ"/>
              </w:rPr>
              <w:t>Lektor</w:t>
            </w:r>
            <w:r w:rsidRPr="00090D1D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4845" w14:textId="77777777" w:rsidR="006C4DB2" w:rsidRPr="000E5CAE" w:rsidRDefault="006C4DB2" w:rsidP="006C4DB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C774785" w14:textId="77777777" w:rsidR="006C4DB2" w:rsidRPr="000E5CAE" w:rsidRDefault="006C4DB2" w:rsidP="006C4DB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FFABF5" w14:textId="77777777" w:rsidR="006C4DB2" w:rsidRPr="000E5CAE" w:rsidRDefault="006C4DB2" w:rsidP="006C4DB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974AC8D" w14:textId="77777777" w:rsidR="006C4DB2" w:rsidRPr="000E5CAE" w:rsidRDefault="006C4DB2" w:rsidP="006C4DB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C0C48D4" w14:textId="77777777" w:rsidR="006C4DB2" w:rsidRPr="000E5CAE" w:rsidRDefault="006C4DB2" w:rsidP="006C4DB2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5E52E247" w14:textId="77777777" w:rsidR="006C4DB2" w:rsidRPr="000E5CAE" w:rsidRDefault="006C4DB2" w:rsidP="006C4DB2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A1E6" w14:textId="77777777" w:rsidR="006C4DB2" w:rsidRPr="000E5CAE" w:rsidRDefault="006C4DB2" w:rsidP="006C4D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  <w:tr w:rsidR="006C4DB2" w:rsidRPr="000E5CAE" w14:paraId="59B0EE6B" w14:textId="77777777" w:rsidTr="007C022D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E017" w14:textId="25CED0A6" w:rsidR="006C4DB2" w:rsidRDefault="006C4DB2" w:rsidP="006C4DB2">
            <w:pPr>
              <w:rPr>
                <w:rFonts w:asciiTheme="majorHAnsi" w:hAnsiTheme="majorHAnsi"/>
                <w:lang w:eastAsia="cs-CZ"/>
              </w:rPr>
            </w:pPr>
            <w:r w:rsidRPr="00090D1D">
              <w:rPr>
                <w:rFonts w:asciiTheme="majorHAnsi" w:hAnsiTheme="majorHAnsi"/>
                <w:sz w:val="18"/>
                <w:lang w:eastAsia="cs-CZ"/>
              </w:rPr>
              <w:lastRenderedPageBreak/>
              <w:t>Lektor</w:t>
            </w:r>
            <w:r w:rsidRPr="00090D1D">
              <w:rPr>
                <w:rFonts w:asciiTheme="majorHAnsi" w:hAnsiTheme="majorHAnsi"/>
                <w:sz w:val="18"/>
                <w:highlight w:val="green"/>
                <w:lang w:eastAsia="cs-CZ"/>
              </w:rPr>
              <w:t xml:space="preserve"> jazyk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AD8B" w14:textId="77777777" w:rsidR="006C4DB2" w:rsidRPr="000E5CAE" w:rsidRDefault="006C4DB2" w:rsidP="006C4DB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0148982" w14:textId="77777777" w:rsidR="006C4DB2" w:rsidRPr="000E5CAE" w:rsidRDefault="006C4DB2" w:rsidP="006C4DB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EEC1C29" w14:textId="77777777" w:rsidR="006C4DB2" w:rsidRPr="000E5CAE" w:rsidRDefault="006C4DB2" w:rsidP="006C4DB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73014C39" w14:textId="77777777" w:rsidR="006C4DB2" w:rsidRPr="000E5CAE" w:rsidRDefault="006C4DB2" w:rsidP="006C4DB2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3D62650" w14:textId="77777777" w:rsidR="006C4DB2" w:rsidRPr="000E5CAE" w:rsidRDefault="006C4DB2" w:rsidP="006C4DB2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9888B6E" w14:textId="77777777" w:rsidR="006C4DB2" w:rsidRPr="000E5CAE" w:rsidRDefault="006C4DB2" w:rsidP="006C4DB2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POSKYTOVATEL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AF90" w14:textId="77777777" w:rsidR="006C4DB2" w:rsidRPr="000E5CAE" w:rsidRDefault="006C4DB2" w:rsidP="006C4D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yellow"/>
                <w:lang w:eastAsia="cs-CZ"/>
              </w:rPr>
              <w:t>DOPLNÍ OBJEDNATEL PŘI PŘÍPRAVĚ SMLOUVY, A TO DLE POŽADAVKŮ NA TECHNICKOU KVALIFIKACI DODAVATELŮ V RÁMCI ZADÁVACÍHO ŘÍZENÍ</w:t>
            </w:r>
            <w:r w:rsidRPr="000E5CAE">
              <w:rPr>
                <w:rFonts w:asciiTheme="majorHAnsi" w:hAnsiTheme="majorHAnsi"/>
                <w:sz w:val="18"/>
                <w:highlight w:val="yellow"/>
                <w:lang w:eastAsia="cs-CZ"/>
              </w:rPr>
              <w:t>]</w:t>
            </w:r>
          </w:p>
        </w:tc>
      </w:tr>
    </w:tbl>
    <w:p w14:paraId="2B44D4EA" w14:textId="77777777" w:rsidR="00103535" w:rsidRDefault="00103535" w:rsidP="00F0533E">
      <w:pPr>
        <w:rPr>
          <w:b/>
          <w:u w:val="single"/>
        </w:rPr>
      </w:pPr>
    </w:p>
    <w:p w14:paraId="71DA6BE4" w14:textId="77777777" w:rsidR="00B84578" w:rsidRPr="00F44645" w:rsidRDefault="00B84578" w:rsidP="00B84578">
      <w:pPr>
        <w:tabs>
          <w:tab w:val="num" w:pos="360"/>
        </w:tabs>
        <w:rPr>
          <w:rFonts w:eastAsia="Times New Roman" w:cs="Times New Roman"/>
          <w:highlight w:val="yellow"/>
          <w:lang w:eastAsia="cs-CZ"/>
        </w:rPr>
      </w:pPr>
      <w:r w:rsidRPr="00082465">
        <w:rPr>
          <w:rFonts w:eastAsia="Times New Roman" w:cs="Times New Roman"/>
          <w:highlight w:val="green"/>
          <w:lang w:eastAsia="cs-CZ"/>
        </w:rPr>
        <w:t xml:space="preserve">Pozn. V případě, že dodavatel uvede více členů realizačního týmu, upraví dodavatel tabulku dle potřeby. </w:t>
      </w:r>
    </w:p>
    <w:p w14:paraId="37787279" w14:textId="77777777" w:rsidR="00B85B4C" w:rsidRPr="00B84578" w:rsidRDefault="00B85B4C" w:rsidP="00B84578"/>
    <w:sectPr w:rsidR="00B85B4C" w:rsidRPr="00B8457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2F732" w14:textId="77777777" w:rsidR="00DD655C" w:rsidRDefault="00DD655C" w:rsidP="00962258">
      <w:pPr>
        <w:spacing w:after="0" w:line="240" w:lineRule="auto"/>
      </w:pPr>
      <w:r>
        <w:separator/>
      </w:r>
    </w:p>
  </w:endnote>
  <w:endnote w:type="continuationSeparator" w:id="0">
    <w:p w14:paraId="1C20E8B9" w14:textId="77777777" w:rsidR="00DD655C" w:rsidRDefault="00DD655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506C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83D704" w14:textId="1A57409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353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353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DC8CB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F47A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E3BF50F" w14:textId="77777777" w:rsidR="00F1715C" w:rsidRDefault="00F1715C" w:rsidP="00D831A3">
          <w:pPr>
            <w:pStyle w:val="Zpat"/>
          </w:pPr>
        </w:p>
      </w:tc>
    </w:tr>
  </w:tbl>
  <w:p w14:paraId="1652FC2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56D45FB" wp14:editId="0C2290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9CCCD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083180" wp14:editId="465FB1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C2D81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B48B4B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D120F7" w14:textId="5B2C7B3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35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353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FEA83A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2C8FCB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933BD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26C6926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40AA4CE" w14:textId="77777777" w:rsidR="00F1715C" w:rsidRDefault="00F1715C" w:rsidP="000C3F53">
          <w:pPr>
            <w:pStyle w:val="Zpat"/>
          </w:pPr>
          <w:r>
            <w:t>www.</w:t>
          </w:r>
          <w:r w:rsidR="000C3F53">
            <w:t>spravazeleznic</w:t>
          </w:r>
          <w:r>
            <w:t>.cz</w:t>
          </w:r>
        </w:p>
      </w:tc>
      <w:tc>
        <w:tcPr>
          <w:tcW w:w="2921" w:type="dxa"/>
        </w:tcPr>
        <w:p w14:paraId="1761500D" w14:textId="77777777" w:rsidR="00F1715C" w:rsidRDefault="00F1715C" w:rsidP="00460660">
          <w:pPr>
            <w:pStyle w:val="Zpat"/>
          </w:pPr>
        </w:p>
      </w:tc>
    </w:tr>
  </w:tbl>
  <w:p w14:paraId="7F4916C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3A34D2C" wp14:editId="3AD481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45B7D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58B2A5E" wp14:editId="46E503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9CAF9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FBFC1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EA689" w14:textId="77777777" w:rsidR="00DD655C" w:rsidRDefault="00DD655C" w:rsidP="00962258">
      <w:pPr>
        <w:spacing w:after="0" w:line="240" w:lineRule="auto"/>
      </w:pPr>
      <w:r>
        <w:separator/>
      </w:r>
    </w:p>
  </w:footnote>
  <w:footnote w:type="continuationSeparator" w:id="0">
    <w:p w14:paraId="78B99297" w14:textId="77777777" w:rsidR="00DD655C" w:rsidRDefault="00DD655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7990F9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7FFBA4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9B14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80C882" w14:textId="77777777" w:rsidR="00F1715C" w:rsidRPr="00D6163D" w:rsidRDefault="00F1715C" w:rsidP="00D6163D">
          <w:pPr>
            <w:pStyle w:val="Druhdokumentu"/>
          </w:pPr>
        </w:p>
      </w:tc>
    </w:tr>
  </w:tbl>
  <w:p w14:paraId="55F746E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ABD917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E3D1A5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27CF2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43AFD7" w14:textId="77777777" w:rsidR="00F1715C" w:rsidRPr="00D6163D" w:rsidRDefault="00F1715C" w:rsidP="00FC6389">
          <w:pPr>
            <w:pStyle w:val="Druhdokumentu"/>
          </w:pPr>
        </w:p>
      </w:tc>
    </w:tr>
    <w:tr w:rsidR="009F392E" w14:paraId="7E6A9A5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5824B3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8C2D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6B30F9B" w14:textId="77777777" w:rsidR="009F392E" w:rsidRPr="00D6163D" w:rsidRDefault="009F392E" w:rsidP="00FC6389">
          <w:pPr>
            <w:pStyle w:val="Druhdokumentu"/>
          </w:pPr>
        </w:p>
      </w:tc>
    </w:tr>
  </w:tbl>
  <w:p w14:paraId="5AAF6D5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0275A39" wp14:editId="60BD278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039BD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200780061">
    <w:abstractNumId w:val="2"/>
  </w:num>
  <w:num w:numId="2" w16cid:durableId="61149680">
    <w:abstractNumId w:val="1"/>
  </w:num>
  <w:num w:numId="3" w16cid:durableId="14001784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5286244">
    <w:abstractNumId w:val="7"/>
  </w:num>
  <w:num w:numId="5" w16cid:durableId="535314569">
    <w:abstractNumId w:val="3"/>
  </w:num>
  <w:num w:numId="6" w16cid:durableId="1760787355">
    <w:abstractNumId w:val="4"/>
  </w:num>
  <w:num w:numId="7" w16cid:durableId="1890067773">
    <w:abstractNumId w:val="0"/>
  </w:num>
  <w:num w:numId="8" w16cid:durableId="718475142">
    <w:abstractNumId w:val="5"/>
  </w:num>
  <w:num w:numId="9" w16cid:durableId="6797699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09326044">
    <w:abstractNumId w:val="4"/>
  </w:num>
  <w:num w:numId="11" w16cid:durableId="287011827">
    <w:abstractNumId w:val="1"/>
  </w:num>
  <w:num w:numId="12" w16cid:durableId="1351909255">
    <w:abstractNumId w:val="4"/>
  </w:num>
  <w:num w:numId="13" w16cid:durableId="194078166">
    <w:abstractNumId w:val="4"/>
  </w:num>
  <w:num w:numId="14" w16cid:durableId="314342319">
    <w:abstractNumId w:val="4"/>
  </w:num>
  <w:num w:numId="15" w16cid:durableId="415447284">
    <w:abstractNumId w:val="4"/>
  </w:num>
  <w:num w:numId="16" w16cid:durableId="1780682969">
    <w:abstractNumId w:val="8"/>
  </w:num>
  <w:num w:numId="17" w16cid:durableId="811941980">
    <w:abstractNumId w:val="2"/>
  </w:num>
  <w:num w:numId="18" w16cid:durableId="1576016764">
    <w:abstractNumId w:val="8"/>
  </w:num>
  <w:num w:numId="19" w16cid:durableId="1667827413">
    <w:abstractNumId w:val="8"/>
  </w:num>
  <w:num w:numId="20" w16cid:durableId="1699891457">
    <w:abstractNumId w:val="8"/>
  </w:num>
  <w:num w:numId="21" w16cid:durableId="2078895326">
    <w:abstractNumId w:val="8"/>
  </w:num>
  <w:num w:numId="22" w16cid:durableId="641076392">
    <w:abstractNumId w:val="4"/>
  </w:num>
  <w:num w:numId="23" w16cid:durableId="1278370686">
    <w:abstractNumId w:val="1"/>
  </w:num>
  <w:num w:numId="24" w16cid:durableId="1680935426">
    <w:abstractNumId w:val="4"/>
  </w:num>
  <w:num w:numId="25" w16cid:durableId="1133717109">
    <w:abstractNumId w:val="4"/>
  </w:num>
  <w:num w:numId="26" w16cid:durableId="369571873">
    <w:abstractNumId w:val="4"/>
  </w:num>
  <w:num w:numId="27" w16cid:durableId="1279068350">
    <w:abstractNumId w:val="4"/>
  </w:num>
  <w:num w:numId="28" w16cid:durableId="69546851">
    <w:abstractNumId w:val="8"/>
  </w:num>
  <w:num w:numId="29" w16cid:durableId="607860164">
    <w:abstractNumId w:val="2"/>
  </w:num>
  <w:num w:numId="30" w16cid:durableId="1178885531">
    <w:abstractNumId w:val="8"/>
  </w:num>
  <w:num w:numId="31" w16cid:durableId="1508669720">
    <w:abstractNumId w:val="8"/>
  </w:num>
  <w:num w:numId="32" w16cid:durableId="1035154244">
    <w:abstractNumId w:val="8"/>
  </w:num>
  <w:num w:numId="33" w16cid:durableId="551042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de-AT" w:vendorID="64" w:dllVersion="6" w:nlCheck="1" w:checkStyle="0"/>
  <w:activeWritingStyle w:appName="MSWord" w:lang="cs-CZ" w:vendorID="64" w:dllVersion="4096" w:nlCheck="1" w:checkStyle="0"/>
  <w:activeWritingStyle w:appName="MSWord" w:lang="de-AT" w:vendorID="64" w:dllVersion="4096" w:nlCheck="1" w:checkStyle="0"/>
  <w:activeWritingStyle w:appName="MSWord" w:lang="cs-CZ" w:vendorID="64" w:dllVersion="0" w:nlCheck="1" w:checkStyle="0"/>
  <w:activeWritingStyle w:appName="MSWord" w:lang="de-AT" w:vendorID="64" w:dllVersion="0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423B8"/>
    <w:rsid w:val="00072C1E"/>
    <w:rsid w:val="000C3F53"/>
    <w:rsid w:val="000E23A7"/>
    <w:rsid w:val="00103535"/>
    <w:rsid w:val="0010693F"/>
    <w:rsid w:val="00114472"/>
    <w:rsid w:val="001550BC"/>
    <w:rsid w:val="001605B9"/>
    <w:rsid w:val="00170EC5"/>
    <w:rsid w:val="001747C1"/>
    <w:rsid w:val="00184743"/>
    <w:rsid w:val="00207DF5"/>
    <w:rsid w:val="00250F62"/>
    <w:rsid w:val="00280E07"/>
    <w:rsid w:val="002C31BF"/>
    <w:rsid w:val="002D08B1"/>
    <w:rsid w:val="002E0CD7"/>
    <w:rsid w:val="002E1549"/>
    <w:rsid w:val="00341DCF"/>
    <w:rsid w:val="00357BC6"/>
    <w:rsid w:val="003956C6"/>
    <w:rsid w:val="003F083F"/>
    <w:rsid w:val="0040249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45D5"/>
    <w:rsid w:val="005F1404"/>
    <w:rsid w:val="0061068E"/>
    <w:rsid w:val="00660AD3"/>
    <w:rsid w:val="00677B7F"/>
    <w:rsid w:val="006A5570"/>
    <w:rsid w:val="006A689C"/>
    <w:rsid w:val="006B3D79"/>
    <w:rsid w:val="006C4DB2"/>
    <w:rsid w:val="006D7AFE"/>
    <w:rsid w:val="006E0578"/>
    <w:rsid w:val="006E314D"/>
    <w:rsid w:val="00706FA3"/>
    <w:rsid w:val="00710723"/>
    <w:rsid w:val="00723ED1"/>
    <w:rsid w:val="00743525"/>
    <w:rsid w:val="0076286B"/>
    <w:rsid w:val="00766846"/>
    <w:rsid w:val="0077673A"/>
    <w:rsid w:val="007846E1"/>
    <w:rsid w:val="0079539B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46D3"/>
    <w:rsid w:val="00A6177B"/>
    <w:rsid w:val="00A66136"/>
    <w:rsid w:val="00A842D7"/>
    <w:rsid w:val="00AA4CBB"/>
    <w:rsid w:val="00AA65FA"/>
    <w:rsid w:val="00AA7351"/>
    <w:rsid w:val="00AB1186"/>
    <w:rsid w:val="00AD056F"/>
    <w:rsid w:val="00AD6731"/>
    <w:rsid w:val="00B02AB2"/>
    <w:rsid w:val="00B06A3E"/>
    <w:rsid w:val="00B15D0D"/>
    <w:rsid w:val="00B31F8E"/>
    <w:rsid w:val="00B73D44"/>
    <w:rsid w:val="00B75EE1"/>
    <w:rsid w:val="00B77481"/>
    <w:rsid w:val="00B84578"/>
    <w:rsid w:val="00B8518B"/>
    <w:rsid w:val="00B85B4C"/>
    <w:rsid w:val="00BD7E91"/>
    <w:rsid w:val="00C02D0A"/>
    <w:rsid w:val="00C03A6E"/>
    <w:rsid w:val="00C44F6A"/>
    <w:rsid w:val="00C47AE3"/>
    <w:rsid w:val="00CD1FC4"/>
    <w:rsid w:val="00D21061"/>
    <w:rsid w:val="00D3567B"/>
    <w:rsid w:val="00D4108E"/>
    <w:rsid w:val="00D6163D"/>
    <w:rsid w:val="00D73D46"/>
    <w:rsid w:val="00D831A3"/>
    <w:rsid w:val="00D97544"/>
    <w:rsid w:val="00DC75F3"/>
    <w:rsid w:val="00DD46F3"/>
    <w:rsid w:val="00DD655C"/>
    <w:rsid w:val="00DE56F2"/>
    <w:rsid w:val="00DF116D"/>
    <w:rsid w:val="00E1326B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BE5EFB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353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5E45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5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5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5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5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75066C8B532644BC4C33DDA6ADBFDB" ma:contentTypeVersion="13" ma:contentTypeDescription="Vytvoří nový dokument" ma:contentTypeScope="" ma:versionID="d78faebb380f1973aff6436ade39b35c">
  <xsd:schema xmlns:xsd="http://www.w3.org/2001/XMLSchema" xmlns:xs="http://www.w3.org/2001/XMLSchema" xmlns:p="http://schemas.microsoft.com/office/2006/metadata/properties" xmlns:ns3="2cc53f03-f20e-45c2-932e-d0b8d8cf827f" xmlns:ns4="e72ec546-4dff-450b-b362-708814111d20" targetNamespace="http://schemas.microsoft.com/office/2006/metadata/properties" ma:root="true" ma:fieldsID="7d717680429f90449679ef5e90e4e0b6" ns3:_="" ns4:_="">
    <xsd:import namespace="2cc53f03-f20e-45c2-932e-d0b8d8cf827f"/>
    <xsd:import namespace="e72ec546-4dff-450b-b362-708814111d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53f03-f20e-45c2-932e-d0b8d8cf8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ec546-4dff-450b-b362-708814111d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DC61F6-DB01-4941-9DA6-A8CB727FA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53f03-f20e-45c2-932e-d0b8d8cf827f"/>
    <ds:schemaRef ds:uri="e72ec546-4dff-450b-b362-708814111d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72ec546-4dff-450b-b362-708814111d20"/>
    <ds:schemaRef ds:uri="http://purl.org/dc/terms/"/>
    <ds:schemaRef ds:uri="2cc53f03-f20e-45c2-932e-d0b8d8cf827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09D4F0-7F74-4088-BA99-BB65D2F320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7</Pages>
  <Words>873</Words>
  <Characters>5151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6</cp:revision>
  <cp:lastPrinted>2017-11-28T17:18:00Z</cp:lastPrinted>
  <dcterms:created xsi:type="dcterms:W3CDTF">2023-08-10T11:57:00Z</dcterms:created>
  <dcterms:modified xsi:type="dcterms:W3CDTF">2023-09-07T11:44:00Z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0x0101001C75066C8B532644BC4C33DDA6ADBFDB</vt:lpwstr>
  </property>
  <property fmtid="{D5CDD505-2E9C-101B-9397-08002B2CF9AE}" pid="3" name="URL">
    <vt:lpwstr/>
  </property>
</Properties>
</file>