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03378F1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2F457986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1753CF37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…………………..</w:t>
      </w:r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57F69362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proofErr w:type="gramStart"/>
      <w:r w:rsidRPr="000C5DA0">
        <w:rPr>
          <w:lang w:eastAsia="cs-CZ"/>
        </w:rPr>
        <w:t xml:space="preserve"> </w:t>
      </w:r>
      <w:r w:rsidR="00752D5B">
        <w:rPr>
          <w:lang w:eastAsia="cs-CZ"/>
        </w:rPr>
        <w:t xml:space="preserve">  </w:t>
      </w:r>
      <w:r w:rsidR="001568C5">
        <w:rPr>
          <w:lang w:eastAsia="cs-CZ"/>
        </w:rPr>
        <w:t>„</w:t>
      </w:r>
      <w:proofErr w:type="gramEnd"/>
      <w:r w:rsidR="00E94A2D" w:rsidRPr="000849A7">
        <w:rPr>
          <w:rFonts w:ascii="Verdana" w:eastAsia="Verdana" w:hAnsi="Verdana" w:cs="Verdana"/>
          <w:b/>
          <w:color w:val="000000"/>
          <w:sz w:val="20"/>
        </w:rPr>
        <w:t>HW platforma pro KB - servery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685D94" w:rsidRPr="00685D94">
        <w:rPr>
          <w:rFonts w:eastAsia="Times New Roman" w:cs="Times New Roman"/>
          <w:lang w:eastAsia="cs-CZ"/>
        </w:rPr>
        <w:t>58941</w:t>
      </w:r>
      <w:r w:rsidR="00752D5B" w:rsidRPr="00685D94">
        <w:rPr>
          <w:rFonts w:eastAsia="Times New Roman" w:cs="Times New Roman"/>
          <w:lang w:eastAsia="cs-CZ"/>
        </w:rPr>
        <w:t>/</w:t>
      </w:r>
      <w:r w:rsidR="00752D5B">
        <w:rPr>
          <w:rFonts w:eastAsia="Times New Roman" w:cs="Times New Roman"/>
          <w:lang w:eastAsia="cs-CZ"/>
        </w:rPr>
        <w:t>2023-SŽ-GŘ-O8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0ED8FCDF" w14:textId="3C9BC590" w:rsidR="00752D5B" w:rsidRDefault="00752D5B" w:rsidP="00D81AAB">
      <w:pPr>
        <w:pStyle w:val="Odstavecseseznamem"/>
      </w:pPr>
      <w:r>
        <w:t xml:space="preserve">Předmětem této smlouvy je dodávka </w:t>
      </w:r>
      <w:r w:rsidR="00E94A2D">
        <w:t>hardware serverů a softwarové virtualizační platformy včetně potřebných licencí pro provoz bezpečnostních aplikací v prostředí Správy žele</w:t>
      </w:r>
      <w:r w:rsidR="00204996">
        <w:t>z</w:t>
      </w:r>
      <w:r w:rsidR="00E94A2D">
        <w:t>nic, státní organizace</w:t>
      </w:r>
      <w:r w:rsidRPr="003B7C76">
        <w:t>.</w:t>
      </w:r>
    </w:p>
    <w:p w14:paraId="3BDD55EA" w14:textId="202D8F23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>dodat Hardware alespoň v kvalitě a specifikacích uvedených v </w:t>
      </w:r>
      <w:r w:rsidRPr="002A1179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lastRenderedPageBreak/>
        <w:t xml:space="preserve">poskytnout oprávnění užít případný Software (např. firmware, obslužné ovladače apod.), který je součástí Hardware uvedeného </w:t>
      </w:r>
      <w:r w:rsidRPr="00194183">
        <w:t>v </w:t>
      </w:r>
      <w:r w:rsidRPr="002A1179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752D5B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</w:t>
      </w:r>
      <w:r w:rsidR="00EC2D7C" w:rsidRPr="00752D5B">
        <w:t xml:space="preserve">Kupujícímu </w:t>
      </w:r>
      <w:r w:rsidR="006C1F21" w:rsidRPr="00752D5B">
        <w:t>z</w:t>
      </w:r>
      <w:r w:rsidRPr="00752D5B">
        <w:t>áruku za jakost k dodanému Hardware a Software</w:t>
      </w:r>
      <w:r w:rsidR="00822396" w:rsidRPr="00752D5B">
        <w:t>;</w:t>
      </w:r>
      <w:r w:rsidR="006C1F21" w:rsidRPr="00752D5B">
        <w:t xml:space="preserve"> </w:t>
      </w:r>
    </w:p>
    <w:p w14:paraId="24F382EE" w14:textId="77777777" w:rsidR="00416E6C" w:rsidRDefault="00A90199" w:rsidP="00416E6C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4962"/>
      <w:r w:rsidRPr="00752D5B">
        <w:t xml:space="preserve">provést </w:t>
      </w:r>
      <w:r w:rsidR="00EF0177" w:rsidRPr="00752D5B">
        <w:t>i</w:t>
      </w:r>
      <w:r w:rsidRPr="00752D5B">
        <w:t xml:space="preserve">nstalaci Hardware včetně případné likvidace odpadů vzniklých při </w:t>
      </w:r>
      <w:r w:rsidR="00EF0177" w:rsidRPr="00752D5B">
        <w:t>i</w:t>
      </w:r>
      <w:r w:rsidRPr="00752D5B">
        <w:t xml:space="preserve">nstalaci v Místě plnění a poskytnout </w:t>
      </w:r>
      <w:r w:rsidR="00D64352" w:rsidRPr="00752D5B">
        <w:t xml:space="preserve">Kupujícímu </w:t>
      </w:r>
      <w:r w:rsidR="006C1F21" w:rsidRPr="00752D5B">
        <w:t>z</w:t>
      </w:r>
      <w:r w:rsidRPr="00752D5B">
        <w:t>áruku za jakost na provedenou Instalaci</w:t>
      </w:r>
      <w:bookmarkEnd w:id="2"/>
      <w:r w:rsidR="00DA3406" w:rsidRPr="00752D5B">
        <w:t>;</w:t>
      </w:r>
      <w:bookmarkStart w:id="3" w:name="_Ref510542759"/>
    </w:p>
    <w:p w14:paraId="06640B10" w14:textId="77777777" w:rsidR="00416E6C" w:rsidRDefault="00416E6C" w:rsidP="00416E6C">
      <w:pPr>
        <w:pStyle w:val="Odstavecseseznamem"/>
        <w:numPr>
          <w:ilvl w:val="0"/>
          <w:numId w:val="7"/>
        </w:numPr>
        <w:rPr>
          <w:noProof/>
        </w:rPr>
      </w:pPr>
      <w:r w:rsidRPr="00752D5B">
        <w:t xml:space="preserve">poskytnout oprávnění užít </w:t>
      </w:r>
      <w:r>
        <w:t>Softw</w:t>
      </w:r>
      <w:r w:rsidRPr="00752D5B">
        <w:t xml:space="preserve">are </w:t>
      </w:r>
      <w:r>
        <w:t xml:space="preserve">uvedený </w:t>
      </w:r>
      <w:r w:rsidRPr="007141ED">
        <w:t xml:space="preserve">v Příloze č. 1 </w:t>
      </w:r>
      <w:r w:rsidRPr="00416E6C">
        <w:rPr>
          <w:i/>
          <w:iCs/>
        </w:rPr>
        <w:t>Specifikace Plnění</w:t>
      </w:r>
      <w:r w:rsidRPr="007141ED">
        <w:t xml:space="preserve"> této Smlouvy</w:t>
      </w:r>
      <w:r w:rsidRPr="00416E6C">
        <w:rPr>
          <w:bCs/>
        </w:rPr>
        <w:t xml:space="preserve"> („</w:t>
      </w:r>
      <w:r w:rsidRPr="00416E6C">
        <w:rPr>
          <w:b/>
        </w:rPr>
        <w:t>Software</w:t>
      </w:r>
      <w:r w:rsidRPr="00416E6C">
        <w:rPr>
          <w:bCs/>
        </w:rPr>
        <w:t>“)</w:t>
      </w:r>
      <w:r w:rsidRPr="00752D5B">
        <w:rPr>
          <w:noProof/>
        </w:rPr>
        <w:t>;</w:t>
      </w:r>
    </w:p>
    <w:bookmarkEnd w:id="3"/>
    <w:p w14:paraId="722EAC29" w14:textId="3FF76FC8" w:rsidR="00A90199" w:rsidRPr="00221465" w:rsidRDefault="00A90199" w:rsidP="0042446A">
      <w:pPr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6972BA95" w14:textId="77777777" w:rsidR="00CA1AF9" w:rsidRPr="00194183" w:rsidRDefault="00CA1AF9" w:rsidP="00CA1AF9">
      <w:pPr>
        <w:pStyle w:val="Odstavecseseznamem"/>
      </w:pPr>
      <w:r w:rsidRPr="00194183">
        <w:t xml:space="preserve">Prodávající dodá Hardware </w:t>
      </w:r>
      <w:r>
        <w:t xml:space="preserve">a Software </w:t>
      </w:r>
      <w:r w:rsidRPr="00194183">
        <w:t xml:space="preserve">v konfiguracích podle jejich specifikace, jež tvoří Přílohu č. 1 </w:t>
      </w:r>
      <w:r w:rsidRPr="00194183">
        <w:rPr>
          <w:i/>
          <w:iCs/>
        </w:rPr>
        <w:t>Specifikace Plnění</w:t>
      </w:r>
      <w:r w:rsidRPr="00194183">
        <w:t xml:space="preserve"> této Smlouvy. Je-li součástí Veřejné zakázky a</w:t>
      </w:r>
      <w:r>
        <w:t> </w:t>
      </w:r>
      <w:r w:rsidRPr="00194183">
        <w:t>byl</w:t>
      </w:r>
      <w:r>
        <w:noBreakHyphen/>
      </w:r>
      <w:r w:rsidRPr="00194183">
        <w:t xml:space="preserve">li Kupujícímu před podpisem této Smlouvy doručen návrh řešení nebo obdobný dokument, který má v souladu se Zadávací dokumentací k Veřejné zakázce sloužit jako specifikace kvality Plnění anebo podklad pro Plnění, pak je Prodávající povinen provádět Plnění v kvalitě dle takového dokumentu, pokud takový dokument stanoví kvalitu vyšší, než je kvalita specifikovaná v </w:t>
      </w:r>
      <w:r w:rsidRPr="002F378D">
        <w:t>Příloze č. 1</w:t>
      </w:r>
      <w:r w:rsidRPr="00194183">
        <w:t xml:space="preserve"> </w:t>
      </w:r>
      <w:r w:rsidRPr="00194183">
        <w:rPr>
          <w:i/>
          <w:iCs/>
        </w:rPr>
        <w:t>Specifikace Plnění</w:t>
      </w:r>
      <w:r w:rsidRPr="00194183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F2C8400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26426A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2A27F77B" w14:textId="423048A5" w:rsidR="005F0DB8" w:rsidRPr="00221465" w:rsidRDefault="005F0DB8" w:rsidP="005F0DB8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319B4229" w14:textId="25D5262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</w:t>
      </w:r>
      <w:r w:rsidR="00004073">
        <w:rPr>
          <w:noProof/>
        </w:rPr>
        <w:t xml:space="preserve"> a Software</w:t>
      </w:r>
      <w:r w:rsidRPr="00221465">
        <w:rPr>
          <w:noProof/>
        </w:rPr>
        <w:t>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0CF84783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190D3D9B" w14:textId="77777777" w:rsidR="00D14687" w:rsidRPr="00221465" w:rsidRDefault="00D14687" w:rsidP="00D14687">
      <w:pPr>
        <w:pStyle w:val="Odstavecseseznamem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Akceptačního řízení v místě plnění. Pokud Kupující daný Hardware </w:t>
      </w:r>
      <w:r>
        <w:t xml:space="preserve">a Software </w:t>
      </w:r>
      <w:r w:rsidRPr="00221465">
        <w:t xml:space="preserve">převezme, potvrdí toto převzetí Prodávajícímu podpisem na Dodacím listu. Prodávající </w:t>
      </w:r>
      <w:r w:rsidRPr="00221465">
        <w:lastRenderedPageBreak/>
        <w:t>současně doplní na Dodací list datum a čas předání a převzetí Hardware</w:t>
      </w:r>
      <w:r>
        <w:t xml:space="preserve"> a Software</w:t>
      </w:r>
      <w:r w:rsidRPr="00221465">
        <w:t xml:space="preserve"> k Akceptačnímu řízení. Hardware</w:t>
      </w:r>
      <w:r>
        <w:t xml:space="preserve"> a Software</w:t>
      </w:r>
      <w:r w:rsidRPr="00221465">
        <w:t xml:space="preserve">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11A4E79C" w14:textId="77777777" w:rsidR="00FB25E7" w:rsidRPr="00221465" w:rsidRDefault="00FB25E7" w:rsidP="00FB25E7">
      <w:pPr>
        <w:pStyle w:val="Odstavecseseznamem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7E55F494" w14:textId="77777777" w:rsidR="00FB25E7" w:rsidRPr="00221465" w:rsidRDefault="00FB25E7" w:rsidP="00FB25E7">
      <w:pPr>
        <w:pStyle w:val="Odstavecseseznamem"/>
        <w:numPr>
          <w:ilvl w:val="2"/>
          <w:numId w:val="5"/>
        </w:numPr>
        <w:ind w:left="1418" w:hanging="425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4294D8B6" w14:textId="77777777" w:rsidR="00FB25E7" w:rsidRPr="00221465" w:rsidRDefault="00FB25E7" w:rsidP="00FB25E7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634A9D33" w14:textId="77777777" w:rsidR="00FB25E7" w:rsidRPr="00221465" w:rsidRDefault="00FB25E7" w:rsidP="00FB25E7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datum a čas; a </w:t>
      </w:r>
    </w:p>
    <w:p w14:paraId="407D9AA0" w14:textId="77777777" w:rsidR="00FB25E7" w:rsidRPr="00221465" w:rsidRDefault="00FB25E7" w:rsidP="00FB25E7">
      <w:pPr>
        <w:pStyle w:val="Odstavecseseznamem"/>
        <w:numPr>
          <w:ilvl w:val="2"/>
          <w:numId w:val="5"/>
        </w:numPr>
        <w:ind w:left="1418" w:hanging="425"/>
      </w:pPr>
      <w:r w:rsidRPr="00221465">
        <w:t xml:space="preserve">podpis zástupce Kupujícího. </w:t>
      </w:r>
    </w:p>
    <w:p w14:paraId="51527E4F" w14:textId="2886D596" w:rsidR="00447984" w:rsidRPr="00C11225" w:rsidRDefault="00F5070F" w:rsidP="00D81AAB">
      <w:pPr>
        <w:pStyle w:val="Odstavecseseznamem"/>
      </w:pPr>
      <w:r w:rsidRPr="00221465">
        <w:t>V případě, že převzetí Hardware</w:t>
      </w:r>
      <w:r w:rsidR="00FB25E7">
        <w:t xml:space="preserve"> nebo Software</w:t>
      </w:r>
      <w:r w:rsidRPr="00221465">
        <w:t xml:space="preserve">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FB25E7">
        <w:t xml:space="preserve"> a Software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2987DC24" w14:textId="715069DC" w:rsidR="00D011FF" w:rsidRPr="00221465" w:rsidRDefault="00447984" w:rsidP="00D011FF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1A638341" w:rsidR="003019CE" w:rsidRPr="00C11225" w:rsidRDefault="00447984" w:rsidP="00D81AAB">
      <w:pPr>
        <w:pStyle w:val="Odstavecseseznamem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6C46486D" w:rsidR="00EC7CBA" w:rsidRDefault="00EC7CBA" w:rsidP="00EC7CBA">
      <w:pPr>
        <w:pStyle w:val="Odstavecseseznamem"/>
        <w:ind w:left="709" w:hanging="709"/>
      </w:pPr>
      <w:r>
        <w:t xml:space="preserve">Prodávající dodá veškerý požadovaný Hardware </w:t>
      </w:r>
      <w:r w:rsidR="00ED3331">
        <w:t xml:space="preserve">a Software </w:t>
      </w:r>
      <w:r w:rsidRPr="004A4BFE">
        <w:t xml:space="preserve">nejpozději </w:t>
      </w:r>
      <w:r w:rsidRPr="002A1179">
        <w:t xml:space="preserve">do </w:t>
      </w:r>
      <w:r w:rsidR="00E94A2D" w:rsidRPr="002A1179">
        <w:t>90 dnů</w:t>
      </w:r>
      <w:r w:rsidRPr="004A4BFE">
        <w:t xml:space="preserve"> od </w:t>
      </w:r>
      <w:r w:rsidR="003C220A">
        <w:t xml:space="preserve">nabytí </w:t>
      </w:r>
      <w:r w:rsidRPr="004A4BFE">
        <w:t xml:space="preserve">účinnosti Smlouvy. </w:t>
      </w:r>
    </w:p>
    <w:p w14:paraId="7434F1A9" w14:textId="685DC6E3" w:rsidR="00EC7CBA" w:rsidRPr="00CE56C0" w:rsidRDefault="00EC7CBA" w:rsidP="00EC7CBA">
      <w:pPr>
        <w:pStyle w:val="Odstavecseseznamem"/>
        <w:ind w:left="709" w:hanging="709"/>
      </w:pPr>
      <w:r w:rsidRPr="00CE56C0">
        <w:t>Místem dodání plnění</w:t>
      </w:r>
      <w:r w:rsidR="00E94A2D" w:rsidRPr="00CE56C0">
        <w:t xml:space="preserve"> jsou tyto lokality:</w:t>
      </w:r>
    </w:p>
    <w:p w14:paraId="0EC69981" w14:textId="77777777" w:rsidR="0054733D" w:rsidRDefault="0054733D" w:rsidP="0054733D">
      <w:pPr>
        <w:pStyle w:val="Odstavecseseznamem"/>
        <w:numPr>
          <w:ilvl w:val="0"/>
          <w:numId w:val="39"/>
        </w:numPr>
      </w:pPr>
      <w:r>
        <w:t>ČD Telematika, Pod Táborem 369/</w:t>
      </w:r>
      <w:proofErr w:type="gramStart"/>
      <w:r>
        <w:t>8A</w:t>
      </w:r>
      <w:proofErr w:type="gramEnd"/>
      <w:r>
        <w:t>, 190 00 Praha 9</w:t>
      </w:r>
    </w:p>
    <w:p w14:paraId="73FB95FE" w14:textId="77777777" w:rsidR="0054733D" w:rsidRDefault="0054733D" w:rsidP="0054733D">
      <w:pPr>
        <w:pStyle w:val="Odstavecseseznamem"/>
        <w:numPr>
          <w:ilvl w:val="0"/>
          <w:numId w:val="39"/>
        </w:numPr>
      </w:pPr>
      <w:r>
        <w:t>CDP Praha, V Trianglu 2474, 180 00 Praha 9</w:t>
      </w:r>
    </w:p>
    <w:p w14:paraId="15B630F4" w14:textId="77777777" w:rsidR="0054733D" w:rsidRDefault="0054733D" w:rsidP="0054733D">
      <w:pPr>
        <w:pStyle w:val="Odstavecseseznamem"/>
        <w:numPr>
          <w:ilvl w:val="0"/>
          <w:numId w:val="39"/>
        </w:numPr>
      </w:pPr>
      <w:r>
        <w:t xml:space="preserve">Správa železnic, Kounicova 26, 611 </w:t>
      </w:r>
      <w:proofErr w:type="gramStart"/>
      <w:r>
        <w:t>43  Brno</w:t>
      </w:r>
      <w:proofErr w:type="gramEnd"/>
    </w:p>
    <w:p w14:paraId="18AA8B7D" w14:textId="33EA1495" w:rsidR="00E94A2D" w:rsidRPr="00EC7CBA" w:rsidRDefault="0054733D" w:rsidP="0054733D">
      <w:pPr>
        <w:pStyle w:val="Odstavecseseznamem"/>
        <w:numPr>
          <w:ilvl w:val="0"/>
          <w:numId w:val="39"/>
        </w:numPr>
      </w:pPr>
      <w:r>
        <w:t>Správa železnic, Škroupova 11, 301 00 Plzeň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443CE7DB" w14:textId="2FA50762" w:rsidR="003019CE" w:rsidRPr="002A1179" w:rsidRDefault="003019CE" w:rsidP="003C220A">
      <w:pPr>
        <w:pStyle w:val="Odstavecseseznamem"/>
      </w:pPr>
      <w:r w:rsidRPr="00194183">
        <w:t xml:space="preserve">Cena za předmět plnění dle této Smlouvy je sjednána v souladu s nabídkovou cenou, kterou </w:t>
      </w:r>
      <w:r w:rsidR="00DC3510" w:rsidRPr="00194183">
        <w:t xml:space="preserve">Prodávající </w:t>
      </w:r>
      <w:r w:rsidRPr="00194183">
        <w:t xml:space="preserve">uvedl ve své nabídce </w:t>
      </w:r>
      <w:r w:rsidR="00B843B7" w:rsidRPr="00194183">
        <w:t>k</w:t>
      </w:r>
      <w:r w:rsidRPr="00194183">
        <w:t xml:space="preserve"> Veřejné </w:t>
      </w:r>
      <w:r w:rsidR="00B843B7" w:rsidRPr="00194183">
        <w:t>zakázce</w:t>
      </w:r>
      <w:r w:rsidR="003C220A" w:rsidRPr="00194183">
        <w:t xml:space="preserve"> a je uvedena </w:t>
      </w:r>
      <w:r w:rsidR="003C220A" w:rsidRPr="002A1179">
        <w:t xml:space="preserve">v Příloze č. 2 </w:t>
      </w:r>
      <w:r w:rsidR="003C220A" w:rsidRPr="002A1179">
        <w:rPr>
          <w:i/>
          <w:iCs/>
        </w:rPr>
        <w:t>Cena Plnění.</w:t>
      </w:r>
    </w:p>
    <w:p w14:paraId="216FC7B1" w14:textId="1CE7980B" w:rsidR="00140178" w:rsidRPr="002A1179" w:rsidRDefault="003019CE" w:rsidP="00D81AAB">
      <w:pPr>
        <w:pStyle w:val="Odstavecseseznamem"/>
      </w:pPr>
      <w:r w:rsidRPr="002A1179">
        <w:t>Podrobný rozpis Ceny dle jednotlivých částí</w:t>
      </w:r>
      <w:r w:rsidR="00685634" w:rsidRPr="002A1179">
        <w:t xml:space="preserve"> Plnění je</w:t>
      </w:r>
      <w:r w:rsidR="003C220A" w:rsidRPr="002A1179">
        <w:t xml:space="preserve"> rovněž</w:t>
      </w:r>
      <w:r w:rsidR="00685634" w:rsidRPr="002A1179">
        <w:t xml:space="preserve"> uveden v Příloze č. </w:t>
      </w:r>
      <w:r w:rsidR="004A4BFE" w:rsidRPr="002A1179">
        <w:t>2</w:t>
      </w:r>
      <w:r w:rsidRPr="002A1179">
        <w:t xml:space="preserve"> </w:t>
      </w:r>
      <w:r w:rsidR="00DC3510" w:rsidRPr="002A1179">
        <w:rPr>
          <w:i/>
          <w:iCs/>
        </w:rPr>
        <w:t>Cena Plnění.</w:t>
      </w:r>
    </w:p>
    <w:p w14:paraId="7D2A9405" w14:textId="77777777" w:rsidR="00140178" w:rsidRPr="002A1179" w:rsidRDefault="00140178" w:rsidP="00D81AAB">
      <w:pPr>
        <w:pStyle w:val="Odstavecseseznamem"/>
      </w:pPr>
      <w:bookmarkStart w:id="5" w:name="_Hlk27391226"/>
      <w:r w:rsidRPr="002A1179">
        <w:t>Cena je výslovně sjednávána jako nejvyšší možná a nepřekročitelná.</w:t>
      </w:r>
    </w:p>
    <w:p w14:paraId="2858475C" w14:textId="7CD7EEBD" w:rsidR="00D94672" w:rsidRDefault="00D94672" w:rsidP="00D94672">
      <w:pPr>
        <w:pStyle w:val="Odstavecseseznamem"/>
      </w:pPr>
      <w:r w:rsidRPr="002A1179">
        <w:t xml:space="preserve">Právo na zaplacení ceny za Hardware </w:t>
      </w:r>
      <w:r w:rsidR="00660596" w:rsidRPr="002A1179">
        <w:t xml:space="preserve">a Software </w:t>
      </w:r>
      <w:r w:rsidRPr="002A1179">
        <w:t>dle přílohy č. 2 Cena plnění</w:t>
      </w:r>
      <w:r w:rsidR="00913C9E" w:rsidRPr="002A1179">
        <w:t xml:space="preserve"> </w:t>
      </w:r>
      <w:r w:rsidRPr="002A1179">
        <w:t xml:space="preserve">vzniká dnem podpisu předávacího protokolu o dodání Hardware </w:t>
      </w:r>
      <w:r w:rsidR="00BD5CCD" w:rsidRPr="002A1179">
        <w:t xml:space="preserve">a Software </w:t>
      </w:r>
      <w:r w:rsidRPr="002A1179">
        <w:t>s uvedením</w:t>
      </w:r>
      <w:r>
        <w:t xml:space="preserve"> </w:t>
      </w:r>
      <w:r>
        <w:lastRenderedPageBreak/>
        <w:t>„Akceptováno“ či „Předáno“, nebo v případě vyznačení na předávacím protokolu „Akceptováno s výhradou“ či „Předáno s výhradou“, dnem odstranění vytčených vad.</w:t>
      </w:r>
    </w:p>
    <w:bookmarkEnd w:id="5"/>
    <w:p w14:paraId="469AA071" w14:textId="7AE1932E" w:rsidR="00C70843" w:rsidRPr="00194183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194183">
        <w:t>Práva duševního vlastnictví</w:t>
      </w:r>
    </w:p>
    <w:p w14:paraId="28230C56" w14:textId="7E5A80FB" w:rsidR="002F3DE9" w:rsidRDefault="002F3DE9" w:rsidP="0042446A">
      <w:pPr>
        <w:pStyle w:val="Odstavecseseznamem"/>
        <w:rPr>
          <w:i/>
          <w:iCs/>
          <w:noProof/>
        </w:rPr>
      </w:pPr>
      <w:r w:rsidRPr="00194183">
        <w:rPr>
          <w:noProof/>
        </w:rPr>
        <w:t>Pro Software vztahující se k Hardware platí článek 6.3.</w:t>
      </w:r>
      <w:r w:rsidR="00EF4996" w:rsidRPr="00194183">
        <w:rPr>
          <w:noProof/>
        </w:rPr>
        <w:t xml:space="preserve"> </w:t>
      </w:r>
      <w:r w:rsidR="00EF4996" w:rsidRPr="00B358D6">
        <w:rPr>
          <w:noProof/>
        </w:rPr>
        <w:t>Přílohy</w:t>
      </w:r>
      <w:r w:rsidR="00685634" w:rsidRPr="00B358D6">
        <w:rPr>
          <w:noProof/>
        </w:rPr>
        <w:t xml:space="preserve"> č. </w:t>
      </w:r>
      <w:r w:rsidR="004A4BFE" w:rsidRPr="00B358D6">
        <w:rPr>
          <w:noProof/>
        </w:rPr>
        <w:t>5</w:t>
      </w:r>
      <w:r w:rsidRPr="00B358D6">
        <w:rPr>
          <w:noProof/>
        </w:rPr>
        <w:t xml:space="preserve"> </w:t>
      </w:r>
      <w:r w:rsidRPr="00B358D6">
        <w:rPr>
          <w:i/>
          <w:iCs/>
          <w:noProof/>
        </w:rPr>
        <w:t>Zvláštní</w:t>
      </w:r>
      <w:r w:rsidRPr="00194183">
        <w:rPr>
          <w:i/>
          <w:iCs/>
          <w:noProof/>
        </w:rPr>
        <w:t xml:space="preserve"> obchodní </w:t>
      </w:r>
      <w:r w:rsidR="00590D81" w:rsidRPr="00194183">
        <w:rPr>
          <w:i/>
          <w:iCs/>
          <w:noProof/>
        </w:rPr>
        <w:t>podmínky</w:t>
      </w:r>
      <w:r w:rsidRPr="00194183">
        <w:rPr>
          <w:i/>
          <w:iCs/>
          <w:noProof/>
        </w:rPr>
        <w:t>.</w:t>
      </w:r>
    </w:p>
    <w:p w14:paraId="29054694" w14:textId="7F4E7E33" w:rsidR="00763C3E" w:rsidRDefault="00763C3E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>
        <w:rPr>
          <w:noProof/>
        </w:rPr>
        <w:t>2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A170C62" w14:textId="77777777" w:rsidR="00E71EEB" w:rsidRPr="00221465" w:rsidRDefault="00E71EEB" w:rsidP="00E71EEB">
      <w:pPr>
        <w:pStyle w:val="Nadpis4"/>
        <w:numPr>
          <w:ilvl w:val="0"/>
          <w:numId w:val="5"/>
        </w:numPr>
        <w:spacing w:after="240"/>
        <w:ind w:left="0" w:firstLine="0"/>
      </w:pPr>
      <w:r>
        <w:t>Helpd</w:t>
      </w:r>
      <w:r w:rsidRPr="00221465">
        <w:t>esk</w:t>
      </w:r>
    </w:p>
    <w:p w14:paraId="5142C273" w14:textId="77777777" w:rsidR="00E71EEB" w:rsidRPr="00221465" w:rsidRDefault="00E71EEB" w:rsidP="00E71EEB">
      <w:pPr>
        <w:pStyle w:val="Odstavecseseznamem"/>
        <w:rPr>
          <w:noProof/>
        </w:rPr>
      </w:pPr>
      <w:r w:rsidRPr="00221465">
        <w:t xml:space="preserve">Prodávající bude poskytovat </w:t>
      </w:r>
      <w:r>
        <w:t>Helpd</w:t>
      </w:r>
      <w:r w:rsidRPr="00221465">
        <w:t xml:space="preserve">esk v režimu </w:t>
      </w:r>
      <w:r w:rsidRPr="00D9577C">
        <w:t>2</w:t>
      </w:r>
      <w:r w:rsidRPr="00F656A9">
        <w:t xml:space="preserve"> ve smyslu čl. 10.3.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3D1256">
        <w:rPr>
          <w:i/>
          <w:iCs/>
          <w:noProof/>
        </w:rPr>
        <w:t>Zvláštní obchodní podmínky.</w:t>
      </w:r>
    </w:p>
    <w:p w14:paraId="092AA520" w14:textId="77777777" w:rsidR="00E71EEB" w:rsidRPr="005507AE" w:rsidRDefault="00E71EEB" w:rsidP="00E71EEB">
      <w:pPr>
        <w:pStyle w:val="Odstavecseseznamem"/>
        <w:rPr>
          <w:noProof/>
        </w:rPr>
      </w:pPr>
      <w:r w:rsidRPr="007E0125">
        <w:t xml:space="preserve">Prodávající bude provozovat </w:t>
      </w:r>
      <w:proofErr w:type="spellStart"/>
      <w:r w:rsidRPr="007E0125">
        <w:t>Helpdesk</w:t>
      </w:r>
      <w:proofErr w:type="spellEnd"/>
      <w:r w:rsidRPr="007E0125">
        <w:t xml:space="preserve"> v úrovni </w:t>
      </w:r>
      <w:r w:rsidRPr="00D9577C">
        <w:t>L2</w:t>
      </w:r>
      <w:r w:rsidRPr="00F656A9">
        <w:t xml:space="preserve"> ve smyslu čl. 10.6. </w:t>
      </w:r>
      <w:r w:rsidRPr="00D9577C">
        <w:rPr>
          <w:noProof/>
        </w:rPr>
        <w:t>Přílohy č. 5</w:t>
      </w:r>
      <w:r w:rsidRPr="007E012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03D9F450" w14:textId="0E655961" w:rsidR="00E71EEB" w:rsidRPr="00E71EEB" w:rsidRDefault="00E71EEB" w:rsidP="00E71EEB">
      <w:pPr>
        <w:pStyle w:val="Odstavecseseznamem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>
        <w:rPr>
          <w:iCs/>
          <w:noProof/>
        </w:rPr>
        <w:t>5</w:t>
      </w:r>
      <w:r w:rsidRPr="00F64DAE">
        <w:rPr>
          <w:iCs/>
          <w:noProof/>
        </w:rPr>
        <w:t xml:space="preserve"> let od </w:t>
      </w:r>
      <w:r w:rsidRPr="008C04F9">
        <w:rPr>
          <w:iCs/>
          <w:noProof/>
        </w:rPr>
        <w:t xml:space="preserve">od podpisu </w:t>
      </w:r>
      <w:r>
        <w:rPr>
          <w:iCs/>
          <w:noProof/>
        </w:rPr>
        <w:t>akceptačního</w:t>
      </w:r>
      <w:r w:rsidRPr="00412B2A">
        <w:rPr>
          <w:iCs/>
          <w:noProof/>
        </w:rPr>
        <w:t xml:space="preserve"> protokolu dle čl.</w:t>
      </w:r>
      <w:r>
        <w:rPr>
          <w:iCs/>
          <w:noProof/>
        </w:rPr>
        <w:t> 5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Servisní model</w:t>
      </w:r>
    </w:p>
    <w:p w14:paraId="042823FA" w14:textId="40A9158C" w:rsidR="00CD2112" w:rsidRDefault="00334F3D" w:rsidP="005507AE">
      <w:pPr>
        <w:pStyle w:val="Odstavecseseznamem"/>
        <w:rPr>
          <w:noProof/>
        </w:rPr>
      </w:pPr>
      <w:r w:rsidRPr="00334F3D">
        <w:t xml:space="preserve">Prodávající bude poskytovat servisní model v režimu E1 ve smyslu čl. 12.2. Přílohy č. 5 </w:t>
      </w:r>
      <w:r w:rsidRPr="00334F3D">
        <w:rPr>
          <w:i/>
          <w:iCs/>
        </w:rPr>
        <w:t>Zvláštní obchodní podmínky</w:t>
      </w:r>
      <w:r w:rsidRPr="00334F3D">
        <w:t xml:space="preserve"> s doručením náhradního dílu a dojezdem technika on-</w:t>
      </w:r>
      <w:proofErr w:type="spellStart"/>
      <w:r w:rsidRPr="00334F3D">
        <w:t>site</w:t>
      </w:r>
      <w:proofErr w:type="spellEnd"/>
      <w:r w:rsidRPr="00334F3D">
        <w:t xml:space="preserve"> do následujícího pracovního dne od diagnostiky závady. Servisní model bude poskytován pro všechen dodaný Hardware a Software, přičemž Kupující není povinen v případě reklamace vrátit Poskytovateli paměťová média. Vadná paměťová média zůstávají v držení Kupujícího</w:t>
      </w:r>
      <w:r w:rsidR="005507AE" w:rsidRPr="005507AE">
        <w:rPr>
          <w:noProof/>
        </w:rPr>
        <w:t>.</w:t>
      </w:r>
      <w:bookmarkStart w:id="6" w:name="_GoBack"/>
      <w:bookmarkEnd w:id="6"/>
      <w:r w:rsidR="005507AE">
        <w:rPr>
          <w:noProof/>
        </w:rPr>
        <w:t xml:space="preserve"> </w:t>
      </w:r>
    </w:p>
    <w:p w14:paraId="6287398C" w14:textId="1F11AEAE" w:rsidR="005507AE" w:rsidRPr="005507AE" w:rsidRDefault="00CD2112" w:rsidP="005507AE">
      <w:pPr>
        <w:pStyle w:val="Odstavecseseznamem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C91595">
        <w:rPr>
          <w:iCs/>
          <w:noProof/>
        </w:rPr>
        <w:t>Poskytovatel</w:t>
      </w:r>
      <w:r w:rsidR="00C91595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 xml:space="preserve">schopen odstranit, mohl </w:t>
      </w:r>
      <w:r w:rsidR="00C91595">
        <w:rPr>
          <w:iCs/>
          <w:noProof/>
        </w:rPr>
        <w:t>Kupující</w:t>
      </w:r>
      <w:r w:rsidR="00C91595" w:rsidRPr="005507AE">
        <w:rPr>
          <w:iCs/>
          <w:noProof/>
        </w:rPr>
        <w:t xml:space="preserve"> </w:t>
      </w:r>
      <w:r w:rsidR="005507AE" w:rsidRPr="005507AE">
        <w:rPr>
          <w:iCs/>
          <w:noProof/>
        </w:rPr>
        <w:t>tuto závadu eskalovat přímo k technické podpoře výrobce.</w:t>
      </w:r>
    </w:p>
    <w:p w14:paraId="62564069" w14:textId="04670C6D" w:rsidR="00397CC4" w:rsidRPr="001568C5" w:rsidRDefault="005507AE" w:rsidP="005507AE">
      <w:pPr>
        <w:pStyle w:val="Odstavecseseznamem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96705D">
        <w:rPr>
          <w:iCs/>
          <w:noProof/>
        </w:rPr>
        <w:t xml:space="preserve">5 </w:t>
      </w:r>
      <w:r w:rsidRPr="005507AE">
        <w:rPr>
          <w:iCs/>
          <w:noProof/>
        </w:rPr>
        <w:t>let od podpisu akceptačního protokolu.</w:t>
      </w:r>
    </w:p>
    <w:p w14:paraId="7095E236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>Kybernetická bezpečnost</w:t>
      </w:r>
    </w:p>
    <w:p w14:paraId="41141473" w14:textId="434EE869" w:rsidR="00F54BBB" w:rsidRPr="001568C5" w:rsidRDefault="00F54BBB" w:rsidP="00D81AAB">
      <w:pPr>
        <w:pStyle w:val="Odstavecseseznamem"/>
      </w:pPr>
      <w:r w:rsidRPr="001568C5">
        <w:t>Prodávající je povinen dodržovat ustanovení týkající se kybernetické bezpečnosti ve smyslu článku 20</w:t>
      </w:r>
      <w:r w:rsidRPr="00B358D6">
        <w:t xml:space="preserve">. </w:t>
      </w:r>
      <w:r w:rsidR="00AA052D" w:rsidRPr="00B358D6">
        <w:rPr>
          <w:noProof/>
        </w:rPr>
        <w:t xml:space="preserve">Přílohy č. </w:t>
      </w:r>
      <w:r w:rsidR="001568C5" w:rsidRPr="00B358D6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D81AAB">
      <w:pPr>
        <w:pStyle w:val="Odstavecseseznamem"/>
      </w:pPr>
      <w:r w:rsidRPr="00221465">
        <w:t xml:space="preserve">Pokud bude v rámci plnění této Smlouvy docházet ke zpracování osobních údajů, </w:t>
      </w:r>
      <w:r w:rsidRPr="00194183">
        <w:t>zavazuje se Prodávající dodržovat opatření dle článku 2</w:t>
      </w:r>
      <w:r w:rsidR="00586495" w:rsidRPr="00194183">
        <w:t>1</w:t>
      </w:r>
      <w:r w:rsidRPr="00B358D6">
        <w:t xml:space="preserve">. </w:t>
      </w:r>
      <w:r w:rsidR="00685634" w:rsidRPr="00B358D6">
        <w:rPr>
          <w:noProof/>
        </w:rPr>
        <w:t xml:space="preserve">Přílohy č. </w:t>
      </w:r>
      <w:r w:rsidR="001568C5" w:rsidRPr="00B358D6">
        <w:rPr>
          <w:noProof/>
        </w:rPr>
        <w:t>5</w:t>
      </w:r>
      <w:r w:rsidR="00590D81" w:rsidRPr="00194183">
        <w:rPr>
          <w:noProof/>
        </w:rPr>
        <w:t xml:space="preserve"> </w:t>
      </w:r>
      <w:r w:rsidR="00590D81" w:rsidRPr="00194183">
        <w:rPr>
          <w:i/>
          <w:iCs/>
          <w:noProof/>
        </w:rPr>
        <w:t>Zvláštní</w:t>
      </w:r>
      <w:r w:rsidR="00590D81" w:rsidRPr="003D1256">
        <w:rPr>
          <w:i/>
          <w:iCs/>
          <w:noProof/>
        </w:rPr>
        <w:t xml:space="preserve"> obchodní podmínky.</w:t>
      </w:r>
    </w:p>
    <w:p w14:paraId="0AF0451F" w14:textId="2144E808" w:rsidR="00843F1B" w:rsidRDefault="00843F1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43F1B">
      <w:pPr>
        <w:pStyle w:val="Odstavecseseznamem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lastRenderedPageBreak/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00216829" w:rsidR="00843F1B" w:rsidRPr="00266CCA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355086D" w:rsidR="00843F1B" w:rsidRPr="00843F1B" w:rsidRDefault="00843F1B" w:rsidP="00266CCA">
      <w:pPr>
        <w:pStyle w:val="Odstavecseseznamem"/>
        <w:numPr>
          <w:ilvl w:val="0"/>
          <w:numId w:val="38"/>
        </w:numPr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63CECD60" w:rsidR="00843F1B" w:rsidRPr="00843F1B" w:rsidRDefault="00843F1B" w:rsidP="00843F1B">
      <w:pPr>
        <w:pStyle w:val="Odstavecseseznamem"/>
      </w:pPr>
      <w:r w:rsidRPr="00194183">
        <w:t xml:space="preserve">Je-li Prodávajícím sdružení více osob, platí podmínky dle odstavce </w:t>
      </w:r>
      <w:r w:rsidRPr="00B358D6">
        <w:t>1</w:t>
      </w:r>
      <w:r w:rsidR="002A1179" w:rsidRPr="00B358D6">
        <w:t>1</w:t>
      </w:r>
      <w:r w:rsidRPr="00B358D6">
        <w:t>.1 a 1</w:t>
      </w:r>
      <w:r w:rsidR="002A1179" w:rsidRPr="00B358D6">
        <w:t>1</w:t>
      </w:r>
      <w:r w:rsidRPr="00B358D6">
        <w:t>.2 této</w:t>
      </w:r>
      <w:r w:rsidRPr="00843F1B">
        <w:t xml:space="preserve"> Smlouvy také jednotlivě pro všechny osoby v rámci Prodávajícího sdružené</w:t>
      </w:r>
      <w:r w:rsidR="006A03CD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843F1B">
      <w:pPr>
        <w:pStyle w:val="Odstavecseseznamem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843F1B" w:rsidRDefault="00843F1B" w:rsidP="00843F1B">
      <w:pPr>
        <w:pStyle w:val="Odstavecseseznamem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865131B" w14:textId="77777777" w:rsidR="00843F1B" w:rsidRPr="00843F1B" w:rsidRDefault="00843F1B" w:rsidP="00843F1B">
      <w:pPr>
        <w:pStyle w:val="Odstavecseseznamem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4F9A7C7F" w:rsidR="00843F1B" w:rsidRPr="00266CCA" w:rsidRDefault="00843F1B" w:rsidP="00266CCA">
      <w:pPr>
        <w:pStyle w:val="Odstavecseseznamem"/>
      </w:pPr>
      <w:r w:rsidRPr="00194183">
        <w:t>Ukáží-li se prohlášení Prodávajícího dle odstavce 1</w:t>
      </w:r>
      <w:r w:rsidR="002A1179">
        <w:t>1</w:t>
      </w:r>
      <w:r w:rsidRPr="00194183">
        <w:t>.1 a 1</w:t>
      </w:r>
      <w:r w:rsidR="002A1179">
        <w:t>1</w:t>
      </w:r>
      <w:r w:rsidRPr="00194183">
        <w:t>.2 této Smlouvy jako nepravdivá nebo poruší-li Prodávající svou oznamovací povinnost dle odstavce 1</w:t>
      </w:r>
      <w:r w:rsidR="002A1179">
        <w:t>1</w:t>
      </w:r>
      <w:r w:rsidRPr="00194183">
        <w:t>.4 nebo povinnosti dle odstavců 1</w:t>
      </w:r>
      <w:r w:rsidR="002A1179">
        <w:t>1</w:t>
      </w:r>
      <w:r w:rsidRPr="00194183">
        <w:t>.5 nebo 1</w:t>
      </w:r>
      <w:r w:rsidR="002A1179">
        <w:t>1</w:t>
      </w:r>
      <w:r w:rsidRPr="00194183">
        <w:t>.6 této Smlouvy, je Kupující oprávněn</w:t>
      </w:r>
      <w:r w:rsidRPr="00843F1B">
        <w:t xml:space="preserve">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73A1390A" w:rsidR="00064254" w:rsidRDefault="00064254" w:rsidP="00D81AAB">
      <w:pPr>
        <w:pStyle w:val="Odstavecseseznamem"/>
      </w:pPr>
      <w:r>
        <w:t>Prodávající</w:t>
      </w:r>
      <w:r w:rsidRPr="00D17785">
        <w:t xml:space="preserve"> je povinen při plnění svých povinností dle této Smlouvy postupovat </w:t>
      </w:r>
      <w:r w:rsidRPr="00194183">
        <w:t xml:space="preserve">v souladu </w:t>
      </w:r>
      <w:r w:rsidRPr="00B358D6">
        <w:t xml:space="preserve">s Přílohou č. </w:t>
      </w:r>
      <w:r w:rsidR="001568C5" w:rsidRPr="00B358D6">
        <w:t>3</w:t>
      </w:r>
      <w:r w:rsidRPr="00B358D6">
        <w:t xml:space="preserve"> </w:t>
      </w:r>
      <w:r w:rsidRPr="00B358D6">
        <w:rPr>
          <w:i/>
        </w:rPr>
        <w:t xml:space="preserve">Platforma SŽ </w:t>
      </w:r>
      <w:r w:rsidRPr="00B358D6">
        <w:rPr>
          <w:iCs/>
        </w:rPr>
        <w:t>(včetně její</w:t>
      </w:r>
      <w:r w:rsidR="00B555FC" w:rsidRPr="00B358D6">
        <w:rPr>
          <w:iCs/>
        </w:rPr>
        <w:t>ch</w:t>
      </w:r>
      <w:r w:rsidRPr="00B358D6">
        <w:rPr>
          <w:iCs/>
        </w:rPr>
        <w:t xml:space="preserve"> příloh)</w:t>
      </w:r>
      <w:r w:rsidRPr="00B358D6">
        <w:t xml:space="preserve">; v případě rozporu ustanovení Přílohy č. </w:t>
      </w:r>
      <w:r w:rsidR="001568C5" w:rsidRPr="00B358D6">
        <w:t>3</w:t>
      </w:r>
      <w:r w:rsidRPr="00B358D6">
        <w:t xml:space="preserve"> </w:t>
      </w:r>
      <w:r w:rsidRPr="00B358D6">
        <w:rPr>
          <w:i/>
        </w:rPr>
        <w:t>Platforma SŽ</w:t>
      </w:r>
      <w:r w:rsidRPr="00B358D6">
        <w:t xml:space="preserve"> (včetně její</w:t>
      </w:r>
      <w:r w:rsidR="00B555FC" w:rsidRPr="00B358D6">
        <w:t>ch</w:t>
      </w:r>
      <w:r w:rsidRPr="00B358D6">
        <w:t xml:space="preserve"> příloh)</w:t>
      </w:r>
      <w:r w:rsidRPr="00B358D6">
        <w:rPr>
          <w:i/>
          <w:iCs/>
        </w:rPr>
        <w:t xml:space="preserve"> </w:t>
      </w:r>
      <w:r w:rsidRPr="00B358D6">
        <w:t>a kteréhokoli dokumentů dle čl. 2.1. této Smlouvy se uplatní</w:t>
      </w:r>
      <w:r w:rsidRPr="00221465">
        <w:t xml:space="preserve"> ustanovení uveden</w:t>
      </w:r>
      <w:r>
        <w:t xml:space="preserve">á v dokumentech dle čl. 2.1. </w:t>
      </w:r>
      <w:r>
        <w:lastRenderedPageBreak/>
        <w:t>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>tohoto odstavce mají přednost před ustanoveními obchodních podmínek uvedených v </w:t>
      </w:r>
      <w:r w:rsidRPr="00B358D6">
        <w:t>odst. 1</w:t>
      </w:r>
      <w:r w:rsidR="00243850" w:rsidRPr="00B358D6">
        <w:t>2</w:t>
      </w:r>
      <w:r w:rsidRPr="00B358D6">
        <w:t>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7F7EDC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lastRenderedPageBreak/>
        <w:t>Nedílnou součástí této Smlouvy jsou její přílohy:</w:t>
      </w:r>
    </w:p>
    <w:p w14:paraId="680797D7" w14:textId="77777777" w:rsidR="00A867F5" w:rsidRDefault="00A867F5" w:rsidP="000A1BD4">
      <w:pPr>
        <w:spacing w:after="0" w:line="276" w:lineRule="auto"/>
        <w:rPr>
          <w:rFonts w:asciiTheme="majorHAnsi" w:hAnsiTheme="majorHAnsi"/>
        </w:rPr>
      </w:pPr>
    </w:p>
    <w:p w14:paraId="5DECB271" w14:textId="42F910D5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1BAC755A" w14:textId="06749DED" w:rsidR="003656E8" w:rsidRPr="00031C89" w:rsidRDefault="00036D1F" w:rsidP="000A1BD4">
      <w:pPr>
        <w:spacing w:after="0" w:line="276" w:lineRule="auto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2317D996" w14:textId="77777777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062189A4" w14:textId="61054AEA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4CA08E3E" w14:textId="03867A53" w:rsidR="004A4BFE" w:rsidRDefault="004A4BFE" w:rsidP="000A1BD4">
      <w:pPr>
        <w:spacing w:after="0" w:line="276" w:lineRule="auto"/>
        <w:rPr>
          <w:rFonts w:asciiTheme="majorHAnsi" w:hAnsiTheme="majorHAnsi"/>
        </w:rPr>
      </w:pPr>
    </w:p>
    <w:p w14:paraId="590F7FAB" w14:textId="42A1A1D5" w:rsidR="00031C89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4DCA32A2" w14:textId="77777777" w:rsidR="00031C89" w:rsidRPr="00221465" w:rsidRDefault="00031C89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8A69D" w16cex:dateUtc="2023-08-17T12:01:00Z"/>
  <w16cex:commentExtensible w16cex:durableId="28908C18" w16cex:dateUtc="2023-08-23T11:46:00Z"/>
  <w16cex:commentExtensible w16cex:durableId="28908C2B" w16cex:dateUtc="2023-08-23T11:46:00Z"/>
  <w16cex:commentExtensible w16cex:durableId="2890893C" w16cex:dateUtc="2023-08-23T11:33:00Z"/>
  <w16cex:commentExtensible w16cex:durableId="28908B1D" w16cex:dateUtc="2023-08-23T11:41:00Z"/>
  <w16cex:commentExtensible w16cex:durableId="289089B4" w16cex:dateUtc="2023-08-23T11:35:00Z"/>
  <w16cex:commentExtensible w16cex:durableId="289089D7" w16cex:dateUtc="2023-08-23T11:36:00Z"/>
  <w16cex:commentExtensible w16cex:durableId="28908AE2" w16cex:dateUtc="2023-08-23T11:40:00Z"/>
  <w16cex:commentExtensible w16cex:durableId="28908A24" w16cex:dateUtc="2023-08-23T11:37:00Z"/>
  <w16cex:commentExtensible w16cex:durableId="28904D75" w16cex:dateUtc="2023-08-23T07:18:00Z"/>
  <w16cex:commentExtensible w16cex:durableId="28904DC8" w16cex:dateUtc="2023-08-23T07:20:00Z"/>
  <w16cex:commentExtensible w16cex:durableId="28908A38" w16cex:dateUtc="2023-08-23T11:38:00Z"/>
  <w16cex:commentExtensible w16cex:durableId="28908A54" w16cex:dateUtc="2023-08-23T11:38:00Z"/>
  <w16cex:commentExtensible w16cex:durableId="2888A976" w16cex:dateUtc="2023-08-17T12:13:00Z"/>
  <w16cex:commentExtensible w16cex:durableId="28904CB9" w16cex:dateUtc="2023-08-23T07:15:00Z"/>
  <w16cex:commentExtensible w16cex:durableId="2888A9E4" w16cex:dateUtc="2023-08-17T12:15:00Z"/>
  <w16cex:commentExtensible w16cex:durableId="28904CDC" w16cex:dateUtc="2023-08-23T07:16:00Z"/>
  <w16cex:commentExtensible w16cex:durableId="28908A8F" w16cex:dateUtc="2023-08-23T11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458FD" w14:textId="77777777" w:rsidR="006D4FE8" w:rsidRDefault="006D4FE8" w:rsidP="00962258">
      <w:pPr>
        <w:spacing w:after="0" w:line="240" w:lineRule="auto"/>
      </w:pPr>
      <w:r>
        <w:separator/>
      </w:r>
    </w:p>
  </w:endnote>
  <w:endnote w:type="continuationSeparator" w:id="0">
    <w:p w14:paraId="69A6E2BA" w14:textId="77777777" w:rsidR="006D4FE8" w:rsidRDefault="006D4FE8" w:rsidP="00962258">
      <w:pPr>
        <w:spacing w:after="0" w:line="240" w:lineRule="auto"/>
      </w:pPr>
      <w:r>
        <w:continuationSeparator/>
      </w:r>
    </w:p>
  </w:endnote>
  <w:endnote w:type="continuationNotice" w:id="1">
    <w:p w14:paraId="4D391E0E" w14:textId="77777777" w:rsidR="006D4FE8" w:rsidRDefault="006D4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75E506E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F2DA3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9B02838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B7C7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D16DF" w14:textId="77777777" w:rsidR="006D4FE8" w:rsidRDefault="006D4FE8" w:rsidP="00962258">
      <w:pPr>
        <w:spacing w:after="0" w:line="240" w:lineRule="auto"/>
      </w:pPr>
      <w:r>
        <w:separator/>
      </w:r>
    </w:p>
  </w:footnote>
  <w:footnote w:type="continuationSeparator" w:id="0">
    <w:p w14:paraId="10D9DB74" w14:textId="77777777" w:rsidR="006D4FE8" w:rsidRDefault="006D4FE8" w:rsidP="00962258">
      <w:pPr>
        <w:spacing w:after="0" w:line="240" w:lineRule="auto"/>
      </w:pPr>
      <w:r>
        <w:continuationSeparator/>
      </w:r>
    </w:p>
  </w:footnote>
  <w:footnote w:type="continuationNotice" w:id="1">
    <w:p w14:paraId="642844D8" w14:textId="77777777" w:rsidR="006D4FE8" w:rsidRDefault="006D4F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55479072" w:rsidR="00330605" w:rsidRPr="00D6163D" w:rsidRDefault="001C0123" w:rsidP="001C0123">
          <w:pPr>
            <w:pStyle w:val="Druhdokumentu"/>
            <w:jc w:val="center"/>
          </w:pPr>
          <w:r>
            <w:t xml:space="preserve">                     </w:t>
          </w:r>
          <w:r>
            <w:rPr>
              <w:noProof/>
              <w:lang w:eastAsia="cs-CZ"/>
            </w:rPr>
            <w:drawing>
              <wp:inline distT="0" distB="0" distL="0" distR="0" wp14:anchorId="62D92411" wp14:editId="44AC42AB">
                <wp:extent cx="1087088" cy="55880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-barva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8445" cy="59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859EC"/>
    <w:multiLevelType w:val="hybridMultilevel"/>
    <w:tmpl w:val="6092581A"/>
    <w:lvl w:ilvl="0" w:tplc="FFFFFFFF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8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4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54103BAE"/>
    <w:multiLevelType w:val="hybridMultilevel"/>
    <w:tmpl w:val="EB20AE24"/>
    <w:lvl w:ilvl="0" w:tplc="70F613A4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8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abstractNum w:abstractNumId="33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32"/>
  </w:num>
  <w:num w:numId="5">
    <w:abstractNumId w:val="18"/>
  </w:num>
  <w:num w:numId="6">
    <w:abstractNumId w:val="24"/>
  </w:num>
  <w:num w:numId="7">
    <w:abstractNumId w:val="12"/>
  </w:num>
  <w:num w:numId="8">
    <w:abstractNumId w:val="22"/>
  </w:num>
  <w:num w:numId="9">
    <w:abstractNumId w:val="33"/>
  </w:num>
  <w:num w:numId="10">
    <w:abstractNumId w:val="29"/>
  </w:num>
  <w:num w:numId="11">
    <w:abstractNumId w:val="4"/>
  </w:num>
  <w:num w:numId="12">
    <w:abstractNumId w:val="9"/>
  </w:num>
  <w:num w:numId="13">
    <w:abstractNumId w:val="16"/>
  </w:num>
  <w:num w:numId="14">
    <w:abstractNumId w:val="25"/>
  </w:num>
  <w:num w:numId="15">
    <w:abstractNumId w:val="13"/>
  </w:num>
  <w:num w:numId="16">
    <w:abstractNumId w:val="20"/>
  </w:num>
  <w:num w:numId="17">
    <w:abstractNumId w:val="28"/>
  </w:num>
  <w:num w:numId="18">
    <w:abstractNumId w:val="11"/>
  </w:num>
  <w:num w:numId="19">
    <w:abstractNumId w:val="23"/>
  </w:num>
  <w:num w:numId="20">
    <w:abstractNumId w:val="6"/>
  </w:num>
  <w:num w:numId="21">
    <w:abstractNumId w:val="14"/>
  </w:num>
  <w:num w:numId="22">
    <w:abstractNumId w:val="30"/>
  </w:num>
  <w:num w:numId="23">
    <w:abstractNumId w:val="7"/>
  </w:num>
  <w:num w:numId="24">
    <w:abstractNumId w:val="31"/>
  </w:num>
  <w:num w:numId="25">
    <w:abstractNumId w:val="21"/>
  </w:num>
  <w:num w:numId="26">
    <w:abstractNumId w:val="17"/>
  </w:num>
  <w:num w:numId="27">
    <w:abstractNumId w:val="10"/>
  </w:num>
  <w:num w:numId="28">
    <w:abstractNumId w:val="3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9"/>
  </w:num>
  <w:num w:numId="32">
    <w:abstractNumId w:val="5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4"/>
  </w:num>
  <w:num w:numId="38">
    <w:abstractNumId w:val="27"/>
  </w:num>
  <w:num w:numId="39">
    <w:abstractNumId w:val="26"/>
  </w:num>
  <w:num w:numId="4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073"/>
    <w:rsid w:val="000077BB"/>
    <w:rsid w:val="0001327F"/>
    <w:rsid w:val="0001578C"/>
    <w:rsid w:val="00025DDC"/>
    <w:rsid w:val="00031C89"/>
    <w:rsid w:val="00032F77"/>
    <w:rsid w:val="00034E52"/>
    <w:rsid w:val="00036D1F"/>
    <w:rsid w:val="00042A2C"/>
    <w:rsid w:val="000451AE"/>
    <w:rsid w:val="00046F28"/>
    <w:rsid w:val="00047260"/>
    <w:rsid w:val="000573A5"/>
    <w:rsid w:val="00064254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D2268"/>
    <w:rsid w:val="000D3ADE"/>
    <w:rsid w:val="000E23A7"/>
    <w:rsid w:val="000E2E68"/>
    <w:rsid w:val="000E7DC5"/>
    <w:rsid w:val="000F0F5C"/>
    <w:rsid w:val="000F3BA5"/>
    <w:rsid w:val="0010693F"/>
    <w:rsid w:val="00114472"/>
    <w:rsid w:val="00126EF5"/>
    <w:rsid w:val="001303D1"/>
    <w:rsid w:val="00136245"/>
    <w:rsid w:val="00140178"/>
    <w:rsid w:val="0014565C"/>
    <w:rsid w:val="00153B54"/>
    <w:rsid w:val="001550BC"/>
    <w:rsid w:val="001568C5"/>
    <w:rsid w:val="00157463"/>
    <w:rsid w:val="001605B9"/>
    <w:rsid w:val="001659E9"/>
    <w:rsid w:val="00170EC5"/>
    <w:rsid w:val="001747C1"/>
    <w:rsid w:val="00180D31"/>
    <w:rsid w:val="00184743"/>
    <w:rsid w:val="001852F6"/>
    <w:rsid w:val="001903A9"/>
    <w:rsid w:val="00191D21"/>
    <w:rsid w:val="00194183"/>
    <w:rsid w:val="001942BB"/>
    <w:rsid w:val="001975F5"/>
    <w:rsid w:val="001A2756"/>
    <w:rsid w:val="001A3D0B"/>
    <w:rsid w:val="001B629E"/>
    <w:rsid w:val="001B6324"/>
    <w:rsid w:val="001C0123"/>
    <w:rsid w:val="001E7681"/>
    <w:rsid w:val="001F0FAC"/>
    <w:rsid w:val="001F2DA3"/>
    <w:rsid w:val="001F763F"/>
    <w:rsid w:val="00204996"/>
    <w:rsid w:val="00207DF5"/>
    <w:rsid w:val="002144CB"/>
    <w:rsid w:val="00221465"/>
    <w:rsid w:val="00222F74"/>
    <w:rsid w:val="00224616"/>
    <w:rsid w:val="0022531E"/>
    <w:rsid w:val="0024247F"/>
    <w:rsid w:val="00243850"/>
    <w:rsid w:val="00251EB4"/>
    <w:rsid w:val="00252F2B"/>
    <w:rsid w:val="0025501B"/>
    <w:rsid w:val="0025503B"/>
    <w:rsid w:val="00263B4F"/>
    <w:rsid w:val="0026426A"/>
    <w:rsid w:val="0026486B"/>
    <w:rsid w:val="00266CCA"/>
    <w:rsid w:val="00275B09"/>
    <w:rsid w:val="00275D5F"/>
    <w:rsid w:val="00280E07"/>
    <w:rsid w:val="00281D7B"/>
    <w:rsid w:val="00281F69"/>
    <w:rsid w:val="002838C2"/>
    <w:rsid w:val="00291B07"/>
    <w:rsid w:val="002A1179"/>
    <w:rsid w:val="002A4447"/>
    <w:rsid w:val="002B0B85"/>
    <w:rsid w:val="002B36B8"/>
    <w:rsid w:val="002B3E61"/>
    <w:rsid w:val="002B72B2"/>
    <w:rsid w:val="002C1BA8"/>
    <w:rsid w:val="002C31BF"/>
    <w:rsid w:val="002D08B1"/>
    <w:rsid w:val="002D24D9"/>
    <w:rsid w:val="002D6261"/>
    <w:rsid w:val="002E0CD7"/>
    <w:rsid w:val="002E20E4"/>
    <w:rsid w:val="002E3C1B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34F3D"/>
    <w:rsid w:val="0034033F"/>
    <w:rsid w:val="00341DCF"/>
    <w:rsid w:val="0034498F"/>
    <w:rsid w:val="00355DD1"/>
    <w:rsid w:val="00357BC6"/>
    <w:rsid w:val="00362E35"/>
    <w:rsid w:val="003656E8"/>
    <w:rsid w:val="0036573C"/>
    <w:rsid w:val="00376854"/>
    <w:rsid w:val="00382D2B"/>
    <w:rsid w:val="003909C0"/>
    <w:rsid w:val="003949A2"/>
    <w:rsid w:val="003956C6"/>
    <w:rsid w:val="00395A8A"/>
    <w:rsid w:val="003960B1"/>
    <w:rsid w:val="00396220"/>
    <w:rsid w:val="00397CC4"/>
    <w:rsid w:val="003B1721"/>
    <w:rsid w:val="003B4725"/>
    <w:rsid w:val="003B7C76"/>
    <w:rsid w:val="003C220A"/>
    <w:rsid w:val="003C268A"/>
    <w:rsid w:val="003C5769"/>
    <w:rsid w:val="003D2F8A"/>
    <w:rsid w:val="003E16CE"/>
    <w:rsid w:val="003F0F08"/>
    <w:rsid w:val="003F37AA"/>
    <w:rsid w:val="003F5AA1"/>
    <w:rsid w:val="003F6567"/>
    <w:rsid w:val="004006B9"/>
    <w:rsid w:val="004129FC"/>
    <w:rsid w:val="00415115"/>
    <w:rsid w:val="00416E6C"/>
    <w:rsid w:val="0042446A"/>
    <w:rsid w:val="00425499"/>
    <w:rsid w:val="00431D35"/>
    <w:rsid w:val="00441430"/>
    <w:rsid w:val="00445CFA"/>
    <w:rsid w:val="00447984"/>
    <w:rsid w:val="00450F07"/>
    <w:rsid w:val="00453CD3"/>
    <w:rsid w:val="00460660"/>
    <w:rsid w:val="00464CC8"/>
    <w:rsid w:val="00486107"/>
    <w:rsid w:val="00491827"/>
    <w:rsid w:val="00494DCC"/>
    <w:rsid w:val="004965FC"/>
    <w:rsid w:val="004A4BFE"/>
    <w:rsid w:val="004B2074"/>
    <w:rsid w:val="004B348C"/>
    <w:rsid w:val="004B7EDF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036E"/>
    <w:rsid w:val="004F2B7D"/>
    <w:rsid w:val="004F4B9B"/>
    <w:rsid w:val="0050139C"/>
    <w:rsid w:val="00511AB9"/>
    <w:rsid w:val="005235B0"/>
    <w:rsid w:val="00523EA7"/>
    <w:rsid w:val="00540F45"/>
    <w:rsid w:val="005466DD"/>
    <w:rsid w:val="0054733D"/>
    <w:rsid w:val="005507AE"/>
    <w:rsid w:val="00553375"/>
    <w:rsid w:val="00555C2D"/>
    <w:rsid w:val="00567BCB"/>
    <w:rsid w:val="005736B7"/>
    <w:rsid w:val="00575495"/>
    <w:rsid w:val="00575E5A"/>
    <w:rsid w:val="005806CA"/>
    <w:rsid w:val="00585442"/>
    <w:rsid w:val="00586495"/>
    <w:rsid w:val="00590D81"/>
    <w:rsid w:val="00595F71"/>
    <w:rsid w:val="005A3662"/>
    <w:rsid w:val="005B3109"/>
    <w:rsid w:val="005D7A09"/>
    <w:rsid w:val="005E1747"/>
    <w:rsid w:val="005E2084"/>
    <w:rsid w:val="005F0DB8"/>
    <w:rsid w:val="005F1404"/>
    <w:rsid w:val="006062AF"/>
    <w:rsid w:val="0061068E"/>
    <w:rsid w:val="006131AE"/>
    <w:rsid w:val="00615789"/>
    <w:rsid w:val="00624971"/>
    <w:rsid w:val="00624CD3"/>
    <w:rsid w:val="0063371F"/>
    <w:rsid w:val="006413B7"/>
    <w:rsid w:val="0064774B"/>
    <w:rsid w:val="00650EF0"/>
    <w:rsid w:val="00660596"/>
    <w:rsid w:val="00660AD3"/>
    <w:rsid w:val="0066749B"/>
    <w:rsid w:val="00677B7F"/>
    <w:rsid w:val="00685634"/>
    <w:rsid w:val="00685D94"/>
    <w:rsid w:val="006862DF"/>
    <w:rsid w:val="00696698"/>
    <w:rsid w:val="006A03CD"/>
    <w:rsid w:val="006A5570"/>
    <w:rsid w:val="006A689C"/>
    <w:rsid w:val="006B3D79"/>
    <w:rsid w:val="006B4810"/>
    <w:rsid w:val="006C1F21"/>
    <w:rsid w:val="006D4FE8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43525"/>
    <w:rsid w:val="00745D74"/>
    <w:rsid w:val="00747B4E"/>
    <w:rsid w:val="00752D5B"/>
    <w:rsid w:val="0076286B"/>
    <w:rsid w:val="00763C3E"/>
    <w:rsid w:val="00766846"/>
    <w:rsid w:val="0077363D"/>
    <w:rsid w:val="0077673A"/>
    <w:rsid w:val="007846E1"/>
    <w:rsid w:val="00790DDD"/>
    <w:rsid w:val="0079309C"/>
    <w:rsid w:val="007B570C"/>
    <w:rsid w:val="007C589B"/>
    <w:rsid w:val="007D41F2"/>
    <w:rsid w:val="007E0125"/>
    <w:rsid w:val="007E3495"/>
    <w:rsid w:val="007E4A6E"/>
    <w:rsid w:val="007F32D9"/>
    <w:rsid w:val="007F38C2"/>
    <w:rsid w:val="007F56A7"/>
    <w:rsid w:val="007F7EDC"/>
    <w:rsid w:val="00807DD0"/>
    <w:rsid w:val="00810D1C"/>
    <w:rsid w:val="00822396"/>
    <w:rsid w:val="00822E53"/>
    <w:rsid w:val="00834F5F"/>
    <w:rsid w:val="00843F1B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A56C2"/>
    <w:rsid w:val="008B1888"/>
    <w:rsid w:val="008C415D"/>
    <w:rsid w:val="008D03B9"/>
    <w:rsid w:val="008E2B2A"/>
    <w:rsid w:val="008E791D"/>
    <w:rsid w:val="008F015B"/>
    <w:rsid w:val="008F18D6"/>
    <w:rsid w:val="008F5E52"/>
    <w:rsid w:val="008F60C6"/>
    <w:rsid w:val="00900B82"/>
    <w:rsid w:val="00904780"/>
    <w:rsid w:val="009129A4"/>
    <w:rsid w:val="00913C9E"/>
    <w:rsid w:val="00922385"/>
    <w:rsid w:val="009223DF"/>
    <w:rsid w:val="00936091"/>
    <w:rsid w:val="00940D8A"/>
    <w:rsid w:val="009418BC"/>
    <w:rsid w:val="0095696D"/>
    <w:rsid w:val="00962258"/>
    <w:rsid w:val="0096705D"/>
    <w:rsid w:val="009678B7"/>
    <w:rsid w:val="00974FD0"/>
    <w:rsid w:val="009833E1"/>
    <w:rsid w:val="00992D9C"/>
    <w:rsid w:val="00996CB8"/>
    <w:rsid w:val="009A0CD0"/>
    <w:rsid w:val="009B14A9"/>
    <w:rsid w:val="009B2B70"/>
    <w:rsid w:val="009B2E97"/>
    <w:rsid w:val="009B30D0"/>
    <w:rsid w:val="009B5F56"/>
    <w:rsid w:val="009C0984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F392E"/>
    <w:rsid w:val="00A02735"/>
    <w:rsid w:val="00A037C2"/>
    <w:rsid w:val="00A06158"/>
    <w:rsid w:val="00A06E45"/>
    <w:rsid w:val="00A13035"/>
    <w:rsid w:val="00A16B5F"/>
    <w:rsid w:val="00A2247F"/>
    <w:rsid w:val="00A249DE"/>
    <w:rsid w:val="00A35755"/>
    <w:rsid w:val="00A37B7A"/>
    <w:rsid w:val="00A404A5"/>
    <w:rsid w:val="00A425C8"/>
    <w:rsid w:val="00A453A3"/>
    <w:rsid w:val="00A4600C"/>
    <w:rsid w:val="00A54A5E"/>
    <w:rsid w:val="00A6177B"/>
    <w:rsid w:val="00A63796"/>
    <w:rsid w:val="00A66136"/>
    <w:rsid w:val="00A74C1B"/>
    <w:rsid w:val="00A867F5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0AC3"/>
    <w:rsid w:val="00AC3262"/>
    <w:rsid w:val="00AD056F"/>
    <w:rsid w:val="00AD6731"/>
    <w:rsid w:val="00AE4D08"/>
    <w:rsid w:val="00AF5FA9"/>
    <w:rsid w:val="00B0515B"/>
    <w:rsid w:val="00B15D0D"/>
    <w:rsid w:val="00B22724"/>
    <w:rsid w:val="00B358D6"/>
    <w:rsid w:val="00B44E80"/>
    <w:rsid w:val="00B5460A"/>
    <w:rsid w:val="00B555FC"/>
    <w:rsid w:val="00B57A80"/>
    <w:rsid w:val="00B57AB1"/>
    <w:rsid w:val="00B612C0"/>
    <w:rsid w:val="00B636B0"/>
    <w:rsid w:val="00B709F5"/>
    <w:rsid w:val="00B72A50"/>
    <w:rsid w:val="00B75EE1"/>
    <w:rsid w:val="00B77481"/>
    <w:rsid w:val="00B843B7"/>
    <w:rsid w:val="00B8518B"/>
    <w:rsid w:val="00B91E11"/>
    <w:rsid w:val="00BA3F4C"/>
    <w:rsid w:val="00BA67D6"/>
    <w:rsid w:val="00BB5852"/>
    <w:rsid w:val="00BC4CE4"/>
    <w:rsid w:val="00BD5CCD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764FE"/>
    <w:rsid w:val="00C82DFD"/>
    <w:rsid w:val="00C8720C"/>
    <w:rsid w:val="00C91595"/>
    <w:rsid w:val="00C91FFB"/>
    <w:rsid w:val="00C96955"/>
    <w:rsid w:val="00CA1ABD"/>
    <w:rsid w:val="00CA1AF9"/>
    <w:rsid w:val="00CB0C8E"/>
    <w:rsid w:val="00CC2C09"/>
    <w:rsid w:val="00CD1FC4"/>
    <w:rsid w:val="00CD2112"/>
    <w:rsid w:val="00CE1F9C"/>
    <w:rsid w:val="00CE56C0"/>
    <w:rsid w:val="00CE56F8"/>
    <w:rsid w:val="00CF17BE"/>
    <w:rsid w:val="00CF28A6"/>
    <w:rsid w:val="00D011FF"/>
    <w:rsid w:val="00D051C6"/>
    <w:rsid w:val="00D14687"/>
    <w:rsid w:val="00D15793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67B5A"/>
    <w:rsid w:val="00D73934"/>
    <w:rsid w:val="00D763EB"/>
    <w:rsid w:val="00D81AAB"/>
    <w:rsid w:val="00D831A3"/>
    <w:rsid w:val="00D86668"/>
    <w:rsid w:val="00D87AB2"/>
    <w:rsid w:val="00D90583"/>
    <w:rsid w:val="00D92FF5"/>
    <w:rsid w:val="00D94672"/>
    <w:rsid w:val="00DA3406"/>
    <w:rsid w:val="00DA553C"/>
    <w:rsid w:val="00DB2B0F"/>
    <w:rsid w:val="00DB380B"/>
    <w:rsid w:val="00DB7FE0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28BE"/>
    <w:rsid w:val="00DF4BD7"/>
    <w:rsid w:val="00DF668A"/>
    <w:rsid w:val="00E02963"/>
    <w:rsid w:val="00E1506E"/>
    <w:rsid w:val="00E2616C"/>
    <w:rsid w:val="00E261B6"/>
    <w:rsid w:val="00E304AD"/>
    <w:rsid w:val="00E30729"/>
    <w:rsid w:val="00E339AC"/>
    <w:rsid w:val="00E37A7F"/>
    <w:rsid w:val="00E40685"/>
    <w:rsid w:val="00E46DE1"/>
    <w:rsid w:val="00E71EEB"/>
    <w:rsid w:val="00E80E7B"/>
    <w:rsid w:val="00E86F16"/>
    <w:rsid w:val="00E90396"/>
    <w:rsid w:val="00E90C16"/>
    <w:rsid w:val="00E91C27"/>
    <w:rsid w:val="00E94A2D"/>
    <w:rsid w:val="00EA1889"/>
    <w:rsid w:val="00EA2C48"/>
    <w:rsid w:val="00EA40B9"/>
    <w:rsid w:val="00EA511D"/>
    <w:rsid w:val="00EA57B9"/>
    <w:rsid w:val="00EB104F"/>
    <w:rsid w:val="00EC2D7C"/>
    <w:rsid w:val="00EC7CBA"/>
    <w:rsid w:val="00ED0450"/>
    <w:rsid w:val="00ED14BD"/>
    <w:rsid w:val="00ED2398"/>
    <w:rsid w:val="00ED3331"/>
    <w:rsid w:val="00ED43E8"/>
    <w:rsid w:val="00EE11E4"/>
    <w:rsid w:val="00EE56CE"/>
    <w:rsid w:val="00EF0177"/>
    <w:rsid w:val="00EF4996"/>
    <w:rsid w:val="00EF7A74"/>
    <w:rsid w:val="00F02E30"/>
    <w:rsid w:val="00F02F66"/>
    <w:rsid w:val="00F0533E"/>
    <w:rsid w:val="00F1048D"/>
    <w:rsid w:val="00F12DEC"/>
    <w:rsid w:val="00F1715C"/>
    <w:rsid w:val="00F20EA8"/>
    <w:rsid w:val="00F213E5"/>
    <w:rsid w:val="00F243E2"/>
    <w:rsid w:val="00F310F8"/>
    <w:rsid w:val="00F34814"/>
    <w:rsid w:val="00F34B3C"/>
    <w:rsid w:val="00F35939"/>
    <w:rsid w:val="00F440C8"/>
    <w:rsid w:val="00F45607"/>
    <w:rsid w:val="00F5070F"/>
    <w:rsid w:val="00F525E0"/>
    <w:rsid w:val="00F54BBB"/>
    <w:rsid w:val="00F61DE3"/>
    <w:rsid w:val="00F659EB"/>
    <w:rsid w:val="00F668BA"/>
    <w:rsid w:val="00F86BA6"/>
    <w:rsid w:val="00F95EC3"/>
    <w:rsid w:val="00FA2A5A"/>
    <w:rsid w:val="00FA4B6F"/>
    <w:rsid w:val="00FA4F84"/>
    <w:rsid w:val="00FB018F"/>
    <w:rsid w:val="00FB0534"/>
    <w:rsid w:val="00FB25E7"/>
    <w:rsid w:val="00FB4D4F"/>
    <w:rsid w:val="00FC6389"/>
    <w:rsid w:val="00FD54A4"/>
    <w:rsid w:val="00FE50F9"/>
    <w:rsid w:val="00FE5117"/>
    <w:rsid w:val="00FF2819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18C8B085-64B8-4EFF-9CFB-353005BD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9C10-CC50-4883-BDC4-901F88131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A04AE0-59EA-4654-A76F-B348F020B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2458</Words>
  <Characters>14505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Engelová Petra</cp:lastModifiedBy>
  <cp:revision>49</cp:revision>
  <cp:lastPrinted>2019-02-25T22:30:00Z</cp:lastPrinted>
  <dcterms:created xsi:type="dcterms:W3CDTF">2023-08-02T17:59:00Z</dcterms:created>
  <dcterms:modified xsi:type="dcterms:W3CDTF">2023-08-30T06:57:00Z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