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BE9E3"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F6873A4" w14:textId="3FA5ED95"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340632">
        <w:t>Rekonstrukce žst. Vlkov u Tišnova</w:t>
      </w:r>
      <w:r w:rsidRPr="00BD5BFC">
        <w:rPr>
          <w:rFonts w:eastAsia="Verdana" w:cs="Times New Roman"/>
        </w:rPr>
        <w:t>“</w:t>
      </w:r>
    </w:p>
    <w:p w14:paraId="65295409"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7D89C80A" w14:textId="77777777" w:rsidR="00DD69B0" w:rsidRPr="00141CE2" w:rsidRDefault="00DD69B0" w:rsidP="00141CE2">
      <w:pPr>
        <w:spacing w:after="120" w:line="240" w:lineRule="auto"/>
        <w:contextualSpacing/>
        <w:jc w:val="both"/>
        <w:rPr>
          <w:rFonts w:eastAsia="Verdana" w:cs="Times New Roman"/>
          <w:b/>
          <w:szCs w:val="20"/>
        </w:rPr>
      </w:pPr>
    </w:p>
    <w:p w14:paraId="29CC219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1732792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065E7CF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71ED31F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3A21AC8" w14:textId="77777777" w:rsidR="00DD69B0" w:rsidRPr="00340632" w:rsidRDefault="00DD69B0" w:rsidP="0048621E">
      <w:pPr>
        <w:pStyle w:val="SoDTextbezodsazen"/>
        <w:spacing w:after="0"/>
      </w:pPr>
      <w:r w:rsidRPr="00BD5BFC">
        <w:rPr>
          <w:rFonts w:eastAsia="Verdana" w:cs="Times New Roman"/>
          <w:sz w:val="20"/>
          <w:szCs w:val="20"/>
        </w:rPr>
        <w:t>zastoupená</w:t>
      </w:r>
      <w:r w:rsidRPr="00340632">
        <w:rPr>
          <w:rFonts w:eastAsia="Verdana" w:cs="Times New Roman"/>
          <w:sz w:val="20"/>
          <w:szCs w:val="20"/>
        </w:rPr>
        <w:t xml:space="preserve">: </w:t>
      </w:r>
      <w:r w:rsidRPr="00340632">
        <w:t xml:space="preserve">Ing. Mojmírem Nejezchlebem, náměstkem GŘ pro modernizaci dráhy </w:t>
      </w:r>
    </w:p>
    <w:p w14:paraId="6CEA4CE3" w14:textId="77777777" w:rsidR="00DD69B0" w:rsidRPr="00141CE2" w:rsidRDefault="00DD69B0" w:rsidP="0048621E">
      <w:pPr>
        <w:pStyle w:val="SoDTextbezodsazen"/>
        <w:spacing w:after="0"/>
        <w:rPr>
          <w:rFonts w:eastAsia="Verdana" w:cs="Times New Roman"/>
          <w:szCs w:val="20"/>
        </w:rPr>
      </w:pPr>
      <w:r w:rsidRPr="00340632">
        <w:t>na základě Pověření č. 2372 ze dne 26. 2. 2018</w:t>
      </w:r>
    </w:p>
    <w:p w14:paraId="73947F52" w14:textId="77777777" w:rsidR="00DD69B0" w:rsidRPr="00141CE2" w:rsidRDefault="00DD69B0" w:rsidP="00141CE2">
      <w:pPr>
        <w:spacing w:after="120" w:line="240" w:lineRule="auto"/>
        <w:contextualSpacing/>
        <w:jc w:val="both"/>
        <w:rPr>
          <w:rFonts w:eastAsia="Verdana" w:cs="Times New Roman"/>
          <w:szCs w:val="20"/>
        </w:rPr>
      </w:pPr>
    </w:p>
    <w:p w14:paraId="22E56B7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659A09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477340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2B78F266" w14:textId="77777777" w:rsidR="00DD69B0" w:rsidRPr="00141CE2" w:rsidRDefault="00DD69B0" w:rsidP="00141CE2">
      <w:pPr>
        <w:spacing w:after="120" w:line="240" w:lineRule="auto"/>
        <w:contextualSpacing/>
        <w:jc w:val="both"/>
        <w:rPr>
          <w:rFonts w:eastAsia="Verdana" w:cs="Times New Roman"/>
          <w:szCs w:val="20"/>
        </w:rPr>
      </w:pPr>
    </w:p>
    <w:p w14:paraId="59F7F8E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19140165" w14:textId="77777777" w:rsidR="00DD69B0" w:rsidRPr="00141CE2" w:rsidRDefault="00DD69B0" w:rsidP="00141CE2">
      <w:pPr>
        <w:spacing w:after="120" w:line="240" w:lineRule="auto"/>
        <w:contextualSpacing/>
        <w:jc w:val="both"/>
        <w:rPr>
          <w:rFonts w:eastAsia="Verdana" w:cs="Times New Roman"/>
          <w:szCs w:val="20"/>
        </w:rPr>
      </w:pPr>
    </w:p>
    <w:p w14:paraId="2F864CDE"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4E3FBDEF"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7E665921" w14:textId="01CA3EFB"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ISPROFOND/SUBISPROFIN</w:t>
      </w:r>
      <w:r w:rsidRPr="00340632">
        <w:rPr>
          <w:sz w:val="18"/>
          <w:szCs w:val="18"/>
        </w:rPr>
        <w:t>:</w:t>
      </w:r>
      <w:r w:rsidR="00340632" w:rsidRPr="00340632">
        <w:t xml:space="preserve"> </w:t>
      </w:r>
      <w:r w:rsidR="00340632">
        <w:t>5623720022</w:t>
      </w:r>
    </w:p>
    <w:p w14:paraId="377648FD"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4FDAF171"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1D6D6C98" w14:textId="77777777" w:rsidR="00DD69B0" w:rsidRPr="00141CE2" w:rsidRDefault="00DD69B0" w:rsidP="00141CE2">
      <w:pPr>
        <w:spacing w:after="120" w:line="240" w:lineRule="auto"/>
        <w:contextualSpacing/>
        <w:jc w:val="both"/>
        <w:rPr>
          <w:rFonts w:eastAsia="Verdana" w:cs="Times New Roman"/>
          <w:szCs w:val="20"/>
        </w:rPr>
      </w:pPr>
    </w:p>
    <w:p w14:paraId="09EBD651"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3789A5C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36A8F67E"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0B0512A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5CA919B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proofErr w:type="gramStart"/>
      <w:r w:rsidRPr="00141CE2">
        <w:rPr>
          <w:rFonts w:eastAsia="Verdana" w:cs="Times New Roman"/>
          <w:szCs w:val="20"/>
          <w:highlight w:val="yellow"/>
        </w:rPr>
        <w:t>VLOŽÍ</w:t>
      </w:r>
      <w:proofErr w:type="gramEnd"/>
      <w:r w:rsidRPr="00141CE2">
        <w:rPr>
          <w:rFonts w:eastAsia="Verdana" w:cs="Times New Roman"/>
          <w:szCs w:val="20"/>
          <w:highlight w:val="yellow"/>
        </w:rPr>
        <w:t xml:space="preserve">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E4D1A4F"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4EF740CF" w14:textId="77777777" w:rsidR="00DD69B0" w:rsidRPr="00141CE2" w:rsidRDefault="00DD69B0" w:rsidP="00141CE2">
      <w:pPr>
        <w:spacing w:after="120" w:line="240" w:lineRule="auto"/>
        <w:contextualSpacing/>
        <w:jc w:val="both"/>
        <w:rPr>
          <w:rFonts w:eastAsia="Verdana" w:cs="Times New Roman"/>
          <w:b/>
          <w:szCs w:val="20"/>
        </w:rPr>
      </w:pPr>
    </w:p>
    <w:p w14:paraId="7E7E258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4873A90E"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18294A4A" w14:textId="77777777" w:rsidR="00DD69B0" w:rsidRPr="00141CE2" w:rsidRDefault="00DD69B0" w:rsidP="00141CE2">
      <w:pPr>
        <w:spacing w:after="120" w:line="240" w:lineRule="auto"/>
        <w:contextualSpacing/>
        <w:jc w:val="both"/>
        <w:rPr>
          <w:rFonts w:eastAsia="Verdana" w:cs="Times New Roman"/>
          <w:szCs w:val="20"/>
        </w:rPr>
      </w:pPr>
    </w:p>
    <w:p w14:paraId="0313C85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28F846DB" w14:textId="77777777" w:rsidR="00DD69B0" w:rsidRPr="00141CE2" w:rsidRDefault="00DD69B0" w:rsidP="00141CE2">
      <w:pPr>
        <w:spacing w:after="120" w:line="240" w:lineRule="auto"/>
        <w:contextualSpacing/>
        <w:jc w:val="both"/>
        <w:rPr>
          <w:rFonts w:eastAsia="Verdana" w:cs="Times New Roman"/>
          <w:szCs w:val="20"/>
        </w:rPr>
      </w:pPr>
    </w:p>
    <w:p w14:paraId="57C31654"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723C6C07"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13094EBE" w14:textId="77777777" w:rsidR="00DD69B0" w:rsidRPr="00141CE2" w:rsidRDefault="00DD69B0" w:rsidP="002811C8">
      <w:pPr>
        <w:pStyle w:val="Nadpisbezsl1-2"/>
        <w:outlineLvl w:val="0"/>
      </w:pPr>
      <w:r w:rsidRPr="00141CE2">
        <w:t>Preambule</w:t>
      </w:r>
    </w:p>
    <w:p w14:paraId="671E8EC9"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1A58A4F7" w14:textId="196DD9B7"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nadlimitní veřejné zakázky na stavební práce </w:t>
      </w:r>
      <w:bookmarkStart w:id="1" w:name="_Hlk124082299"/>
      <w:r w:rsidRPr="00141CE2">
        <w:rPr>
          <w:rFonts w:eastAsia="Verdana" w:cs="Times New Roman"/>
          <w:szCs w:val="20"/>
        </w:rPr>
        <w:t xml:space="preserve">s názvem </w:t>
      </w:r>
      <w:r w:rsidRPr="00141CE2">
        <w:rPr>
          <w:rFonts w:eastAsia="Verdana" w:cs="Times New Roman"/>
          <w:i/>
          <w:iCs/>
          <w:szCs w:val="20"/>
        </w:rPr>
        <w:t>„</w:t>
      </w:r>
      <w:r w:rsidR="00340632" w:rsidRPr="00340632">
        <w:rPr>
          <w:rFonts w:eastAsia="Verdana" w:cs="Times New Roman"/>
          <w:b/>
          <w:bCs/>
          <w:szCs w:val="20"/>
        </w:rPr>
        <w:t>Rekonstrukce žst. Vlkov u Tišnova</w:t>
      </w:r>
      <w:r w:rsidRPr="00141CE2">
        <w:rPr>
          <w:rFonts w:eastAsia="Verdana" w:cs="Times New Roman"/>
          <w:i/>
          <w:iCs/>
          <w:szCs w:val="20"/>
        </w:rPr>
        <w:t>“</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55BD5971" w14:textId="148839BE"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Smluvní strany současně uzavírají na základě zadávacího řízení Veřejné zakázky smlouvu o dílo, jejímž předmětem je realizace díla s názvem „</w:t>
      </w:r>
      <w:r w:rsidR="00340632" w:rsidRPr="00340632">
        <w:rPr>
          <w:rFonts w:eastAsia="Verdana" w:cs="Times New Roman"/>
          <w:b/>
          <w:bCs/>
          <w:szCs w:val="20"/>
        </w:rPr>
        <w:t>Rekonstrukce žst. Vlkov u Tišnova</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5C1D295A" w14:textId="77777777"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65C851B6"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50F3A22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DA0E014" w14:textId="77777777" w:rsidR="00DD69B0" w:rsidRPr="00141CE2" w:rsidRDefault="00DD69B0" w:rsidP="002811C8">
      <w:pPr>
        <w:pStyle w:val="Nadpisbezsl1-2"/>
        <w:keepNext/>
        <w:outlineLvl w:val="0"/>
      </w:pPr>
      <w:r w:rsidRPr="00141CE2">
        <w:t>I.</w:t>
      </w:r>
      <w:r w:rsidRPr="00141CE2">
        <w:br/>
        <w:t>Úvodní ustanovení</w:t>
      </w:r>
    </w:p>
    <w:p w14:paraId="0FC1294C" w14:textId="4A3C5003"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340632" w:rsidRPr="00340632">
        <w:rPr>
          <w:rFonts w:eastAsia="Verdana" w:cs="Times New Roman"/>
          <w:b/>
          <w:bCs/>
          <w:szCs w:val="20"/>
        </w:rPr>
        <w:t>Rekonstrukce žst. Vlkov u Tišnova</w:t>
      </w:r>
      <w:r w:rsidRPr="00BD5BFC">
        <w:rPr>
          <w:rFonts w:eastAsia="Times New Roman" w:cs="Arial"/>
          <w:szCs w:val="20"/>
          <w:lang w:eastAsia="cs-CZ"/>
        </w:rPr>
        <w:t>“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005A0DC6" w14:textId="7777777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Zhotovitel bere na vědomí, že služby poskytované na základě této Smlouvy je povinen poskytovat v souladu se svou nabídkou podanou v zadávacím řízení Veřejné zakázky a v souladu s výsledky jednání v rámci zadávacího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19CF0B25"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36EB5659"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7D5C563F"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5A65B0F6"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0A42B3C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lastRenderedPageBreak/>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BF8583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415C741E"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2DF89B4"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24B279F6"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6DFD955A" w14:textId="77777777" w:rsidR="003B4A90" w:rsidRPr="00370A59" w:rsidRDefault="00A122F0" w:rsidP="001E42BE">
      <w:pPr>
        <w:numPr>
          <w:ilvl w:val="0"/>
          <w:numId w:val="30"/>
        </w:numPr>
        <w:suppressAutoHyphens/>
        <w:spacing w:after="120" w:line="240" w:lineRule="auto"/>
        <w:ind w:left="567" w:hanging="567"/>
        <w:jc w:val="both"/>
        <w:outlineLvl w:val="1"/>
        <w:rPr>
          <w:rFonts w:eastAsia="Verdana" w:cs="Times New Roman"/>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p>
    <w:p w14:paraId="3457865F"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CCABA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287152A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1E7D0B5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3E27E7CF"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BF4D1AF"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A1CE61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61B4C192"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463AA8F8" wp14:editId="5370FDD8">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72F27A"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lastRenderedPageBreak/>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4ACD1680"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38E500CC"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445C52D9"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3"/>
    </w:p>
    <w:p w14:paraId="24E32646"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3940244C"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6CBD3B6B"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p>
    <w:p w14:paraId="329D6079"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5A8ACB4F"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19A68F3C"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25D1BC1A"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7A29F9F9"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lastRenderedPageBreak/>
        <w:t>Objednatel má právo kontrolovat plnění této Smlouvy Zhotovitelem. Zjistí-li Objednatel, že Zhotovitel porušuje svou povinnost, může požadovat, aby Zhotovitel zajistil nápravu a prováděl činnosti dle této Smlouvy řádným způsobem.</w:t>
      </w:r>
    </w:p>
    <w:p w14:paraId="3767BF11"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2219C186"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r w:rsidRPr="00141CE2">
        <w:rPr>
          <w:rFonts w:eastAsia="Verdana" w:cs="Times New Roman"/>
          <w:szCs w:val="20"/>
        </w:rPr>
        <w:t xml:space="preserve"> </w:t>
      </w:r>
      <w:r w:rsidRPr="007012D7">
        <w:rPr>
          <w:rFonts w:eastAsia="Verdana" w:cs="Arial"/>
          <w:szCs w:val="20"/>
        </w:rPr>
        <w:t xml:space="preserve">Výše celkové maximální částky za </w:t>
      </w:r>
      <w:r w:rsidR="00B221F4" w:rsidRPr="007012D7">
        <w:rPr>
          <w:rFonts w:eastAsia="Verdana" w:cs="Arial"/>
          <w:szCs w:val="20"/>
        </w:rPr>
        <w:t>Součinnost</w:t>
      </w:r>
      <w:r w:rsidRPr="007012D7">
        <w:rPr>
          <w:rFonts w:eastAsia="Verdana" w:cs="Arial"/>
          <w:szCs w:val="20"/>
        </w:rPr>
        <w:t xml:space="preserve"> dle této Smlouvy se vždy společně se změnou cen služeb dle této Smlouvy na základě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 </w:t>
      </w:r>
      <w:proofErr w:type="gramStart"/>
      <w:r w:rsidRPr="007012D7">
        <w:rPr>
          <w:rFonts w:eastAsia="Verdana" w:cs="Arial"/>
          <w:szCs w:val="20"/>
        </w:rPr>
        <w:t>zvýší</w:t>
      </w:r>
      <w:proofErr w:type="gramEnd"/>
      <w:r w:rsidRPr="007012D7">
        <w:rPr>
          <w:rFonts w:eastAsia="Verdana" w:cs="Arial"/>
          <w:szCs w:val="20"/>
        </w:rPr>
        <w:t xml:space="preserve"> o hodnotu meziročního</w:t>
      </w:r>
      <w:r w:rsidRPr="007012D7">
        <w:rPr>
          <w:rFonts w:eastAsia="Verdana" w:cs="Times New Roman"/>
          <w:szCs w:val="20"/>
        </w:rPr>
        <w:t xml:space="preserve"> indexu cen stavebních děl spadajících pod kód CZ-CC 2 Inženýrská díla</w:t>
      </w:r>
      <w:r w:rsidRPr="007012D7">
        <w:rPr>
          <w:rFonts w:eastAsia="Verdana" w:cs="Arial"/>
          <w:szCs w:val="20"/>
        </w:rPr>
        <w:t xml:space="preserve"> přesahující 100 %, případně sníží o hodnotu rozdílu 100 % a meziročního indexu </w:t>
      </w:r>
      <w:r w:rsidRPr="007012D7">
        <w:rPr>
          <w:rFonts w:eastAsia="Verdana" w:cs="Times New Roman"/>
          <w:szCs w:val="20"/>
        </w:rPr>
        <w:t>cen stavebních děl spadajících pod kód CZ-CC 2 Inženýrská díla</w:t>
      </w:r>
      <w:r w:rsidRPr="007012D7">
        <w:rPr>
          <w:rFonts w:eastAsia="Verdana" w:cs="Arial"/>
          <w:szCs w:val="20"/>
        </w:rPr>
        <w:t xml:space="preserve">. O aktualizaci výše celkové maximální částky dle tohoto odstavce bude Smluvními stranami uzavřen dodatek ke Smlouvě, a to vždy společně s dodatkem upravujícím cenu služeb dle této Smlouvy na základě dle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w:t>
      </w:r>
      <w:bookmarkEnd w:id="8"/>
    </w:p>
    <w:p w14:paraId="5121FD0F" w14:textId="77777777" w:rsidR="0003058D" w:rsidRPr="007012D7" w:rsidRDefault="0003058D" w:rsidP="00B06BED">
      <w:pPr>
        <w:spacing w:after="120" w:line="240" w:lineRule="auto"/>
        <w:ind w:left="567"/>
        <w:jc w:val="both"/>
        <w:rPr>
          <w:rFonts w:eastAsia="Verdana" w:cs="Arial"/>
          <w:szCs w:val="20"/>
        </w:rPr>
      </w:pPr>
    </w:p>
    <w:p w14:paraId="1FF5F7F3"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3A35F467"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42EDE610"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B9FDB10"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7EA3DA30"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EF65A6C"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7BF7CC27"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6C5FFC29"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3959A4CF"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cenu za poskytování </w:t>
      </w:r>
      <w:r w:rsidR="00C26CEA" w:rsidRPr="00141CE2">
        <w:rPr>
          <w:rFonts w:eastAsia="Times New Roman" w:cs="Arial"/>
          <w:szCs w:val="20"/>
          <w:lang w:eastAsia="cs-CZ"/>
        </w:rPr>
        <w:t xml:space="preserve">Součinnosti </w:t>
      </w:r>
      <w:r w:rsidRPr="00141CE2">
        <w:rPr>
          <w:rFonts w:eastAsia="Times New Roman" w:cs="Arial"/>
          <w:szCs w:val="20"/>
          <w:lang w:eastAsia="cs-CZ"/>
        </w:rPr>
        <w:t>dle této Smlouvy</w:t>
      </w:r>
      <w:bookmarkStart w:id="14" w:name="_Ref124093453"/>
      <w:bookmarkEnd w:id="12"/>
      <w:r w:rsidR="002C6CF5" w:rsidRPr="00141CE2">
        <w:rPr>
          <w:rFonts w:eastAsia="Times New Roman" w:cs="Arial"/>
          <w:szCs w:val="20"/>
          <w:lang w:eastAsia="cs-CZ"/>
        </w:rPr>
        <w:t>:</w:t>
      </w:r>
      <w:bookmarkEnd w:id="13"/>
    </w:p>
    <w:bookmarkEnd w:id="14"/>
    <w:p w14:paraId="3F14730A" w14:textId="77777777" w:rsidR="002C6CF5" w:rsidRDefault="002F0039" w:rsidP="00370A59">
      <w:pPr>
        <w:spacing w:after="120" w:line="240" w:lineRule="auto"/>
        <w:ind w:left="567" w:firstLine="141"/>
        <w:contextualSpacing/>
        <w:jc w:val="both"/>
        <w:rPr>
          <w:rFonts w:eastAsia="Times New Roman" w:cs="Arial"/>
          <w:bCs/>
          <w:szCs w:val="20"/>
          <w:lang w:eastAsia="cs-CZ"/>
        </w:rPr>
      </w:pPr>
      <w:r w:rsidRPr="00141CE2">
        <w:rPr>
          <w:rFonts w:eastAsia="Times New Roman" w:cs="Arial"/>
          <w:bCs/>
          <w:szCs w:val="20"/>
          <w:lang w:eastAsia="cs-CZ"/>
        </w:rPr>
        <w:lastRenderedPageBreak/>
        <w:t xml:space="preserve">celkem za </w:t>
      </w:r>
      <w:r w:rsidR="008E28FF" w:rsidRPr="00141CE2">
        <w:rPr>
          <w:rFonts w:eastAsia="Times New Roman" w:cs="Arial"/>
          <w:bCs/>
          <w:szCs w:val="20"/>
          <w:lang w:eastAsia="cs-CZ"/>
        </w:rPr>
        <w:t xml:space="preserve">200 </w:t>
      </w:r>
      <w:r w:rsidR="002C6CF5" w:rsidRPr="00141CE2">
        <w:rPr>
          <w:rFonts w:eastAsia="Times New Roman" w:cs="Arial"/>
          <w:bCs/>
          <w:szCs w:val="20"/>
          <w:lang w:eastAsia="cs-CZ"/>
        </w:rPr>
        <w:t>Man-days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E8E184F" w14:textId="77777777" w:rsidR="002C6CF5" w:rsidRDefault="002C6CF5" w:rsidP="00141CE2">
      <w:pPr>
        <w:spacing w:after="120" w:line="240" w:lineRule="auto"/>
        <w:jc w:val="both"/>
        <w:rPr>
          <w:rFonts w:eastAsia="Times New Roman" w:cs="Arial"/>
          <w:b/>
          <w:bCs/>
          <w:szCs w:val="20"/>
          <w:lang w:eastAsia="cs-CZ"/>
        </w:rPr>
      </w:pPr>
      <w:r w:rsidRPr="00141CE2">
        <w:rPr>
          <w:rFonts w:eastAsia="Times New Roman" w:cs="Arial"/>
          <w:bCs/>
          <w:szCs w:val="20"/>
          <w:lang w:eastAsia="cs-CZ"/>
        </w:rPr>
        <w:tab/>
      </w:r>
      <w:r w:rsidR="00CC7C99" w:rsidRPr="00141CE2">
        <w:rPr>
          <w:rFonts w:eastAsia="Times New Roman" w:cs="Arial"/>
          <w:b/>
          <w:bCs/>
          <w:szCs w:val="20"/>
          <w:lang w:eastAsia="cs-CZ"/>
        </w:rPr>
        <w:t>Celková c</w:t>
      </w:r>
      <w:r w:rsidRPr="00141CE2">
        <w:rPr>
          <w:rFonts w:eastAsia="Times New Roman" w:cs="Arial"/>
          <w:b/>
          <w:bCs/>
          <w:szCs w:val="20"/>
          <w:lang w:eastAsia="cs-CZ"/>
        </w:rPr>
        <w:t>ena</w:t>
      </w:r>
      <w:r w:rsidR="00CC7C99" w:rsidRPr="00141CE2">
        <w:rPr>
          <w:rFonts w:eastAsia="Times New Roman" w:cs="Arial"/>
          <w:b/>
          <w:bCs/>
          <w:szCs w:val="20"/>
          <w:lang w:eastAsia="cs-CZ"/>
        </w:rPr>
        <w:t xml:space="preserve"> </w:t>
      </w:r>
      <w:r w:rsidRPr="00141CE2">
        <w:rPr>
          <w:rFonts w:eastAsia="Times New Roman" w:cs="Arial"/>
          <w:b/>
          <w:bCs/>
          <w:szCs w:val="20"/>
          <w:lang w:eastAsia="cs-CZ"/>
        </w:rPr>
        <w:t xml:space="preserve">bez DPH: </w:t>
      </w:r>
      <w:r w:rsidRPr="00141CE2">
        <w:rPr>
          <w:rFonts w:eastAsia="Times New Roman" w:cs="Arial"/>
          <w:b/>
          <w:bCs/>
          <w:szCs w:val="20"/>
          <w:highlight w:val="yellow"/>
          <w:lang w:eastAsia="cs-CZ"/>
        </w:rPr>
        <w:fldChar w:fldCharType="begin"/>
      </w:r>
      <w:r w:rsidRPr="00141CE2">
        <w:rPr>
          <w:rFonts w:eastAsia="Times New Roman" w:cs="Arial"/>
          <w:b/>
          <w:bCs/>
          <w:szCs w:val="20"/>
          <w:highlight w:val="yellow"/>
          <w:lang w:eastAsia="cs-CZ"/>
        </w:rPr>
        <w:instrText xml:space="preserve"> MACROBUTTON  AkcentČárka [DOPLNÍ UCHAZEČ]</w:instrText>
      </w:r>
      <w:r w:rsidRPr="00141CE2">
        <w:rPr>
          <w:rFonts w:eastAsia="Times New Roman" w:cs="Arial"/>
          <w:bCs/>
          <w:szCs w:val="20"/>
          <w:highlight w:val="yellow"/>
          <w:lang w:eastAsia="cs-CZ"/>
        </w:rPr>
        <w:fldChar w:fldCharType="end"/>
      </w:r>
      <w:r w:rsidRPr="00141CE2">
        <w:rPr>
          <w:rFonts w:eastAsia="Times New Roman" w:cs="Arial"/>
          <w:b/>
          <w:bCs/>
          <w:szCs w:val="20"/>
          <w:lang w:eastAsia="cs-CZ"/>
        </w:rPr>
        <w:t xml:space="preserve"> Kč</w:t>
      </w:r>
      <w:r w:rsidR="00073132">
        <w:rPr>
          <w:rFonts w:eastAsia="Times New Roman" w:cs="Arial"/>
          <w:b/>
          <w:bCs/>
          <w:szCs w:val="20"/>
          <w:lang w:eastAsia="cs-CZ"/>
        </w:rPr>
        <w:t>,</w:t>
      </w:r>
      <w:r w:rsidRPr="00141CE2">
        <w:rPr>
          <w:rFonts w:eastAsia="Times New Roman" w:cs="Arial"/>
          <w:b/>
          <w:bCs/>
          <w:szCs w:val="20"/>
          <w:lang w:eastAsia="cs-CZ"/>
        </w:rPr>
        <w:t xml:space="preserve"> </w:t>
      </w:r>
    </w:p>
    <w:p w14:paraId="7C4741B9"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54B14ACB" w14:textId="77777777"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5" w:name="_Hlk124008776"/>
    </w:p>
    <w:p w14:paraId="308F3FDD" w14:textId="77777777"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bookmarkStart w:id="16" w:name="_Ref128236835"/>
      <w:r w:rsidRPr="00141CE2">
        <w:rPr>
          <w:rFonts w:eastAsia="Verdana" w:cs="Times New Roman"/>
          <w:szCs w:val="20"/>
        </w:rPr>
        <w:t xml:space="preserve">Smluvní strany se dohodly, že veškeré části sjednané ceny dle čl. </w:t>
      </w:r>
      <w:r w:rsidRPr="00141CE2">
        <w:rPr>
          <w:rFonts w:eastAsia="Verdana" w:cs="Arial"/>
          <w:szCs w:val="20"/>
        </w:rPr>
        <w:fldChar w:fldCharType="begin"/>
      </w:r>
      <w:r w:rsidRPr="00141CE2">
        <w:rPr>
          <w:rFonts w:eastAsia="Verdana" w:cs="Times New Roman"/>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Times New Roman"/>
          <w:szCs w:val="20"/>
        </w:rPr>
        <w:t>5.1</w:t>
      </w:r>
      <w:r w:rsidRPr="00141CE2">
        <w:rPr>
          <w:rFonts w:eastAsia="Verdana" w:cs="Arial"/>
          <w:szCs w:val="20"/>
        </w:rPr>
        <w:fldChar w:fldCharType="end"/>
      </w:r>
      <w:r w:rsidRPr="00141CE2">
        <w:rPr>
          <w:rFonts w:eastAsia="Verdana" w:cs="Arial"/>
          <w:szCs w:val="20"/>
        </w:rPr>
        <w:t xml:space="preserve"> </w:t>
      </w:r>
      <w:r w:rsidRPr="00141CE2">
        <w:rPr>
          <w:rFonts w:eastAsia="Verdana" w:cs="Times New Roman"/>
          <w:szCs w:val="20"/>
        </w:rPr>
        <w:t>této Smlouvy budou zvýšeny o hodnotu meziročního indexu cen stavebních děl spadajících pod kód CZ-CC 2 Inženýrská díla přesahující 100 %, případně sníženy o hodnotu rozdílu 100 % a meziročního indexu cen stavebních děl spadajících pod kód CZ-CC 2 Inženýrská díla. Rozhodným obdobím, na které se tato inflační doložka aplikuje, je vždy kalendářní rok, který předchází roku žádosti o úpravu cen, a to včetně prvního období úpravy cen, není-li dále stanoveno jinak. Žádosti o úpravu cen se podávají ode dne zveřejnění meziročního indexu cen stavebních děl spadajících pod kód CZ-CC 2 Inženýrská díla za 1. až 4. čtvrtletí předchozího roku do 1. července posuzovaného roku, a to formou písemného oznámení druhé Smluvní straně na adresu pro doručování písemností v listinné či elektronické podobě v souladu s podmínkami této Smlouvy</w:t>
      </w:r>
      <w:r w:rsidR="00B040CD">
        <w:rPr>
          <w:rFonts w:eastAsia="Verdana" w:cs="Times New Roman"/>
          <w:szCs w:val="20"/>
        </w:rPr>
        <w:t>, a to Smluvní stranou, která o </w:t>
      </w:r>
      <w:r w:rsidRPr="00141CE2">
        <w:rPr>
          <w:rFonts w:eastAsia="Verdana" w:cs="Times New Roman"/>
          <w:szCs w:val="20"/>
        </w:rPr>
        <w:t xml:space="preserve">uplatnění této inflační doložky usiluje. O aktualizaci výše cen dle článku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bude Smluvními stranami uzavřen dodatek ke Smlouvě společně s dodatkem upravujícím maximální celkovou výši částky za služby dle této Smlouvy podle čl. </w:t>
      </w:r>
      <w:r w:rsidRPr="007012D7">
        <w:rPr>
          <w:rFonts w:eastAsia="Verdana" w:cs="Times New Roman"/>
          <w:szCs w:val="20"/>
        </w:rPr>
        <w:fldChar w:fldCharType="begin"/>
      </w:r>
      <w:r w:rsidRPr="007012D7">
        <w:rPr>
          <w:rFonts w:eastAsia="Verdana" w:cs="Times New Roman"/>
          <w:szCs w:val="20"/>
        </w:rPr>
        <w:instrText xml:space="preserve"> REF _Ref128236572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2.16</w:t>
      </w:r>
      <w:r w:rsidRPr="007012D7">
        <w:rPr>
          <w:rFonts w:eastAsia="Verdana" w:cs="Times New Roman"/>
          <w:szCs w:val="20"/>
        </w:rPr>
        <w:fldChar w:fldCharType="end"/>
      </w:r>
      <w:r w:rsidRPr="007012D7">
        <w:rPr>
          <w:rFonts w:eastAsia="Verdana" w:cs="Times New Roman"/>
          <w:szCs w:val="20"/>
        </w:rPr>
        <w:t xml:space="preserve"> t</w:t>
      </w:r>
      <w:r w:rsidRPr="00141CE2">
        <w:rPr>
          <w:rFonts w:eastAsia="Verdana" w:cs="Times New Roman"/>
          <w:szCs w:val="20"/>
        </w:rPr>
        <w:t>éto Smlouvy. K aktualizaci cen dochází ke dni účinnosti dodatku, přičemž platí, že aktualizované ceny se aplikují na S</w:t>
      </w:r>
      <w:r w:rsidR="002E0937" w:rsidRPr="00141CE2">
        <w:rPr>
          <w:rFonts w:eastAsia="Verdana" w:cs="Times New Roman"/>
          <w:szCs w:val="20"/>
        </w:rPr>
        <w:t>oučinnost</w:t>
      </w:r>
      <w:r w:rsidRPr="00141CE2">
        <w:rPr>
          <w:rFonts w:eastAsia="Verdana" w:cs="Times New Roman"/>
          <w:szCs w:val="20"/>
        </w:rPr>
        <w:t xml:space="preserve"> poskytnut</w:t>
      </w:r>
      <w:r w:rsidR="002E0937" w:rsidRPr="00141CE2">
        <w:rPr>
          <w:rFonts w:eastAsia="Verdana" w:cs="Times New Roman"/>
          <w:szCs w:val="20"/>
        </w:rPr>
        <w:t>ou</w:t>
      </w:r>
      <w:r w:rsidRPr="00141CE2">
        <w:rPr>
          <w:rFonts w:eastAsia="Verdana" w:cs="Times New Roman"/>
          <w:szCs w:val="20"/>
        </w:rPr>
        <w:t xml:space="preserve"> po nabytí účinnosti dodatku.</w:t>
      </w:r>
      <w:bookmarkEnd w:id="16"/>
      <w:r w:rsidRPr="00141CE2">
        <w:rPr>
          <w:rFonts w:eastAsia="Verdana" w:cs="Times New Roman"/>
          <w:szCs w:val="20"/>
        </w:rPr>
        <w:t xml:space="preserve"> </w:t>
      </w:r>
    </w:p>
    <w:bookmarkEnd w:id="15"/>
    <w:p w14:paraId="0291CD44"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Smluvní strana může poprvé podat návrh na úpravu cen do 1. července kalendářního roku následujícího po 2 letech od roku, ve kterém byla uzavřena tato Smlouva. Pokud bude tedy smlouva uzavřena v roce 2023, bude prvním rokem, ve kterém lze podat návrh na úpravu cen rok 2025.</w:t>
      </w:r>
    </w:p>
    <w:p w14:paraId="2E7C6439"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Zvýšení či snížení cen v kalendářních letech trvání Smlouvy je možné vždy, přičemž takové navýšení/snížení bude provedeno o přírůstek/úbytek, který stanoví ukazatel cen stavebních děl spadajících pod kód CZ-CC 2 Inženýrská díla.</w:t>
      </w:r>
    </w:p>
    <w:p w14:paraId="751DB33A"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p>
    <w:p w14:paraId="0F71A4B8"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 xml:space="preserve">Smluvní strana navrhující úpravu cen uvedených ve čl. </w:t>
      </w:r>
      <w:r w:rsidRPr="007012D7">
        <w:rPr>
          <w:rFonts w:eastAsia="Verdana" w:cs="Times New Roman"/>
          <w:szCs w:val="20"/>
        </w:rPr>
        <w:fldChar w:fldCharType="begin"/>
      </w:r>
      <w:r w:rsidRPr="007012D7">
        <w:rPr>
          <w:rFonts w:eastAsia="Verdana" w:cs="Times New Roman"/>
          <w:szCs w:val="20"/>
        </w:rPr>
        <w:instrText xml:space="preserve"> REF _Ref124089595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5.1</w:t>
      </w:r>
      <w:r w:rsidRPr="007012D7">
        <w:rPr>
          <w:rFonts w:eastAsia="Verdana" w:cs="Times New Roman"/>
          <w:szCs w:val="20"/>
        </w:rPr>
        <w:fldChar w:fldCharType="end"/>
      </w:r>
      <w:r w:rsidRPr="007012D7">
        <w:rPr>
          <w:rFonts w:eastAsia="Verdana" w:cs="Times New Roman"/>
          <w:szCs w:val="20"/>
        </w:rPr>
        <w:t xml:space="preserve"> této Smlouvy je povinna doručit druhé Smluvní straně výši změny dle pravidel uvedených ve</w:t>
      </w:r>
      <w:r w:rsidR="00B040CD">
        <w:rPr>
          <w:rFonts w:eastAsia="Verdana" w:cs="Times New Roman"/>
          <w:szCs w:val="20"/>
        </w:rPr>
        <w:t> </w:t>
      </w:r>
      <w:r w:rsidRPr="007012D7">
        <w:rPr>
          <w:rFonts w:eastAsia="Verdana" w:cs="Times New Roman"/>
          <w:szCs w:val="20"/>
        </w:rPr>
        <w:t>čl.</w:t>
      </w:r>
      <w:r w:rsidR="00B040CD">
        <w:rPr>
          <w:rFonts w:eastAsia="Verdana" w:cs="Times New Roman"/>
          <w:szCs w:val="20"/>
        </w:rPr>
        <w:t> </w:t>
      </w:r>
      <w:r w:rsidRPr="007012D7">
        <w:rPr>
          <w:rFonts w:eastAsia="Verdana" w:cs="Times New Roman"/>
          <w:szCs w:val="20"/>
        </w:rPr>
        <w:fldChar w:fldCharType="begin"/>
      </w:r>
      <w:r w:rsidRPr="007012D7">
        <w:rPr>
          <w:rFonts w:eastAsia="Verdana" w:cs="Times New Roman"/>
          <w:szCs w:val="20"/>
        </w:rPr>
        <w:instrText xml:space="preserve"> REF _Ref128236835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5.3</w:t>
      </w:r>
      <w:r w:rsidRPr="007012D7">
        <w:rPr>
          <w:rFonts w:eastAsia="Verdana" w:cs="Times New Roman"/>
          <w:szCs w:val="20"/>
        </w:rPr>
        <w:fldChar w:fldCharType="end"/>
      </w:r>
      <w:r w:rsidRPr="007012D7">
        <w:rPr>
          <w:rFonts w:eastAsia="Verdana" w:cs="Times New Roman"/>
          <w:szCs w:val="20"/>
        </w:rPr>
        <w:t xml:space="preserve"> této Smlouvy. Upravené části cen se zaokrouhlí na celé koruny</w:t>
      </w:r>
      <w:r w:rsidR="00E97069">
        <w:rPr>
          <w:rFonts w:eastAsia="Verdana" w:cs="Times New Roman"/>
          <w:szCs w:val="20"/>
        </w:rPr>
        <w:t xml:space="preserve"> nahoru</w:t>
      </w:r>
      <w:r w:rsidRPr="007012D7">
        <w:rPr>
          <w:rFonts w:eastAsia="Verdana" w:cs="Times New Roman"/>
          <w:szCs w:val="20"/>
        </w:rPr>
        <w:t xml:space="preserve">. Druhá Smluvní strana ve lhůtě do 14 dnů ode dne doručení návrhu dle tohoto článku posoudí, zda tento splňuje veškeré náležitosti (doručení ve lhůtě, obsahová správnost a úplnost) a </w:t>
      </w:r>
    </w:p>
    <w:p w14:paraId="15C8E902" w14:textId="77777777"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a)</w:t>
      </w:r>
      <w:r w:rsidRPr="007012D7">
        <w:rPr>
          <w:rFonts w:eastAsia="Verdana" w:cs="Times New Roman"/>
          <w:szCs w:val="20"/>
        </w:rPr>
        <w:tab/>
        <w:t>pokud bude návrh doručen po lhůtě, právo Smluvní strany na změnu cen v</w:t>
      </w:r>
      <w:r w:rsidR="00B040CD">
        <w:rPr>
          <w:rFonts w:eastAsia="Verdana" w:cs="Times New Roman"/>
          <w:szCs w:val="20"/>
        </w:rPr>
        <w:t> </w:t>
      </w:r>
      <w:r w:rsidRPr="007012D7">
        <w:rPr>
          <w:rFonts w:eastAsia="Verdana" w:cs="Times New Roman"/>
          <w:szCs w:val="20"/>
        </w:rPr>
        <w:t xml:space="preserve">daném kalendářním roce zaniká, </w:t>
      </w:r>
    </w:p>
    <w:p w14:paraId="579FB41D" w14:textId="77777777"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b)</w:t>
      </w:r>
      <w:r w:rsidRPr="007012D7">
        <w:rPr>
          <w:rFonts w:eastAsia="Verdana" w:cs="Times New Roman"/>
          <w:szCs w:val="20"/>
        </w:rPr>
        <w:tab/>
        <w:t>pokud bude návrh doručen ve lhůtě, ale po obsahové stránce nesprávně či bude neúplný, vrátí (doručí) Smluvní strana ve stanovené lhůtě s</w:t>
      </w:r>
      <w:r w:rsidR="00B040CD">
        <w:rPr>
          <w:rFonts w:eastAsia="Verdana" w:cs="Times New Roman"/>
          <w:szCs w:val="20"/>
        </w:rPr>
        <w:t> </w:t>
      </w:r>
      <w:r w:rsidRPr="007012D7">
        <w:rPr>
          <w:rFonts w:eastAsia="Verdana" w:cs="Times New Roman"/>
          <w:szCs w:val="20"/>
        </w:rPr>
        <w:t xml:space="preserve">odůvodněním druhé Smluvní straně návrh k přepracování, </w:t>
      </w:r>
    </w:p>
    <w:p w14:paraId="24CD93D4" w14:textId="77777777" w:rsidR="00DD69B0" w:rsidRPr="007012D7" w:rsidRDefault="00DD69B0" w:rsidP="00141CE2">
      <w:pPr>
        <w:spacing w:after="120" w:line="240" w:lineRule="auto"/>
        <w:ind w:left="1134" w:hanging="425"/>
        <w:jc w:val="both"/>
        <w:rPr>
          <w:rFonts w:eastAsia="Verdana" w:cs="Times New Roman"/>
          <w:szCs w:val="20"/>
        </w:rPr>
      </w:pPr>
      <w:r w:rsidRPr="007012D7">
        <w:rPr>
          <w:rFonts w:eastAsia="Verdana" w:cs="Times New Roman"/>
          <w:szCs w:val="20"/>
        </w:rPr>
        <w:t>c)</w:t>
      </w:r>
      <w:r w:rsidRPr="007012D7">
        <w:rPr>
          <w:rFonts w:eastAsia="Verdana" w:cs="Times New Roman"/>
          <w:szCs w:val="20"/>
        </w:rPr>
        <w:tab/>
        <w:t xml:space="preserve">pokud bude návrh doručen řádně, ve stanovené lhůtě oznámí Smluvní strana druhé Smluvní straně, že změnu cen uznává a mezi Smluvními stranami bude uzavřen dodatek. </w:t>
      </w:r>
    </w:p>
    <w:p w14:paraId="7DACF6F1" w14:textId="77777777" w:rsidR="00DD69B0" w:rsidRPr="007012D7" w:rsidRDefault="00DD69B0" w:rsidP="002811C8">
      <w:pPr>
        <w:numPr>
          <w:ilvl w:val="0"/>
          <w:numId w:val="33"/>
        </w:numPr>
        <w:spacing w:after="120" w:line="240" w:lineRule="auto"/>
        <w:ind w:left="567" w:hanging="567"/>
        <w:jc w:val="both"/>
        <w:outlineLvl w:val="1"/>
        <w:rPr>
          <w:rFonts w:eastAsia="Verdana" w:cs="Times New Roman"/>
          <w:szCs w:val="20"/>
        </w:rPr>
      </w:pPr>
      <w:r w:rsidRPr="007012D7">
        <w:rPr>
          <w:rFonts w:eastAsia="Verdana" w:cs="Times New Roman"/>
          <w:szCs w:val="20"/>
        </w:rPr>
        <w:lastRenderedPageBreak/>
        <w:t xml:space="preserve">Pro vyloučení všech pochybností Smluvní strany uvádí ilustrativní příklad aplikace inflační doložky dle tohoto článku Smlouvy, přičemž následující údaje jsou hypotetické a slouží pouze pro znázornění správného postupu: </w:t>
      </w:r>
    </w:p>
    <w:p w14:paraId="6F8A6DF7"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1:</w:t>
      </w:r>
    </w:p>
    <w:p w14:paraId="2CA984A8" w14:textId="77777777" w:rsidR="00DD69B0" w:rsidRPr="007012D7" w:rsidRDefault="00DD69B0" w:rsidP="00141CE2">
      <w:pPr>
        <w:spacing w:after="120" w:line="240" w:lineRule="auto"/>
        <w:ind w:left="567"/>
        <w:contextualSpacing/>
        <w:jc w:val="both"/>
        <w:rPr>
          <w:rFonts w:eastAsia="Verdana" w:cs="Times New Roman"/>
          <w:szCs w:val="20"/>
        </w:rPr>
      </w:pPr>
      <w:r w:rsidRPr="007012D7">
        <w:rPr>
          <w:rFonts w:eastAsia="Verdana" w:cs="Times New Roman"/>
          <w:szCs w:val="20"/>
        </w:rPr>
        <w:t>Smluvní strany by uzavřely smlouvu 1. 5. 2009. Žádost na úpravu cen za poskytování služeb by byla podána v roce 2011 a byla by podána včas. Ukazatel změny cen stavebních děl spadajících pod kód CZ-CC 2 Inženýrská díla byl ve sledovaném období (1. - 4. čtvrtletí 2010 – tj. 1. - 4. čtvrtletí kalendářního roku předcházejícího před podáním žádosti na úpravu cen za poskytování služeb) 103,6 %. Jelikož změna dosáhla hodnoty nárůstu 3,6 %, tak by došlo k uplatnění inflační doložky a Zhotovitel mohl žádat zvýšení cen o 3,6 %, tj. rozdíl, o který došlo k navýšení indexu.</w:t>
      </w:r>
    </w:p>
    <w:p w14:paraId="7E52F878"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2:</w:t>
      </w:r>
    </w:p>
    <w:p w14:paraId="501312D2" w14:textId="77777777" w:rsidR="00DD69B0" w:rsidRPr="00141CE2" w:rsidRDefault="00DD69B0" w:rsidP="00141CE2">
      <w:pPr>
        <w:spacing w:after="120" w:line="240" w:lineRule="auto"/>
        <w:ind w:left="567"/>
        <w:jc w:val="both"/>
        <w:rPr>
          <w:rFonts w:eastAsia="Verdana" w:cs="Arial"/>
          <w:szCs w:val="20"/>
        </w:rPr>
      </w:pPr>
      <w:r w:rsidRPr="007012D7">
        <w:rPr>
          <w:rFonts w:eastAsia="Verdana" w:cs="Times New Roman"/>
          <w:szCs w:val="20"/>
        </w:rPr>
        <w:t>Smluvní strany by uzavřely smlouvu 1. 5. 2023. Žádost na úpravu cen za poskytování služeb by byla podána v roce 2025 a byla by podána včas. Ukazatel změny cen stavebních děl spadajících pod kód CZ-CC 2 Inženýrská díla by byl ve sledovaném období (1. - 4. čtvrtletí 2024 – tj. 1. - 4. čtvrtletí kalendářního roku předcházejícího před podáním žádosti na úpravu cen za poskytování služeb) 94,6 %. Jelikož změna dosáhla hodnoty poklesu 5,4 %, tak by došlo k uplatnění inflační doložky a Objednatel by mohl žádat snížení cen o 5,4 %, tj. rozdíl, o který byl příslušný index nižší než 100 %.</w:t>
      </w:r>
    </w:p>
    <w:p w14:paraId="06C5EC9E"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72131335"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60D4BFBA"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5CCC3CED"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w:t>
      </w:r>
      <w:r w:rsidRPr="00141CE2">
        <w:rPr>
          <w:rFonts w:eastAsia="Verdana" w:cs="Arial"/>
          <w:szCs w:val="20"/>
        </w:rPr>
        <w:lastRenderedPageBreak/>
        <w:t>faktury v souladu s tímto odstavcem nezakládá na straně Objednatele prodlení s plněním dluhu.</w:t>
      </w:r>
    </w:p>
    <w:p w14:paraId="224A41B1"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15C6E4DE"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0A46C9A8"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58B2DD90"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60EACB9B"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2A91E189"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398611A6"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75FCE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618A3246"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lastRenderedPageBreak/>
        <w:t xml:space="preserve">Zhotovitel je povinen zachovávat mlčenlivost o všech skutečnostech, o nichž se v souvislosti s plněním této Smlouvy dozví. </w:t>
      </w:r>
    </w:p>
    <w:p w14:paraId="0DB78192"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53F28538"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19EDA49D"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4CD0EAC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5CAF88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56AC598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2CF2B89A"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76A0C6C1"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10F5E003"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439F9D58"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5D641308"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633B007B"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698E6212"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16554241"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FDB78CD"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01B62B5D"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44AA4EEC"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54A2A028"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lastRenderedPageBreak/>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7DE70900"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2351497A"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007C8632"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4434DA78"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3AAE112D"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42D5B9A6"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1C3FE807"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5AB51C66"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710F564F" w14:textId="77777777" w:rsidR="00DD69B0" w:rsidRPr="00141CE2" w:rsidRDefault="00DD69B0" w:rsidP="002811C8">
      <w:pPr>
        <w:pStyle w:val="Nadpisbezsl1-2"/>
        <w:outlineLvl w:val="0"/>
      </w:pPr>
      <w:r w:rsidRPr="00141CE2">
        <w:lastRenderedPageBreak/>
        <w:t>X.</w:t>
      </w:r>
      <w:r w:rsidRPr="00141CE2">
        <w:br/>
        <w:t xml:space="preserve">Smluvní pokuty </w:t>
      </w:r>
    </w:p>
    <w:p w14:paraId="746F0C0F"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632E82EC"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0A619219"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5C2E6DF2"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7C3CC4D6"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42584379"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4F214B01" w14:textId="77777777" w:rsidR="00DD69B0" w:rsidRPr="00141CE2" w:rsidRDefault="00DD69B0" w:rsidP="002811C8">
      <w:pPr>
        <w:pStyle w:val="Nadpisbezsl1-2"/>
        <w:keepNext/>
        <w:outlineLvl w:val="0"/>
      </w:pPr>
      <w:r w:rsidRPr="00141CE2">
        <w:rPr>
          <w:rFonts w:eastAsia="Verdana"/>
          <w:bCs/>
        </w:rPr>
        <w:t>XI.</w:t>
      </w:r>
      <w:bookmarkStart w:id="23" w:name="_Ref128159330"/>
      <w:r w:rsidR="008C5F4C">
        <w:rPr>
          <w:rFonts w:eastAsia="Verdana"/>
          <w:bCs/>
        </w:rPr>
        <w:br/>
      </w:r>
      <w:r w:rsidRPr="00141CE2">
        <w:t>Mezinárodní sankce</w:t>
      </w:r>
      <w:bookmarkEnd w:id="23"/>
    </w:p>
    <w:p w14:paraId="4B473B3B"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141CE2">
        <w:rPr>
          <w:rFonts w:eastAsia="Verdana" w:cs="Times New Roman"/>
          <w:szCs w:val="20"/>
        </w:rPr>
        <w:t>Zhotovitel prohlašuje, že:</w:t>
      </w:r>
      <w:bookmarkEnd w:id="24"/>
      <w:r w:rsidRPr="00141CE2">
        <w:rPr>
          <w:rFonts w:eastAsia="Verdana" w:cs="Times New Roman"/>
          <w:szCs w:val="20"/>
        </w:rPr>
        <w:t xml:space="preserve"> </w:t>
      </w:r>
    </w:p>
    <w:p w14:paraId="06B8266C"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61A6A47F"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51017CDE"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w:t>
      </w:r>
      <w:r w:rsidRPr="008C5F4C">
        <w:rPr>
          <w:rFonts w:eastAsia="Verdana" w:cs="Times New Roman"/>
          <w:szCs w:val="20"/>
        </w:rPr>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C5F4C">
        <w:rPr>
          <w:rFonts w:eastAsia="Verdana" w:cs="Times New Roman"/>
          <w:b/>
          <w:szCs w:val="20"/>
        </w:rPr>
        <w:t>„Sankční seznamy“</w:t>
      </w:r>
      <w:r w:rsidRPr="008C5F4C">
        <w:rPr>
          <w:rFonts w:eastAsia="Verdana" w:cs="Times New Roman"/>
          <w:szCs w:val="20"/>
        </w:rPr>
        <w:t>).</w:t>
      </w:r>
    </w:p>
    <w:p w14:paraId="41203D98"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0CE7CE1B"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33DAAC23"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6"/>
    </w:p>
    <w:p w14:paraId="670A9BBF"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7"/>
    </w:p>
    <w:p w14:paraId="1D05D0D8"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0329BBE0"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731925D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26CD7C0E"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41CF27D"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8" w:name="_Ref128160050"/>
      <w:r w:rsidRPr="00141CE2">
        <w:rPr>
          <w:rFonts w:eastAsia="Verdana" w:cs="Times New Roman"/>
          <w:szCs w:val="20"/>
        </w:rPr>
        <w:lastRenderedPageBreak/>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8"/>
    <w:p w14:paraId="558F713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7AF8041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17C25C9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666221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67365FAF"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2C01B788"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58EAB90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Veškerá práva a povinnosti vyplývající z této Smlouvy přecházejí, pokud to povaha těchto práv a povinností nevylučuje, na právní nástupce Smluvních stran. Zhotovitel není oprávněn postoupit nároky vůči Objednateli na třetí osobu bez předchozího písemného souhlasu Objednatele.</w:t>
      </w:r>
    </w:p>
    <w:p w14:paraId="3FC8BBC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Dojde-li po uzavření této Smlouvy k podstatné změně okolnosti, nemění to nic na povinnosti Zhotovitele splnit jeho povinnosti dle této Smlouvy. Zhotovitel na sebe přebírá nebezpečí změny okolností.</w:t>
      </w:r>
    </w:p>
    <w:p w14:paraId="12D8754C" w14:textId="77777777" w:rsidR="00DD69B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zákonu. Na důkaz toho připojují Smluvní strany své podpisy.</w:t>
      </w:r>
    </w:p>
    <w:p w14:paraId="15189A56" w14:textId="77777777" w:rsidR="00DD69B0" w:rsidRPr="00141CE2" w:rsidRDefault="00DD69B0" w:rsidP="00141CE2">
      <w:pPr>
        <w:spacing w:after="120" w:line="240" w:lineRule="auto"/>
        <w:contextualSpacing/>
        <w:jc w:val="both"/>
        <w:rPr>
          <w:rFonts w:eastAsia="Verdana" w:cs="Times New Roman"/>
          <w:noProof/>
          <w:szCs w:val="20"/>
        </w:rPr>
      </w:pPr>
    </w:p>
    <w:p w14:paraId="6BE591C8" w14:textId="77777777" w:rsidR="00AD7FEF" w:rsidRPr="00C50C28" w:rsidRDefault="00AD7FEF" w:rsidP="00AD7FEF">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61169CDE" w14:textId="77777777" w:rsidR="00AD7FEF" w:rsidRPr="00C50C28" w:rsidRDefault="00AD7FEF" w:rsidP="00AD7FEF">
      <w:pPr>
        <w:pStyle w:val="SoDTextbezodsazen"/>
      </w:pPr>
    </w:p>
    <w:p w14:paraId="3B8CCA30" w14:textId="77777777" w:rsidR="00AD7FEF" w:rsidRPr="00C50C28" w:rsidRDefault="00AD7FEF" w:rsidP="00AD7FEF">
      <w:pPr>
        <w:pStyle w:val="SoDTextbezodsazen"/>
      </w:pPr>
    </w:p>
    <w:p w14:paraId="23356F9A" w14:textId="77777777" w:rsidR="00AD7FEF" w:rsidRPr="00C50C28" w:rsidRDefault="00AD7FEF" w:rsidP="00AD7FEF">
      <w:pPr>
        <w:pStyle w:val="SoDTextbezodsazen"/>
      </w:pPr>
      <w:r w:rsidRPr="00C50C28">
        <w:t>…………………</w:t>
      </w:r>
      <w:r>
        <w:t>…………</w:t>
      </w:r>
      <w:r w:rsidRPr="00C50C28">
        <w:t>……………………</w:t>
      </w:r>
      <w:r w:rsidRPr="00C50C28">
        <w:tab/>
      </w:r>
      <w:r w:rsidRPr="00C50C28">
        <w:tab/>
      </w:r>
      <w:r w:rsidRPr="00C50C28">
        <w:tab/>
      </w:r>
      <w:r w:rsidRPr="00C50C28">
        <w:tab/>
        <w:t>…………………</w:t>
      </w:r>
      <w:r>
        <w:t>…………</w:t>
      </w:r>
      <w:r w:rsidRPr="00C50C28">
        <w:t>……………………</w:t>
      </w:r>
    </w:p>
    <w:p w14:paraId="54072A74" w14:textId="77777777" w:rsidR="00AD7FEF" w:rsidRDefault="00AD7FEF" w:rsidP="00AD7FEF">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31F4973B" w14:textId="77777777" w:rsidR="00AD7FEF" w:rsidRDefault="00AD7FEF" w:rsidP="00AD7FE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F5A8C47" w14:textId="77777777" w:rsidR="00AD7FEF" w:rsidRDefault="00AD7FEF" w:rsidP="00AD7FEF">
      <w:pPr>
        <w:pStyle w:val="Textbezodsazen"/>
        <w:spacing w:after="0"/>
      </w:pPr>
      <w:r>
        <w:lastRenderedPageBreak/>
        <w:t>náměstek GŘ pro modernizaci dráhy</w:t>
      </w:r>
      <w:r>
        <w:tab/>
      </w:r>
      <w:r>
        <w:tab/>
      </w:r>
      <w:r>
        <w:tab/>
      </w:r>
    </w:p>
    <w:p w14:paraId="1FC42B1B" w14:textId="77777777" w:rsidR="00AD7FEF" w:rsidRDefault="00AD7FEF" w:rsidP="00AD7FEF">
      <w:pPr>
        <w:pStyle w:val="Textbezodsazen"/>
        <w:spacing w:after="0"/>
      </w:pPr>
      <w:r>
        <w:t xml:space="preserve">  Správa železnic, státní organizace</w:t>
      </w:r>
    </w:p>
    <w:p w14:paraId="43B65DD6" w14:textId="77777777" w:rsidR="003727EC" w:rsidRPr="00141CE2" w:rsidRDefault="003727EC" w:rsidP="00141CE2">
      <w:pPr>
        <w:spacing w:after="120" w:line="240" w:lineRule="auto"/>
        <w:contextualSpacing/>
        <w:rPr>
          <w:szCs w:val="20"/>
        </w:rPr>
      </w:pPr>
    </w:p>
    <w:sectPr w:rsidR="003727EC" w:rsidRPr="00141CE2"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062DB" w14:textId="77777777" w:rsidR="005B7419" w:rsidRDefault="005B7419" w:rsidP="00DD69B0">
      <w:pPr>
        <w:spacing w:after="0" w:line="240" w:lineRule="auto"/>
      </w:pPr>
      <w:r>
        <w:separator/>
      </w:r>
    </w:p>
  </w:endnote>
  <w:endnote w:type="continuationSeparator" w:id="0">
    <w:p w14:paraId="33E1EB78" w14:textId="77777777" w:rsidR="005B7419" w:rsidRDefault="005B7419"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357261FD" w14:textId="77777777" w:rsidTr="00DD69B0">
      <w:tc>
        <w:tcPr>
          <w:tcW w:w="851" w:type="dxa"/>
          <w:tcMar>
            <w:left w:w="0" w:type="dxa"/>
            <w:right w:w="0" w:type="dxa"/>
          </w:tcMar>
          <w:vAlign w:val="bottom"/>
        </w:tcPr>
        <w:p w14:paraId="6381E6FF" w14:textId="772C0F78"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5B231C">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340632">
            <w:rPr>
              <w:b/>
              <w:noProof/>
              <w:color w:val="FF5200"/>
              <w:sz w:val="14"/>
              <w:szCs w:val="14"/>
            </w:rPr>
            <w:t>14</w:t>
          </w:r>
          <w:r w:rsidRPr="00DD69B0">
            <w:rPr>
              <w:b/>
              <w:noProof/>
              <w:color w:val="FF5200"/>
              <w:sz w:val="14"/>
              <w:szCs w:val="14"/>
            </w:rPr>
            <w:fldChar w:fldCharType="end"/>
          </w:r>
        </w:p>
      </w:tc>
      <w:tc>
        <w:tcPr>
          <w:tcW w:w="7881" w:type="dxa"/>
          <w:vAlign w:val="bottom"/>
        </w:tcPr>
        <w:p w14:paraId="0987AFDD" w14:textId="77777777" w:rsidR="007B1554" w:rsidRPr="003462EB" w:rsidRDefault="007B1554" w:rsidP="00DD69B0">
          <w:pPr>
            <w:pStyle w:val="Zpatvlevo"/>
          </w:pPr>
        </w:p>
      </w:tc>
    </w:tr>
  </w:tbl>
  <w:p w14:paraId="0026034D"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26F9AF6" w14:textId="77777777" w:rsidTr="009F6E81">
      <w:tc>
        <w:tcPr>
          <w:tcW w:w="368" w:type="dxa"/>
          <w:tcMar>
            <w:left w:w="0" w:type="dxa"/>
            <w:right w:w="0" w:type="dxa"/>
          </w:tcMar>
          <w:vAlign w:val="bottom"/>
        </w:tcPr>
        <w:p w14:paraId="76D2F3E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15E3F4A2" w14:textId="77777777" w:rsidR="007B1554" w:rsidRDefault="007B1554" w:rsidP="00DD69B0">
          <w:pPr>
            <w:pStyle w:val="Zpat"/>
          </w:pPr>
        </w:p>
      </w:tc>
      <w:tc>
        <w:tcPr>
          <w:tcW w:w="2835" w:type="dxa"/>
          <w:shd w:val="clear" w:color="auto" w:fill="auto"/>
          <w:tcMar>
            <w:left w:w="0" w:type="dxa"/>
            <w:right w:w="0" w:type="dxa"/>
          </w:tcMar>
        </w:tcPr>
        <w:p w14:paraId="652CAD50" w14:textId="77777777" w:rsidR="007B1554" w:rsidRDefault="007B1554" w:rsidP="00DD69B0">
          <w:pPr>
            <w:pStyle w:val="Zpat"/>
          </w:pPr>
        </w:p>
      </w:tc>
      <w:tc>
        <w:tcPr>
          <w:tcW w:w="2128" w:type="dxa"/>
        </w:tcPr>
        <w:p w14:paraId="7E01B452" w14:textId="7777777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5B231C">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5B231C">
            <w:rPr>
              <w:rStyle w:val="slostrnky1"/>
              <w:noProof/>
            </w:rPr>
            <w:t>13</w:t>
          </w:r>
          <w:r w:rsidRPr="00B8518B">
            <w:rPr>
              <w:rStyle w:val="slostrnky1"/>
            </w:rPr>
            <w:fldChar w:fldCharType="end"/>
          </w:r>
        </w:p>
      </w:tc>
    </w:tr>
  </w:tbl>
  <w:p w14:paraId="2E989BDF"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6607E" w14:textId="77777777" w:rsidR="00D55435" w:rsidRPr="00B3350F" w:rsidRDefault="00D55435" w:rsidP="00D55435">
    <w:pPr>
      <w:spacing w:after="0" w:line="240" w:lineRule="auto"/>
      <w:rPr>
        <w:sz w:val="4"/>
        <w:szCs w:val="4"/>
      </w:rPr>
    </w:pPr>
  </w:p>
  <w:p w14:paraId="39308AC1" w14:textId="77777777" w:rsidR="00D55435" w:rsidRPr="00B3350F" w:rsidRDefault="00D55435" w:rsidP="00D55435">
    <w:pPr>
      <w:spacing w:after="0"/>
      <w:rPr>
        <w:sz w:val="4"/>
        <w:szCs w:val="4"/>
      </w:rPr>
    </w:pPr>
    <w:r w:rsidRPr="00BC322B">
      <w:rPr>
        <w:noProof/>
        <w:lang w:eastAsia="cs-CZ"/>
      </w:rPr>
      <w:drawing>
        <wp:inline distT="0" distB="0" distL="0" distR="0" wp14:anchorId="0755E7D4" wp14:editId="05AB6897">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1647E4CF"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739D0" w14:textId="77777777" w:rsidR="005B7419" w:rsidRDefault="005B7419" w:rsidP="00DD69B0">
      <w:pPr>
        <w:spacing w:after="0" w:line="240" w:lineRule="auto"/>
      </w:pPr>
      <w:r>
        <w:separator/>
      </w:r>
    </w:p>
  </w:footnote>
  <w:footnote w:type="continuationSeparator" w:id="0">
    <w:p w14:paraId="66A74925" w14:textId="77777777" w:rsidR="005B7419" w:rsidRDefault="005B7419"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3CDF01BA" w14:textId="77777777" w:rsidTr="00D1797D">
      <w:trPr>
        <w:trHeight w:hRule="exact" w:val="936"/>
      </w:trPr>
      <w:tc>
        <w:tcPr>
          <w:tcW w:w="1361" w:type="dxa"/>
          <w:tcMar>
            <w:left w:w="0" w:type="dxa"/>
            <w:right w:w="0" w:type="dxa"/>
          </w:tcMar>
        </w:tcPr>
        <w:p w14:paraId="3B32E7F3"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AF92D8B"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06623ADA" wp14:editId="0178836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455064A" w14:textId="77777777" w:rsidR="009F6E81" w:rsidRPr="00D6163D" w:rsidRDefault="009F6E81" w:rsidP="009F6E81">
          <w:pPr>
            <w:pStyle w:val="Druhdokumentu"/>
          </w:pPr>
        </w:p>
      </w:tc>
    </w:tr>
    <w:tr w:rsidR="009F6E81" w14:paraId="1E533EEF" w14:textId="77777777" w:rsidTr="00D1797D">
      <w:trPr>
        <w:trHeight w:hRule="exact" w:val="936"/>
      </w:trPr>
      <w:tc>
        <w:tcPr>
          <w:tcW w:w="1361" w:type="dxa"/>
          <w:tcMar>
            <w:left w:w="0" w:type="dxa"/>
            <w:right w:w="0" w:type="dxa"/>
          </w:tcMar>
        </w:tcPr>
        <w:p w14:paraId="525202E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F472D71" w14:textId="77777777" w:rsidR="009F6E81" w:rsidRDefault="009F6E81" w:rsidP="009F6E81">
          <w:pPr>
            <w:pStyle w:val="Zpat"/>
          </w:pPr>
        </w:p>
      </w:tc>
      <w:tc>
        <w:tcPr>
          <w:tcW w:w="5756" w:type="dxa"/>
          <w:shd w:val="clear" w:color="auto" w:fill="auto"/>
          <w:tcMar>
            <w:left w:w="0" w:type="dxa"/>
            <w:right w:w="0" w:type="dxa"/>
          </w:tcMar>
        </w:tcPr>
        <w:p w14:paraId="58A71EBE" w14:textId="77777777" w:rsidR="009F6E81" w:rsidRPr="00D6163D" w:rsidRDefault="009F6E81" w:rsidP="009F6E81">
          <w:pPr>
            <w:pStyle w:val="Druhdokumentu"/>
          </w:pPr>
        </w:p>
      </w:tc>
    </w:tr>
  </w:tbl>
  <w:p w14:paraId="7AA21D7A"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802"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7EAAAB4E"/>
    <w:lvl w:ilvl="0" w:tplc="0F1C1438">
      <w:start w:val="1"/>
      <w:numFmt w:val="decimal"/>
      <w:lvlText w:val="1.%1"/>
      <w:lvlJc w:val="left"/>
      <w:pPr>
        <w:ind w:left="928" w:hanging="360"/>
      </w:pPr>
      <w:rPr>
        <w:rFonts w:hint="default"/>
        <w:sz w:val="18"/>
        <w:szCs w:val="18"/>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73823820">
    <w:abstractNumId w:val="9"/>
  </w:num>
  <w:num w:numId="2" w16cid:durableId="1886485961">
    <w:abstractNumId w:val="3"/>
  </w:num>
  <w:num w:numId="3" w16cid:durableId="1739590028">
    <w:abstractNumId w:val="44"/>
  </w:num>
  <w:num w:numId="4" w16cid:durableId="2113086115">
    <w:abstractNumId w:val="15"/>
  </w:num>
  <w:num w:numId="5" w16cid:durableId="519323175">
    <w:abstractNumId w:val="17"/>
  </w:num>
  <w:num w:numId="6" w16cid:durableId="676542169">
    <w:abstractNumId w:val="29"/>
  </w:num>
  <w:num w:numId="7" w16cid:durableId="1774402618">
    <w:abstractNumId w:val="38"/>
  </w:num>
  <w:num w:numId="8" w16cid:durableId="738796232">
    <w:abstractNumId w:val="2"/>
  </w:num>
  <w:num w:numId="9" w16cid:durableId="494493064">
    <w:abstractNumId w:val="7"/>
  </w:num>
  <w:num w:numId="10" w16cid:durableId="189337464">
    <w:abstractNumId w:val="47"/>
  </w:num>
  <w:num w:numId="11" w16cid:durableId="1390108337">
    <w:abstractNumId w:val="42"/>
  </w:num>
  <w:num w:numId="12" w16cid:durableId="1371146924">
    <w:abstractNumId w:val="18"/>
  </w:num>
  <w:num w:numId="13" w16cid:durableId="10842204">
    <w:abstractNumId w:val="41"/>
  </w:num>
  <w:num w:numId="14" w16cid:durableId="321929969">
    <w:abstractNumId w:val="20"/>
  </w:num>
  <w:num w:numId="15" w16cid:durableId="869493135">
    <w:abstractNumId w:val="39"/>
  </w:num>
  <w:num w:numId="16" w16cid:durableId="1819417953">
    <w:abstractNumId w:val="22"/>
  </w:num>
  <w:num w:numId="17" w16cid:durableId="944384517">
    <w:abstractNumId w:val="45"/>
  </w:num>
  <w:num w:numId="18" w16cid:durableId="136729054">
    <w:abstractNumId w:val="36"/>
  </w:num>
  <w:num w:numId="19" w16cid:durableId="341903072">
    <w:abstractNumId w:val="14"/>
  </w:num>
  <w:num w:numId="20" w16cid:durableId="749959671">
    <w:abstractNumId w:val="46"/>
  </w:num>
  <w:num w:numId="21" w16cid:durableId="1799954100">
    <w:abstractNumId w:val="5"/>
  </w:num>
  <w:num w:numId="22" w16cid:durableId="1271275806">
    <w:abstractNumId w:val="27"/>
  </w:num>
  <w:num w:numId="23" w16cid:durableId="758059372">
    <w:abstractNumId w:val="8"/>
  </w:num>
  <w:num w:numId="24" w16cid:durableId="1593663042">
    <w:abstractNumId w:val="34"/>
  </w:num>
  <w:num w:numId="25" w16cid:durableId="1579704591">
    <w:abstractNumId w:val="23"/>
  </w:num>
  <w:num w:numId="26" w16cid:durableId="1228683506">
    <w:abstractNumId w:val="1"/>
  </w:num>
  <w:num w:numId="27" w16cid:durableId="1681850777">
    <w:abstractNumId w:val="10"/>
  </w:num>
  <w:num w:numId="28" w16cid:durableId="560795642">
    <w:abstractNumId w:val="21"/>
  </w:num>
  <w:num w:numId="29" w16cid:durableId="313950204">
    <w:abstractNumId w:val="4"/>
  </w:num>
  <w:num w:numId="30" w16cid:durableId="1134710812">
    <w:abstractNumId w:val="37"/>
  </w:num>
  <w:num w:numId="31" w16cid:durableId="110175033">
    <w:abstractNumId w:val="12"/>
  </w:num>
  <w:num w:numId="32" w16cid:durableId="1396316289">
    <w:abstractNumId w:val="26"/>
  </w:num>
  <w:num w:numId="33" w16cid:durableId="87194027">
    <w:abstractNumId w:val="19"/>
  </w:num>
  <w:num w:numId="34" w16cid:durableId="1627160553">
    <w:abstractNumId w:val="33"/>
  </w:num>
  <w:num w:numId="35" w16cid:durableId="440733845">
    <w:abstractNumId w:val="32"/>
  </w:num>
  <w:num w:numId="36" w16cid:durableId="477766519">
    <w:abstractNumId w:val="13"/>
  </w:num>
  <w:num w:numId="37" w16cid:durableId="846678760">
    <w:abstractNumId w:val="16"/>
  </w:num>
  <w:num w:numId="38" w16cid:durableId="399140047">
    <w:abstractNumId w:val="11"/>
  </w:num>
  <w:num w:numId="39" w16cid:durableId="1765492817">
    <w:abstractNumId w:val="40"/>
  </w:num>
  <w:num w:numId="40" w16cid:durableId="1418592479">
    <w:abstractNumId w:val="0"/>
  </w:num>
  <w:num w:numId="41" w16cid:durableId="759109285">
    <w:abstractNumId w:val="28"/>
  </w:num>
  <w:num w:numId="42" w16cid:durableId="1245724963">
    <w:abstractNumId w:val="43"/>
  </w:num>
  <w:num w:numId="43" w16cid:durableId="435557755">
    <w:abstractNumId w:val="31"/>
  </w:num>
  <w:num w:numId="44" w16cid:durableId="3023929">
    <w:abstractNumId w:val="25"/>
  </w:num>
  <w:num w:numId="45" w16cid:durableId="1096025823">
    <w:abstractNumId w:val="30"/>
  </w:num>
  <w:num w:numId="46" w16cid:durableId="250816375">
    <w:abstractNumId w:val="24"/>
  </w:num>
  <w:num w:numId="47" w16cid:durableId="1924337079">
    <w:abstractNumId w:val="6"/>
  </w:num>
  <w:num w:numId="48" w16cid:durableId="8455975">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3058D"/>
    <w:rsid w:val="00031904"/>
    <w:rsid w:val="0003443F"/>
    <w:rsid w:val="00047A70"/>
    <w:rsid w:val="00060ED4"/>
    <w:rsid w:val="00073132"/>
    <w:rsid w:val="000823D5"/>
    <w:rsid w:val="00097B60"/>
    <w:rsid w:val="000B6559"/>
    <w:rsid w:val="001217CC"/>
    <w:rsid w:val="00127826"/>
    <w:rsid w:val="00135DC6"/>
    <w:rsid w:val="00141CE2"/>
    <w:rsid w:val="0014704B"/>
    <w:rsid w:val="001473CD"/>
    <w:rsid w:val="001727F3"/>
    <w:rsid w:val="00175EF4"/>
    <w:rsid w:val="0018389B"/>
    <w:rsid w:val="001B4631"/>
    <w:rsid w:val="001C1400"/>
    <w:rsid w:val="001C6CB5"/>
    <w:rsid w:val="001D42BF"/>
    <w:rsid w:val="00213A1B"/>
    <w:rsid w:val="00227B7C"/>
    <w:rsid w:val="00237327"/>
    <w:rsid w:val="00241352"/>
    <w:rsid w:val="0027041E"/>
    <w:rsid w:val="002811C8"/>
    <w:rsid w:val="00283DD2"/>
    <w:rsid w:val="00283F6C"/>
    <w:rsid w:val="00290D52"/>
    <w:rsid w:val="00291925"/>
    <w:rsid w:val="002C6CF5"/>
    <w:rsid w:val="002E0937"/>
    <w:rsid w:val="002E10C9"/>
    <w:rsid w:val="002F0039"/>
    <w:rsid w:val="003131E2"/>
    <w:rsid w:val="00340632"/>
    <w:rsid w:val="00370A59"/>
    <w:rsid w:val="003727EC"/>
    <w:rsid w:val="003819AA"/>
    <w:rsid w:val="003A186B"/>
    <w:rsid w:val="003B4A90"/>
    <w:rsid w:val="003B5D64"/>
    <w:rsid w:val="003B7AA3"/>
    <w:rsid w:val="003C5B1B"/>
    <w:rsid w:val="00400B0D"/>
    <w:rsid w:val="00427556"/>
    <w:rsid w:val="00432F15"/>
    <w:rsid w:val="00450898"/>
    <w:rsid w:val="0045355B"/>
    <w:rsid w:val="0048621E"/>
    <w:rsid w:val="00495679"/>
    <w:rsid w:val="004B5B02"/>
    <w:rsid w:val="0052365A"/>
    <w:rsid w:val="00541077"/>
    <w:rsid w:val="00596DC7"/>
    <w:rsid w:val="005A0B8D"/>
    <w:rsid w:val="005B044E"/>
    <w:rsid w:val="005B231C"/>
    <w:rsid w:val="005B3F1B"/>
    <w:rsid w:val="005B7419"/>
    <w:rsid w:val="005F7419"/>
    <w:rsid w:val="00615065"/>
    <w:rsid w:val="00660229"/>
    <w:rsid w:val="006A2B01"/>
    <w:rsid w:val="006A4AFB"/>
    <w:rsid w:val="006D0FE7"/>
    <w:rsid w:val="006E5235"/>
    <w:rsid w:val="006F7E8D"/>
    <w:rsid w:val="007012D7"/>
    <w:rsid w:val="00717A2C"/>
    <w:rsid w:val="00762D95"/>
    <w:rsid w:val="00782700"/>
    <w:rsid w:val="00791B61"/>
    <w:rsid w:val="007B1554"/>
    <w:rsid w:val="007B60A8"/>
    <w:rsid w:val="007D560A"/>
    <w:rsid w:val="007E16DA"/>
    <w:rsid w:val="007E3E87"/>
    <w:rsid w:val="007F5F22"/>
    <w:rsid w:val="00860113"/>
    <w:rsid w:val="00864710"/>
    <w:rsid w:val="00874AB3"/>
    <w:rsid w:val="00882A38"/>
    <w:rsid w:val="00883308"/>
    <w:rsid w:val="008A7101"/>
    <w:rsid w:val="008B3EC7"/>
    <w:rsid w:val="008C2ED7"/>
    <w:rsid w:val="008C3520"/>
    <w:rsid w:val="008C3A8F"/>
    <w:rsid w:val="008C5F4C"/>
    <w:rsid w:val="008D045F"/>
    <w:rsid w:val="008E28FF"/>
    <w:rsid w:val="008F01DB"/>
    <w:rsid w:val="008F616F"/>
    <w:rsid w:val="009111EF"/>
    <w:rsid w:val="009131D1"/>
    <w:rsid w:val="00917D09"/>
    <w:rsid w:val="00920977"/>
    <w:rsid w:val="00920C92"/>
    <w:rsid w:val="00956C51"/>
    <w:rsid w:val="00967D66"/>
    <w:rsid w:val="009707AE"/>
    <w:rsid w:val="009913D4"/>
    <w:rsid w:val="00997973"/>
    <w:rsid w:val="009D6537"/>
    <w:rsid w:val="009E6B79"/>
    <w:rsid w:val="009F6E81"/>
    <w:rsid w:val="00A02BBE"/>
    <w:rsid w:val="00A06093"/>
    <w:rsid w:val="00A122F0"/>
    <w:rsid w:val="00A17F7F"/>
    <w:rsid w:val="00A20954"/>
    <w:rsid w:val="00A217DD"/>
    <w:rsid w:val="00A352F0"/>
    <w:rsid w:val="00A74C89"/>
    <w:rsid w:val="00A77A88"/>
    <w:rsid w:val="00AD7FEF"/>
    <w:rsid w:val="00B040CD"/>
    <w:rsid w:val="00B06BED"/>
    <w:rsid w:val="00B07322"/>
    <w:rsid w:val="00B119EB"/>
    <w:rsid w:val="00B221F4"/>
    <w:rsid w:val="00B44E41"/>
    <w:rsid w:val="00B45C30"/>
    <w:rsid w:val="00B53623"/>
    <w:rsid w:val="00B57C1B"/>
    <w:rsid w:val="00B612EB"/>
    <w:rsid w:val="00B86682"/>
    <w:rsid w:val="00BD5BFC"/>
    <w:rsid w:val="00BF6A6B"/>
    <w:rsid w:val="00C03F96"/>
    <w:rsid w:val="00C21DBF"/>
    <w:rsid w:val="00C26CEA"/>
    <w:rsid w:val="00C93B20"/>
    <w:rsid w:val="00CA742F"/>
    <w:rsid w:val="00CC7C99"/>
    <w:rsid w:val="00CD705F"/>
    <w:rsid w:val="00D22EFE"/>
    <w:rsid w:val="00D23538"/>
    <w:rsid w:val="00D55435"/>
    <w:rsid w:val="00D65672"/>
    <w:rsid w:val="00D7673B"/>
    <w:rsid w:val="00D816BA"/>
    <w:rsid w:val="00D9137C"/>
    <w:rsid w:val="00D963E5"/>
    <w:rsid w:val="00DA536B"/>
    <w:rsid w:val="00DA7F7B"/>
    <w:rsid w:val="00DB1E11"/>
    <w:rsid w:val="00DC4612"/>
    <w:rsid w:val="00DD4E63"/>
    <w:rsid w:val="00DD69B0"/>
    <w:rsid w:val="00DF69DB"/>
    <w:rsid w:val="00E06125"/>
    <w:rsid w:val="00E33488"/>
    <w:rsid w:val="00E34D9A"/>
    <w:rsid w:val="00E41971"/>
    <w:rsid w:val="00E77ECB"/>
    <w:rsid w:val="00E97069"/>
    <w:rsid w:val="00EE3A5B"/>
    <w:rsid w:val="00EE7CED"/>
    <w:rsid w:val="00F11CB6"/>
    <w:rsid w:val="00F1267D"/>
    <w:rsid w:val="00F256EE"/>
    <w:rsid w:val="00F544E6"/>
    <w:rsid w:val="00F57171"/>
    <w:rsid w:val="00F636E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490D84"/>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FB1FBF0D-F8E9-4A52-BC60-38D12A0C3F04}">
  <ds:schemaRefs>
    <ds:schemaRef ds:uri="http://schemas.openxmlformats.org/officeDocument/2006/bibliography"/>
  </ds:schemaRefs>
</ds:datastoreItem>
</file>

<file path=customXml/itemProps4.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5795</Words>
  <Characters>34195</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Přerovská Kamila, Ing.</cp:lastModifiedBy>
  <cp:revision>7</cp:revision>
  <cp:lastPrinted>2023-07-19T12:59:00Z</cp:lastPrinted>
  <dcterms:created xsi:type="dcterms:W3CDTF">2023-09-08T10:28:00Z</dcterms:created>
  <dcterms:modified xsi:type="dcterms:W3CDTF">2023-09-08T16:00:00Z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