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4083E8B5">
                      <wp:simplePos x="0" y="0"/>
                      <wp:positionH relativeFrom="page">
                        <wp:posOffset>2577465</wp:posOffset>
                      </wp:positionH>
                      <wp:positionV relativeFrom="page">
                        <wp:posOffset>192405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387958" w:rsidRDefault="00387958"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2.95pt;margin-top:15.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" o:allowincell="f" fillcolor="white [3212]" stroked="f" strokeweight=".5pt">
                      <v:textbox>
                        <w:txbxContent>
                          <w:p w14:paraId="30DEB08B" w14:textId="77777777" w:rsidR="00387958" w:rsidRDefault="00387958"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777C99" w:rsidRPr="001A6F12" w14:paraId="30E2C9F5" w14:textId="77777777" w:rsidTr="00F862D6">
        <w:tc>
          <w:tcPr>
            <w:tcW w:w="1020" w:type="dxa"/>
          </w:tcPr>
          <w:p w14:paraId="64B072B5" w14:textId="43304D17" w:rsidR="00777C99" w:rsidRPr="00777C99" w:rsidRDefault="00777C99" w:rsidP="00777C99">
            <w:pPr>
              <w:rPr>
                <w:szCs w:val="14"/>
              </w:rPr>
            </w:pPr>
            <w:r w:rsidRPr="00777C99">
              <w:t>Naše zn.</w:t>
            </w:r>
          </w:p>
        </w:tc>
        <w:tc>
          <w:tcPr>
            <w:tcW w:w="2552" w:type="dxa"/>
          </w:tcPr>
          <w:p w14:paraId="602D6E15" w14:textId="0FCCB8ED" w:rsidR="00777C99" w:rsidRPr="00777C99" w:rsidRDefault="003219B5" w:rsidP="00777C99">
            <w:pPr>
              <w:rPr>
                <w:szCs w:val="14"/>
              </w:rPr>
            </w:pPr>
            <w:r w:rsidRPr="003219B5">
              <w:rPr>
                <w:rFonts w:ascii="Helvetica" w:hAnsi="Helvetica"/>
              </w:rPr>
              <w:t>9957/2023-SŽ-SSV-Ú3</w:t>
            </w:r>
          </w:p>
        </w:tc>
        <w:tc>
          <w:tcPr>
            <w:tcW w:w="823" w:type="dxa"/>
          </w:tcPr>
          <w:p w14:paraId="49E4FDC9" w14:textId="77777777" w:rsidR="00777C99" w:rsidRPr="001A6F12" w:rsidRDefault="00777C99" w:rsidP="00777C99">
            <w:pPr>
              <w:rPr>
                <w:szCs w:val="14"/>
              </w:rPr>
            </w:pPr>
          </w:p>
        </w:tc>
        <w:tc>
          <w:tcPr>
            <w:tcW w:w="3685" w:type="dxa"/>
            <w:vMerge/>
          </w:tcPr>
          <w:p w14:paraId="70E8DFE8" w14:textId="77777777" w:rsidR="00777C99" w:rsidRPr="001A6F12" w:rsidRDefault="00777C99" w:rsidP="00777C99">
            <w:pPr>
              <w:rPr>
                <w:szCs w:val="14"/>
              </w:rPr>
            </w:pPr>
          </w:p>
        </w:tc>
      </w:tr>
      <w:tr w:rsidR="00777C99" w:rsidRPr="001A6F12" w14:paraId="114452B8" w14:textId="77777777" w:rsidTr="00F862D6">
        <w:tc>
          <w:tcPr>
            <w:tcW w:w="1020" w:type="dxa"/>
          </w:tcPr>
          <w:p w14:paraId="076A8D74" w14:textId="7CC592F0" w:rsidR="00777C99" w:rsidRPr="00777C99" w:rsidRDefault="00777C99" w:rsidP="00777C99">
            <w:pPr>
              <w:rPr>
                <w:szCs w:val="14"/>
              </w:rPr>
            </w:pPr>
            <w:r w:rsidRPr="00777C99">
              <w:t>Listů/příloh</w:t>
            </w:r>
          </w:p>
        </w:tc>
        <w:tc>
          <w:tcPr>
            <w:tcW w:w="2552" w:type="dxa"/>
          </w:tcPr>
          <w:p w14:paraId="1DC15FA1" w14:textId="1EF9C447" w:rsidR="00777C99" w:rsidRPr="00777C99" w:rsidRDefault="00777C99" w:rsidP="00777C99">
            <w:pPr>
              <w:rPr>
                <w:szCs w:val="14"/>
              </w:rPr>
            </w:pPr>
            <w:r w:rsidRPr="003E44E8">
              <w:t>14/5</w:t>
            </w:r>
          </w:p>
        </w:tc>
        <w:tc>
          <w:tcPr>
            <w:tcW w:w="823" w:type="dxa"/>
          </w:tcPr>
          <w:p w14:paraId="1E7E57B7" w14:textId="77777777" w:rsidR="00777C99" w:rsidRPr="001A6F12" w:rsidRDefault="00777C99" w:rsidP="00777C99">
            <w:pPr>
              <w:rPr>
                <w:szCs w:val="14"/>
              </w:rPr>
            </w:pPr>
          </w:p>
        </w:tc>
        <w:tc>
          <w:tcPr>
            <w:tcW w:w="3685" w:type="dxa"/>
            <w:vMerge/>
          </w:tcPr>
          <w:p w14:paraId="6FF7D21B" w14:textId="77777777" w:rsidR="00777C99" w:rsidRPr="001A6F12" w:rsidRDefault="00777C99" w:rsidP="00777C99">
            <w:pPr>
              <w:rPr>
                <w:noProof/>
                <w:szCs w:val="14"/>
              </w:rPr>
            </w:pPr>
          </w:p>
        </w:tc>
      </w:tr>
      <w:tr w:rsidR="00777C99" w:rsidRPr="001A6F12" w14:paraId="56E12144" w14:textId="77777777" w:rsidTr="00B23CA3">
        <w:trPr>
          <w:trHeight w:val="77"/>
        </w:trPr>
        <w:tc>
          <w:tcPr>
            <w:tcW w:w="1020" w:type="dxa"/>
          </w:tcPr>
          <w:p w14:paraId="05260888" w14:textId="77777777" w:rsidR="00777C99" w:rsidRPr="001A6F12" w:rsidRDefault="00777C99" w:rsidP="00777C99">
            <w:pPr>
              <w:rPr>
                <w:szCs w:val="14"/>
              </w:rPr>
            </w:pPr>
          </w:p>
        </w:tc>
        <w:tc>
          <w:tcPr>
            <w:tcW w:w="2552" w:type="dxa"/>
          </w:tcPr>
          <w:p w14:paraId="1F21F8EA" w14:textId="77777777" w:rsidR="00777C99" w:rsidRPr="001A6F12" w:rsidRDefault="00777C99" w:rsidP="00777C99">
            <w:pPr>
              <w:rPr>
                <w:szCs w:val="14"/>
              </w:rPr>
            </w:pPr>
          </w:p>
        </w:tc>
        <w:tc>
          <w:tcPr>
            <w:tcW w:w="823" w:type="dxa"/>
          </w:tcPr>
          <w:p w14:paraId="7556E2A0" w14:textId="77777777" w:rsidR="00777C99" w:rsidRPr="001A6F12" w:rsidRDefault="00777C99" w:rsidP="00777C99">
            <w:pPr>
              <w:rPr>
                <w:szCs w:val="14"/>
              </w:rPr>
            </w:pPr>
          </w:p>
        </w:tc>
        <w:tc>
          <w:tcPr>
            <w:tcW w:w="3685" w:type="dxa"/>
            <w:vMerge/>
          </w:tcPr>
          <w:p w14:paraId="2141081E" w14:textId="77777777" w:rsidR="00777C99" w:rsidRPr="001A6F12" w:rsidRDefault="00777C99" w:rsidP="00777C99">
            <w:pPr>
              <w:rPr>
                <w:szCs w:val="14"/>
              </w:rPr>
            </w:pPr>
          </w:p>
        </w:tc>
      </w:tr>
      <w:tr w:rsidR="00777C99" w:rsidRPr="001A6F12" w14:paraId="6D1FEB45" w14:textId="77777777" w:rsidTr="00F862D6">
        <w:tc>
          <w:tcPr>
            <w:tcW w:w="1020" w:type="dxa"/>
          </w:tcPr>
          <w:p w14:paraId="15C61AA7" w14:textId="08E3544B" w:rsidR="00777C99" w:rsidRPr="001A6F12" w:rsidRDefault="00777C99" w:rsidP="00777C99">
            <w:pPr>
              <w:rPr>
                <w:szCs w:val="14"/>
              </w:rPr>
            </w:pPr>
            <w:r>
              <w:t>Vyřizuje</w:t>
            </w:r>
          </w:p>
        </w:tc>
        <w:tc>
          <w:tcPr>
            <w:tcW w:w="2552" w:type="dxa"/>
          </w:tcPr>
          <w:p w14:paraId="6BF93030" w14:textId="427D2FD2" w:rsidR="00777C99" w:rsidRPr="001A6F12" w:rsidRDefault="00387958" w:rsidP="00777C99">
            <w:pPr>
              <w:rPr>
                <w:szCs w:val="14"/>
              </w:rPr>
            </w:pPr>
            <w:r w:rsidRPr="00387958">
              <w:t>Renáta Majerová</w:t>
            </w:r>
          </w:p>
        </w:tc>
        <w:tc>
          <w:tcPr>
            <w:tcW w:w="823" w:type="dxa"/>
          </w:tcPr>
          <w:p w14:paraId="51BA9221" w14:textId="77777777" w:rsidR="00777C99" w:rsidRPr="001A6F12" w:rsidRDefault="00777C99" w:rsidP="00777C99">
            <w:pPr>
              <w:rPr>
                <w:szCs w:val="14"/>
              </w:rPr>
            </w:pPr>
          </w:p>
        </w:tc>
        <w:tc>
          <w:tcPr>
            <w:tcW w:w="3685" w:type="dxa"/>
            <w:vMerge/>
          </w:tcPr>
          <w:p w14:paraId="7D84DD04" w14:textId="77777777" w:rsidR="00777C99" w:rsidRPr="001A6F12" w:rsidRDefault="00777C99" w:rsidP="00777C99">
            <w:pPr>
              <w:rPr>
                <w:szCs w:val="14"/>
              </w:rPr>
            </w:pPr>
          </w:p>
        </w:tc>
      </w:tr>
      <w:tr w:rsidR="00777C99" w:rsidRPr="001A6F12" w14:paraId="094B817B" w14:textId="77777777" w:rsidTr="00F862D6">
        <w:tc>
          <w:tcPr>
            <w:tcW w:w="1020" w:type="dxa"/>
          </w:tcPr>
          <w:p w14:paraId="7C91A9FA" w14:textId="77777777" w:rsidR="00777C99" w:rsidRPr="001A6F12" w:rsidRDefault="00777C99" w:rsidP="00777C99">
            <w:pPr>
              <w:rPr>
                <w:szCs w:val="14"/>
              </w:rPr>
            </w:pPr>
          </w:p>
        </w:tc>
        <w:tc>
          <w:tcPr>
            <w:tcW w:w="2552" w:type="dxa"/>
          </w:tcPr>
          <w:p w14:paraId="7B32DC05" w14:textId="77777777" w:rsidR="00777C99" w:rsidRPr="001A6F12" w:rsidRDefault="00777C99" w:rsidP="00777C99">
            <w:pPr>
              <w:rPr>
                <w:szCs w:val="14"/>
              </w:rPr>
            </w:pPr>
          </w:p>
        </w:tc>
        <w:tc>
          <w:tcPr>
            <w:tcW w:w="823" w:type="dxa"/>
          </w:tcPr>
          <w:p w14:paraId="692FA3ED" w14:textId="77777777" w:rsidR="00777C99" w:rsidRPr="001A6F12" w:rsidRDefault="00777C99" w:rsidP="00777C99">
            <w:pPr>
              <w:rPr>
                <w:szCs w:val="14"/>
              </w:rPr>
            </w:pPr>
          </w:p>
        </w:tc>
        <w:tc>
          <w:tcPr>
            <w:tcW w:w="3685" w:type="dxa"/>
            <w:vMerge/>
          </w:tcPr>
          <w:p w14:paraId="63B09B87" w14:textId="77777777" w:rsidR="00777C99" w:rsidRPr="001A6F12" w:rsidRDefault="00777C99" w:rsidP="00777C99">
            <w:pPr>
              <w:rPr>
                <w:szCs w:val="14"/>
              </w:rPr>
            </w:pPr>
          </w:p>
        </w:tc>
      </w:tr>
      <w:tr w:rsidR="00387958" w:rsidRPr="001A6F12" w14:paraId="50E6A16D" w14:textId="77777777" w:rsidTr="00F862D6">
        <w:tc>
          <w:tcPr>
            <w:tcW w:w="1020" w:type="dxa"/>
          </w:tcPr>
          <w:p w14:paraId="30B313B1" w14:textId="6DA1A14B" w:rsidR="00387958" w:rsidRPr="001A6F12" w:rsidRDefault="00387958" w:rsidP="00387958">
            <w:pPr>
              <w:rPr>
                <w:szCs w:val="14"/>
              </w:rPr>
            </w:pPr>
            <w:r>
              <w:t>Mobil</w:t>
            </w:r>
          </w:p>
        </w:tc>
        <w:tc>
          <w:tcPr>
            <w:tcW w:w="2552" w:type="dxa"/>
          </w:tcPr>
          <w:p w14:paraId="61073621" w14:textId="3A1A7DDB" w:rsidR="00387958" w:rsidRPr="001A6F12" w:rsidRDefault="00387958" w:rsidP="00387958">
            <w:pPr>
              <w:rPr>
                <w:szCs w:val="14"/>
              </w:rPr>
            </w:pPr>
            <w:r>
              <w:rPr>
                <w:szCs w:val="14"/>
              </w:rPr>
              <w:t>+420 724 932 325</w:t>
            </w:r>
          </w:p>
        </w:tc>
        <w:tc>
          <w:tcPr>
            <w:tcW w:w="823" w:type="dxa"/>
          </w:tcPr>
          <w:p w14:paraId="6CB47F1B" w14:textId="77777777" w:rsidR="00387958" w:rsidRPr="001A6F12" w:rsidRDefault="00387958" w:rsidP="00387958">
            <w:pPr>
              <w:rPr>
                <w:szCs w:val="14"/>
              </w:rPr>
            </w:pPr>
          </w:p>
        </w:tc>
        <w:tc>
          <w:tcPr>
            <w:tcW w:w="3685" w:type="dxa"/>
            <w:vMerge/>
          </w:tcPr>
          <w:p w14:paraId="637D16F5" w14:textId="77777777" w:rsidR="00387958" w:rsidRPr="001A6F12" w:rsidRDefault="00387958" w:rsidP="00387958">
            <w:pPr>
              <w:rPr>
                <w:szCs w:val="14"/>
              </w:rPr>
            </w:pPr>
          </w:p>
        </w:tc>
      </w:tr>
      <w:tr w:rsidR="00387958" w:rsidRPr="001A6F12" w14:paraId="2595A3C6" w14:textId="77777777" w:rsidTr="00F862D6">
        <w:tc>
          <w:tcPr>
            <w:tcW w:w="1020" w:type="dxa"/>
          </w:tcPr>
          <w:p w14:paraId="3ACBA612" w14:textId="389C4AD2" w:rsidR="00387958" w:rsidRPr="001A6F12" w:rsidRDefault="00387958" w:rsidP="00387958">
            <w:pPr>
              <w:rPr>
                <w:szCs w:val="14"/>
              </w:rPr>
            </w:pPr>
            <w:r>
              <w:t>E-mail</w:t>
            </w:r>
          </w:p>
        </w:tc>
        <w:tc>
          <w:tcPr>
            <w:tcW w:w="2552" w:type="dxa"/>
          </w:tcPr>
          <w:p w14:paraId="31AEC15A" w14:textId="3180C65C" w:rsidR="00387958" w:rsidRPr="001A6F12" w:rsidRDefault="00387958" w:rsidP="00387958">
            <w:pPr>
              <w:rPr>
                <w:szCs w:val="14"/>
              </w:rPr>
            </w:pPr>
            <w:r>
              <w:rPr>
                <w:szCs w:val="14"/>
              </w:rPr>
              <w:t>Majerova@spravazeleznic.cz</w:t>
            </w:r>
          </w:p>
        </w:tc>
        <w:tc>
          <w:tcPr>
            <w:tcW w:w="823" w:type="dxa"/>
          </w:tcPr>
          <w:p w14:paraId="183C781C" w14:textId="77777777" w:rsidR="00387958" w:rsidRPr="001A6F12" w:rsidRDefault="00387958" w:rsidP="00387958">
            <w:pPr>
              <w:rPr>
                <w:szCs w:val="14"/>
              </w:rPr>
            </w:pPr>
          </w:p>
        </w:tc>
        <w:tc>
          <w:tcPr>
            <w:tcW w:w="3685" w:type="dxa"/>
            <w:vMerge/>
          </w:tcPr>
          <w:p w14:paraId="62D8788D" w14:textId="77777777" w:rsidR="00387958" w:rsidRPr="001A6F12" w:rsidRDefault="00387958" w:rsidP="00387958">
            <w:pPr>
              <w:rPr>
                <w:szCs w:val="14"/>
              </w:rPr>
            </w:pPr>
          </w:p>
        </w:tc>
      </w:tr>
      <w:tr w:rsidR="00777C99" w:rsidRPr="001A6F12" w14:paraId="16C922F5" w14:textId="77777777" w:rsidTr="00F862D6">
        <w:tc>
          <w:tcPr>
            <w:tcW w:w="1020" w:type="dxa"/>
          </w:tcPr>
          <w:p w14:paraId="78B8A1A4" w14:textId="77777777" w:rsidR="00777C99" w:rsidRPr="001A6F12" w:rsidRDefault="00777C99" w:rsidP="00777C99">
            <w:pPr>
              <w:rPr>
                <w:szCs w:val="14"/>
              </w:rPr>
            </w:pPr>
          </w:p>
        </w:tc>
        <w:tc>
          <w:tcPr>
            <w:tcW w:w="2552" w:type="dxa"/>
          </w:tcPr>
          <w:p w14:paraId="5E1E120D" w14:textId="77777777" w:rsidR="00777C99" w:rsidRPr="001A6F12" w:rsidRDefault="00777C99" w:rsidP="00777C99">
            <w:pPr>
              <w:rPr>
                <w:szCs w:val="14"/>
              </w:rPr>
            </w:pPr>
          </w:p>
        </w:tc>
        <w:tc>
          <w:tcPr>
            <w:tcW w:w="823" w:type="dxa"/>
          </w:tcPr>
          <w:p w14:paraId="42A77821" w14:textId="77777777" w:rsidR="00777C99" w:rsidRPr="001A6F12" w:rsidRDefault="00777C99" w:rsidP="00777C99">
            <w:pPr>
              <w:rPr>
                <w:szCs w:val="14"/>
              </w:rPr>
            </w:pPr>
          </w:p>
        </w:tc>
        <w:tc>
          <w:tcPr>
            <w:tcW w:w="3685" w:type="dxa"/>
          </w:tcPr>
          <w:p w14:paraId="2DB86A0C" w14:textId="77777777" w:rsidR="00777C99" w:rsidRPr="001A6F12" w:rsidRDefault="00777C99" w:rsidP="00777C99">
            <w:pPr>
              <w:rPr>
                <w:szCs w:val="14"/>
              </w:rPr>
            </w:pPr>
          </w:p>
        </w:tc>
      </w:tr>
      <w:tr w:rsidR="00777C99" w:rsidRPr="001A6F12" w14:paraId="28CF54C5" w14:textId="77777777" w:rsidTr="00F862D6">
        <w:tc>
          <w:tcPr>
            <w:tcW w:w="1020" w:type="dxa"/>
          </w:tcPr>
          <w:p w14:paraId="3D4EC741" w14:textId="5034A829" w:rsidR="00777C99" w:rsidRPr="001A6F12" w:rsidRDefault="00777C99" w:rsidP="00777C99">
            <w:pPr>
              <w:rPr>
                <w:szCs w:val="14"/>
              </w:rPr>
            </w:pPr>
            <w:r>
              <w:t>Datum</w:t>
            </w:r>
          </w:p>
        </w:tc>
        <w:bookmarkStart w:id="0" w:name="Datum"/>
        <w:tc>
          <w:tcPr>
            <w:tcW w:w="2552" w:type="dxa"/>
          </w:tcPr>
          <w:p w14:paraId="123ECF93" w14:textId="60E73B94" w:rsidR="00777C99" w:rsidRPr="001A6F12" w:rsidRDefault="00777C99" w:rsidP="00777C99">
            <w:pPr>
              <w:rPr>
                <w:szCs w:val="14"/>
              </w:rPr>
            </w:pPr>
            <w:r w:rsidRPr="003E6B9A">
              <w:fldChar w:fldCharType="begin"/>
            </w:r>
            <w:r w:rsidRPr="003E6B9A">
              <w:instrText xml:space="preserve"> DATE  \@ "d. MMMM yyyy"  \* MERGEFORMAT </w:instrText>
            </w:r>
            <w:r w:rsidRPr="003E6B9A">
              <w:fldChar w:fldCharType="separate"/>
            </w:r>
            <w:r w:rsidR="00753A9E">
              <w:rPr>
                <w:noProof/>
              </w:rPr>
              <w:t>30. srpna 2023</w:t>
            </w:r>
            <w:r w:rsidRPr="003E6B9A">
              <w:fldChar w:fldCharType="end"/>
            </w:r>
            <w:r w:rsidRPr="003E6B9A">
              <w:t xml:space="preserve"> </w:t>
            </w:r>
            <w:bookmarkEnd w:id="0"/>
          </w:p>
        </w:tc>
        <w:tc>
          <w:tcPr>
            <w:tcW w:w="823" w:type="dxa"/>
          </w:tcPr>
          <w:p w14:paraId="0EADEE68" w14:textId="77777777" w:rsidR="00777C99" w:rsidRPr="001A6F12" w:rsidRDefault="00777C99" w:rsidP="00777C99">
            <w:pPr>
              <w:rPr>
                <w:szCs w:val="14"/>
              </w:rPr>
            </w:pPr>
          </w:p>
        </w:tc>
        <w:tc>
          <w:tcPr>
            <w:tcW w:w="3685" w:type="dxa"/>
          </w:tcPr>
          <w:p w14:paraId="419FC181" w14:textId="77777777" w:rsidR="00777C99" w:rsidRPr="001A6F12" w:rsidRDefault="00777C99" w:rsidP="00777C99">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06153AC2" w14:textId="06EC3756"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C658BB" w:rsidRPr="00C658BB">
        <w:rPr>
          <w:rFonts w:cs="Arial"/>
          <w:b/>
        </w:rPr>
        <w:t>Rekonstrukce ŽST Brno – Královo Pole, BOZP</w:t>
      </w:r>
      <w:r w:rsidR="00C658BB">
        <w:rPr>
          <w:rFonts w:cs="Arial"/>
          <w:b/>
        </w:rPr>
        <w:t>“</w:t>
      </w:r>
    </w:p>
    <w:p w14:paraId="777BDE51" w14:textId="656E1705"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E94503">
        <w:rPr>
          <w:rFonts w:eastAsia="Times New Roman" w:cs="Times New Roman"/>
          <w:lang w:eastAsia="cs-CZ"/>
        </w:rPr>
        <w:t xml:space="preserve">: </w:t>
      </w:r>
      <w:r w:rsidR="004D192B" w:rsidRPr="00E94503">
        <w:rPr>
          <w:rFonts w:eastAsia="Times New Roman" w:cs="Arial"/>
          <w:lang w:eastAsia="cs-CZ"/>
        </w:rPr>
        <w:t>617231</w:t>
      </w:r>
      <w:r w:rsidR="00E94503" w:rsidRPr="00E94503">
        <w:rPr>
          <w:rFonts w:eastAsia="Times New Roman" w:cs="Arial"/>
          <w:lang w:eastAsia="cs-CZ"/>
        </w:rPr>
        <w:t>29</w:t>
      </w:r>
      <w:r w:rsidRPr="00E94503">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w:t>
      </w:r>
      <w:proofErr w:type="gramStart"/>
      <w:r w:rsidRPr="001A6F12">
        <w:rPr>
          <w:rFonts w:eastAsia="Times New Roman" w:cs="Times New Roman"/>
          <w:i/>
          <w:lang w:eastAsia="cs-CZ"/>
        </w:rPr>
        <w:t>republiky - Státního</w:t>
      </w:r>
      <w:proofErr w:type="gramEnd"/>
      <w:r w:rsidRPr="001A6F12">
        <w:rPr>
          <w:rFonts w:eastAsia="Times New Roman" w:cs="Times New Roman"/>
          <w:i/>
          <w:lang w:eastAsia="cs-CZ"/>
        </w:rPr>
        <w:t xml:space="preserve">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C658BB">
      <w:pPr>
        <w:spacing w:after="0" w:line="240" w:lineRule="auto"/>
        <w:jc w:val="both"/>
        <w:rPr>
          <w:rFonts w:ascii="Verdana" w:eastAsia="Times New Roman" w:hAnsi="Verdana" w:cs="Times New Roman"/>
          <w:lang w:eastAsia="cs-CZ"/>
        </w:rPr>
      </w:pPr>
    </w:p>
    <w:p w14:paraId="44A01BAD"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4D528979" w14:textId="47643C47" w:rsidR="007A2402" w:rsidRPr="007A2402" w:rsidRDefault="004A6743" w:rsidP="007A2402">
      <w:pPr>
        <w:spacing w:after="0" w:line="240" w:lineRule="auto"/>
        <w:ind w:left="426"/>
        <w:jc w:val="both"/>
        <w:rPr>
          <w:rFonts w:ascii="Verdana" w:eastAsia="Times New Roman" w:hAnsi="Verdana" w:cs="Times New Roman"/>
          <w:lang w:val="x-none" w:eastAsia="x-none"/>
        </w:rPr>
      </w:pPr>
      <w:r w:rsidRPr="001A0918">
        <w:t>Komunikace mezi zadavatelem a dodavatelem v</w:t>
      </w:r>
      <w:r>
        <w:t xml:space="preserve"> zadávacím </w:t>
      </w:r>
      <w:r w:rsidRPr="001A0918">
        <w:t>řízení probíhá písemně. Ústní komunika</w:t>
      </w:r>
      <w:r w:rsidR="00A20EDF">
        <w:t>ce je připuštěna za podmínek ve smyslu</w:t>
      </w:r>
      <w:r w:rsidRPr="001A0918">
        <w:t xml:space="preserve"> § 211 odst. 2 a 3 ZZVZ a její obsah musí být vždy zdokumentován</w:t>
      </w:r>
      <w:r>
        <w:t xml:space="preserve">.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007A2402"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 xml:space="preserve">komunikaci ze strany dodavatele učiněnou elektronicky, avšak nikoliv prostřednictvím elektronického nástroje E-ZAK, bude zadavatel vždy odpovídat prostřednictvím elektronického nástroje.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2E07662A" w14:textId="77777777" w:rsidR="00C658BB" w:rsidRPr="00C658BB" w:rsidRDefault="00C658BB" w:rsidP="00C658BB">
      <w:pPr>
        <w:spacing w:after="0" w:line="240" w:lineRule="auto"/>
        <w:ind w:left="426"/>
        <w:jc w:val="both"/>
        <w:rPr>
          <w:rFonts w:ascii="Verdana" w:eastAsia="Times New Roman" w:hAnsi="Verdana" w:cs="Times New Roman"/>
          <w:lang w:eastAsia="cs-CZ"/>
        </w:rPr>
      </w:pPr>
      <w:r w:rsidRPr="00C658BB">
        <w:rPr>
          <w:rFonts w:ascii="Verdana" w:eastAsia="Times New Roman" w:hAnsi="Verdana" w:cs="Times New Roman"/>
          <w:b/>
          <w:u w:val="single"/>
          <w:lang w:eastAsia="cs-CZ"/>
        </w:rPr>
        <w:t>Kontaktní osoba pro výběrové řízení:</w:t>
      </w:r>
      <w:r w:rsidRPr="00C658BB">
        <w:rPr>
          <w:rFonts w:ascii="Verdana" w:eastAsia="Times New Roman" w:hAnsi="Verdana" w:cs="Times New Roman"/>
          <w:lang w:eastAsia="cs-CZ"/>
        </w:rPr>
        <w:t xml:space="preserve"> </w:t>
      </w:r>
      <w:r w:rsidRPr="00C658BB">
        <w:rPr>
          <w:rFonts w:ascii="Verdana" w:eastAsia="Times New Roman" w:hAnsi="Verdana" w:cs="Times New Roman"/>
          <w:lang w:eastAsia="cs-CZ"/>
        </w:rPr>
        <w:tab/>
      </w:r>
      <w:r w:rsidRPr="00C658BB">
        <w:rPr>
          <w:rFonts w:ascii="Verdana" w:eastAsia="Times New Roman" w:hAnsi="Verdana" w:cs="Arial"/>
          <w:lang w:eastAsia="cs-CZ"/>
        </w:rPr>
        <w:t>Renáta Majerová</w:t>
      </w:r>
      <w:r w:rsidRPr="00C658BB">
        <w:rPr>
          <w:rFonts w:ascii="Verdana" w:eastAsia="Times New Roman" w:hAnsi="Verdana" w:cs="Times New Roman"/>
          <w:lang w:eastAsia="cs-CZ"/>
        </w:rPr>
        <w:t xml:space="preserve">, telefon: </w:t>
      </w:r>
      <w:r w:rsidRPr="00C658BB">
        <w:rPr>
          <w:rFonts w:ascii="Verdana" w:eastAsia="Times New Roman" w:hAnsi="Verdana" w:cs="Arial"/>
          <w:lang w:eastAsia="cs-CZ"/>
        </w:rPr>
        <w:t>+420 724 932 325</w:t>
      </w:r>
      <w:r w:rsidRPr="00C658BB">
        <w:rPr>
          <w:rFonts w:ascii="Verdana" w:eastAsia="Times New Roman" w:hAnsi="Verdana" w:cs="Times New Roman"/>
          <w:lang w:eastAsia="cs-CZ"/>
        </w:rPr>
        <w:t xml:space="preserve">, e-mail: </w:t>
      </w:r>
      <w:r w:rsidRPr="00C658BB">
        <w:rPr>
          <w:rFonts w:ascii="Verdana" w:eastAsia="Times New Roman" w:hAnsi="Verdana" w:cs="Arial"/>
          <w:lang w:eastAsia="cs-CZ"/>
        </w:rPr>
        <w:t>Majerova@spravazeleznic.cz</w:t>
      </w:r>
      <w:r w:rsidRPr="00C658BB">
        <w:rPr>
          <w:rFonts w:ascii="Verdana" w:eastAsia="Times New Roman" w:hAnsi="Verdana" w:cs="Times New Roman"/>
          <w:lang w:eastAsia="cs-CZ"/>
        </w:rPr>
        <w:t xml:space="preserve">, </w:t>
      </w:r>
      <w:r w:rsidRPr="00C658BB">
        <w:rPr>
          <w:rFonts w:ascii="Verdana" w:eastAsia="Times New Roman" w:hAnsi="Verdana" w:cs="Times New Roman"/>
          <w:u w:val="single"/>
          <w:lang w:eastAsia="cs-CZ"/>
        </w:rPr>
        <w:t>adresa:</w:t>
      </w:r>
      <w:r w:rsidRPr="00C658BB">
        <w:rPr>
          <w:rFonts w:ascii="Verdana" w:eastAsia="Times New Roman" w:hAnsi="Verdana" w:cs="Times New Roman"/>
          <w:lang w:eastAsia="cs-CZ"/>
        </w:rPr>
        <w:t xml:space="preserve"> Správa železnic, státní organizace, Stavební správa východ, Nerudova 1, 779 00 Olomouc</w:t>
      </w:r>
    </w:p>
    <w:p w14:paraId="64349722" w14:textId="77777777" w:rsidR="001A6F12" w:rsidRPr="001A6F12" w:rsidRDefault="001A6F12" w:rsidP="001A6F12">
      <w:pPr>
        <w:spacing w:after="0" w:line="240" w:lineRule="auto"/>
        <w:ind w:left="426"/>
        <w:jc w:val="both"/>
        <w:rPr>
          <w:rFonts w:eastAsia="Times New Roman" w:cs="Times New Roman"/>
          <w:lang w:eastAsia="cs-CZ"/>
        </w:rPr>
      </w:pP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6D9B578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61D9F29D" w:rsidR="001A6F12" w:rsidRPr="00601D6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hodnota </w:t>
      </w:r>
      <w:r w:rsidRPr="00601D62">
        <w:rPr>
          <w:rFonts w:eastAsia="Times New Roman" w:cs="Times New Roman"/>
          <w:b/>
          <w:color w:val="000000"/>
          <w:lang w:eastAsia="cs-CZ"/>
        </w:rPr>
        <w:t>VZ</w:t>
      </w:r>
      <w:r w:rsidRPr="00601D62">
        <w:rPr>
          <w:rFonts w:eastAsia="Times New Roman" w:cs="Times New Roman"/>
          <w:color w:val="000000"/>
          <w:lang w:eastAsia="cs-CZ"/>
        </w:rPr>
        <w:t xml:space="preserve"> čin</w:t>
      </w:r>
      <w:r w:rsidRPr="00601D62">
        <w:rPr>
          <w:rFonts w:eastAsia="Times New Roman" w:cs="Times New Roman"/>
          <w:lang w:eastAsia="cs-CZ"/>
        </w:rPr>
        <w:t xml:space="preserve">í </w:t>
      </w:r>
      <w:r w:rsidR="00C658BB">
        <w:rPr>
          <w:rFonts w:eastAsia="Times New Roman" w:cs="Arial"/>
          <w:b/>
          <w:lang w:eastAsia="cs-CZ"/>
        </w:rPr>
        <w:t>2 520 000</w:t>
      </w:r>
      <w:r w:rsidR="00AF42F1" w:rsidRPr="00601D62">
        <w:rPr>
          <w:rFonts w:eastAsia="Times New Roman" w:cs="Arial"/>
          <w:b/>
          <w:lang w:eastAsia="cs-CZ"/>
        </w:rPr>
        <w:t>,-</w:t>
      </w:r>
      <w:r w:rsidRPr="00601D62">
        <w:rPr>
          <w:rFonts w:eastAsia="Times New Roman" w:cs="Times New Roman"/>
          <w:b/>
          <w:lang w:eastAsia="cs-CZ"/>
        </w:rPr>
        <w:t xml:space="preserve"> Kč</w:t>
      </w:r>
      <w:r w:rsidRPr="00601D62">
        <w:rPr>
          <w:rFonts w:eastAsia="Times New Roman" w:cs="Times New Roman"/>
          <w:lang w:eastAsia="cs-CZ"/>
        </w:rPr>
        <w:t xml:space="preserve"> bez DPH.</w:t>
      </w:r>
    </w:p>
    <w:p w14:paraId="447E7D69" w14:textId="77777777" w:rsidR="001A6F12" w:rsidRPr="00601D62" w:rsidRDefault="001A6F12" w:rsidP="001A6F12">
      <w:pPr>
        <w:spacing w:after="0" w:line="240" w:lineRule="auto"/>
        <w:ind w:left="426"/>
        <w:jc w:val="both"/>
        <w:rPr>
          <w:rFonts w:eastAsia="Times New Roman" w:cs="Times New Roman"/>
          <w:lang w:eastAsia="cs-CZ"/>
        </w:rPr>
      </w:pPr>
    </w:p>
    <w:p w14:paraId="439E0DE5" w14:textId="6E8ABF75" w:rsidR="001A6F12" w:rsidRPr="001A6F12" w:rsidRDefault="001A6F12" w:rsidP="001A6F12">
      <w:pPr>
        <w:spacing w:after="0" w:line="240" w:lineRule="auto"/>
        <w:ind w:left="426"/>
        <w:jc w:val="both"/>
        <w:rPr>
          <w:rFonts w:eastAsia="Times New Roman" w:cs="Times New Roman"/>
          <w:lang w:eastAsia="cs-CZ"/>
        </w:rPr>
      </w:pPr>
      <w:r w:rsidRPr="00601D62">
        <w:rPr>
          <w:rFonts w:eastAsia="Times New Roman" w:cs="Times New Roman"/>
          <w:b/>
          <w:lang w:eastAsia="cs-CZ"/>
        </w:rPr>
        <w:t xml:space="preserve">Předmětem VZ je </w:t>
      </w:r>
      <w:r w:rsidRPr="00601D6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C658BB" w:rsidRPr="003E44E8">
        <w:rPr>
          <w:rFonts w:cs="Arial"/>
          <w:b/>
        </w:rPr>
        <w:t>Rekonstrukce ŽST Brno – Královo Pole</w:t>
      </w:r>
      <w:r w:rsidRPr="00601D62">
        <w:rPr>
          <w:rFonts w:eastAsia="Times New Roman" w:cs="Times New Roman"/>
          <w:lang w:eastAsia="cs-CZ"/>
        </w:rPr>
        <w:t>“</w:t>
      </w:r>
      <w:r w:rsidRPr="00601D62">
        <w:rPr>
          <w:rFonts w:eastAsia="Times New Roman" w:cs="Times New Roman"/>
          <w:b/>
          <w:lang w:eastAsia="cs-CZ"/>
        </w:rPr>
        <w:t xml:space="preserve"> </w:t>
      </w:r>
      <w:r w:rsidRPr="00601D6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w:t>
      </w:r>
      <w:r w:rsidRPr="001A6F12">
        <w:rPr>
          <w:rFonts w:eastAsia="Times New Roman" w:cs="Times New Roman"/>
          <w:lang w:eastAsia="cs-CZ"/>
        </w:rPr>
        <w:t xml:space="preserve">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1A6F12" w:rsidRDefault="001A6F12" w:rsidP="001A6F12">
      <w:pPr>
        <w:spacing w:after="0" w:line="240" w:lineRule="auto"/>
        <w:ind w:left="426"/>
        <w:jc w:val="both"/>
        <w:rPr>
          <w:rFonts w:eastAsia="Times New Roman" w:cs="Times New Roman"/>
          <w:lang w:eastAsia="cs-CZ"/>
        </w:rPr>
      </w:pPr>
    </w:p>
    <w:p w14:paraId="10AAF68F"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6C0D4E45" w:rsidR="001A6F12" w:rsidRPr="001A6F12" w:rsidRDefault="001A6F12" w:rsidP="003E44E8">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3219B5" w:rsidRPr="003219B5">
        <w:rPr>
          <w:rFonts w:eastAsia="Times New Roman" w:cs="Arial"/>
          <w:lang w:eastAsia="cs-CZ"/>
        </w:rPr>
        <w:t xml:space="preserve">9957/2023-SŽ-SSV-Ú3 </w:t>
      </w:r>
      <w:r w:rsidRPr="001A6F12">
        <w:rPr>
          <w:rFonts w:eastAsia="Times New Roman" w:cs="Times New Roman"/>
          <w:lang w:val="en-US" w:eastAsia="cs-CZ"/>
        </w:rPr>
        <w:t>(</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77BFAB3C"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348B0C87" w14:textId="77777777" w:rsidR="00C658BB" w:rsidRPr="00C658BB" w:rsidRDefault="001A6F12" w:rsidP="00C658BB">
      <w:pPr>
        <w:pStyle w:val="Odrka1-1"/>
        <w:tabs>
          <w:tab w:val="clear" w:pos="1077"/>
        </w:tabs>
        <w:spacing w:after="0"/>
        <w:ind w:left="709" w:hanging="283"/>
        <w:rPr>
          <w:lang w:eastAsia="cs-CZ"/>
        </w:rPr>
      </w:pPr>
      <w:r w:rsidRPr="00C658BB">
        <w:rPr>
          <w:rFonts w:eastAsia="Times New Roman" w:cs="Times New Roman"/>
          <w:lang w:eastAsia="cs-CZ"/>
        </w:rPr>
        <w:t xml:space="preserve">Projektová dokumentace (pouze části, týkající se BOZP): </w:t>
      </w:r>
      <w:r w:rsidR="00C658BB" w:rsidRPr="00C658BB">
        <w:rPr>
          <w:rFonts w:eastAsia="Times New Roman" w:cs="Times New Roman"/>
          <w:lang w:eastAsia="cs-CZ"/>
        </w:rPr>
        <w:t xml:space="preserve">zpracovaná </w:t>
      </w:r>
      <w:r w:rsidR="00C658BB" w:rsidRPr="00C658BB">
        <w:rPr>
          <w:lang w:eastAsia="cs-CZ"/>
        </w:rPr>
        <w:t>společností:</w:t>
      </w:r>
      <w:r w:rsidR="00C658BB" w:rsidRPr="00C658BB">
        <w:t xml:space="preserve"> </w:t>
      </w:r>
      <w:r w:rsidR="00C658BB" w:rsidRPr="00C658BB">
        <w:rPr>
          <w:lang w:eastAsia="cs-CZ"/>
        </w:rPr>
        <w:t xml:space="preserve">Společnost SUDBR-SAGASTA pro DSP+PDPS+AD „Rekonstrukce ŽST Brno – Královo Pole“ </w:t>
      </w:r>
    </w:p>
    <w:p w14:paraId="556C5575" w14:textId="77777777" w:rsidR="00C658BB" w:rsidRPr="00C658BB" w:rsidRDefault="00C658BB" w:rsidP="00C658BB">
      <w:pPr>
        <w:spacing w:after="0"/>
        <w:ind w:left="709" w:hanging="283"/>
        <w:jc w:val="both"/>
        <w:rPr>
          <w:lang w:eastAsia="cs-CZ"/>
        </w:rPr>
      </w:pPr>
      <w:r w:rsidRPr="00C658BB">
        <w:rPr>
          <w:lang w:eastAsia="cs-CZ"/>
        </w:rPr>
        <w:t xml:space="preserve">    Společník 1 (vedoucí společník): SUDOP BRNO, spol. s r.o., Kounicova 688/26, Veveří, 602 00 Brno, IČO: 44960417 a Společník 2: SAGASTA s. r. o., Novodvorská 1010/14, Lhotka, 142 00 Praha 4, IČO: 04598555.  </w:t>
      </w:r>
    </w:p>
    <w:p w14:paraId="4DD144E8" w14:textId="271D9287" w:rsidR="001A6F12" w:rsidRPr="00C658BB" w:rsidRDefault="001A6F12" w:rsidP="00C658BB">
      <w:pPr>
        <w:numPr>
          <w:ilvl w:val="0"/>
          <w:numId w:val="8"/>
        </w:numPr>
        <w:spacing w:after="0" w:line="240" w:lineRule="auto"/>
        <w:ind w:left="426" w:hanging="283"/>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Pr="001A6F12" w:rsidRDefault="001A6F12" w:rsidP="001A6F12">
      <w:pPr>
        <w:spacing w:after="0" w:line="240" w:lineRule="auto"/>
        <w:ind w:left="426"/>
        <w:jc w:val="both"/>
        <w:rPr>
          <w:rFonts w:eastAsia="Times New Roman" w:cs="Times New Roman"/>
          <w:lang w:eastAsia="cs-CZ"/>
        </w:rPr>
      </w:pPr>
    </w:p>
    <w:p w14:paraId="1816D7B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0DCE38EB" w14:textId="6661C87B" w:rsidR="003E44E8" w:rsidRDefault="001A6F12" w:rsidP="003E44E8">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3" w:history="1">
        <w:r w:rsidR="003E44E8" w:rsidRPr="006E3E49">
          <w:rPr>
            <w:rStyle w:val="Hypertextovodkaz"/>
            <w:rFonts w:eastAsia="Times New Roman" w:cs="Times New Roman"/>
            <w:lang w:eastAsia="cs-CZ"/>
          </w:rPr>
          <w:t>https://zakazky.spravazeleznic.cz/</w:t>
        </w:r>
      </w:hyperlink>
      <w:r w:rsidR="003E44E8">
        <w:rPr>
          <w:rFonts w:eastAsia="Times New Roman" w:cs="Times New Roman"/>
          <w:lang w:eastAsia="cs-CZ"/>
        </w:rPr>
        <w:t>.</w:t>
      </w:r>
    </w:p>
    <w:p w14:paraId="3F5D69D5" w14:textId="5054F95E" w:rsidR="001A6F12" w:rsidRPr="001A6F12" w:rsidRDefault="001A6F12" w:rsidP="003E44E8">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2C76436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w:t>
      </w:r>
      <w:r w:rsidRPr="001A6F12">
        <w:rPr>
          <w:rFonts w:eastAsia="Times New Roman" w:cs="Times New Roman"/>
          <w:b/>
          <w:bCs/>
          <w:lang w:eastAsia="cs-CZ"/>
        </w:rPr>
        <w:lastRenderedPageBreak/>
        <w:t xml:space="preserve">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4D0ED1D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AF42F1">
        <w:rPr>
          <w:rFonts w:eastAsia="Times New Roman" w:cs="Times New Roman"/>
          <w:b/>
          <w:lang w:eastAsia="cs-CZ"/>
        </w:rPr>
        <w:t>plnění:</w:t>
      </w:r>
      <w:r w:rsidRPr="00AF42F1">
        <w:rPr>
          <w:rFonts w:eastAsia="Times New Roman" w:cs="Times New Roman"/>
          <w:lang w:eastAsia="cs-CZ"/>
        </w:rPr>
        <w:t xml:space="preserve"> bezodkladně po nabytí účinnosti smlouvy o výkonu činnosti koordinátora bezpečnosti a ochrany zdraví při práci na staveništi ve fázi realizace předmě</w:t>
      </w:r>
      <w:r w:rsidR="00AF42F1" w:rsidRPr="00AF42F1">
        <w:rPr>
          <w:rFonts w:eastAsia="Times New Roman" w:cs="Times New Roman"/>
          <w:lang w:eastAsia="cs-CZ"/>
        </w:rPr>
        <w:t>tné stavby (dále jen „smlouva“).</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614B91">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1995B28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93696A">
        <w:rPr>
          <w:rFonts w:eastAsia="Times New Roman" w:cs="Arial"/>
          <w:b/>
          <w:lang w:eastAsia="cs-CZ"/>
        </w:rPr>
        <w:t>28</w:t>
      </w:r>
      <w:r w:rsidRPr="00A63640">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dodavatel podmínky základní způsobilosti požadované zadavatelem splňuje. Čestné prohlášení tvoří přílohu č. 2 této Výzvy a musí být podepsáno osobou oprávněnou jednat za dodavatele.</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1CFE1B17" w:rsidR="001A6F12" w:rsidRPr="008A2376"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w:t>
      </w:r>
      <w:r w:rsidRPr="008A2376">
        <w:rPr>
          <w:rFonts w:eastAsia="Times New Roman" w:cs="Times New Roman"/>
          <w:color w:val="000000"/>
          <w:lang w:eastAsia="cs-CZ"/>
        </w:rPr>
        <w:t xml:space="preserve">bezpečnost a ochranu zdraví při práci na staveništi na stavbách, a to alespoň na </w:t>
      </w:r>
      <w:r w:rsidRPr="008A2376">
        <w:rPr>
          <w:rFonts w:eastAsia="Times New Roman" w:cs="Times New Roman"/>
          <w:b/>
          <w:color w:val="000000"/>
          <w:lang w:eastAsia="cs-CZ"/>
        </w:rPr>
        <w:t>třech stavbách železničních drah</w:t>
      </w:r>
      <w:r w:rsidRPr="008A2376">
        <w:rPr>
          <w:rFonts w:eastAsia="Times New Roman" w:cs="Times New Roman"/>
          <w:color w:val="000000"/>
          <w:lang w:eastAsia="cs-CZ"/>
        </w:rPr>
        <w:t xml:space="preserve">. </w:t>
      </w:r>
      <w:r w:rsidRPr="008A2376">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93696A">
        <w:rPr>
          <w:rFonts w:eastAsia="Times New Roman" w:cs="Arial"/>
          <w:b/>
          <w:lang w:eastAsia="cs-CZ"/>
        </w:rPr>
        <w:t>2</w:t>
      </w:r>
      <w:r w:rsidR="00546053" w:rsidRPr="008A2376">
        <w:rPr>
          <w:rFonts w:eastAsia="Times New Roman" w:cs="Arial"/>
          <w:b/>
          <w:lang w:eastAsia="cs-CZ"/>
        </w:rPr>
        <w:t>.</w:t>
      </w:r>
      <w:r w:rsidR="0093696A">
        <w:rPr>
          <w:rFonts w:eastAsia="Times New Roman" w:cs="Arial"/>
          <w:b/>
          <w:lang w:eastAsia="cs-CZ"/>
        </w:rPr>
        <w:t>52</w:t>
      </w:r>
      <w:r w:rsidR="00AF42F1" w:rsidRPr="008A2376">
        <w:rPr>
          <w:rFonts w:eastAsia="Times New Roman" w:cs="Arial"/>
          <w:b/>
          <w:lang w:eastAsia="cs-CZ"/>
        </w:rPr>
        <w:t>0.000</w:t>
      </w:r>
      <w:r w:rsidRPr="008A2376">
        <w:rPr>
          <w:rFonts w:eastAsia="Times New Roman" w:cs="Times New Roman"/>
          <w:b/>
          <w:color w:val="000000"/>
          <w:lang w:val="en-US" w:eastAsia="cs-CZ"/>
        </w:rPr>
        <w:t>,-</w:t>
      </w:r>
      <w:r w:rsidRPr="008A2376">
        <w:rPr>
          <w:rFonts w:eastAsia="Times New Roman" w:cs="Times New Roman"/>
          <w:b/>
          <w:lang w:eastAsia="cs-CZ"/>
        </w:rPr>
        <w:t xml:space="preserve"> Kč bez DPH</w:t>
      </w:r>
      <w:r w:rsidRPr="008A2376">
        <w:rPr>
          <w:rFonts w:eastAsia="Times New Roman" w:cs="Times New Roman"/>
          <w:color w:val="000000"/>
          <w:lang w:eastAsia="cs-CZ"/>
        </w:rPr>
        <w:t>. Alespoň jedna</w:t>
      </w:r>
      <w:r w:rsidRPr="008A2376">
        <w:rPr>
          <w:rFonts w:eastAsia="Times New Roman" w:cs="Times New Roman"/>
          <w:b/>
          <w:color w:val="000000"/>
          <w:lang w:val="en-US" w:eastAsia="cs-CZ"/>
        </w:rPr>
        <w:t xml:space="preserve"> </w:t>
      </w:r>
      <w:r w:rsidRPr="008A2376">
        <w:rPr>
          <w:rFonts w:eastAsia="Times New Roman" w:cs="Times New Roman"/>
          <w:color w:val="000000"/>
          <w:lang w:eastAsia="cs-CZ"/>
        </w:rPr>
        <w:t xml:space="preserve">z jím poskytnutých služeb uvedených v seznamu přitom musí mít hodnotu alespoň </w:t>
      </w:r>
      <w:r w:rsidR="00546053" w:rsidRPr="008A2376">
        <w:rPr>
          <w:rFonts w:eastAsia="Times New Roman" w:cs="Arial"/>
          <w:b/>
          <w:lang w:eastAsia="cs-CZ"/>
        </w:rPr>
        <w:t>1.</w:t>
      </w:r>
      <w:r w:rsidR="0093696A">
        <w:rPr>
          <w:rFonts w:eastAsia="Times New Roman" w:cs="Arial"/>
          <w:b/>
          <w:lang w:eastAsia="cs-CZ"/>
        </w:rPr>
        <w:t>26</w:t>
      </w:r>
      <w:r w:rsidR="00AF42F1" w:rsidRPr="008A2376">
        <w:rPr>
          <w:rFonts w:eastAsia="Times New Roman" w:cs="Arial"/>
          <w:b/>
          <w:lang w:eastAsia="cs-CZ"/>
        </w:rPr>
        <w:t>0.000</w:t>
      </w:r>
      <w:r w:rsidRPr="008A2376">
        <w:rPr>
          <w:rFonts w:eastAsia="Times New Roman" w:cs="Times New Roman"/>
          <w:b/>
          <w:color w:val="000000"/>
          <w:lang w:val="en-US" w:eastAsia="cs-CZ"/>
        </w:rPr>
        <w:t>,-</w:t>
      </w:r>
      <w:r w:rsidRPr="008A2376">
        <w:rPr>
          <w:rFonts w:eastAsia="Times New Roman" w:cs="Times New Roman"/>
          <w:b/>
          <w:lang w:eastAsia="cs-CZ"/>
        </w:rPr>
        <w:t xml:space="preserve"> </w:t>
      </w:r>
      <w:r w:rsidRPr="008A2376">
        <w:rPr>
          <w:rFonts w:eastAsia="Times New Roman" w:cs="Times New Roman"/>
          <w:b/>
          <w:color w:val="000000"/>
          <w:lang w:eastAsia="cs-CZ"/>
        </w:rPr>
        <w:t>Kč</w:t>
      </w:r>
      <w:r w:rsidRPr="008A2376">
        <w:rPr>
          <w:rFonts w:eastAsia="Times New Roman" w:cs="Times New Roman"/>
          <w:color w:val="000000"/>
          <w:lang w:eastAsia="cs-CZ"/>
        </w:rPr>
        <w:t xml:space="preserve"> </w:t>
      </w:r>
      <w:r w:rsidRPr="008A2376">
        <w:rPr>
          <w:rFonts w:eastAsia="Times New Roman" w:cs="Times New Roman"/>
          <w:b/>
          <w:color w:val="000000"/>
          <w:lang w:eastAsia="cs-CZ"/>
        </w:rPr>
        <w:t>bez DPH</w:t>
      </w:r>
      <w:r w:rsidRPr="008A2376">
        <w:rPr>
          <w:rFonts w:eastAsia="Times New Roman" w:cs="Times New Roman"/>
          <w:color w:val="000000"/>
          <w:lang w:eastAsia="cs-CZ"/>
        </w:rPr>
        <w:t xml:space="preserve"> (dále jen „významná služba“).</w:t>
      </w:r>
    </w:p>
    <w:p w14:paraId="6D73C051" w14:textId="77777777" w:rsidR="001A6F12" w:rsidRPr="008A2376" w:rsidRDefault="001A6F12" w:rsidP="001A6F12">
      <w:pPr>
        <w:spacing w:after="0" w:line="240" w:lineRule="auto"/>
        <w:ind w:left="851" w:right="23"/>
        <w:jc w:val="both"/>
        <w:rPr>
          <w:rFonts w:eastAsia="Times New Roman" w:cs="Times New Roman"/>
          <w:color w:val="000000"/>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8A2376">
        <w:rPr>
          <w:rFonts w:eastAsia="Times New Roman" w:cs="Times New Roman"/>
          <w:lang w:eastAsia="cs-CZ"/>
        </w:rPr>
        <w:t xml:space="preserve">Za jinou obdobnou činnost zadavatel považuje činnosti, které jsou svým předmětem obdobné k činnosti koordinátora BOZP </w:t>
      </w:r>
      <w:r w:rsidRPr="008A2376">
        <w:rPr>
          <w:rFonts w:eastAsia="Times New Roman" w:cs="Times New Roman"/>
          <w:color w:val="000000"/>
          <w:lang w:eastAsia="cs-CZ"/>
        </w:rPr>
        <w:t>při práci na staveništi</w:t>
      </w:r>
      <w:r w:rsidRPr="008A2376">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w:t>
      </w:r>
      <w:r w:rsidRPr="001A6F12">
        <w:rPr>
          <w:rFonts w:eastAsia="Times New Roman" w:cs="Times New Roman"/>
          <w:lang w:eastAsia="cs-CZ"/>
        </w:rPr>
        <w:t xml:space="preserve">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77777777" w:rsidR="001A6F12" w:rsidRPr="004868AD"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868AD">
        <w:rPr>
          <w:rFonts w:eastAsia="Times New Roman" w:cs="Times New Roman"/>
          <w:color w:val="000000"/>
          <w:lang w:eastAsia="cs-CZ"/>
        </w:rPr>
        <w:t xml:space="preserve">výkonu činnosti koordinátora BOZP na </w:t>
      </w:r>
      <w:r w:rsidRPr="004868AD">
        <w:rPr>
          <w:rFonts w:eastAsia="Times New Roman" w:cs="Times New Roman"/>
          <w:b/>
          <w:color w:val="000000"/>
          <w:lang w:eastAsia="cs-CZ"/>
        </w:rPr>
        <w:t>železničních</w:t>
      </w:r>
      <w:r w:rsidRPr="004868AD">
        <w:rPr>
          <w:rFonts w:eastAsia="Times New Roman" w:cs="Times New Roman"/>
          <w:color w:val="000000"/>
          <w:lang w:eastAsia="cs-CZ"/>
        </w:rPr>
        <w:t xml:space="preserve"> stavbách minimálně </w:t>
      </w:r>
      <w:r w:rsidR="00AF42F1" w:rsidRPr="004868AD">
        <w:rPr>
          <w:rFonts w:eastAsia="Times New Roman" w:cs="Times New Roman"/>
          <w:b/>
          <w:color w:val="000000"/>
          <w:lang w:eastAsia="cs-CZ"/>
        </w:rPr>
        <w:t>3</w:t>
      </w:r>
      <w:r w:rsidRPr="004868AD">
        <w:rPr>
          <w:rFonts w:eastAsia="Times New Roman" w:cs="Times New Roman"/>
          <w:b/>
          <w:color w:val="000000"/>
          <w:lang w:eastAsia="cs-CZ"/>
        </w:rPr>
        <w:t xml:space="preserve"> roky</w:t>
      </w:r>
      <w:r w:rsidRPr="004868AD">
        <w:rPr>
          <w:rFonts w:eastAsia="Times New Roman" w:cs="Times New Roman"/>
          <w:color w:val="000000"/>
          <w:lang w:eastAsia="cs-CZ"/>
        </w:rPr>
        <w:t>,</w:t>
      </w:r>
    </w:p>
    <w:p w14:paraId="533D13C5" w14:textId="77777777" w:rsidR="001A6F12" w:rsidRPr="004868AD" w:rsidRDefault="001A6F12" w:rsidP="001A6F12">
      <w:pPr>
        <w:numPr>
          <w:ilvl w:val="0"/>
          <w:numId w:val="18"/>
        </w:numPr>
        <w:spacing w:after="0" w:line="240" w:lineRule="auto"/>
        <w:ind w:right="23"/>
        <w:jc w:val="both"/>
        <w:rPr>
          <w:rFonts w:eastAsia="Times New Roman" w:cs="Times New Roman"/>
          <w:color w:val="000000"/>
          <w:lang w:eastAsia="cs-CZ"/>
        </w:rPr>
      </w:pPr>
      <w:r w:rsidRPr="004868AD">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AF42F1" w:rsidRPr="004868AD">
        <w:rPr>
          <w:rFonts w:eastAsia="Times New Roman" w:cs="Times New Roman"/>
          <w:b/>
          <w:color w:val="000000"/>
          <w:lang w:eastAsia="cs-CZ"/>
        </w:rPr>
        <w:t>2</w:t>
      </w:r>
      <w:r w:rsidRPr="004868AD">
        <w:rPr>
          <w:rFonts w:eastAsia="Times New Roman" w:cs="Times New Roman"/>
          <w:color w:val="000000"/>
          <w:lang w:eastAsia="cs-CZ"/>
        </w:rPr>
        <w:t xml:space="preserve"> </w:t>
      </w:r>
      <w:r w:rsidRPr="004868AD">
        <w:rPr>
          <w:rFonts w:eastAsia="Times New Roman" w:cs="Times New Roman"/>
          <w:b/>
          <w:color w:val="000000"/>
          <w:lang w:eastAsia="cs-CZ"/>
        </w:rPr>
        <w:t>rok</w:t>
      </w:r>
      <w:r w:rsidR="00AF42F1" w:rsidRPr="004868AD">
        <w:rPr>
          <w:rFonts w:eastAsia="Times New Roman" w:cs="Times New Roman"/>
          <w:b/>
          <w:color w:val="000000"/>
          <w:lang w:eastAsia="cs-CZ"/>
        </w:rPr>
        <w:t>y</w:t>
      </w:r>
      <w:r w:rsidRPr="004868AD">
        <w:rPr>
          <w:rFonts w:eastAsia="Times New Roman" w:cs="Times New Roman"/>
          <w:color w:val="000000"/>
          <w:lang w:eastAsia="cs-CZ"/>
        </w:rPr>
        <w:t>;</w:t>
      </w:r>
    </w:p>
    <w:p w14:paraId="692C4E45" w14:textId="77777777" w:rsidR="001A6F12" w:rsidRPr="004868AD" w:rsidRDefault="001A6F12" w:rsidP="001A6F12">
      <w:pPr>
        <w:numPr>
          <w:ilvl w:val="0"/>
          <w:numId w:val="18"/>
        </w:numPr>
        <w:spacing w:after="0" w:line="240" w:lineRule="auto"/>
        <w:ind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4B5AF90"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601D62">
        <w:t>.</w:t>
      </w:r>
      <w:r w:rsidRPr="004679D1">
        <w:t xml:space="preserve"> </w:t>
      </w:r>
      <w:r w:rsidR="004A6743">
        <w:t xml:space="preserve">V případě změny této kvalifikace v průběhu zadávacího řízení je dodavatel povinen postupovat obdobně dle </w:t>
      </w:r>
      <w:r w:rsidR="004A6743" w:rsidRPr="00956D01">
        <w:t>§</w:t>
      </w:r>
      <w:r w:rsidR="004A6743">
        <w:t xml:space="preserve"> </w:t>
      </w:r>
      <w:r w:rsidR="004A6743" w:rsidRPr="00956D01">
        <w:t>88</w:t>
      </w:r>
      <w:r w:rsidR="004A6743">
        <w:t xml:space="preserve"> ZZVZ.</w:t>
      </w:r>
    </w:p>
    <w:p w14:paraId="32E7B291" w14:textId="61DDB669"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77777777" w:rsidR="00E26114" w:rsidRDefault="00E26114" w:rsidP="00E26114">
      <w:pPr>
        <w:pStyle w:val="Textbezslovn"/>
      </w:pPr>
      <w:r>
        <w:t>Zadavatel výslovně upozorňuj</w:t>
      </w:r>
      <w:r w:rsidR="001D0E62">
        <w:t>e, že pokud se jedná o článek 13</w:t>
      </w:r>
      <w:r>
        <w:t xml:space="preserve">. odst. třetí písm. d) této Výzvy, za důvod nezpůsobilosti bude považováno to, že se poddodavatel dopustil </w:t>
      </w:r>
      <w:r>
        <w:lastRenderedPageBreak/>
        <w:t>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07865828" w14:textId="38C5AABD"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47F0A0B7"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14:paraId="7552706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B907685"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201FB239"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w:t>
      </w:r>
      <w:r w:rsidRPr="001A6F12">
        <w:rPr>
          <w:rFonts w:eastAsia="Times New Roman" w:cs="Times New Roman"/>
          <w:lang w:eastAsia="cs-CZ"/>
        </w:rPr>
        <w:lastRenderedPageBreak/>
        <w:t>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11867CD3" w14:textId="6BAE33DE" w:rsidR="001A6F12" w:rsidRPr="001A6F12"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r w:rsidR="00397C2A">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397C2A" w:rsidRPr="00C66878">
        <w:t xml:space="preserve">z obsahu smlouvy nebo potvrzení o její existenci vyplývá závazek jiné osoby plnit veřejnou zakázku </w:t>
      </w:r>
      <w:r w:rsidR="00397C2A" w:rsidRPr="00C66878">
        <w:rPr>
          <w:b/>
        </w:rPr>
        <w:t>společně a nerozdílně s dodavatelem</w:t>
      </w:r>
      <w:r w:rsidR="00397C2A">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77777777" w:rsidR="00720758" w:rsidRDefault="00720758" w:rsidP="001A6F12">
      <w:pPr>
        <w:spacing w:before="120" w:after="0" w:line="240" w:lineRule="auto"/>
        <w:ind w:left="425"/>
        <w:jc w:val="both"/>
      </w:pPr>
      <w:r>
        <w:t>Jiná osoba prokazuje základní způsobilost a profesní způsobilost požadované podle tohoto článku obdobnými doklady, jež je povinen předložit dodavatel.</w:t>
      </w:r>
    </w:p>
    <w:p w14:paraId="1CC03D94"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16071EA0"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A2E9B05"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614B91">
        <w:rPr>
          <w:rFonts w:eastAsia="Times New Roman" w:cs="Times New Roman"/>
          <w:lang w:eastAsia="cs-CZ"/>
        </w:rPr>
        <w:t>uvedená v </w:t>
      </w:r>
      <w:r w:rsidR="00BE771D" w:rsidRPr="00614B91">
        <w:rPr>
          <w:rFonts w:eastAsia="Times New Roman" w:cs="Times New Roman"/>
          <w:lang w:eastAsia="cs-CZ"/>
        </w:rPr>
        <w:t>čl. 3</w:t>
      </w:r>
      <w:r w:rsidRPr="00614B91">
        <w:rPr>
          <w:rFonts w:eastAsia="Times New Roman" w:cs="Times New Roman"/>
          <w:lang w:eastAsia="cs-CZ"/>
        </w:rPr>
        <w:t>.1 závazného vzoru smlouvy.</w:t>
      </w:r>
    </w:p>
    <w:p w14:paraId="0B179251" w14:textId="77777777" w:rsidR="001A6F12" w:rsidRPr="001A6F12" w:rsidRDefault="001A6F12" w:rsidP="001A6F12">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D5EAE6D" w14:textId="50411422"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2456664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w:t>
      </w:r>
      <w:r w:rsidRPr="001A6F12">
        <w:rPr>
          <w:rFonts w:eastAsia="Times New Roman" w:cs="Times New Roman"/>
          <w:lang w:eastAsia="cs-CZ"/>
        </w:rPr>
        <w:lastRenderedPageBreak/>
        <w:t>prokazuje kvalifikaci, zadavatel všechny nabídky podané takovým dodavatelem vyřadí a dodavatele vyloučí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0AB42906" w14:textId="77777777" w:rsidR="001A6F12" w:rsidRPr="001A6F12" w:rsidRDefault="001A6F12" w:rsidP="001A6F12">
      <w:pPr>
        <w:spacing w:after="0" w:line="240" w:lineRule="auto"/>
        <w:ind w:left="426"/>
        <w:jc w:val="both"/>
        <w:rPr>
          <w:rFonts w:eastAsia="Times New Roman" w:cs="Times New Roman"/>
          <w:lang w:eastAsia="cs-CZ"/>
        </w:rPr>
      </w:pPr>
    </w:p>
    <w:p w14:paraId="3C967032" w14:textId="77777777" w:rsidR="00C96B84" w:rsidRDefault="00C96B84" w:rsidP="00C96B84">
      <w:pPr>
        <w:spacing w:after="0" w:line="240" w:lineRule="auto"/>
        <w:ind w:left="426"/>
        <w:jc w:val="both"/>
        <w:rPr>
          <w:rFonts w:eastAsia="Times New Roman" w:cs="Times New Roman"/>
          <w:lang w:eastAsia="cs-CZ"/>
        </w:rPr>
      </w:pPr>
    </w:p>
    <w:p w14:paraId="725AFDA9" w14:textId="77777777" w:rsidR="00C96B84" w:rsidRDefault="00C96B84" w:rsidP="00C96B84">
      <w:pPr>
        <w:spacing w:after="0" w:line="240" w:lineRule="auto"/>
        <w:ind w:left="426"/>
        <w:jc w:val="both"/>
        <w:rPr>
          <w:rFonts w:cs="Arial"/>
        </w:rPr>
      </w:pPr>
      <w:r w:rsidRPr="00AF42F1">
        <w:rPr>
          <w:rFonts w:cs="Arial"/>
          <w:b/>
        </w:rPr>
        <w:t>Nabídky lze podat v termínu, který je uveden na profilu zadavatele:</w:t>
      </w:r>
      <w:r w:rsidRPr="00AF42F1">
        <w:rPr>
          <w:rFonts w:cs="Arial"/>
        </w:rPr>
        <w:t xml:space="preserve"> </w:t>
      </w:r>
      <w:hyperlink r:id="rId15" w:history="1">
        <w:r w:rsidRPr="00AF42F1">
          <w:rPr>
            <w:rStyle w:val="Hypertextovodkaz"/>
            <w:rFonts w:cs="Arial"/>
            <w:b/>
            <w:bCs/>
            <w:lang w:eastAsia="cs-CZ"/>
          </w:rPr>
          <w:t>https://zakazky.spravazeleznic.cz/</w:t>
        </w:r>
      </w:hyperlink>
      <w:r w:rsidRPr="00AF42F1">
        <w:rPr>
          <w:rFonts w:cs="Arial"/>
          <w:b/>
        </w:rPr>
        <w:t>.</w:t>
      </w:r>
    </w:p>
    <w:p w14:paraId="27C231E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4500F19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1"/>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21447BF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lastRenderedPageBreak/>
        <w:t>návrh smlouvy o dílo o výkonu činnosti koordinátora bezpečnosti a ochrany zdraví při práci na staveništi ve fázi realizace stavby,</w:t>
      </w:r>
    </w:p>
    <w:p w14:paraId="5B53D47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3A0AEC77"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základní způsobilosti (příloha č. 2 Výzvy),</w:t>
      </w:r>
    </w:p>
    <w:p w14:paraId="501E6826"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profesní způsobilosti,</w:t>
      </w:r>
    </w:p>
    <w:p w14:paraId="398E4841"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technické kvalifikace,</w:t>
      </w:r>
    </w:p>
    <w:p w14:paraId="2276C64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2B655C5E" w:rsidR="004A4465" w:rsidRPr="001A6F12" w:rsidRDefault="004A4465" w:rsidP="00141263">
      <w:pPr>
        <w:numPr>
          <w:ilvl w:val="0"/>
          <w:numId w:val="14"/>
        </w:numPr>
        <w:spacing w:after="0" w:line="240" w:lineRule="auto"/>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141263" w:rsidRPr="00141263">
        <w:rPr>
          <w:rFonts w:eastAsia="Times New Roman" w:cs="Times New Roman"/>
          <w:lang w:eastAsia="cs-CZ"/>
        </w:rPr>
        <w:t>se situací na Ukrajině</w:t>
      </w:r>
      <w:r>
        <w:rPr>
          <w:rFonts w:eastAsia="Times New Roman" w:cs="Times New Roman"/>
          <w:lang w:eastAsia="cs-CZ"/>
        </w:rPr>
        <w:t xml:space="preserve"> zpracované ve formě formuláře dle Přílohy č. </w:t>
      </w:r>
      <w:r w:rsidR="00302042">
        <w:rPr>
          <w:rFonts w:eastAsia="Times New Roman" w:cs="Times New Roman"/>
          <w:lang w:eastAsia="cs-CZ"/>
        </w:rPr>
        <w:t>5</w:t>
      </w:r>
      <w:r>
        <w:rPr>
          <w:rFonts w:eastAsia="Times New Roman" w:cs="Times New Roman"/>
          <w:lang w:eastAsia="cs-CZ"/>
        </w:rPr>
        <w:t xml:space="preserve"> této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w:t>
      </w:r>
      <w:proofErr w:type="gramStart"/>
      <w:r w:rsidRPr="00895982">
        <w:t>4b</w:t>
      </w:r>
      <w:proofErr w:type="gramEnd"/>
      <w:r w:rsidRPr="00895982">
        <w:t xml:space="preserve">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w:t>
      </w:r>
      <w:proofErr w:type="gramStart"/>
      <w:r w:rsidRPr="000D22AD">
        <w:t>4b</w:t>
      </w:r>
      <w:proofErr w:type="gramEnd"/>
      <w:r w:rsidRPr="000D22AD">
        <w:t xml:space="preserve">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v čl. 3</w:t>
      </w:r>
      <w:r w:rsidRPr="00614B91">
        <w:rPr>
          <w:rFonts w:eastAsia="Calibri" w:cs="Times New Roman"/>
          <w:lang w:eastAsia="cs-CZ"/>
        </w:rPr>
        <w:t>.1 závazného vzoru smlouvy 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27F9BCB9"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93696A">
        <w:rPr>
          <w:rFonts w:eastAsia="Times New Roman" w:cs="Times New Roman"/>
          <w:lang w:eastAsia="cs-CZ"/>
        </w:rPr>
        <w:t>,</w:t>
      </w:r>
      <w:r w:rsidRPr="001A6F12">
        <w:rPr>
          <w:rFonts w:eastAsia="Times New Roman" w:cs="Times New Roman"/>
          <w:lang w:eastAsia="cs-CZ"/>
        </w:rPr>
        <w:t xml:space="preserve"> a to i prostřednictvím jiné právnické osoby, je dále povinen v nabídce </w:t>
      </w:r>
      <w:r w:rsidRPr="001A6F12">
        <w:rPr>
          <w:rFonts w:eastAsia="Times New Roman" w:cs="Times New Roman"/>
          <w:lang w:eastAsia="cs-CZ"/>
        </w:rPr>
        <w:lastRenderedPageBreak/>
        <w:t>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5B61F4E8"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93696A">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10CAD301"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2C15C9AD" w14:textId="77777777" w:rsidR="001A6F12" w:rsidRPr="001A6F12" w:rsidRDefault="001A6F12" w:rsidP="001A6F12">
      <w:pPr>
        <w:spacing w:before="120" w:after="0" w:line="240" w:lineRule="auto"/>
        <w:ind w:left="426"/>
        <w:jc w:val="both"/>
        <w:rPr>
          <w:rFonts w:eastAsia="Times New Roman" w:cs="Times New Roman"/>
          <w:lang w:eastAsia="cs-CZ"/>
        </w:rPr>
      </w:pPr>
    </w:p>
    <w:p w14:paraId="5AE6C58B" w14:textId="77777777" w:rsidR="001A6F12" w:rsidRPr="001A6F12" w:rsidRDefault="001A6F12" w:rsidP="001A6F12">
      <w:pPr>
        <w:spacing w:before="120" w:after="0" w:line="240" w:lineRule="auto"/>
        <w:ind w:left="426"/>
        <w:jc w:val="both"/>
        <w:rPr>
          <w:rFonts w:eastAsia="Times New Roman" w:cs="Times New Roman"/>
          <w:lang w:eastAsia="cs-CZ"/>
        </w:rPr>
      </w:pPr>
    </w:p>
    <w:p w14:paraId="62353B36"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2F2D7F07"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7919EEF9" w14:textId="142FFA80" w:rsid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p>
    <w:p w14:paraId="182DB365" w14:textId="77777777" w:rsidR="00966B09" w:rsidRDefault="00966B09" w:rsidP="00966B09">
      <w:pPr>
        <w:pStyle w:val="l4"/>
        <w:shd w:val="clear" w:color="auto" w:fill="FFFFFF"/>
        <w:spacing w:before="0" w:beforeAutospacing="0" w:after="0" w:afterAutospacing="0"/>
        <w:ind w:left="1134"/>
        <w:jc w:val="both"/>
        <w:rPr>
          <w:rFonts w:ascii="Arial" w:hAnsi="Arial" w:cs="Arial"/>
          <w:color w:val="000000"/>
          <w:sz w:val="20"/>
          <w:szCs w:val="20"/>
        </w:rPr>
      </w:pPr>
      <w:r>
        <w:rPr>
          <w:rStyle w:val="PromnnHTML"/>
          <w:rFonts w:ascii="Arial" w:hAnsi="Arial" w:cs="Arial"/>
          <w:b/>
          <w:bCs/>
          <w:i w:val="0"/>
          <w:iCs w:val="0"/>
          <w:color w:val="000000"/>
          <w:sz w:val="20"/>
          <w:szCs w:val="20"/>
        </w:rPr>
        <w:t>a)</w:t>
      </w:r>
      <w:r>
        <w:rPr>
          <w:rFonts w:ascii="Arial" w:hAnsi="Arial" w:cs="Arial"/>
          <w:color w:val="000000"/>
          <w:sz w:val="20"/>
          <w:szCs w:val="20"/>
        </w:rPr>
        <w:t> uzavřel s jinými osobami zakázanou dohodu podle zákona o ochraně hospodářské soutěže v souvislosti se zadávanou veřejnou zakázkou, nebo</w:t>
      </w:r>
    </w:p>
    <w:p w14:paraId="2C47F8AB" w14:textId="77777777" w:rsidR="00966B09" w:rsidRDefault="00966B09" w:rsidP="00966B09">
      <w:pPr>
        <w:pStyle w:val="l4"/>
        <w:shd w:val="clear" w:color="auto" w:fill="FFFFFF"/>
        <w:spacing w:before="0" w:beforeAutospacing="0" w:after="0" w:afterAutospacing="0"/>
        <w:ind w:left="1134"/>
        <w:jc w:val="both"/>
        <w:rPr>
          <w:rFonts w:ascii="Arial" w:hAnsi="Arial" w:cs="Arial"/>
          <w:color w:val="000000"/>
          <w:sz w:val="20"/>
          <w:szCs w:val="20"/>
        </w:rPr>
      </w:pPr>
      <w:r>
        <w:rPr>
          <w:rStyle w:val="PromnnHTML"/>
          <w:rFonts w:ascii="Arial" w:hAnsi="Arial" w:cs="Arial"/>
          <w:b/>
          <w:bCs/>
          <w:i w:val="0"/>
          <w:iCs w:val="0"/>
          <w:color w:val="000000"/>
          <w:sz w:val="20"/>
          <w:szCs w:val="20"/>
        </w:rPr>
        <w:t>b)</w:t>
      </w:r>
      <w:r>
        <w:rPr>
          <w:rFonts w:ascii="Arial" w:hAnsi="Arial" w:cs="Arial"/>
          <w:color w:val="000000"/>
          <w:sz w:val="20"/>
          <w:szCs w:val="20"/>
        </w:rPr>
        <w:t> části nabídek, které mají být hodnoceny podle kritérií hodnocení, připravoval ve vzájemné shodě s jiným účastníkem téhož zadávacího řízení, s nímž je spojenou osobou podle zákona o daních z příjmů, a na písemnou výzvu zadavatele účastník zadávacího řízení nevysvětlil, že k takové vzájemné shodě při přípravě nabídky nedošlo;</w:t>
      </w:r>
    </w:p>
    <w:p w14:paraId="72F1B054"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3D0679AE" w14:textId="77777777" w:rsidR="001A6F12" w:rsidRPr="001A6F12" w:rsidRDefault="001A6F12" w:rsidP="001A6F12">
      <w:pPr>
        <w:spacing w:before="120" w:after="0" w:line="240" w:lineRule="auto"/>
        <w:ind w:left="426"/>
        <w:jc w:val="both"/>
        <w:rPr>
          <w:rFonts w:eastAsia="Times New Roman" w:cs="Times New Roman"/>
          <w:lang w:eastAsia="cs-CZ"/>
        </w:rPr>
      </w:pP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lastRenderedPageBreak/>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57FD57EC"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w:t>
      </w:r>
      <w:proofErr w:type="gramStart"/>
      <w:r w:rsidRPr="00627619">
        <w:t>4b</w:t>
      </w:r>
      <w:proofErr w:type="gramEnd"/>
      <w:r w:rsidRPr="00627619">
        <w:t xml:space="preserve">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w:t>
      </w:r>
      <w:proofErr w:type="gramStart"/>
      <w:r w:rsidRPr="00627619">
        <w:t>4b</w:t>
      </w:r>
      <w:proofErr w:type="gramEnd"/>
      <w:r w:rsidRPr="00627619">
        <w:t xml:space="preserve">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w:t>
      </w:r>
      <w:proofErr w:type="gramStart"/>
      <w:r w:rsidRPr="00627619">
        <w:t>4b</w:t>
      </w:r>
      <w:proofErr w:type="gramEnd"/>
      <w:r w:rsidRPr="00627619">
        <w:t xml:space="preserve">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 xml:space="preserve">Sociálně a </w:t>
      </w:r>
      <w:proofErr w:type="spellStart"/>
      <w:r w:rsidRPr="00C2477A">
        <w:rPr>
          <w:rFonts w:eastAsia="Times New Roman" w:cs="Times New Roman"/>
          <w:b/>
          <w:u w:val="single"/>
          <w:lang w:eastAsia="cs-CZ"/>
        </w:rPr>
        <w:t>enviromentálně</w:t>
      </w:r>
      <w:proofErr w:type="spellEnd"/>
      <w:r w:rsidRPr="00C2477A">
        <w:rPr>
          <w:rFonts w:eastAsia="Times New Roman" w:cs="Times New Roman"/>
          <w:b/>
          <w:u w:val="single"/>
          <w:lang w:eastAsia="cs-CZ"/>
        </w:rPr>
        <w:t xml:space="preserve">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7F99B7C"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lastRenderedPageBreak/>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2AF19C97" w:rsidR="00B23E9E" w:rsidRPr="00C13489"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w:t>
      </w:r>
      <w:r w:rsidRPr="00C13489">
        <w:rPr>
          <w:rFonts w:eastAsia="Times New Roman" w:cs="Times New Roman"/>
          <w:b/>
          <w:u w:val="single"/>
          <w:lang w:eastAsia="cs-CZ"/>
        </w:rPr>
        <w:t xml:space="preserve">na </w:t>
      </w:r>
      <w:r w:rsidR="00C13489" w:rsidRPr="00C13489">
        <w:rPr>
          <w:rFonts w:eastAsia="Times New Roman" w:cs="Times New Roman"/>
          <w:b/>
          <w:u w:val="single"/>
          <w:lang w:eastAsia="cs-CZ"/>
        </w:rPr>
        <w:t>sankce v souvislosti se situací na Ukrajině</w:t>
      </w:r>
      <w:r w:rsidRPr="00C13489">
        <w:rPr>
          <w:rFonts w:eastAsia="Times New Roman" w:cs="Times New Roman"/>
          <w:b/>
          <w:u w:val="single"/>
          <w:lang w:eastAsia="cs-CZ"/>
        </w:rPr>
        <w:t xml:space="preserve"> </w:t>
      </w:r>
    </w:p>
    <w:p w14:paraId="0AF6A3D1" w14:textId="0123E57A"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2F74A30" w14:textId="77777777"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77777777"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7213E9E"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bookmarkStart w:id="2" w:name="_GoBack"/>
      <w:bookmarkEnd w:id="2"/>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21BF5022" w:rsidR="00C94497" w:rsidRDefault="00C94497" w:rsidP="00C94497">
      <w:pPr>
        <w:spacing w:after="0" w:line="240" w:lineRule="auto"/>
        <w:rPr>
          <w:rFonts w:eastAsia="Times New Roman" w:cs="Times New Roman"/>
          <w:b/>
          <w:bCs/>
          <w:lang w:eastAsia="cs-CZ"/>
        </w:rPr>
      </w:pPr>
    </w:p>
    <w:p w14:paraId="4371F7B3" w14:textId="77777777" w:rsidR="00DA1A3C" w:rsidRDefault="00DA1A3C"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4181B24F" w14:textId="2D22EB4D"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proofErr w:type="gramStart"/>
      <w:r w:rsidR="00423F15" w:rsidRPr="00833899">
        <w:t xml:space="preserve">  </w:t>
      </w:r>
      <w:r w:rsidR="00423F15" w:rsidRPr="001A6F12">
        <w:rPr>
          <w:rFonts w:eastAsia="Times New Roman" w:cs="Calibri"/>
          <w:lang w:eastAsia="cs-CZ"/>
        </w:rPr>
        <w:t xml:space="preserve"> </w:t>
      </w:r>
      <w:r w:rsidRPr="001A6F12">
        <w:rPr>
          <w:rFonts w:eastAsia="Times New Roman" w:cs="Calibri"/>
          <w:b/>
          <w:bCs/>
          <w:highlight w:val="yellow"/>
          <w:lang w:eastAsia="cs-CZ"/>
        </w:rPr>
        <w:t>[</w:t>
      </w:r>
      <w:proofErr w:type="gramEnd"/>
      <w:r w:rsidRPr="001A6F12">
        <w:rPr>
          <w:rFonts w:eastAsia="Times New Roman" w:cs="Calibri"/>
          <w:b/>
          <w:bCs/>
          <w:highlight w:val="yellow"/>
          <w:lang w:eastAsia="cs-CZ"/>
        </w:rPr>
        <w:t>DOPLNÍ DODAVATEL]</w:t>
      </w:r>
    </w:p>
    <w:p w14:paraId="27A24D0E"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1872C91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069910E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392A6BCC"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B7650F2"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50C139A"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B58E3EB"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4C2C9AA4" w14:textId="77777777" w:rsidR="00F749FC" w:rsidRDefault="00F749FC" w:rsidP="00165FDC">
      <w:pPr>
        <w:jc w:val="both"/>
        <w:rPr>
          <w:rFonts w:eastAsia="Times New Roman" w:cs="Arial"/>
          <w:lang w:eastAsia="cs-CZ"/>
        </w:rPr>
      </w:pPr>
    </w:p>
    <w:p w14:paraId="6635718C" w14:textId="3B057F47" w:rsidR="001A6F12" w:rsidRPr="00165FDC" w:rsidRDefault="001A6F12" w:rsidP="00165FDC">
      <w:pPr>
        <w:jc w:val="both"/>
        <w:rPr>
          <w:rFonts w:ascii="Verdana" w:hAnsi="Verdana"/>
        </w:rPr>
      </w:pPr>
      <w:r w:rsidRPr="001A6F12">
        <w:rPr>
          <w:rFonts w:eastAsia="Times New Roman" w:cs="Arial"/>
          <w:lang w:eastAsia="cs-CZ"/>
        </w:rPr>
        <w:t xml:space="preserve">Řádně </w:t>
      </w:r>
      <w:r w:rsidRPr="00AF42F1">
        <w:rPr>
          <w:rFonts w:eastAsia="Times New Roman" w:cs="Arial"/>
          <w:lang w:eastAsia="cs-CZ"/>
        </w:rPr>
        <w:t xml:space="preserve">jsme se seznámili se zněním zadávacích podmínek veřejné zakázky s názvem </w:t>
      </w:r>
      <w:r w:rsidR="0093696A">
        <w:rPr>
          <w:rFonts w:eastAsia="Times New Roman" w:cs="Arial"/>
          <w:lang w:eastAsia="cs-CZ"/>
        </w:rPr>
        <w:t>„</w:t>
      </w:r>
      <w:r w:rsidR="0093696A" w:rsidRPr="0093696A">
        <w:rPr>
          <w:rFonts w:eastAsia="Times New Roman" w:cs="Arial"/>
          <w:lang w:eastAsia="cs-CZ"/>
        </w:rPr>
        <w:t>Rekonstrukce ŽST Brno – Královo Pole</w:t>
      </w:r>
      <w:r w:rsidR="0093696A">
        <w:rPr>
          <w:rFonts w:eastAsia="Times New Roman" w:cs="Arial"/>
          <w:lang w:eastAsia="cs-CZ"/>
        </w:rPr>
        <w:t>“</w:t>
      </w:r>
      <w:r w:rsidRPr="00AF42F1">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AF42F1">
        <w:rPr>
          <w:rFonts w:ascii="Verdana" w:hAnsi="Verdana"/>
        </w:rPr>
        <w:t>zakázky a nabízíme provedení a dokončení předmětu plnění veřejné zakázky v souladu se zadávací dokumentací, zadávacími podmínkami a touto nabídkou.</w:t>
      </w:r>
    </w:p>
    <w:p w14:paraId="2B51FE3F" w14:textId="7F6E3E3E"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93696A">
        <w:rPr>
          <w:rFonts w:ascii="Verdana" w:hAnsi="Verdana"/>
        </w:rPr>
        <w:t>„</w:t>
      </w:r>
      <w:r w:rsidR="0093696A" w:rsidRPr="0093696A">
        <w:rPr>
          <w:rFonts w:ascii="Verdana" w:hAnsi="Verdana"/>
        </w:rPr>
        <w:t>Rekonstrukce ŽST Brno – Královo Pole</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0393906E"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4F1881C2" w14:textId="77777777"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w:t>
      </w:r>
      <w:proofErr w:type="gramStart"/>
      <w:r w:rsidR="00423F15" w:rsidRPr="007F769F">
        <w:rPr>
          <w:rFonts w:eastAsia="Calibri" w:cs="Times New Roman"/>
        </w:rPr>
        <w:t>4b</w:t>
      </w:r>
      <w:proofErr w:type="gramEnd"/>
      <w:r w:rsidR="00423F15" w:rsidRPr="007F769F">
        <w:rPr>
          <w:rFonts w:eastAsia="Calibri" w:cs="Times New Roman"/>
        </w:rPr>
        <w:t xml:space="preserve">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253D1E6D" w14:textId="77777777"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4C4EF13" w14:textId="77777777" w:rsidR="001A6F12" w:rsidRPr="001A6F12" w:rsidRDefault="001A6F12" w:rsidP="001A6F12">
      <w:pPr>
        <w:spacing w:after="120" w:line="240" w:lineRule="auto"/>
        <w:ind w:left="283" w:firstLine="567"/>
        <w:rPr>
          <w:rFonts w:eastAsia="Times New Roman" w:cs="Calibri"/>
          <w:lang w:eastAsia="cs-CZ"/>
        </w:rPr>
      </w:pPr>
    </w:p>
    <w:p w14:paraId="02147D9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52C393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72249C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975BEFA"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CE2D536"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C9BB5E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C9DCD88" w14:textId="77777777" w:rsidR="001A6F12" w:rsidRPr="001A6F12" w:rsidRDefault="001A6F12" w:rsidP="001A6F12">
            <w:pPr>
              <w:spacing w:after="0" w:line="240" w:lineRule="auto"/>
              <w:ind w:firstLine="567"/>
              <w:rPr>
                <w:rFonts w:eastAsia="Times New Roman" w:cs="Calibri"/>
                <w:lang w:eastAsia="cs-CZ"/>
              </w:rPr>
            </w:pPr>
          </w:p>
        </w:tc>
      </w:tr>
    </w:tbl>
    <w:p w14:paraId="251A6DBB" w14:textId="77777777" w:rsidR="001A6F12" w:rsidRPr="001A6F12" w:rsidRDefault="001A6F12" w:rsidP="001A6F12">
      <w:pPr>
        <w:spacing w:after="0" w:line="240" w:lineRule="auto"/>
        <w:jc w:val="center"/>
        <w:rPr>
          <w:rFonts w:eastAsia="Times New Roman" w:cs="Calibri"/>
          <w:b/>
          <w:bCs/>
          <w:caps/>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708CF24C"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6A384D82" w14:textId="77777777" w:rsidR="001A6F12" w:rsidRPr="001A6F12" w:rsidRDefault="001A6F12" w:rsidP="001A6F12">
      <w:pPr>
        <w:spacing w:after="0" w:line="240" w:lineRule="auto"/>
        <w:jc w:val="both"/>
        <w:rPr>
          <w:rFonts w:eastAsia="Times New Roman" w:cs="Calibri"/>
          <w:lang w:eastAsia="cs-CZ"/>
        </w:rPr>
      </w:pPr>
    </w:p>
    <w:p w14:paraId="0D0276D4"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0A63783E" w14:textId="77777777" w:rsidTr="00AE6951">
        <w:trPr>
          <w:trHeight w:hRule="exact" w:val="567"/>
        </w:trPr>
        <w:tc>
          <w:tcPr>
            <w:tcW w:w="2268" w:type="dxa"/>
            <w:shd w:val="pct5" w:color="auto" w:fill="FFFFFF"/>
            <w:vAlign w:val="center"/>
          </w:tcPr>
          <w:p w14:paraId="32956D7F"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299669BE" w14:textId="77777777" w:rsidR="001A6F12" w:rsidRPr="001A6F12" w:rsidRDefault="001A6F12" w:rsidP="001A6F12">
            <w:pPr>
              <w:spacing w:after="0" w:line="240" w:lineRule="auto"/>
              <w:rPr>
                <w:rFonts w:eastAsia="Times New Roman" w:cs="Calibri"/>
                <w:lang w:eastAsia="cs-CZ"/>
              </w:rPr>
            </w:pPr>
          </w:p>
        </w:tc>
      </w:tr>
      <w:tr w:rsidR="001A6F12" w:rsidRPr="001A6F12" w14:paraId="7767CBED" w14:textId="77777777" w:rsidTr="00AE6951">
        <w:trPr>
          <w:trHeight w:hRule="exact" w:val="567"/>
        </w:trPr>
        <w:tc>
          <w:tcPr>
            <w:tcW w:w="2268" w:type="dxa"/>
            <w:shd w:val="pct5" w:color="auto" w:fill="FFFFFF"/>
            <w:vAlign w:val="center"/>
          </w:tcPr>
          <w:p w14:paraId="25088A50"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53AEE3D9" w14:textId="77777777" w:rsidR="001A6F12" w:rsidRPr="001A6F12" w:rsidRDefault="001A6F12" w:rsidP="001A6F12">
            <w:pPr>
              <w:spacing w:after="0" w:line="240" w:lineRule="auto"/>
              <w:rPr>
                <w:rFonts w:eastAsia="Times New Roman" w:cs="Calibri"/>
                <w:lang w:eastAsia="cs-CZ"/>
              </w:rPr>
            </w:pPr>
          </w:p>
        </w:tc>
      </w:tr>
    </w:tbl>
    <w:p w14:paraId="640749F7" w14:textId="77777777" w:rsidR="001A6F12" w:rsidRPr="001A6F12" w:rsidRDefault="001A6F12" w:rsidP="001A6F12">
      <w:pPr>
        <w:spacing w:after="0" w:line="240" w:lineRule="auto"/>
        <w:rPr>
          <w:rFonts w:eastAsia="Times New Roman" w:cs="Calibri"/>
          <w:lang w:eastAsia="cs-CZ"/>
        </w:rPr>
      </w:pPr>
    </w:p>
    <w:p w14:paraId="06AD8723" w14:textId="77777777" w:rsidR="00B23E9E" w:rsidRDefault="00B23E9E">
      <w:r>
        <w:br w:type="page"/>
      </w: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738BAEB3" w14:textId="77777777" w:rsidR="00336330" w:rsidRPr="00156A0A" w:rsidRDefault="00302042" w:rsidP="00336330">
      <w:pPr>
        <w:spacing w:line="240" w:lineRule="auto"/>
        <w:ind w:firstLine="567"/>
        <w:jc w:val="center"/>
        <w:rPr>
          <w:rFonts w:eastAsia="Times New Roman" w:cs="Calibri"/>
          <w:b/>
          <w:bCs/>
          <w:lang w:eastAsia="cs-CZ"/>
        </w:rPr>
      </w:pPr>
      <w:r>
        <w:rPr>
          <w:rFonts w:eastAsia="Times New Roman" w:cs="Calibri"/>
          <w:b/>
          <w:bCs/>
          <w:lang w:eastAsia="cs-CZ"/>
        </w:rPr>
        <w:br w:type="page"/>
      </w:r>
      <w:r w:rsidR="00336330" w:rsidRPr="00156A0A">
        <w:rPr>
          <w:rFonts w:eastAsia="Times New Roman" w:cs="Calibri"/>
          <w:b/>
          <w:bCs/>
          <w:lang w:eastAsia="cs-CZ"/>
        </w:rPr>
        <w:lastRenderedPageBreak/>
        <w:t xml:space="preserve">Příloha č. </w:t>
      </w:r>
      <w:r w:rsidR="00336330">
        <w:rPr>
          <w:rFonts w:eastAsia="Times New Roman" w:cs="Calibri"/>
          <w:b/>
          <w:bCs/>
          <w:lang w:eastAsia="cs-CZ"/>
        </w:rPr>
        <w:t>5</w:t>
      </w:r>
    </w:p>
    <w:p w14:paraId="50BA0E8D" w14:textId="77777777" w:rsidR="00336330" w:rsidRPr="00156A0A" w:rsidRDefault="00336330" w:rsidP="00336330">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14:paraId="0CCD0514" w14:textId="77777777" w:rsidR="00336330" w:rsidRPr="00964860" w:rsidRDefault="00336330" w:rsidP="00336330">
      <w:pPr>
        <w:pStyle w:val="Textbezslovn"/>
        <w:ind w:left="0"/>
        <w:rPr>
          <w:b/>
        </w:rPr>
      </w:pPr>
      <w:r w:rsidRPr="00964860">
        <w:rPr>
          <w:b/>
        </w:rPr>
        <w:t>Čestné prohlášení</w:t>
      </w:r>
    </w:p>
    <w:p w14:paraId="3048792E" w14:textId="77777777" w:rsidR="00336330" w:rsidRPr="00833899" w:rsidRDefault="00336330" w:rsidP="00336330">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75D93EE" w14:textId="77777777" w:rsidR="00336330" w:rsidRPr="00833899" w:rsidRDefault="00336330" w:rsidP="00336330">
      <w:pPr>
        <w:pStyle w:val="Textbezslovn"/>
        <w:ind w:left="0"/>
      </w:pPr>
      <w:r w:rsidRPr="00833899">
        <w:t>se sídlem [</w:t>
      </w:r>
      <w:r w:rsidRPr="00833899">
        <w:rPr>
          <w:highlight w:val="yellow"/>
        </w:rPr>
        <w:t>DOPLNÍ DODAVATEL</w:t>
      </w:r>
      <w:r w:rsidRPr="00833899">
        <w:t>]</w:t>
      </w:r>
    </w:p>
    <w:p w14:paraId="0C00F079" w14:textId="77777777" w:rsidR="00336330" w:rsidRPr="00833899" w:rsidRDefault="00336330" w:rsidP="00336330">
      <w:pPr>
        <w:pStyle w:val="Textbezslovn"/>
        <w:ind w:left="0"/>
      </w:pPr>
      <w:r w:rsidRPr="00833899">
        <w:t>IČO: [</w:t>
      </w:r>
      <w:r w:rsidRPr="00833899">
        <w:rPr>
          <w:highlight w:val="yellow"/>
        </w:rPr>
        <w:t>DOPLNÍ DODAVATEL</w:t>
      </w:r>
      <w:r w:rsidRPr="00833899">
        <w:t>]</w:t>
      </w:r>
    </w:p>
    <w:p w14:paraId="1B1611B9" w14:textId="77777777" w:rsidR="00336330" w:rsidRPr="00833899" w:rsidRDefault="00336330" w:rsidP="00336330">
      <w:pPr>
        <w:pStyle w:val="Textbezslovn"/>
        <w:ind w:left="0"/>
      </w:pPr>
      <w:r w:rsidRPr="00833899">
        <w:t>společnost zapsaná v obchodním rejstříku vedeném [</w:t>
      </w:r>
      <w:r w:rsidRPr="00833899">
        <w:rPr>
          <w:highlight w:val="yellow"/>
        </w:rPr>
        <w:t>DOPLNÍ DODAVATEL</w:t>
      </w:r>
      <w:r w:rsidRPr="00833899">
        <w:t>],</w:t>
      </w:r>
    </w:p>
    <w:p w14:paraId="38B2AFCA" w14:textId="77777777" w:rsidR="00336330" w:rsidRPr="00833899" w:rsidRDefault="00336330" w:rsidP="00336330">
      <w:pPr>
        <w:pStyle w:val="Textbezslovn"/>
        <w:ind w:left="0"/>
      </w:pPr>
      <w:r w:rsidRPr="00833899">
        <w:t>spisová značka [</w:t>
      </w:r>
      <w:r w:rsidRPr="00833899">
        <w:rPr>
          <w:highlight w:val="yellow"/>
        </w:rPr>
        <w:t>DOPLNÍ DODAVATEL</w:t>
      </w:r>
      <w:r w:rsidRPr="00833899">
        <w:t>]</w:t>
      </w:r>
    </w:p>
    <w:p w14:paraId="3A0E9A18" w14:textId="77777777" w:rsidR="00336330" w:rsidRPr="00833899" w:rsidRDefault="00336330" w:rsidP="00336330">
      <w:pPr>
        <w:pStyle w:val="Textbezslovn"/>
        <w:ind w:left="0"/>
      </w:pPr>
      <w:r w:rsidRPr="00833899">
        <w:t>zastoupená [</w:t>
      </w:r>
      <w:r w:rsidRPr="00833899">
        <w:rPr>
          <w:highlight w:val="yellow"/>
        </w:rPr>
        <w:t>DOPLNÍ DODAVATEL</w:t>
      </w:r>
      <w:r w:rsidRPr="00833899">
        <w:t>]</w:t>
      </w:r>
    </w:p>
    <w:p w14:paraId="5D3A7005" w14:textId="77777777" w:rsidR="00336330" w:rsidRDefault="00336330" w:rsidP="00336330">
      <w:pPr>
        <w:spacing w:after="0" w:line="240" w:lineRule="auto"/>
        <w:jc w:val="both"/>
        <w:rPr>
          <w:rFonts w:eastAsia="Times New Roman" w:cs="Times New Roman"/>
          <w:lang w:eastAsia="cs-CZ"/>
        </w:rPr>
      </w:pPr>
    </w:p>
    <w:p w14:paraId="25E85FD6" w14:textId="77777777" w:rsidR="00336330" w:rsidRDefault="00336330" w:rsidP="00336330">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5EB15D6C" w14:textId="77777777" w:rsidR="00336330" w:rsidRPr="007F769F" w:rsidRDefault="00336330" w:rsidP="00336330">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5559D96A" w14:textId="77777777" w:rsidR="00336330" w:rsidRPr="007F769F" w:rsidRDefault="00336330" w:rsidP="00336330">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F6A7E6" w14:textId="77777777" w:rsidR="00336330" w:rsidRDefault="00336330" w:rsidP="0033633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7B940E13" w14:textId="77777777" w:rsidR="00336330" w:rsidRPr="001A6F12" w:rsidRDefault="00336330" w:rsidP="00336330">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9ECE1EA" w14:textId="77777777" w:rsidR="00336330" w:rsidRPr="001A6F12" w:rsidRDefault="00336330" w:rsidP="00336330">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FA3C752" w14:textId="77777777" w:rsidR="00336330" w:rsidRPr="001A6F12" w:rsidRDefault="00336330" w:rsidP="00336330">
      <w:pPr>
        <w:spacing w:after="0" w:line="240" w:lineRule="auto"/>
        <w:ind w:firstLine="567"/>
        <w:rPr>
          <w:rFonts w:eastAsia="Times New Roman" w:cs="Times New Roman"/>
          <w:lang w:eastAsia="cs-CZ"/>
        </w:rPr>
      </w:pPr>
    </w:p>
    <w:p w14:paraId="19224B44" w14:textId="77777777" w:rsidR="00336330" w:rsidRPr="001A6F12" w:rsidRDefault="00336330" w:rsidP="00336330">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336330" w:rsidRPr="001A6F12" w14:paraId="60464D0A" w14:textId="77777777" w:rsidTr="00C658B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3AE2533" w14:textId="77777777" w:rsidR="00336330" w:rsidRPr="001A6F12" w:rsidRDefault="00336330" w:rsidP="00C658BB">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AD609E4" w14:textId="77777777" w:rsidR="00336330" w:rsidRPr="001A6F12" w:rsidRDefault="00336330" w:rsidP="00C658BB">
            <w:pPr>
              <w:spacing w:after="0" w:line="240" w:lineRule="auto"/>
              <w:ind w:firstLine="567"/>
              <w:rPr>
                <w:rFonts w:eastAsia="Times New Roman" w:cs="Calibri"/>
                <w:lang w:eastAsia="cs-CZ"/>
              </w:rPr>
            </w:pPr>
          </w:p>
        </w:tc>
      </w:tr>
      <w:tr w:rsidR="00336330" w:rsidRPr="001A6F12" w14:paraId="71755D10" w14:textId="77777777" w:rsidTr="00C658B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40650FA" w14:textId="77777777" w:rsidR="00336330" w:rsidRPr="001A6F12" w:rsidRDefault="00336330" w:rsidP="00C658BB">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15D4038" w14:textId="77777777" w:rsidR="00336330" w:rsidRPr="001A6F12" w:rsidRDefault="00336330" w:rsidP="00C658BB">
            <w:pPr>
              <w:spacing w:after="0" w:line="240" w:lineRule="auto"/>
              <w:ind w:firstLine="567"/>
              <w:rPr>
                <w:rFonts w:eastAsia="Times New Roman" w:cs="Calibri"/>
                <w:lang w:eastAsia="cs-CZ"/>
              </w:rPr>
            </w:pPr>
          </w:p>
        </w:tc>
      </w:tr>
    </w:tbl>
    <w:p w14:paraId="3E801BE9" w14:textId="77777777" w:rsidR="00336330" w:rsidRPr="001A6F12" w:rsidRDefault="00336330" w:rsidP="00336330">
      <w:pPr>
        <w:spacing w:after="0" w:line="240" w:lineRule="auto"/>
      </w:pPr>
    </w:p>
    <w:p w14:paraId="53BB8AA4" w14:textId="77777777" w:rsidR="00336330" w:rsidRPr="001A6F12" w:rsidRDefault="00336330" w:rsidP="00336330">
      <w:pPr>
        <w:spacing w:after="0" w:line="240" w:lineRule="auto"/>
      </w:pPr>
    </w:p>
    <w:p w14:paraId="524AF0CE" w14:textId="77777777" w:rsidR="00302042" w:rsidRDefault="00302042">
      <w:pPr>
        <w:rPr>
          <w:rFonts w:eastAsia="Times New Roman" w:cs="Calibri"/>
          <w:b/>
          <w:bCs/>
          <w:lang w:eastAsia="cs-CZ"/>
        </w:rPr>
      </w:pPr>
    </w:p>
    <w:sectPr w:rsidR="00302042"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CB2315" w14:textId="77777777" w:rsidR="00387958" w:rsidRDefault="00387958" w:rsidP="00962258">
      <w:pPr>
        <w:spacing w:after="0" w:line="240" w:lineRule="auto"/>
      </w:pPr>
      <w:r>
        <w:separator/>
      </w:r>
    </w:p>
  </w:endnote>
  <w:endnote w:type="continuationSeparator" w:id="0">
    <w:p w14:paraId="522ED38B" w14:textId="77777777" w:rsidR="00387958" w:rsidRDefault="003879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87958" w14:paraId="5F3EE0CD" w14:textId="77777777" w:rsidTr="00D831A3">
      <w:tc>
        <w:tcPr>
          <w:tcW w:w="1361" w:type="dxa"/>
          <w:tcMar>
            <w:left w:w="0" w:type="dxa"/>
            <w:right w:w="0" w:type="dxa"/>
          </w:tcMar>
          <w:vAlign w:val="bottom"/>
        </w:tcPr>
        <w:p w14:paraId="1E8B1F3B" w14:textId="23B9F9A3" w:rsidR="00387958" w:rsidRPr="00B8518B" w:rsidRDefault="00387958"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19</w:t>
          </w:r>
          <w:r w:rsidRPr="00B8518B">
            <w:rPr>
              <w:rStyle w:val="slostrnky"/>
            </w:rPr>
            <w:fldChar w:fldCharType="end"/>
          </w:r>
        </w:p>
      </w:tc>
      <w:tc>
        <w:tcPr>
          <w:tcW w:w="3458" w:type="dxa"/>
          <w:shd w:val="clear" w:color="auto" w:fill="auto"/>
          <w:tcMar>
            <w:left w:w="0" w:type="dxa"/>
            <w:right w:w="0" w:type="dxa"/>
          </w:tcMar>
        </w:tcPr>
        <w:p w14:paraId="5A39D0AE" w14:textId="77777777" w:rsidR="00387958" w:rsidRDefault="00387958" w:rsidP="00B8518B">
          <w:pPr>
            <w:pStyle w:val="Zpat"/>
          </w:pPr>
        </w:p>
      </w:tc>
      <w:tc>
        <w:tcPr>
          <w:tcW w:w="2835" w:type="dxa"/>
          <w:shd w:val="clear" w:color="auto" w:fill="auto"/>
          <w:tcMar>
            <w:left w:w="0" w:type="dxa"/>
            <w:right w:w="0" w:type="dxa"/>
          </w:tcMar>
        </w:tcPr>
        <w:p w14:paraId="77079087" w14:textId="77777777" w:rsidR="00387958" w:rsidRDefault="00387958" w:rsidP="00B8518B">
          <w:pPr>
            <w:pStyle w:val="Zpat"/>
          </w:pPr>
        </w:p>
      </w:tc>
      <w:tc>
        <w:tcPr>
          <w:tcW w:w="2921" w:type="dxa"/>
        </w:tcPr>
        <w:p w14:paraId="78408BC4" w14:textId="77777777" w:rsidR="00387958" w:rsidRDefault="00387958" w:rsidP="00D831A3">
          <w:pPr>
            <w:pStyle w:val="Zpat"/>
          </w:pPr>
        </w:p>
      </w:tc>
    </w:tr>
  </w:tbl>
  <w:p w14:paraId="0A430965" w14:textId="77777777" w:rsidR="00387958" w:rsidRPr="00B8518B" w:rsidRDefault="00387958"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8BA89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3BF4D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87958" w14:paraId="66078CB0" w14:textId="77777777" w:rsidTr="00F1715C">
      <w:tc>
        <w:tcPr>
          <w:tcW w:w="1361" w:type="dxa"/>
          <w:tcMar>
            <w:left w:w="0" w:type="dxa"/>
            <w:right w:w="0" w:type="dxa"/>
          </w:tcMar>
          <w:vAlign w:val="bottom"/>
        </w:tcPr>
        <w:p w14:paraId="4D8F1687" w14:textId="0D17890D" w:rsidR="00387958" w:rsidRPr="00B8518B" w:rsidRDefault="0038795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19</w:t>
          </w:r>
          <w:r w:rsidRPr="00B8518B">
            <w:rPr>
              <w:rStyle w:val="slostrnky"/>
            </w:rPr>
            <w:fldChar w:fldCharType="end"/>
          </w:r>
        </w:p>
      </w:tc>
      <w:tc>
        <w:tcPr>
          <w:tcW w:w="3458" w:type="dxa"/>
          <w:shd w:val="clear" w:color="auto" w:fill="auto"/>
          <w:tcMar>
            <w:left w:w="0" w:type="dxa"/>
            <w:right w:w="0" w:type="dxa"/>
          </w:tcMar>
        </w:tcPr>
        <w:p w14:paraId="056008D8" w14:textId="77777777" w:rsidR="00387958" w:rsidRDefault="00387958">
          <w:pPr>
            <w:pStyle w:val="Zpat"/>
          </w:pPr>
          <w:r>
            <w:t>Správa železnic, státní organizace</w:t>
          </w:r>
        </w:p>
        <w:p w14:paraId="50400B1A" w14:textId="77777777" w:rsidR="00387958" w:rsidRDefault="00387958">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387958" w:rsidRDefault="00387958">
          <w:pPr>
            <w:pStyle w:val="Zpat"/>
          </w:pPr>
          <w:r>
            <w:t>Sídlo: Dlážděná 1003/7, 110 00</w:t>
          </w:r>
          <w:r>
            <w:t> </w:t>
          </w:r>
          <w:r>
            <w:t>Praha 1</w:t>
          </w:r>
        </w:p>
        <w:p w14:paraId="6E222ED7" w14:textId="77777777" w:rsidR="00387958" w:rsidRDefault="00387958">
          <w:pPr>
            <w:pStyle w:val="Zpat"/>
          </w:pPr>
          <w:r>
            <w:t>IČO: 709 94 234 DIČ: CZ 709 94 234</w:t>
          </w:r>
        </w:p>
        <w:p w14:paraId="306BEBC3" w14:textId="77777777" w:rsidR="00387958" w:rsidRDefault="00387958">
          <w:pPr>
            <w:pStyle w:val="Zpat"/>
          </w:pPr>
          <w:r>
            <w:t>www.spravazeleznic.cz</w:t>
          </w:r>
        </w:p>
      </w:tc>
      <w:tc>
        <w:tcPr>
          <w:tcW w:w="2921" w:type="dxa"/>
        </w:tcPr>
        <w:p w14:paraId="374062D8" w14:textId="77777777" w:rsidR="00387958" w:rsidRDefault="00387958">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387958" w:rsidRDefault="00387958">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387958" w:rsidRDefault="00387958">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387958" w:rsidRDefault="00387958">
          <w:pPr>
            <w:pStyle w:val="Zpat"/>
          </w:pPr>
        </w:p>
      </w:tc>
    </w:tr>
  </w:tbl>
  <w:p w14:paraId="4AAD3B9D" w14:textId="77777777" w:rsidR="00387958" w:rsidRPr="00B8518B" w:rsidRDefault="00387958"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408F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AE580F"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387958" w:rsidRPr="00460660" w:rsidRDefault="0038795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6F487" w14:textId="77777777" w:rsidR="00387958" w:rsidRDefault="00387958" w:rsidP="00962258">
      <w:pPr>
        <w:spacing w:after="0" w:line="240" w:lineRule="auto"/>
      </w:pPr>
      <w:r>
        <w:separator/>
      </w:r>
    </w:p>
  </w:footnote>
  <w:footnote w:type="continuationSeparator" w:id="0">
    <w:p w14:paraId="382B2FCB" w14:textId="77777777" w:rsidR="00387958" w:rsidRDefault="00387958" w:rsidP="00962258">
      <w:pPr>
        <w:spacing w:after="0" w:line="240" w:lineRule="auto"/>
      </w:pPr>
      <w:r>
        <w:continuationSeparator/>
      </w:r>
    </w:p>
  </w:footnote>
  <w:footnote w:id="1">
    <w:p w14:paraId="1D462085" w14:textId="77777777" w:rsidR="00387958" w:rsidRPr="00EB54C9" w:rsidRDefault="00387958"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65A61B7" w14:textId="77777777" w:rsidR="00387958" w:rsidRDefault="00387958"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74636352" w14:textId="77777777" w:rsidR="00387958" w:rsidRPr="00DF557C" w:rsidRDefault="00387958"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23E649AF" w14:textId="77777777" w:rsidR="00387958" w:rsidRDefault="00387958"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CC29CFA" w14:textId="77777777" w:rsidR="00387958" w:rsidRDefault="00387958" w:rsidP="0033633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310D1623" w14:textId="77777777" w:rsidR="00387958" w:rsidRPr="00545EB9" w:rsidRDefault="00387958" w:rsidP="00336330">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5E170518" w14:textId="77777777" w:rsidR="00387958" w:rsidRPr="00EB54C9" w:rsidRDefault="00387958" w:rsidP="00336330">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87958" w14:paraId="5CC8044F" w14:textId="77777777" w:rsidTr="00C02D0A">
      <w:trPr>
        <w:trHeight w:hRule="exact" w:val="454"/>
      </w:trPr>
      <w:tc>
        <w:tcPr>
          <w:tcW w:w="1361" w:type="dxa"/>
          <w:tcMar>
            <w:top w:w="57" w:type="dxa"/>
            <w:left w:w="0" w:type="dxa"/>
            <w:right w:w="0" w:type="dxa"/>
          </w:tcMar>
        </w:tcPr>
        <w:p w14:paraId="48727334" w14:textId="77777777" w:rsidR="00387958" w:rsidRPr="00B8518B" w:rsidRDefault="00387958" w:rsidP="00523EA7">
          <w:pPr>
            <w:pStyle w:val="Zpat"/>
            <w:rPr>
              <w:rStyle w:val="slostrnky"/>
            </w:rPr>
          </w:pPr>
        </w:p>
      </w:tc>
      <w:tc>
        <w:tcPr>
          <w:tcW w:w="3458" w:type="dxa"/>
          <w:shd w:val="clear" w:color="auto" w:fill="auto"/>
          <w:tcMar>
            <w:top w:w="57" w:type="dxa"/>
            <w:left w:w="0" w:type="dxa"/>
            <w:right w:w="0" w:type="dxa"/>
          </w:tcMar>
        </w:tcPr>
        <w:p w14:paraId="69BA6E0D" w14:textId="77777777" w:rsidR="00387958" w:rsidRDefault="00387958" w:rsidP="00523EA7">
          <w:pPr>
            <w:pStyle w:val="Zpat"/>
          </w:pPr>
        </w:p>
      </w:tc>
      <w:tc>
        <w:tcPr>
          <w:tcW w:w="5698" w:type="dxa"/>
          <w:shd w:val="clear" w:color="auto" w:fill="auto"/>
          <w:tcMar>
            <w:top w:w="57" w:type="dxa"/>
            <w:left w:w="0" w:type="dxa"/>
            <w:right w:w="0" w:type="dxa"/>
          </w:tcMar>
        </w:tcPr>
        <w:p w14:paraId="301CD299" w14:textId="77777777" w:rsidR="00387958" w:rsidRPr="00D6163D" w:rsidRDefault="00387958" w:rsidP="00D6163D">
          <w:pPr>
            <w:pStyle w:val="Druhdokumentu"/>
          </w:pPr>
        </w:p>
      </w:tc>
    </w:tr>
  </w:tbl>
  <w:p w14:paraId="005A248B" w14:textId="77777777" w:rsidR="00387958" w:rsidRPr="00D6163D" w:rsidRDefault="003879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87958" w14:paraId="24B18841" w14:textId="77777777" w:rsidTr="00F1715C">
      <w:trPr>
        <w:trHeight w:hRule="exact" w:val="936"/>
      </w:trPr>
      <w:tc>
        <w:tcPr>
          <w:tcW w:w="1361" w:type="dxa"/>
          <w:tcMar>
            <w:left w:w="0" w:type="dxa"/>
            <w:right w:w="0" w:type="dxa"/>
          </w:tcMar>
        </w:tcPr>
        <w:p w14:paraId="57B14402" w14:textId="77777777" w:rsidR="00387958" w:rsidRPr="00B8518B" w:rsidRDefault="00387958"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5BB5D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387958" w:rsidRDefault="00387958" w:rsidP="00FC6389">
          <w:pPr>
            <w:pStyle w:val="Zpat"/>
          </w:pPr>
        </w:p>
      </w:tc>
      <w:tc>
        <w:tcPr>
          <w:tcW w:w="5698" w:type="dxa"/>
          <w:shd w:val="clear" w:color="auto" w:fill="auto"/>
          <w:tcMar>
            <w:left w:w="0" w:type="dxa"/>
            <w:right w:w="0" w:type="dxa"/>
          </w:tcMar>
        </w:tcPr>
        <w:p w14:paraId="5BFD6FA9" w14:textId="77777777" w:rsidR="00387958" w:rsidRPr="00D6163D" w:rsidRDefault="00387958" w:rsidP="00FC6389">
          <w:pPr>
            <w:pStyle w:val="Druhdokumentu"/>
          </w:pPr>
        </w:p>
      </w:tc>
    </w:tr>
    <w:tr w:rsidR="00387958" w14:paraId="0A90282B" w14:textId="77777777" w:rsidTr="00F64786">
      <w:trPr>
        <w:trHeight w:hRule="exact" w:val="452"/>
      </w:trPr>
      <w:tc>
        <w:tcPr>
          <w:tcW w:w="1361" w:type="dxa"/>
          <w:tcMar>
            <w:left w:w="0" w:type="dxa"/>
            <w:right w:w="0" w:type="dxa"/>
          </w:tcMar>
        </w:tcPr>
        <w:p w14:paraId="49C4E1A1" w14:textId="77777777" w:rsidR="00387958" w:rsidRPr="00B8518B" w:rsidRDefault="00387958" w:rsidP="00FC6389">
          <w:pPr>
            <w:pStyle w:val="Zpat"/>
            <w:rPr>
              <w:rStyle w:val="slostrnky"/>
            </w:rPr>
          </w:pPr>
        </w:p>
      </w:tc>
      <w:tc>
        <w:tcPr>
          <w:tcW w:w="3458" w:type="dxa"/>
          <w:shd w:val="clear" w:color="auto" w:fill="auto"/>
          <w:tcMar>
            <w:left w:w="0" w:type="dxa"/>
            <w:right w:w="0" w:type="dxa"/>
          </w:tcMar>
        </w:tcPr>
        <w:p w14:paraId="2110CA49" w14:textId="77777777" w:rsidR="00387958" w:rsidRDefault="00387958" w:rsidP="00FC6389">
          <w:pPr>
            <w:pStyle w:val="Zpat"/>
          </w:pPr>
        </w:p>
      </w:tc>
      <w:tc>
        <w:tcPr>
          <w:tcW w:w="5698" w:type="dxa"/>
          <w:shd w:val="clear" w:color="auto" w:fill="auto"/>
          <w:tcMar>
            <w:left w:w="0" w:type="dxa"/>
            <w:right w:w="0" w:type="dxa"/>
          </w:tcMar>
        </w:tcPr>
        <w:p w14:paraId="1C2D2278" w14:textId="77777777" w:rsidR="00387958" w:rsidRDefault="00387958" w:rsidP="00FC6389">
          <w:pPr>
            <w:pStyle w:val="Druhdokumentu"/>
            <w:rPr>
              <w:noProof/>
            </w:rPr>
          </w:pPr>
        </w:p>
      </w:tc>
    </w:tr>
  </w:tbl>
  <w:p w14:paraId="5761B38A" w14:textId="77777777" w:rsidR="00387958" w:rsidRPr="00D6163D" w:rsidRDefault="00387958"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7E716"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387958" w:rsidRPr="00460660" w:rsidRDefault="0038795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20"/>
  </w:num>
  <w:num w:numId="5">
    <w:abstractNumId w:val="0"/>
  </w:num>
  <w:num w:numId="6">
    <w:abstractNumId w:val="16"/>
  </w:num>
  <w:num w:numId="7">
    <w:abstractNumId w:val="12"/>
  </w:num>
  <w:num w:numId="8">
    <w:abstractNumId w:val="19"/>
  </w:num>
  <w:num w:numId="9">
    <w:abstractNumId w:val="21"/>
  </w:num>
  <w:num w:numId="10">
    <w:abstractNumId w:val="13"/>
  </w:num>
  <w:num w:numId="11">
    <w:abstractNumId w:val="15"/>
  </w:num>
  <w:num w:numId="12">
    <w:abstractNumId w:val="10"/>
  </w:num>
  <w:num w:numId="13">
    <w:abstractNumId w:val="3"/>
  </w:num>
  <w:num w:numId="14">
    <w:abstractNumId w:val="5"/>
  </w:num>
  <w:num w:numId="15">
    <w:abstractNumId w:val="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8"/>
  </w:num>
  <w:num w:numId="20">
    <w:abstractNumId w:val="8"/>
  </w:num>
  <w:num w:numId="21">
    <w:abstractNumId w:val="14"/>
  </w:num>
  <w:num w:numId="2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46D14"/>
    <w:rsid w:val="0005245F"/>
    <w:rsid w:val="000715D2"/>
    <w:rsid w:val="00072C1E"/>
    <w:rsid w:val="000A1D47"/>
    <w:rsid w:val="000B6C7E"/>
    <w:rsid w:val="000B7907"/>
    <w:rsid w:val="000C0429"/>
    <w:rsid w:val="000C45E8"/>
    <w:rsid w:val="00114472"/>
    <w:rsid w:val="00141263"/>
    <w:rsid w:val="00147B3C"/>
    <w:rsid w:val="00153310"/>
    <w:rsid w:val="00163B45"/>
    <w:rsid w:val="00165FDC"/>
    <w:rsid w:val="00170EC5"/>
    <w:rsid w:val="001747C1"/>
    <w:rsid w:val="0018596A"/>
    <w:rsid w:val="001A2EB4"/>
    <w:rsid w:val="001A6F12"/>
    <w:rsid w:val="001B69C2"/>
    <w:rsid w:val="001C246B"/>
    <w:rsid w:val="001C4DA0"/>
    <w:rsid w:val="001D0E62"/>
    <w:rsid w:val="001E363E"/>
    <w:rsid w:val="00207DF5"/>
    <w:rsid w:val="0023739A"/>
    <w:rsid w:val="002422D7"/>
    <w:rsid w:val="00267369"/>
    <w:rsid w:val="0026785D"/>
    <w:rsid w:val="00286879"/>
    <w:rsid w:val="002C31BF"/>
    <w:rsid w:val="002D3748"/>
    <w:rsid w:val="002E0CD7"/>
    <w:rsid w:val="002F026B"/>
    <w:rsid w:val="002F44A6"/>
    <w:rsid w:val="00302042"/>
    <w:rsid w:val="003068E2"/>
    <w:rsid w:val="003219B5"/>
    <w:rsid w:val="00336330"/>
    <w:rsid w:val="00357BC6"/>
    <w:rsid w:val="0037111D"/>
    <w:rsid w:val="00387958"/>
    <w:rsid w:val="003956C6"/>
    <w:rsid w:val="00397C2A"/>
    <w:rsid w:val="003E44E8"/>
    <w:rsid w:val="003E6B9A"/>
    <w:rsid w:val="003E75CE"/>
    <w:rsid w:val="00411D79"/>
    <w:rsid w:val="004138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D192B"/>
    <w:rsid w:val="004F4B9B"/>
    <w:rsid w:val="00501654"/>
    <w:rsid w:val="00511AB9"/>
    <w:rsid w:val="00523EA7"/>
    <w:rsid w:val="00542527"/>
    <w:rsid w:val="00546053"/>
    <w:rsid w:val="00551D1F"/>
    <w:rsid w:val="00553375"/>
    <w:rsid w:val="005658A6"/>
    <w:rsid w:val="005720E7"/>
    <w:rsid w:val="005722BB"/>
    <w:rsid w:val="005736B7"/>
    <w:rsid w:val="00575E5A"/>
    <w:rsid w:val="00584E2A"/>
    <w:rsid w:val="00596C7E"/>
    <w:rsid w:val="005A64E9"/>
    <w:rsid w:val="005B5EE9"/>
    <w:rsid w:val="00601D62"/>
    <w:rsid w:val="006104F6"/>
    <w:rsid w:val="0061068E"/>
    <w:rsid w:val="00614B91"/>
    <w:rsid w:val="00660AD3"/>
    <w:rsid w:val="006655C7"/>
    <w:rsid w:val="006A5570"/>
    <w:rsid w:val="006A689C"/>
    <w:rsid w:val="006B3D79"/>
    <w:rsid w:val="006D53F8"/>
    <w:rsid w:val="006E0578"/>
    <w:rsid w:val="006E314D"/>
    <w:rsid w:val="006E7F06"/>
    <w:rsid w:val="006F7E3A"/>
    <w:rsid w:val="00710723"/>
    <w:rsid w:val="00720758"/>
    <w:rsid w:val="00723ED1"/>
    <w:rsid w:val="0073103A"/>
    <w:rsid w:val="00735ED4"/>
    <w:rsid w:val="00743525"/>
    <w:rsid w:val="007531A0"/>
    <w:rsid w:val="00753A9E"/>
    <w:rsid w:val="0076286B"/>
    <w:rsid w:val="00764595"/>
    <w:rsid w:val="00766846"/>
    <w:rsid w:val="0077673A"/>
    <w:rsid w:val="00777C99"/>
    <w:rsid w:val="007846E1"/>
    <w:rsid w:val="007A2402"/>
    <w:rsid w:val="007A566E"/>
    <w:rsid w:val="007B570C"/>
    <w:rsid w:val="007E48E2"/>
    <w:rsid w:val="007E4A6E"/>
    <w:rsid w:val="007F56A7"/>
    <w:rsid w:val="00807DD0"/>
    <w:rsid w:val="00813F11"/>
    <w:rsid w:val="00814E27"/>
    <w:rsid w:val="00866032"/>
    <w:rsid w:val="00891334"/>
    <w:rsid w:val="008A2376"/>
    <w:rsid w:val="008A3568"/>
    <w:rsid w:val="008C6D95"/>
    <w:rsid w:val="008D03B9"/>
    <w:rsid w:val="008F18D6"/>
    <w:rsid w:val="00904780"/>
    <w:rsid w:val="009113A8"/>
    <w:rsid w:val="00922385"/>
    <w:rsid w:val="009223DF"/>
    <w:rsid w:val="009238C9"/>
    <w:rsid w:val="00935DD9"/>
    <w:rsid w:val="00936091"/>
    <w:rsid w:val="0093696A"/>
    <w:rsid w:val="00940D8A"/>
    <w:rsid w:val="00941DFD"/>
    <w:rsid w:val="00962258"/>
    <w:rsid w:val="00966B09"/>
    <w:rsid w:val="009678B7"/>
    <w:rsid w:val="00982411"/>
    <w:rsid w:val="00982E5E"/>
    <w:rsid w:val="0098640A"/>
    <w:rsid w:val="00992D9C"/>
    <w:rsid w:val="00996CB8"/>
    <w:rsid w:val="009A7568"/>
    <w:rsid w:val="009B2E97"/>
    <w:rsid w:val="009B72CC"/>
    <w:rsid w:val="009E07F4"/>
    <w:rsid w:val="009F392E"/>
    <w:rsid w:val="00A20EDF"/>
    <w:rsid w:val="00A44328"/>
    <w:rsid w:val="00A453A3"/>
    <w:rsid w:val="00A6177B"/>
    <w:rsid w:val="00A63640"/>
    <w:rsid w:val="00A66136"/>
    <w:rsid w:val="00A74292"/>
    <w:rsid w:val="00AA4CBB"/>
    <w:rsid w:val="00AA65FA"/>
    <w:rsid w:val="00AA7351"/>
    <w:rsid w:val="00AB7DDF"/>
    <w:rsid w:val="00AD056F"/>
    <w:rsid w:val="00AD2773"/>
    <w:rsid w:val="00AD6731"/>
    <w:rsid w:val="00AE1DDE"/>
    <w:rsid w:val="00AE6062"/>
    <w:rsid w:val="00AE6951"/>
    <w:rsid w:val="00AF42F1"/>
    <w:rsid w:val="00B15B5E"/>
    <w:rsid w:val="00B15D0D"/>
    <w:rsid w:val="00B23CA3"/>
    <w:rsid w:val="00B23E9E"/>
    <w:rsid w:val="00B3491A"/>
    <w:rsid w:val="00B45E9E"/>
    <w:rsid w:val="00B463DE"/>
    <w:rsid w:val="00B55F9C"/>
    <w:rsid w:val="00B75EE1"/>
    <w:rsid w:val="00B77481"/>
    <w:rsid w:val="00B841EE"/>
    <w:rsid w:val="00B8518B"/>
    <w:rsid w:val="00BB3740"/>
    <w:rsid w:val="00BD7E91"/>
    <w:rsid w:val="00BE771D"/>
    <w:rsid w:val="00BF1516"/>
    <w:rsid w:val="00BF374D"/>
    <w:rsid w:val="00BF3FBA"/>
    <w:rsid w:val="00C02D0A"/>
    <w:rsid w:val="00C03A6E"/>
    <w:rsid w:val="00C13489"/>
    <w:rsid w:val="00C20982"/>
    <w:rsid w:val="00C21763"/>
    <w:rsid w:val="00C30759"/>
    <w:rsid w:val="00C44F6A"/>
    <w:rsid w:val="00C46699"/>
    <w:rsid w:val="00C658BB"/>
    <w:rsid w:val="00C727E5"/>
    <w:rsid w:val="00C75FCA"/>
    <w:rsid w:val="00C8207D"/>
    <w:rsid w:val="00C94497"/>
    <w:rsid w:val="00C96B84"/>
    <w:rsid w:val="00CB7B5A"/>
    <w:rsid w:val="00CC1E2B"/>
    <w:rsid w:val="00CD1FC4"/>
    <w:rsid w:val="00CE371D"/>
    <w:rsid w:val="00D02A4D"/>
    <w:rsid w:val="00D21061"/>
    <w:rsid w:val="00D316A7"/>
    <w:rsid w:val="00D4108E"/>
    <w:rsid w:val="00D44B3B"/>
    <w:rsid w:val="00D6163D"/>
    <w:rsid w:val="00D63009"/>
    <w:rsid w:val="00D67399"/>
    <w:rsid w:val="00D831A3"/>
    <w:rsid w:val="00D902AD"/>
    <w:rsid w:val="00DA1A3C"/>
    <w:rsid w:val="00DA6FFE"/>
    <w:rsid w:val="00DC3110"/>
    <w:rsid w:val="00DD46F3"/>
    <w:rsid w:val="00DD58A6"/>
    <w:rsid w:val="00DE56F2"/>
    <w:rsid w:val="00DF116D"/>
    <w:rsid w:val="00E141C4"/>
    <w:rsid w:val="00E20B3C"/>
    <w:rsid w:val="00E26114"/>
    <w:rsid w:val="00E30314"/>
    <w:rsid w:val="00E66AFF"/>
    <w:rsid w:val="00E70D8C"/>
    <w:rsid w:val="00E824F1"/>
    <w:rsid w:val="00E94503"/>
    <w:rsid w:val="00EB104F"/>
    <w:rsid w:val="00ED14BD"/>
    <w:rsid w:val="00EF2CEC"/>
    <w:rsid w:val="00F01440"/>
    <w:rsid w:val="00F12DEC"/>
    <w:rsid w:val="00F14433"/>
    <w:rsid w:val="00F1715C"/>
    <w:rsid w:val="00F310F8"/>
    <w:rsid w:val="00F35939"/>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E8B08E"/>
  <w14:defaultImageDpi w14:val="32767"/>
  <w15:docId w15:val="{3744B81B-5659-4BA2-9290-E27BFA082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character" w:styleId="Nevyeenzmnka">
    <w:name w:val="Unresolved Mention"/>
    <w:basedOn w:val="Standardnpsmoodstavce"/>
    <w:uiPriority w:val="99"/>
    <w:semiHidden/>
    <w:unhideWhenUsed/>
    <w:rsid w:val="003E44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schemas.microsoft.com/sharepoint/v3/fields"/>
    <ds:schemaRef ds:uri="http://schemas.openxmlformats.org/package/2006/metadata/core-properties"/>
    <ds:schemaRef ds:uri="http://purl.org/dc/elements/1.1/"/>
    <ds:schemaRef ds:uri="http://schemas.microsoft.com/office/2006/metadata/properties"/>
    <ds:schemaRef ds:uri="http://purl.org/dc/term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3FB81975-CCC8-4434-B64D-498A84276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77</TotalTime>
  <Pages>19</Pages>
  <Words>8664</Words>
  <Characters>51118</Characters>
  <Application>Microsoft Office Word</Application>
  <DocSecurity>0</DocSecurity>
  <Lines>425</Lines>
  <Paragraphs>119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Volfová Markéta, Mgr.</dc:creator>
  <cp:keywords/>
  <dc:description/>
  <cp:lastModifiedBy>Majerová Renáta</cp:lastModifiedBy>
  <cp:revision>7</cp:revision>
  <cp:lastPrinted>2019-02-22T13:28:00Z</cp:lastPrinted>
  <dcterms:created xsi:type="dcterms:W3CDTF">2023-08-29T06:31:00Z</dcterms:created>
  <dcterms:modified xsi:type="dcterms:W3CDTF">2023-08-30T09:57:00Z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