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490B5AA" w14:textId="77777777" w:rsidTr="00F862D6">
        <w:tc>
          <w:tcPr>
            <w:tcW w:w="1020" w:type="dxa"/>
          </w:tcPr>
          <w:p w14:paraId="2CEFD097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EFFECC4" wp14:editId="6B2B1735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097FAC0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FFECC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" o:allowincell="f" fillcolor="white [3212]" stroked="f" strokeweight=".5pt">
                      <v:textbox>
                        <w:txbxContent>
                          <w:p w14:paraId="2097FAC0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0721F4BF" w14:textId="77777777" w:rsidR="00F64786" w:rsidRDefault="00F64786" w:rsidP="0077673A"/>
        </w:tc>
        <w:tc>
          <w:tcPr>
            <w:tcW w:w="823" w:type="dxa"/>
          </w:tcPr>
          <w:p w14:paraId="3CB6E63B" w14:textId="77777777" w:rsidR="00F64786" w:rsidRDefault="00F64786" w:rsidP="0077673A"/>
        </w:tc>
        <w:tc>
          <w:tcPr>
            <w:tcW w:w="3685" w:type="dxa"/>
          </w:tcPr>
          <w:p w14:paraId="4FAB2AAB" w14:textId="77777777" w:rsidR="00F64786" w:rsidRDefault="00F64786" w:rsidP="0077673A"/>
        </w:tc>
      </w:tr>
      <w:tr w:rsidR="00F862D6" w14:paraId="033A353D" w14:textId="77777777" w:rsidTr="00596C7E">
        <w:tc>
          <w:tcPr>
            <w:tcW w:w="1020" w:type="dxa"/>
          </w:tcPr>
          <w:p w14:paraId="6E9628E6" w14:textId="77777777" w:rsidR="00F862D6" w:rsidRDefault="00F862D6" w:rsidP="0077673A"/>
        </w:tc>
        <w:tc>
          <w:tcPr>
            <w:tcW w:w="2552" w:type="dxa"/>
          </w:tcPr>
          <w:p w14:paraId="11AC005C" w14:textId="77777777" w:rsidR="00F862D6" w:rsidRDefault="00F862D6" w:rsidP="00764595"/>
        </w:tc>
        <w:tc>
          <w:tcPr>
            <w:tcW w:w="823" w:type="dxa"/>
          </w:tcPr>
          <w:p w14:paraId="0E968631" w14:textId="77777777" w:rsidR="00F862D6" w:rsidRDefault="00F862D6" w:rsidP="0077673A"/>
        </w:tc>
        <w:tc>
          <w:tcPr>
            <w:tcW w:w="3685" w:type="dxa"/>
            <w:vMerge w:val="restart"/>
          </w:tcPr>
          <w:p w14:paraId="3FA6C531" w14:textId="77777777" w:rsidR="00596C7E" w:rsidRDefault="00596C7E" w:rsidP="00596C7E">
            <w:pPr>
              <w:rPr>
                <w:rStyle w:val="Potovnadresa"/>
              </w:rPr>
            </w:pPr>
          </w:p>
          <w:p w14:paraId="7BE7B5E6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701EC8" w14:paraId="53BE1654" w14:textId="77777777" w:rsidTr="00F862D6">
        <w:tc>
          <w:tcPr>
            <w:tcW w:w="1020" w:type="dxa"/>
          </w:tcPr>
          <w:p w14:paraId="6B192239" w14:textId="150043EE" w:rsidR="00701EC8" w:rsidRPr="00506155" w:rsidRDefault="00701EC8" w:rsidP="00701EC8">
            <w:r w:rsidRPr="00506155">
              <w:t>Naše zn.</w:t>
            </w:r>
          </w:p>
        </w:tc>
        <w:tc>
          <w:tcPr>
            <w:tcW w:w="2552" w:type="dxa"/>
          </w:tcPr>
          <w:p w14:paraId="3E42E656" w14:textId="2435F35E" w:rsidR="00701EC8" w:rsidRPr="00506155" w:rsidRDefault="00F07B0B" w:rsidP="00701EC8">
            <w:r>
              <w:t>98</w:t>
            </w:r>
            <w:r w:rsidR="007E1B7F">
              <w:t>66</w:t>
            </w:r>
            <w:r w:rsidR="00701EC8" w:rsidRPr="00506155">
              <w:t>/2023-SŽ-SSV-Ú3</w:t>
            </w:r>
          </w:p>
        </w:tc>
        <w:tc>
          <w:tcPr>
            <w:tcW w:w="823" w:type="dxa"/>
          </w:tcPr>
          <w:p w14:paraId="278B44F0" w14:textId="77777777" w:rsidR="00701EC8" w:rsidRDefault="00701EC8" w:rsidP="00701EC8"/>
        </w:tc>
        <w:tc>
          <w:tcPr>
            <w:tcW w:w="3685" w:type="dxa"/>
            <w:vMerge/>
          </w:tcPr>
          <w:p w14:paraId="24E080E8" w14:textId="77777777" w:rsidR="00701EC8" w:rsidRDefault="00701EC8" w:rsidP="00701EC8"/>
        </w:tc>
      </w:tr>
      <w:tr w:rsidR="00701EC8" w14:paraId="71036D82" w14:textId="77777777" w:rsidTr="00F862D6">
        <w:tc>
          <w:tcPr>
            <w:tcW w:w="1020" w:type="dxa"/>
          </w:tcPr>
          <w:p w14:paraId="3E6B6A62" w14:textId="5B5C327B" w:rsidR="00701EC8" w:rsidRPr="00506155" w:rsidRDefault="00701EC8" w:rsidP="00701EC8">
            <w:r w:rsidRPr="00506155">
              <w:t>Listů/příloh</w:t>
            </w:r>
          </w:p>
        </w:tc>
        <w:tc>
          <w:tcPr>
            <w:tcW w:w="2552" w:type="dxa"/>
          </w:tcPr>
          <w:p w14:paraId="39DD1196" w14:textId="51F4FD29" w:rsidR="00701EC8" w:rsidRPr="00506155" w:rsidRDefault="00045F3C" w:rsidP="00701EC8">
            <w:r>
              <w:t>5</w:t>
            </w:r>
            <w:r w:rsidR="00701EC8" w:rsidRPr="00506155">
              <w:t>/</w:t>
            </w:r>
            <w:r>
              <w:t>14</w:t>
            </w:r>
          </w:p>
        </w:tc>
        <w:tc>
          <w:tcPr>
            <w:tcW w:w="823" w:type="dxa"/>
          </w:tcPr>
          <w:p w14:paraId="70F8751E" w14:textId="77777777" w:rsidR="00701EC8" w:rsidRDefault="00701EC8" w:rsidP="00701EC8"/>
        </w:tc>
        <w:tc>
          <w:tcPr>
            <w:tcW w:w="3685" w:type="dxa"/>
            <w:vMerge/>
          </w:tcPr>
          <w:p w14:paraId="06B1E0A2" w14:textId="77777777" w:rsidR="00701EC8" w:rsidRDefault="00701EC8" w:rsidP="00701EC8">
            <w:pPr>
              <w:rPr>
                <w:noProof/>
              </w:rPr>
            </w:pPr>
          </w:p>
        </w:tc>
      </w:tr>
      <w:tr w:rsidR="00701EC8" w14:paraId="19BFCD3A" w14:textId="77777777" w:rsidTr="00B23CA3">
        <w:trPr>
          <w:trHeight w:val="77"/>
        </w:trPr>
        <w:tc>
          <w:tcPr>
            <w:tcW w:w="1020" w:type="dxa"/>
          </w:tcPr>
          <w:p w14:paraId="2B8CF915" w14:textId="77777777" w:rsidR="00701EC8" w:rsidRDefault="00701EC8" w:rsidP="00701EC8"/>
        </w:tc>
        <w:tc>
          <w:tcPr>
            <w:tcW w:w="2552" w:type="dxa"/>
          </w:tcPr>
          <w:p w14:paraId="5A3C60FC" w14:textId="77777777" w:rsidR="00701EC8" w:rsidRPr="003E6B9A" w:rsidRDefault="00701EC8" w:rsidP="00701EC8"/>
        </w:tc>
        <w:tc>
          <w:tcPr>
            <w:tcW w:w="823" w:type="dxa"/>
          </w:tcPr>
          <w:p w14:paraId="596192E4" w14:textId="77777777" w:rsidR="00701EC8" w:rsidRDefault="00701EC8" w:rsidP="00701EC8"/>
        </w:tc>
        <w:tc>
          <w:tcPr>
            <w:tcW w:w="3685" w:type="dxa"/>
            <w:vMerge/>
          </w:tcPr>
          <w:p w14:paraId="0F4D0B86" w14:textId="77777777" w:rsidR="00701EC8" w:rsidRDefault="00701EC8" w:rsidP="00701EC8"/>
        </w:tc>
      </w:tr>
      <w:tr w:rsidR="00701EC8" w14:paraId="5440B43D" w14:textId="77777777" w:rsidTr="00F862D6">
        <w:tc>
          <w:tcPr>
            <w:tcW w:w="1020" w:type="dxa"/>
          </w:tcPr>
          <w:p w14:paraId="6E30F0BA" w14:textId="28E05DB6" w:rsidR="00701EC8" w:rsidRDefault="00701EC8" w:rsidP="00701EC8">
            <w:r w:rsidRPr="00C93940">
              <w:t>Vyřizuje</w:t>
            </w:r>
          </w:p>
        </w:tc>
        <w:tc>
          <w:tcPr>
            <w:tcW w:w="2552" w:type="dxa"/>
          </w:tcPr>
          <w:p w14:paraId="668FF46C" w14:textId="4277E536" w:rsidR="00701EC8" w:rsidRPr="003E6B9A" w:rsidRDefault="00701EC8" w:rsidP="00701EC8">
            <w:r w:rsidRPr="00C93940">
              <w:t>JUDr. Jaroslav Klimeš</w:t>
            </w:r>
          </w:p>
        </w:tc>
        <w:tc>
          <w:tcPr>
            <w:tcW w:w="823" w:type="dxa"/>
          </w:tcPr>
          <w:p w14:paraId="3BA0BFF5" w14:textId="77777777" w:rsidR="00701EC8" w:rsidRDefault="00701EC8" w:rsidP="00701EC8"/>
        </w:tc>
        <w:tc>
          <w:tcPr>
            <w:tcW w:w="3685" w:type="dxa"/>
            <w:vMerge/>
          </w:tcPr>
          <w:p w14:paraId="20F0E2FC" w14:textId="77777777" w:rsidR="00701EC8" w:rsidRDefault="00701EC8" w:rsidP="00701EC8"/>
        </w:tc>
      </w:tr>
      <w:tr w:rsidR="00701EC8" w14:paraId="4B7B3554" w14:textId="77777777" w:rsidTr="00F862D6">
        <w:tc>
          <w:tcPr>
            <w:tcW w:w="1020" w:type="dxa"/>
          </w:tcPr>
          <w:p w14:paraId="514F6811" w14:textId="77777777" w:rsidR="00701EC8" w:rsidRDefault="00701EC8" w:rsidP="00701EC8"/>
        </w:tc>
        <w:tc>
          <w:tcPr>
            <w:tcW w:w="2552" w:type="dxa"/>
          </w:tcPr>
          <w:p w14:paraId="6E584132" w14:textId="77777777" w:rsidR="00701EC8" w:rsidRPr="003E6B9A" w:rsidRDefault="00701EC8" w:rsidP="00701EC8"/>
        </w:tc>
        <w:tc>
          <w:tcPr>
            <w:tcW w:w="823" w:type="dxa"/>
          </w:tcPr>
          <w:p w14:paraId="4ACA0004" w14:textId="77777777" w:rsidR="00701EC8" w:rsidRDefault="00701EC8" w:rsidP="00701EC8"/>
        </w:tc>
        <w:tc>
          <w:tcPr>
            <w:tcW w:w="3685" w:type="dxa"/>
            <w:vMerge/>
          </w:tcPr>
          <w:p w14:paraId="426F862D" w14:textId="77777777" w:rsidR="00701EC8" w:rsidRDefault="00701EC8" w:rsidP="00701EC8"/>
        </w:tc>
      </w:tr>
      <w:tr w:rsidR="00701EC8" w14:paraId="08C9415E" w14:textId="77777777" w:rsidTr="00F862D6">
        <w:tc>
          <w:tcPr>
            <w:tcW w:w="1020" w:type="dxa"/>
          </w:tcPr>
          <w:p w14:paraId="50B9AE35" w14:textId="1B01A7B5" w:rsidR="00701EC8" w:rsidRDefault="00701EC8" w:rsidP="00701EC8">
            <w:r w:rsidRPr="00C93940">
              <w:t>Mobil</w:t>
            </w:r>
          </w:p>
        </w:tc>
        <w:tc>
          <w:tcPr>
            <w:tcW w:w="2552" w:type="dxa"/>
          </w:tcPr>
          <w:p w14:paraId="7E5D0729" w14:textId="298B8640" w:rsidR="00701EC8" w:rsidRPr="003E6B9A" w:rsidRDefault="00701EC8" w:rsidP="00701EC8">
            <w:r w:rsidRPr="00C93940">
              <w:t>+420 722 819 305</w:t>
            </w:r>
          </w:p>
        </w:tc>
        <w:tc>
          <w:tcPr>
            <w:tcW w:w="823" w:type="dxa"/>
          </w:tcPr>
          <w:p w14:paraId="51E89CEA" w14:textId="77777777" w:rsidR="00701EC8" w:rsidRDefault="00701EC8" w:rsidP="00701EC8"/>
        </w:tc>
        <w:tc>
          <w:tcPr>
            <w:tcW w:w="3685" w:type="dxa"/>
            <w:vMerge/>
          </w:tcPr>
          <w:p w14:paraId="63D8A1EF" w14:textId="77777777" w:rsidR="00701EC8" w:rsidRDefault="00701EC8" w:rsidP="00701EC8"/>
        </w:tc>
      </w:tr>
      <w:tr w:rsidR="00701EC8" w14:paraId="59462A4C" w14:textId="77777777" w:rsidTr="00F862D6">
        <w:tc>
          <w:tcPr>
            <w:tcW w:w="1020" w:type="dxa"/>
          </w:tcPr>
          <w:p w14:paraId="2BDD6A13" w14:textId="5CFF7A7F" w:rsidR="00701EC8" w:rsidRDefault="00701EC8" w:rsidP="00701EC8">
            <w:r w:rsidRPr="00C93940">
              <w:t>E-mail</w:t>
            </w:r>
          </w:p>
        </w:tc>
        <w:tc>
          <w:tcPr>
            <w:tcW w:w="2552" w:type="dxa"/>
          </w:tcPr>
          <w:p w14:paraId="683B13D9" w14:textId="500B5073" w:rsidR="00701EC8" w:rsidRPr="003E6B9A" w:rsidRDefault="00701EC8" w:rsidP="00701EC8">
            <w:r w:rsidRPr="00C93940">
              <w:t>KlimesJa@spravazeleznic.cz</w:t>
            </w:r>
          </w:p>
        </w:tc>
        <w:tc>
          <w:tcPr>
            <w:tcW w:w="823" w:type="dxa"/>
          </w:tcPr>
          <w:p w14:paraId="3D754778" w14:textId="77777777" w:rsidR="00701EC8" w:rsidRDefault="00701EC8" w:rsidP="00701EC8"/>
        </w:tc>
        <w:tc>
          <w:tcPr>
            <w:tcW w:w="3685" w:type="dxa"/>
            <w:vMerge/>
          </w:tcPr>
          <w:p w14:paraId="5743A60D" w14:textId="77777777" w:rsidR="00701EC8" w:rsidRDefault="00701EC8" w:rsidP="00701EC8"/>
        </w:tc>
      </w:tr>
      <w:tr w:rsidR="00701EC8" w14:paraId="6ECD988F" w14:textId="77777777" w:rsidTr="00F862D6">
        <w:tc>
          <w:tcPr>
            <w:tcW w:w="1020" w:type="dxa"/>
          </w:tcPr>
          <w:p w14:paraId="73D17CD3" w14:textId="77777777" w:rsidR="00701EC8" w:rsidRDefault="00701EC8" w:rsidP="00701EC8"/>
        </w:tc>
        <w:tc>
          <w:tcPr>
            <w:tcW w:w="2552" w:type="dxa"/>
          </w:tcPr>
          <w:p w14:paraId="46AE94FA" w14:textId="77777777" w:rsidR="00701EC8" w:rsidRPr="003E6B9A" w:rsidRDefault="00701EC8" w:rsidP="00701EC8"/>
        </w:tc>
        <w:tc>
          <w:tcPr>
            <w:tcW w:w="823" w:type="dxa"/>
          </w:tcPr>
          <w:p w14:paraId="32960B12" w14:textId="77777777" w:rsidR="00701EC8" w:rsidRDefault="00701EC8" w:rsidP="00701EC8"/>
        </w:tc>
        <w:tc>
          <w:tcPr>
            <w:tcW w:w="3685" w:type="dxa"/>
          </w:tcPr>
          <w:p w14:paraId="4133799F" w14:textId="77777777" w:rsidR="00701EC8" w:rsidRDefault="00701EC8" w:rsidP="00701EC8"/>
        </w:tc>
      </w:tr>
      <w:tr w:rsidR="00701EC8" w14:paraId="2E49901D" w14:textId="77777777" w:rsidTr="00F862D6">
        <w:tc>
          <w:tcPr>
            <w:tcW w:w="1020" w:type="dxa"/>
          </w:tcPr>
          <w:p w14:paraId="606290F2" w14:textId="4E0B1C9D" w:rsidR="00701EC8" w:rsidRDefault="00701EC8" w:rsidP="00701EC8">
            <w:r w:rsidRPr="00C93940">
              <w:t>Datum</w:t>
            </w:r>
          </w:p>
        </w:tc>
        <w:tc>
          <w:tcPr>
            <w:tcW w:w="2552" w:type="dxa"/>
          </w:tcPr>
          <w:p w14:paraId="405F7C70" w14:textId="3E630405" w:rsidR="00701EC8" w:rsidRPr="003E6B9A" w:rsidRDefault="00701EC8" w:rsidP="00701EC8">
            <w:r w:rsidRPr="00C93940">
              <w:t xml:space="preserve">17. srpna 2023 </w:t>
            </w:r>
          </w:p>
        </w:tc>
        <w:tc>
          <w:tcPr>
            <w:tcW w:w="823" w:type="dxa"/>
          </w:tcPr>
          <w:p w14:paraId="2A35BD70" w14:textId="77777777" w:rsidR="00701EC8" w:rsidRDefault="00701EC8" w:rsidP="00701EC8"/>
        </w:tc>
        <w:tc>
          <w:tcPr>
            <w:tcW w:w="3685" w:type="dxa"/>
          </w:tcPr>
          <w:p w14:paraId="6AB148FA" w14:textId="77777777" w:rsidR="00701EC8" w:rsidRDefault="00701EC8" w:rsidP="00701EC8"/>
        </w:tc>
      </w:tr>
      <w:tr w:rsidR="00F64786" w14:paraId="1CE2932E" w14:textId="77777777" w:rsidTr="00F862D6">
        <w:tc>
          <w:tcPr>
            <w:tcW w:w="1020" w:type="dxa"/>
          </w:tcPr>
          <w:p w14:paraId="572A7496" w14:textId="77777777" w:rsidR="00F64786" w:rsidRDefault="00F64786" w:rsidP="0077673A"/>
        </w:tc>
        <w:tc>
          <w:tcPr>
            <w:tcW w:w="2552" w:type="dxa"/>
          </w:tcPr>
          <w:p w14:paraId="12C7865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0B79AE5F" w14:textId="77777777" w:rsidR="00F64786" w:rsidRDefault="00F64786" w:rsidP="0077673A"/>
        </w:tc>
        <w:tc>
          <w:tcPr>
            <w:tcW w:w="3685" w:type="dxa"/>
          </w:tcPr>
          <w:p w14:paraId="5623222A" w14:textId="77777777" w:rsidR="00F64786" w:rsidRDefault="00F64786" w:rsidP="0077673A"/>
        </w:tc>
      </w:tr>
      <w:tr w:rsidR="00F862D6" w14:paraId="776E0612" w14:textId="77777777" w:rsidTr="00B45E9E">
        <w:trPr>
          <w:trHeight w:val="794"/>
        </w:trPr>
        <w:tc>
          <w:tcPr>
            <w:tcW w:w="1020" w:type="dxa"/>
          </w:tcPr>
          <w:p w14:paraId="3B351118" w14:textId="77777777" w:rsidR="00F862D6" w:rsidRDefault="00F862D6" w:rsidP="0077673A"/>
        </w:tc>
        <w:tc>
          <w:tcPr>
            <w:tcW w:w="2552" w:type="dxa"/>
          </w:tcPr>
          <w:p w14:paraId="7DDDA732" w14:textId="77777777" w:rsidR="00F862D6" w:rsidRDefault="00F862D6" w:rsidP="00F310F8"/>
        </w:tc>
        <w:tc>
          <w:tcPr>
            <w:tcW w:w="823" w:type="dxa"/>
          </w:tcPr>
          <w:p w14:paraId="3B64356E" w14:textId="77777777" w:rsidR="00F862D6" w:rsidRDefault="00F862D6" w:rsidP="0077673A"/>
        </w:tc>
        <w:tc>
          <w:tcPr>
            <w:tcW w:w="3685" w:type="dxa"/>
          </w:tcPr>
          <w:p w14:paraId="0E629801" w14:textId="77777777" w:rsidR="00F862D6" w:rsidRDefault="00F862D6" w:rsidP="0077673A"/>
        </w:tc>
      </w:tr>
    </w:tbl>
    <w:p w14:paraId="6B5707FD" w14:textId="77777777" w:rsidR="00FD7070" w:rsidRDefault="00FD7070" w:rsidP="00FD7070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</w:t>
      </w:r>
      <w:r w:rsidRPr="00D72FD6">
        <w:rPr>
          <w:rFonts w:eastAsia="Calibri" w:cs="Times New Roman"/>
          <w:lang w:eastAsia="cs-CZ"/>
        </w:rPr>
        <w:t xml:space="preserve">: </w:t>
      </w:r>
      <w:r w:rsidRPr="00D72FD6">
        <w:rPr>
          <w:rFonts w:eastAsia="Calibri" w:cs="Times New Roman"/>
          <w:b/>
          <w:lang w:eastAsia="cs-CZ"/>
        </w:rPr>
        <w:t>Rekonstrukce traťového úseku Vlkov u Tišnova (mimo) - Křižanov (mimo)</w:t>
      </w:r>
    </w:p>
    <w:p w14:paraId="04DA71F8" w14:textId="3D08F184" w:rsidR="00FD7070" w:rsidRPr="00BD5319" w:rsidRDefault="00FD7070" w:rsidP="00FD7070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72FD6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095ADC">
        <w:rPr>
          <w:rFonts w:eastAsia="Calibri" w:cs="Times New Roman"/>
          <w:lang w:eastAsia="cs-CZ"/>
        </w:rPr>
        <w:t>5</w:t>
      </w:r>
    </w:p>
    <w:p w14:paraId="4B52F0B7" w14:textId="77777777" w:rsidR="00FD7070" w:rsidRPr="00BD5319" w:rsidRDefault="00FD7070" w:rsidP="00FD7070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47E96A1B" w14:textId="77777777" w:rsidR="00FD7070" w:rsidRPr="00BD5319" w:rsidRDefault="00FD7070" w:rsidP="00FD7070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21C9E14F" w14:textId="74BFA636" w:rsidR="00095ADC" w:rsidRDefault="00095ADC" w:rsidP="007A3D50">
      <w:r w:rsidRPr="008C0835">
        <w:rPr>
          <w:rFonts w:cstheme="minorHAnsi"/>
          <w:b/>
          <w:bCs/>
        </w:rPr>
        <w:t>Dotaz č.1</w:t>
      </w:r>
      <w:r>
        <w:rPr>
          <w:rFonts w:cstheme="minorHAnsi"/>
          <w:b/>
          <w:bCs/>
        </w:rPr>
        <w:t>6:</w:t>
      </w:r>
      <w:r>
        <w:rPr>
          <w:rFonts w:cstheme="minorHAnsi"/>
          <w:b/>
          <w:bCs/>
        </w:rPr>
        <w:t xml:space="preserve"> </w:t>
      </w:r>
      <w:r>
        <w:rPr>
          <w:rFonts w:cstheme="minorHAnsi"/>
          <w:b/>
          <w:bCs/>
        </w:rPr>
        <w:br/>
      </w:r>
      <w:r>
        <w:t>V Zadávací dokumentaci, v části 3. Projektová dokumentace stavby jsme při kontrole zjistili, že pro objekt   SO 02-74-02  Vlkov u Tišnova - Křižanov, zastřešení výstupních objektů zast. Ořechov chybí přílohy 0.001 Dokumentace objektu (titulní strana), 0.002 Seznam příloh a 1.001 Technická zpráva.</w:t>
      </w:r>
    </w:p>
    <w:p w14:paraId="58D55E40" w14:textId="77777777" w:rsidR="00095ADC" w:rsidRDefault="00095ADC" w:rsidP="00095ADC">
      <w:pPr>
        <w:spacing w:after="0" w:line="256" w:lineRule="auto"/>
      </w:pPr>
    </w:p>
    <w:p w14:paraId="0C8DB331" w14:textId="77777777" w:rsidR="00095ADC" w:rsidRPr="000B60EA" w:rsidRDefault="00095ADC" w:rsidP="00095ADC">
      <w:pPr>
        <w:rPr>
          <w:rFonts w:cstheme="minorHAnsi"/>
        </w:rPr>
      </w:pPr>
      <w:r>
        <w:t>Může zadavatel doplnit chybějící přílohy do PDS.</w:t>
      </w:r>
    </w:p>
    <w:p w14:paraId="33200E88" w14:textId="77777777" w:rsidR="00095ADC" w:rsidRDefault="00095ADC" w:rsidP="00095ADC">
      <w:pPr>
        <w:spacing w:after="0" w:line="240" w:lineRule="auto"/>
        <w:rPr>
          <w:rFonts w:eastAsia="Calibri" w:cs="Times New Roman"/>
          <w:b/>
          <w:color w:val="FF5200" w:themeColor="accent2"/>
          <w:lang w:eastAsia="cs-CZ"/>
        </w:rPr>
      </w:pPr>
      <w:r w:rsidRPr="00BC59BC">
        <w:rPr>
          <w:rFonts w:eastAsia="Calibri" w:cs="Times New Roman"/>
          <w:b/>
          <w:lang w:eastAsia="cs-CZ"/>
        </w:rPr>
        <w:t xml:space="preserve">Odpověď: </w:t>
      </w:r>
    </w:p>
    <w:p w14:paraId="6FDA45EE" w14:textId="7CA0752E" w:rsidR="00095ADC" w:rsidRPr="00C000AC" w:rsidRDefault="00095ADC" w:rsidP="00095ADC">
      <w:pPr>
        <w:spacing w:after="0" w:line="240" w:lineRule="auto"/>
        <w:rPr>
          <w:rFonts w:eastAsia="Calibri" w:cs="Times New Roman"/>
          <w:lang w:eastAsia="cs-CZ"/>
        </w:rPr>
      </w:pPr>
      <w:r w:rsidRPr="00C000AC">
        <w:rPr>
          <w:rFonts w:eastAsia="Calibri" w:cs="Times New Roman"/>
          <w:lang w:eastAsia="cs-CZ"/>
        </w:rPr>
        <w:t>Doplněno</w:t>
      </w:r>
      <w:r>
        <w:rPr>
          <w:rFonts w:eastAsia="Calibri" w:cs="Times New Roman"/>
          <w:lang w:eastAsia="cs-CZ"/>
        </w:rPr>
        <w:t xml:space="preserve"> v příloze.</w:t>
      </w:r>
    </w:p>
    <w:p w14:paraId="23B9A317" w14:textId="77777777" w:rsidR="00095ADC" w:rsidRDefault="00095ADC" w:rsidP="00095ADC">
      <w:pPr>
        <w:spacing w:after="0" w:line="240" w:lineRule="auto"/>
        <w:rPr>
          <w:rFonts w:eastAsia="Calibri" w:cs="Times New Roman"/>
          <w:b/>
          <w:color w:val="FF5200" w:themeColor="accent2"/>
          <w:lang w:eastAsia="cs-CZ"/>
        </w:rPr>
      </w:pPr>
    </w:p>
    <w:p w14:paraId="2F19048C" w14:textId="77777777" w:rsidR="00BD5319" w:rsidRPr="00396E8C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6DD03750" w14:textId="77777777"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A844EC1" w14:textId="77777777" w:rsidR="00506155" w:rsidRDefault="00506155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CD15591" w14:textId="00E634CD"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FD7070">
        <w:rPr>
          <w:rFonts w:eastAsia="Calibri" w:cs="Times New Roman"/>
          <w:lang w:eastAsia="cs-CZ"/>
        </w:rPr>
        <w:t xml:space="preserve">Vysvětlení/ změnu/ doplnění zadávací dokumentace </w:t>
      </w:r>
      <w:r w:rsidRPr="00BD5319">
        <w:rPr>
          <w:rFonts w:eastAsia="Calibri" w:cs="Times New Roman"/>
          <w:lang w:eastAsia="cs-CZ"/>
        </w:rPr>
        <w:t xml:space="preserve">včetně příloh zadavatel uveřejňuje na profilu zadavatele na webovém portálu </w:t>
      </w:r>
      <w:hyperlink r:id="rId11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 w:rsidR="005A5F24"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357D6E54" w14:textId="77777777" w:rsidR="00E865E1" w:rsidRDefault="00E865E1" w:rsidP="00FD7070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8E47A4E" w14:textId="77777777" w:rsidR="00A61DB2" w:rsidRDefault="00A61DB2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723098A" w14:textId="77777777" w:rsidR="00095ADC" w:rsidRDefault="00095ADC" w:rsidP="00095ADC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000AC">
        <w:rPr>
          <w:rFonts w:eastAsia="Calibri" w:cs="Times New Roman"/>
          <w:b/>
          <w:bCs/>
          <w:lang w:eastAsia="cs-CZ"/>
        </w:rPr>
        <w:t>Příloha:</w:t>
      </w:r>
    </w:p>
    <w:p w14:paraId="36319F1E" w14:textId="77777777" w:rsidR="00095ADC" w:rsidRPr="00C000AC" w:rsidRDefault="00095ADC" w:rsidP="00095ADC">
      <w:pPr>
        <w:spacing w:after="0" w:line="240" w:lineRule="auto"/>
        <w:rPr>
          <w:rFonts w:eastAsia="Calibri" w:cs="Times New Roman"/>
          <w:lang w:eastAsia="cs-CZ"/>
        </w:rPr>
      </w:pPr>
      <w:r w:rsidRPr="00C000AC">
        <w:rPr>
          <w:rFonts w:eastAsia="Calibri" w:cs="Times New Roman"/>
          <w:lang w:eastAsia="cs-CZ"/>
        </w:rPr>
        <w:t>SO027402_1_001.pdf</w:t>
      </w:r>
    </w:p>
    <w:p w14:paraId="28B20D47" w14:textId="77777777" w:rsidR="00095ADC" w:rsidRPr="00C000AC" w:rsidRDefault="00095ADC" w:rsidP="00095ADC">
      <w:pPr>
        <w:spacing w:after="0" w:line="240" w:lineRule="auto"/>
        <w:rPr>
          <w:rFonts w:eastAsia="Calibri" w:cs="Times New Roman"/>
          <w:lang w:eastAsia="cs-CZ"/>
        </w:rPr>
      </w:pPr>
      <w:r w:rsidRPr="00C000AC">
        <w:rPr>
          <w:rFonts w:eastAsia="Calibri" w:cs="Times New Roman"/>
          <w:lang w:eastAsia="cs-CZ"/>
        </w:rPr>
        <w:t>SO027402_0_001.pdf</w:t>
      </w:r>
    </w:p>
    <w:p w14:paraId="51B42C4B" w14:textId="77777777" w:rsidR="00095ADC" w:rsidRPr="00C000AC" w:rsidRDefault="00095ADC" w:rsidP="00095ADC">
      <w:pPr>
        <w:spacing w:after="0" w:line="240" w:lineRule="auto"/>
        <w:rPr>
          <w:rFonts w:eastAsia="Calibri" w:cs="Times New Roman"/>
          <w:lang w:eastAsia="cs-CZ"/>
        </w:rPr>
      </w:pPr>
      <w:r w:rsidRPr="00C000AC">
        <w:rPr>
          <w:rFonts w:eastAsia="Calibri" w:cs="Times New Roman"/>
          <w:lang w:eastAsia="cs-CZ"/>
        </w:rPr>
        <w:t>SO027402_0_002.pdf</w:t>
      </w:r>
    </w:p>
    <w:p w14:paraId="5AD7C4ED" w14:textId="77777777" w:rsidR="00A61DB2" w:rsidRDefault="00A61DB2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6C47614" w14:textId="77777777" w:rsidR="00140AA0" w:rsidRDefault="00140AA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1AB1325" w14:textId="0F0AA765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V </w:t>
      </w:r>
      <w:r w:rsidRPr="00FD7070">
        <w:rPr>
          <w:rFonts w:eastAsia="Calibri" w:cs="Times New Roman"/>
          <w:lang w:eastAsia="cs-CZ"/>
        </w:rPr>
        <w:t>Olomouci dne</w:t>
      </w:r>
      <w:r w:rsidRPr="00BD5319">
        <w:rPr>
          <w:rFonts w:eastAsia="Calibri" w:cs="Times New Roman"/>
          <w:lang w:eastAsia="cs-CZ"/>
        </w:rPr>
        <w:t xml:space="preserve"> </w:t>
      </w:r>
    </w:p>
    <w:p w14:paraId="5B0A4097" w14:textId="77777777"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3E89C3D" w14:textId="77777777" w:rsidR="005523A6" w:rsidRDefault="005523A6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7167631" w14:textId="77777777" w:rsidR="00FD7070" w:rsidRDefault="00FD707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DA7ED1" w14:textId="77777777" w:rsidR="00140AA0" w:rsidRDefault="00140AA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49D8D31" w14:textId="77777777" w:rsidR="00140AA0" w:rsidRPr="00BD5319" w:rsidRDefault="00140AA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35CCC01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1C69420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4A2D6D5C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>Ing. Miroslav Bocák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BC9452D" w14:textId="77777777" w:rsidR="00BD5319" w:rsidRPr="00BD5319" w:rsidRDefault="00BD5319" w:rsidP="00BD5319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14:paraId="036FB8A0" w14:textId="77777777" w:rsidR="00BD5319" w:rsidRPr="00BD5319" w:rsidRDefault="00BD5319" w:rsidP="00BD5319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14:paraId="7D819361" w14:textId="79D6CBEC" w:rsidR="00CB7B5A" w:rsidRPr="00FD7070" w:rsidRDefault="00BD5319" w:rsidP="00FD7070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 w:rsidR="00E10710"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 w:rsidR="00E10710"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sectPr w:rsidR="00CB7B5A" w:rsidRPr="00FD7070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27AE4" w14:textId="77777777"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14:paraId="765CC066" w14:textId="77777777"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2A28A3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CA03AB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FA87B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34E7D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AE3E8D" w14:textId="77777777" w:rsidR="00F1715C" w:rsidRDefault="00F1715C" w:rsidP="00D831A3">
          <w:pPr>
            <w:pStyle w:val="Zpat"/>
          </w:pPr>
        </w:p>
      </w:tc>
    </w:tr>
  </w:tbl>
  <w:p w14:paraId="309CC4B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9CD4912" wp14:editId="537931E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C13B2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B7C0FDB" wp14:editId="1179337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55C6D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4685A5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946D5A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2341E11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64723C21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D79A28C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0E5D7F32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33E56CB1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03879FBE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0507DC8C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19A493E5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59CA7209" w14:textId="77777777" w:rsidR="00712ED1" w:rsidRDefault="00712ED1" w:rsidP="00331004">
          <w:pPr>
            <w:pStyle w:val="Zpat"/>
          </w:pPr>
        </w:p>
      </w:tc>
    </w:tr>
  </w:tbl>
  <w:p w14:paraId="10367DD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3BA83C7" wp14:editId="455E1F7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5469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6E9FE95" wp14:editId="19D8789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6D5625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5868F2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0CDB3" w14:textId="77777777"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14:paraId="731CA781" w14:textId="77777777"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5FBC15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0F3CD1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40EFA3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A1DF2E" w14:textId="77777777" w:rsidR="00F1715C" w:rsidRPr="00D6163D" w:rsidRDefault="00F1715C" w:rsidP="00D6163D">
          <w:pPr>
            <w:pStyle w:val="Druhdokumentu"/>
          </w:pPr>
        </w:p>
      </w:tc>
    </w:tr>
  </w:tbl>
  <w:p w14:paraId="2634704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04663F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ABC90A8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1B7BC62" wp14:editId="30C2F43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42208CB8" wp14:editId="75C35066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2ABCD60A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F06381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CA20FD7" w14:textId="77777777" w:rsidR="00F1715C" w:rsidRPr="00D6163D" w:rsidRDefault="00F1715C" w:rsidP="00FC6389">
          <w:pPr>
            <w:pStyle w:val="Druhdokumentu"/>
          </w:pPr>
        </w:p>
      </w:tc>
    </w:tr>
    <w:tr w:rsidR="00F64786" w14:paraId="7C320BE8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776427E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E198FD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FB70B1D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26FFC236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60F045EC" wp14:editId="7CB76C16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C82F79D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3CCA601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64B00020"/>
    <w:multiLevelType w:val="hybridMultilevel"/>
    <w:tmpl w:val="56347FF2"/>
    <w:lvl w:ilvl="0" w:tplc="A9DE2C56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343672365">
    <w:abstractNumId w:val="2"/>
  </w:num>
  <w:num w:numId="2" w16cid:durableId="1339235858">
    <w:abstractNumId w:val="1"/>
  </w:num>
  <w:num w:numId="3" w16cid:durableId="1289892870">
    <w:abstractNumId w:val="3"/>
  </w:num>
  <w:num w:numId="4" w16cid:durableId="867255993">
    <w:abstractNumId w:val="6"/>
  </w:num>
  <w:num w:numId="5" w16cid:durableId="91706653">
    <w:abstractNumId w:val="0"/>
  </w:num>
  <w:num w:numId="6" w16cid:durableId="1551771536">
    <w:abstractNumId w:val="4"/>
  </w:num>
  <w:num w:numId="7" w16cid:durableId="126433561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45F3C"/>
    <w:rsid w:val="00072C1E"/>
    <w:rsid w:val="00095ADC"/>
    <w:rsid w:val="000B3A82"/>
    <w:rsid w:val="000B6C7E"/>
    <w:rsid w:val="000B7907"/>
    <w:rsid w:val="000C0429"/>
    <w:rsid w:val="000C45E8"/>
    <w:rsid w:val="00114472"/>
    <w:rsid w:val="00140AA0"/>
    <w:rsid w:val="00170EC5"/>
    <w:rsid w:val="001747C1"/>
    <w:rsid w:val="00177265"/>
    <w:rsid w:val="0018596A"/>
    <w:rsid w:val="001B69C2"/>
    <w:rsid w:val="001C4DA0"/>
    <w:rsid w:val="00207DF5"/>
    <w:rsid w:val="00267369"/>
    <w:rsid w:val="0026785D"/>
    <w:rsid w:val="002C02B5"/>
    <w:rsid w:val="002C291C"/>
    <w:rsid w:val="002C31BF"/>
    <w:rsid w:val="002E0CD7"/>
    <w:rsid w:val="002F026B"/>
    <w:rsid w:val="00357BC6"/>
    <w:rsid w:val="0037111D"/>
    <w:rsid w:val="003756B9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06155"/>
    <w:rsid w:val="00511AB9"/>
    <w:rsid w:val="00523EA7"/>
    <w:rsid w:val="00542527"/>
    <w:rsid w:val="00551D1F"/>
    <w:rsid w:val="005523A6"/>
    <w:rsid w:val="00553375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01EC8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A3D50"/>
    <w:rsid w:val="007B4618"/>
    <w:rsid w:val="007B570C"/>
    <w:rsid w:val="007E1B7F"/>
    <w:rsid w:val="007E4A6E"/>
    <w:rsid w:val="007F56A7"/>
    <w:rsid w:val="00807DD0"/>
    <w:rsid w:val="00813F11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A44328"/>
    <w:rsid w:val="00A6177B"/>
    <w:rsid w:val="00A61DB2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6163D"/>
    <w:rsid w:val="00D63009"/>
    <w:rsid w:val="00D82174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824F1"/>
    <w:rsid w:val="00E865E1"/>
    <w:rsid w:val="00EA5FF1"/>
    <w:rsid w:val="00EB104F"/>
    <w:rsid w:val="00ED14BD"/>
    <w:rsid w:val="00F01440"/>
    <w:rsid w:val="00F07B0B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D7070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33DB16A"/>
  <w14:defaultImageDpi w14:val="32767"/>
  <w15:docId w15:val="{E39EA768-2C57-491A-B5F3-D3249D95D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character" w:customStyle="1" w:styleId="TextbezslovnChar">
    <w:name w:val="_Text_bez_číslování Char"/>
    <w:basedOn w:val="Standardnpsmoodstavce"/>
    <w:link w:val="Textbezslovn"/>
    <w:locked/>
    <w:rsid w:val="00A61DB2"/>
    <w:rPr>
      <w:rFonts w:ascii="Verdana" w:hAnsi="Verdana"/>
    </w:rPr>
  </w:style>
  <w:style w:type="paragraph" w:customStyle="1" w:styleId="Textbezslovn">
    <w:name w:val="_Text_bez_číslování"/>
    <w:basedOn w:val="Normln"/>
    <w:link w:val="TextbezslovnChar"/>
    <w:qFormat/>
    <w:rsid w:val="00A61DB2"/>
    <w:pPr>
      <w:spacing w:after="120"/>
      <w:ind w:left="737"/>
      <w:jc w:val="both"/>
    </w:pPr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F8A733A-7FC2-4531-8071-FCC292D4C3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22</TotalTime>
  <Pages>1</Pages>
  <Words>200</Words>
  <Characters>1183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24</cp:revision>
  <cp:lastPrinted>2019-02-22T13:28:00Z</cp:lastPrinted>
  <dcterms:created xsi:type="dcterms:W3CDTF">2020-01-24T13:38:00Z</dcterms:created>
  <dcterms:modified xsi:type="dcterms:W3CDTF">2023-08-25T08:57:00Z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