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490B5AA" w14:textId="77777777" w:rsidTr="00F862D6">
        <w:tc>
          <w:tcPr>
            <w:tcW w:w="1020" w:type="dxa"/>
          </w:tcPr>
          <w:p w14:paraId="2CEFD097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EFFECC4" wp14:editId="6B2B1735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97FAC0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FFEC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" o:allowincell="f" fillcolor="white [3212]" stroked="f" strokeweight=".5pt">
                      <v:textbox>
                        <w:txbxContent>
                          <w:p w14:paraId="2097FAC0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721F4BF" w14:textId="77777777" w:rsidR="00F64786" w:rsidRDefault="00F64786" w:rsidP="0077673A"/>
        </w:tc>
        <w:tc>
          <w:tcPr>
            <w:tcW w:w="823" w:type="dxa"/>
          </w:tcPr>
          <w:p w14:paraId="3CB6E63B" w14:textId="77777777" w:rsidR="00F64786" w:rsidRDefault="00F64786" w:rsidP="0077673A"/>
        </w:tc>
        <w:tc>
          <w:tcPr>
            <w:tcW w:w="3685" w:type="dxa"/>
          </w:tcPr>
          <w:p w14:paraId="4FAB2AAB" w14:textId="77777777" w:rsidR="00F64786" w:rsidRDefault="00F64786" w:rsidP="0077673A"/>
        </w:tc>
      </w:tr>
      <w:tr w:rsidR="00F862D6" w14:paraId="033A353D" w14:textId="77777777" w:rsidTr="00596C7E">
        <w:tc>
          <w:tcPr>
            <w:tcW w:w="1020" w:type="dxa"/>
          </w:tcPr>
          <w:p w14:paraId="6E9628E6" w14:textId="77777777" w:rsidR="00F862D6" w:rsidRDefault="00F862D6" w:rsidP="0077673A"/>
        </w:tc>
        <w:tc>
          <w:tcPr>
            <w:tcW w:w="2552" w:type="dxa"/>
          </w:tcPr>
          <w:p w14:paraId="11AC005C" w14:textId="77777777" w:rsidR="00F862D6" w:rsidRDefault="00F862D6" w:rsidP="00764595"/>
        </w:tc>
        <w:tc>
          <w:tcPr>
            <w:tcW w:w="823" w:type="dxa"/>
          </w:tcPr>
          <w:p w14:paraId="0E968631" w14:textId="77777777" w:rsidR="00F862D6" w:rsidRDefault="00F862D6" w:rsidP="0077673A"/>
        </w:tc>
        <w:tc>
          <w:tcPr>
            <w:tcW w:w="3685" w:type="dxa"/>
            <w:vMerge w:val="restart"/>
          </w:tcPr>
          <w:p w14:paraId="3FA6C531" w14:textId="77777777" w:rsidR="00596C7E" w:rsidRDefault="00596C7E" w:rsidP="00596C7E">
            <w:pPr>
              <w:rPr>
                <w:rStyle w:val="Potovnadresa"/>
              </w:rPr>
            </w:pPr>
          </w:p>
          <w:p w14:paraId="7BE7B5E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701EC8" w14:paraId="53BE1654" w14:textId="77777777" w:rsidTr="00F862D6">
        <w:tc>
          <w:tcPr>
            <w:tcW w:w="1020" w:type="dxa"/>
          </w:tcPr>
          <w:p w14:paraId="6B192239" w14:textId="150043EE" w:rsidR="00701EC8" w:rsidRPr="00506155" w:rsidRDefault="00701EC8" w:rsidP="00701EC8">
            <w:r w:rsidRPr="00506155">
              <w:t>Naše zn.</w:t>
            </w:r>
          </w:p>
        </w:tc>
        <w:tc>
          <w:tcPr>
            <w:tcW w:w="2552" w:type="dxa"/>
          </w:tcPr>
          <w:p w14:paraId="3E42E656" w14:textId="7ABE8FE5" w:rsidR="00701EC8" w:rsidRPr="00506155" w:rsidRDefault="00EA5FF1" w:rsidP="00701EC8">
            <w:r w:rsidRPr="00506155">
              <w:t>9</w:t>
            </w:r>
            <w:r w:rsidR="00506155" w:rsidRPr="00506155">
              <w:t>780</w:t>
            </w:r>
            <w:r w:rsidR="00701EC8" w:rsidRPr="00506155">
              <w:t>/2023-SŽ-SSV-Ú3</w:t>
            </w:r>
          </w:p>
        </w:tc>
        <w:tc>
          <w:tcPr>
            <w:tcW w:w="823" w:type="dxa"/>
          </w:tcPr>
          <w:p w14:paraId="278B44F0" w14:textId="77777777" w:rsidR="00701EC8" w:rsidRDefault="00701EC8" w:rsidP="00701EC8"/>
        </w:tc>
        <w:tc>
          <w:tcPr>
            <w:tcW w:w="3685" w:type="dxa"/>
            <w:vMerge/>
          </w:tcPr>
          <w:p w14:paraId="24E080E8" w14:textId="77777777" w:rsidR="00701EC8" w:rsidRDefault="00701EC8" w:rsidP="00701EC8"/>
        </w:tc>
      </w:tr>
      <w:tr w:rsidR="00701EC8" w14:paraId="71036D82" w14:textId="77777777" w:rsidTr="00F862D6">
        <w:tc>
          <w:tcPr>
            <w:tcW w:w="1020" w:type="dxa"/>
          </w:tcPr>
          <w:p w14:paraId="3E6B6A62" w14:textId="5B5C327B" w:rsidR="00701EC8" w:rsidRPr="00506155" w:rsidRDefault="00701EC8" w:rsidP="00701EC8">
            <w:r w:rsidRPr="00506155">
              <w:t>Listů/příloh</w:t>
            </w:r>
          </w:p>
        </w:tc>
        <w:tc>
          <w:tcPr>
            <w:tcW w:w="2552" w:type="dxa"/>
          </w:tcPr>
          <w:p w14:paraId="39DD1196" w14:textId="554E7E96" w:rsidR="00701EC8" w:rsidRPr="00506155" w:rsidRDefault="00140AA0" w:rsidP="00701EC8">
            <w:r w:rsidRPr="00506155">
              <w:t>2</w:t>
            </w:r>
            <w:r w:rsidR="00701EC8" w:rsidRPr="00506155">
              <w:t>/2</w:t>
            </w:r>
          </w:p>
        </w:tc>
        <w:tc>
          <w:tcPr>
            <w:tcW w:w="823" w:type="dxa"/>
          </w:tcPr>
          <w:p w14:paraId="70F8751E" w14:textId="77777777" w:rsidR="00701EC8" w:rsidRDefault="00701EC8" w:rsidP="00701EC8"/>
        </w:tc>
        <w:tc>
          <w:tcPr>
            <w:tcW w:w="3685" w:type="dxa"/>
            <w:vMerge/>
          </w:tcPr>
          <w:p w14:paraId="06B1E0A2" w14:textId="77777777" w:rsidR="00701EC8" w:rsidRDefault="00701EC8" w:rsidP="00701EC8">
            <w:pPr>
              <w:rPr>
                <w:noProof/>
              </w:rPr>
            </w:pPr>
          </w:p>
        </w:tc>
      </w:tr>
      <w:tr w:rsidR="00701EC8" w14:paraId="19BFCD3A" w14:textId="77777777" w:rsidTr="00B23CA3">
        <w:trPr>
          <w:trHeight w:val="77"/>
        </w:trPr>
        <w:tc>
          <w:tcPr>
            <w:tcW w:w="1020" w:type="dxa"/>
          </w:tcPr>
          <w:p w14:paraId="2B8CF915" w14:textId="77777777" w:rsidR="00701EC8" w:rsidRDefault="00701EC8" w:rsidP="00701EC8"/>
        </w:tc>
        <w:tc>
          <w:tcPr>
            <w:tcW w:w="2552" w:type="dxa"/>
          </w:tcPr>
          <w:p w14:paraId="5A3C60FC" w14:textId="77777777" w:rsidR="00701EC8" w:rsidRPr="003E6B9A" w:rsidRDefault="00701EC8" w:rsidP="00701EC8"/>
        </w:tc>
        <w:tc>
          <w:tcPr>
            <w:tcW w:w="823" w:type="dxa"/>
          </w:tcPr>
          <w:p w14:paraId="596192E4" w14:textId="77777777" w:rsidR="00701EC8" w:rsidRDefault="00701EC8" w:rsidP="00701EC8"/>
        </w:tc>
        <w:tc>
          <w:tcPr>
            <w:tcW w:w="3685" w:type="dxa"/>
            <w:vMerge/>
          </w:tcPr>
          <w:p w14:paraId="0F4D0B86" w14:textId="77777777" w:rsidR="00701EC8" w:rsidRDefault="00701EC8" w:rsidP="00701EC8"/>
        </w:tc>
      </w:tr>
      <w:tr w:rsidR="00701EC8" w14:paraId="5440B43D" w14:textId="77777777" w:rsidTr="00F862D6">
        <w:tc>
          <w:tcPr>
            <w:tcW w:w="1020" w:type="dxa"/>
          </w:tcPr>
          <w:p w14:paraId="6E30F0BA" w14:textId="28E05DB6" w:rsidR="00701EC8" w:rsidRDefault="00701EC8" w:rsidP="00701EC8">
            <w:r w:rsidRPr="00C93940">
              <w:t>Vyřizuje</w:t>
            </w:r>
          </w:p>
        </w:tc>
        <w:tc>
          <w:tcPr>
            <w:tcW w:w="2552" w:type="dxa"/>
          </w:tcPr>
          <w:p w14:paraId="668FF46C" w14:textId="4277E536" w:rsidR="00701EC8" w:rsidRPr="003E6B9A" w:rsidRDefault="00701EC8" w:rsidP="00701EC8">
            <w:r w:rsidRPr="00C93940">
              <w:t>JUDr. Jaroslav Klimeš</w:t>
            </w:r>
          </w:p>
        </w:tc>
        <w:tc>
          <w:tcPr>
            <w:tcW w:w="823" w:type="dxa"/>
          </w:tcPr>
          <w:p w14:paraId="3BA0BFF5" w14:textId="77777777" w:rsidR="00701EC8" w:rsidRDefault="00701EC8" w:rsidP="00701EC8"/>
        </w:tc>
        <w:tc>
          <w:tcPr>
            <w:tcW w:w="3685" w:type="dxa"/>
            <w:vMerge/>
          </w:tcPr>
          <w:p w14:paraId="20F0E2FC" w14:textId="77777777" w:rsidR="00701EC8" w:rsidRDefault="00701EC8" w:rsidP="00701EC8"/>
        </w:tc>
      </w:tr>
      <w:tr w:rsidR="00701EC8" w14:paraId="4B7B3554" w14:textId="77777777" w:rsidTr="00F862D6">
        <w:tc>
          <w:tcPr>
            <w:tcW w:w="1020" w:type="dxa"/>
          </w:tcPr>
          <w:p w14:paraId="514F6811" w14:textId="77777777" w:rsidR="00701EC8" w:rsidRDefault="00701EC8" w:rsidP="00701EC8"/>
        </w:tc>
        <w:tc>
          <w:tcPr>
            <w:tcW w:w="2552" w:type="dxa"/>
          </w:tcPr>
          <w:p w14:paraId="6E584132" w14:textId="77777777" w:rsidR="00701EC8" w:rsidRPr="003E6B9A" w:rsidRDefault="00701EC8" w:rsidP="00701EC8"/>
        </w:tc>
        <w:tc>
          <w:tcPr>
            <w:tcW w:w="823" w:type="dxa"/>
          </w:tcPr>
          <w:p w14:paraId="4ACA0004" w14:textId="77777777" w:rsidR="00701EC8" w:rsidRDefault="00701EC8" w:rsidP="00701EC8"/>
        </w:tc>
        <w:tc>
          <w:tcPr>
            <w:tcW w:w="3685" w:type="dxa"/>
            <w:vMerge/>
          </w:tcPr>
          <w:p w14:paraId="426F862D" w14:textId="77777777" w:rsidR="00701EC8" w:rsidRDefault="00701EC8" w:rsidP="00701EC8"/>
        </w:tc>
      </w:tr>
      <w:tr w:rsidR="00701EC8" w14:paraId="08C9415E" w14:textId="77777777" w:rsidTr="00F862D6">
        <w:tc>
          <w:tcPr>
            <w:tcW w:w="1020" w:type="dxa"/>
          </w:tcPr>
          <w:p w14:paraId="50B9AE35" w14:textId="1B01A7B5" w:rsidR="00701EC8" w:rsidRDefault="00701EC8" w:rsidP="00701EC8">
            <w:r w:rsidRPr="00C93940">
              <w:t>Mobil</w:t>
            </w:r>
          </w:p>
        </w:tc>
        <w:tc>
          <w:tcPr>
            <w:tcW w:w="2552" w:type="dxa"/>
          </w:tcPr>
          <w:p w14:paraId="7E5D0729" w14:textId="298B8640" w:rsidR="00701EC8" w:rsidRPr="003E6B9A" w:rsidRDefault="00701EC8" w:rsidP="00701EC8">
            <w:r w:rsidRPr="00C93940">
              <w:t>+420 722 819 305</w:t>
            </w:r>
          </w:p>
        </w:tc>
        <w:tc>
          <w:tcPr>
            <w:tcW w:w="823" w:type="dxa"/>
          </w:tcPr>
          <w:p w14:paraId="51E89CEA" w14:textId="77777777" w:rsidR="00701EC8" w:rsidRDefault="00701EC8" w:rsidP="00701EC8"/>
        </w:tc>
        <w:tc>
          <w:tcPr>
            <w:tcW w:w="3685" w:type="dxa"/>
            <w:vMerge/>
          </w:tcPr>
          <w:p w14:paraId="63D8A1EF" w14:textId="77777777" w:rsidR="00701EC8" w:rsidRDefault="00701EC8" w:rsidP="00701EC8"/>
        </w:tc>
      </w:tr>
      <w:tr w:rsidR="00701EC8" w14:paraId="59462A4C" w14:textId="77777777" w:rsidTr="00F862D6">
        <w:tc>
          <w:tcPr>
            <w:tcW w:w="1020" w:type="dxa"/>
          </w:tcPr>
          <w:p w14:paraId="2BDD6A13" w14:textId="5CFF7A7F" w:rsidR="00701EC8" w:rsidRDefault="00701EC8" w:rsidP="00701EC8">
            <w:r w:rsidRPr="00C93940">
              <w:t>E-mail</w:t>
            </w:r>
          </w:p>
        </w:tc>
        <w:tc>
          <w:tcPr>
            <w:tcW w:w="2552" w:type="dxa"/>
          </w:tcPr>
          <w:p w14:paraId="683B13D9" w14:textId="500B5073" w:rsidR="00701EC8" w:rsidRPr="003E6B9A" w:rsidRDefault="00701EC8" w:rsidP="00701EC8">
            <w:r w:rsidRPr="00C93940">
              <w:t>KlimesJa@spravazeleznic.cz</w:t>
            </w:r>
          </w:p>
        </w:tc>
        <w:tc>
          <w:tcPr>
            <w:tcW w:w="823" w:type="dxa"/>
          </w:tcPr>
          <w:p w14:paraId="3D754778" w14:textId="77777777" w:rsidR="00701EC8" w:rsidRDefault="00701EC8" w:rsidP="00701EC8"/>
        </w:tc>
        <w:tc>
          <w:tcPr>
            <w:tcW w:w="3685" w:type="dxa"/>
            <w:vMerge/>
          </w:tcPr>
          <w:p w14:paraId="5743A60D" w14:textId="77777777" w:rsidR="00701EC8" w:rsidRDefault="00701EC8" w:rsidP="00701EC8"/>
        </w:tc>
      </w:tr>
      <w:tr w:rsidR="00701EC8" w14:paraId="6ECD988F" w14:textId="77777777" w:rsidTr="00F862D6">
        <w:tc>
          <w:tcPr>
            <w:tcW w:w="1020" w:type="dxa"/>
          </w:tcPr>
          <w:p w14:paraId="73D17CD3" w14:textId="77777777" w:rsidR="00701EC8" w:rsidRDefault="00701EC8" w:rsidP="00701EC8"/>
        </w:tc>
        <w:tc>
          <w:tcPr>
            <w:tcW w:w="2552" w:type="dxa"/>
          </w:tcPr>
          <w:p w14:paraId="46AE94FA" w14:textId="77777777" w:rsidR="00701EC8" w:rsidRPr="003E6B9A" w:rsidRDefault="00701EC8" w:rsidP="00701EC8"/>
        </w:tc>
        <w:tc>
          <w:tcPr>
            <w:tcW w:w="823" w:type="dxa"/>
          </w:tcPr>
          <w:p w14:paraId="32960B12" w14:textId="77777777" w:rsidR="00701EC8" w:rsidRDefault="00701EC8" w:rsidP="00701EC8"/>
        </w:tc>
        <w:tc>
          <w:tcPr>
            <w:tcW w:w="3685" w:type="dxa"/>
          </w:tcPr>
          <w:p w14:paraId="4133799F" w14:textId="77777777" w:rsidR="00701EC8" w:rsidRDefault="00701EC8" w:rsidP="00701EC8"/>
        </w:tc>
      </w:tr>
      <w:tr w:rsidR="00701EC8" w14:paraId="2E49901D" w14:textId="77777777" w:rsidTr="00F862D6">
        <w:tc>
          <w:tcPr>
            <w:tcW w:w="1020" w:type="dxa"/>
          </w:tcPr>
          <w:p w14:paraId="606290F2" w14:textId="4E0B1C9D" w:rsidR="00701EC8" w:rsidRDefault="00701EC8" w:rsidP="00701EC8">
            <w:r w:rsidRPr="00C93940">
              <w:t>Datum</w:t>
            </w:r>
          </w:p>
        </w:tc>
        <w:tc>
          <w:tcPr>
            <w:tcW w:w="2552" w:type="dxa"/>
          </w:tcPr>
          <w:p w14:paraId="405F7C70" w14:textId="3E630405" w:rsidR="00701EC8" w:rsidRPr="003E6B9A" w:rsidRDefault="00701EC8" w:rsidP="00701EC8">
            <w:r w:rsidRPr="00C93940">
              <w:t xml:space="preserve">17. srpna 2023 </w:t>
            </w:r>
          </w:p>
        </w:tc>
        <w:tc>
          <w:tcPr>
            <w:tcW w:w="823" w:type="dxa"/>
          </w:tcPr>
          <w:p w14:paraId="2A35BD70" w14:textId="77777777" w:rsidR="00701EC8" w:rsidRDefault="00701EC8" w:rsidP="00701EC8"/>
        </w:tc>
        <w:tc>
          <w:tcPr>
            <w:tcW w:w="3685" w:type="dxa"/>
          </w:tcPr>
          <w:p w14:paraId="6AB148FA" w14:textId="77777777" w:rsidR="00701EC8" w:rsidRDefault="00701EC8" w:rsidP="00701EC8"/>
        </w:tc>
      </w:tr>
      <w:tr w:rsidR="00F64786" w14:paraId="1CE2932E" w14:textId="77777777" w:rsidTr="00F862D6">
        <w:tc>
          <w:tcPr>
            <w:tcW w:w="1020" w:type="dxa"/>
          </w:tcPr>
          <w:p w14:paraId="572A7496" w14:textId="77777777" w:rsidR="00F64786" w:rsidRDefault="00F64786" w:rsidP="0077673A"/>
        </w:tc>
        <w:tc>
          <w:tcPr>
            <w:tcW w:w="2552" w:type="dxa"/>
          </w:tcPr>
          <w:p w14:paraId="12C7865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B79AE5F" w14:textId="77777777" w:rsidR="00F64786" w:rsidRDefault="00F64786" w:rsidP="0077673A"/>
        </w:tc>
        <w:tc>
          <w:tcPr>
            <w:tcW w:w="3685" w:type="dxa"/>
          </w:tcPr>
          <w:p w14:paraId="5623222A" w14:textId="77777777" w:rsidR="00F64786" w:rsidRDefault="00F64786" w:rsidP="0077673A"/>
        </w:tc>
      </w:tr>
      <w:tr w:rsidR="00F862D6" w14:paraId="776E0612" w14:textId="77777777" w:rsidTr="00B45E9E">
        <w:trPr>
          <w:trHeight w:val="794"/>
        </w:trPr>
        <w:tc>
          <w:tcPr>
            <w:tcW w:w="1020" w:type="dxa"/>
          </w:tcPr>
          <w:p w14:paraId="3B351118" w14:textId="77777777" w:rsidR="00F862D6" w:rsidRDefault="00F862D6" w:rsidP="0077673A"/>
        </w:tc>
        <w:tc>
          <w:tcPr>
            <w:tcW w:w="2552" w:type="dxa"/>
          </w:tcPr>
          <w:p w14:paraId="7DDDA732" w14:textId="77777777" w:rsidR="00F862D6" w:rsidRDefault="00F862D6" w:rsidP="00F310F8"/>
        </w:tc>
        <w:tc>
          <w:tcPr>
            <w:tcW w:w="823" w:type="dxa"/>
          </w:tcPr>
          <w:p w14:paraId="3B64356E" w14:textId="77777777" w:rsidR="00F862D6" w:rsidRDefault="00F862D6" w:rsidP="0077673A"/>
        </w:tc>
        <w:tc>
          <w:tcPr>
            <w:tcW w:w="3685" w:type="dxa"/>
          </w:tcPr>
          <w:p w14:paraId="0E629801" w14:textId="77777777" w:rsidR="00F862D6" w:rsidRDefault="00F862D6" w:rsidP="0077673A"/>
        </w:tc>
      </w:tr>
    </w:tbl>
    <w:p w14:paraId="6B5707FD" w14:textId="77777777" w:rsidR="00FD7070" w:rsidRDefault="00FD7070" w:rsidP="00FD7070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</w:t>
      </w:r>
      <w:r w:rsidRPr="00D72FD6">
        <w:rPr>
          <w:rFonts w:eastAsia="Calibri" w:cs="Times New Roman"/>
          <w:lang w:eastAsia="cs-CZ"/>
        </w:rPr>
        <w:t xml:space="preserve">: </w:t>
      </w:r>
      <w:r w:rsidRPr="00D72FD6">
        <w:rPr>
          <w:rFonts w:eastAsia="Calibri" w:cs="Times New Roman"/>
          <w:b/>
          <w:lang w:eastAsia="cs-CZ"/>
        </w:rPr>
        <w:t>Rekonstrukce traťového úseku Vlkov u Tišnova (mimo) - Křižanov (mimo)</w:t>
      </w:r>
    </w:p>
    <w:p w14:paraId="04DA71F8" w14:textId="15C9F605" w:rsidR="00FD7070" w:rsidRPr="00BD5319" w:rsidRDefault="00FD7070" w:rsidP="00FD7070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72FD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506155">
        <w:rPr>
          <w:rFonts w:eastAsia="Calibri" w:cs="Times New Roman"/>
          <w:lang w:eastAsia="cs-CZ"/>
        </w:rPr>
        <w:t>3</w:t>
      </w:r>
    </w:p>
    <w:p w14:paraId="4B52F0B7" w14:textId="77777777" w:rsidR="00FD7070" w:rsidRPr="00BD5319" w:rsidRDefault="00FD7070" w:rsidP="00FD7070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47E96A1B" w14:textId="77777777" w:rsidR="00FD7070" w:rsidRPr="00BD5319" w:rsidRDefault="00FD7070" w:rsidP="00FD7070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80FED17" w14:textId="77777777" w:rsidR="00506155" w:rsidRPr="00BD5319" w:rsidRDefault="00506155" w:rsidP="0050615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060748CD" w14:textId="77777777" w:rsidR="00506155" w:rsidRPr="003317E2" w:rsidRDefault="00506155" w:rsidP="00506155">
      <w:pPr>
        <w:spacing w:after="200" w:line="276" w:lineRule="auto"/>
        <w:rPr>
          <w:rFonts w:eastAsia="Times New Roman" w:cs="Times New Roman"/>
        </w:rPr>
      </w:pPr>
      <w:r w:rsidRPr="003317E2">
        <w:rPr>
          <w:rFonts w:eastAsia="Times New Roman" w:cs="Calibri"/>
        </w:rPr>
        <w:t>SO 02-11-01</w:t>
      </w:r>
      <w:r w:rsidRPr="003317E2">
        <w:rPr>
          <w:rFonts w:eastAsia="Times New Roman" w:cs="Calibri"/>
        </w:rPr>
        <w:br/>
      </w:r>
      <w:r w:rsidRPr="003317E2">
        <w:rPr>
          <w:rFonts w:eastAsia="Times New Roman" w:cs="Times New Roman"/>
        </w:rPr>
        <w:t xml:space="preserve">Domníváme se, že v položce č. 30 „ZDI OPĚR, ZÁRUB, NÁBŘEŽ Z DÍLCŮ ŽELEZOBETON DO C30/37“ je uvedeno chybné množství. Rozšíření stezky krabicovými díly U3, k němuž se položka vztahuje, je dle TZ navrženo v úseku km 58,805 až 59,003 v délce </w:t>
      </w:r>
      <w:proofErr w:type="gramStart"/>
      <w:r w:rsidRPr="003317E2">
        <w:rPr>
          <w:rFonts w:eastAsia="Times New Roman" w:cs="Times New Roman"/>
        </w:rPr>
        <w:t>198m</w:t>
      </w:r>
      <w:proofErr w:type="gramEnd"/>
      <w:r w:rsidRPr="003317E2">
        <w:rPr>
          <w:rFonts w:eastAsia="Times New Roman" w:cs="Times New Roman"/>
        </w:rPr>
        <w:t>. Dle výrobce je objem betonu na jeden krabicový díl 0,85m</w:t>
      </w:r>
      <w:r w:rsidRPr="003317E2">
        <w:rPr>
          <w:rFonts w:eastAsia="Times New Roman" w:cs="Times New Roman"/>
          <w:vertAlign w:val="superscript"/>
        </w:rPr>
        <w:t>3</w:t>
      </w:r>
      <w:r w:rsidRPr="003317E2">
        <w:rPr>
          <w:rFonts w:eastAsia="Times New Roman" w:cs="Times New Roman"/>
        </w:rPr>
        <w:t>, přičemž délka dílu je 3m. Vychází tedy celkový objem betonu 198*0,85/3 = 56,1m</w:t>
      </w:r>
      <w:r w:rsidRPr="003317E2">
        <w:rPr>
          <w:rFonts w:eastAsia="Times New Roman" w:cs="Times New Roman"/>
          <w:vertAlign w:val="superscript"/>
        </w:rPr>
        <w:t>3</w:t>
      </w:r>
      <w:r w:rsidRPr="003317E2">
        <w:rPr>
          <w:rFonts w:eastAsia="Times New Roman" w:cs="Times New Roman"/>
        </w:rPr>
        <w:t xml:space="preserve">. </w:t>
      </w:r>
    </w:p>
    <w:p w14:paraId="608091D9" w14:textId="77777777" w:rsidR="00506155" w:rsidRPr="00267CA0" w:rsidRDefault="00506155" w:rsidP="00506155">
      <w:pPr>
        <w:spacing w:after="0" w:line="240" w:lineRule="auto"/>
        <w:contextualSpacing/>
        <w:rPr>
          <w:rFonts w:eastAsia="Times New Roman" w:cs="Arial"/>
          <w:bCs/>
          <w:lang w:eastAsia="cs-CZ"/>
        </w:rPr>
      </w:pPr>
      <w:r w:rsidRPr="003317E2">
        <w:rPr>
          <w:rFonts w:eastAsia="Times New Roman" w:cs="Times New Roman"/>
        </w:rPr>
        <w:t>Žádáme zadavatele o prověření a sdělení správného množství v položce 30 soupisu prací.</w:t>
      </w:r>
    </w:p>
    <w:p w14:paraId="3F682692" w14:textId="77777777" w:rsidR="00506155" w:rsidRDefault="00506155" w:rsidP="0050615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9C88BB" w14:textId="77777777" w:rsidR="00506155" w:rsidRDefault="00506155" w:rsidP="00506155">
      <w:pPr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253631AC" w14:textId="77777777" w:rsidR="00506155" w:rsidRPr="0053253E" w:rsidRDefault="00506155" w:rsidP="00506155">
      <w:pPr>
        <w:rPr>
          <w:bCs/>
          <w:color w:val="FF0000"/>
          <w:lang w:eastAsia="cs-CZ"/>
        </w:rPr>
      </w:pPr>
      <w:r w:rsidRPr="0053253E">
        <w:rPr>
          <w:bCs/>
          <w:lang w:eastAsia="cs-CZ"/>
        </w:rPr>
        <w:t>V soupisu prací SO 02-11-01, položka č. 30, kód položky 327125, „ZDI OPĚR, ZÁRUB, NÁBŘEŽ Z DÍLCŮ ŽELEZOBETON DO C30/37“ bylo upraveno množství na správnou hodnotu 56,1 m</w:t>
      </w:r>
      <w:r w:rsidRPr="0053253E">
        <w:rPr>
          <w:bCs/>
          <w:vertAlign w:val="superscript"/>
          <w:lang w:eastAsia="cs-CZ"/>
        </w:rPr>
        <w:t>3</w:t>
      </w:r>
      <w:r w:rsidRPr="0053253E">
        <w:rPr>
          <w:bCs/>
          <w:lang w:eastAsia="cs-CZ"/>
        </w:rPr>
        <w:t>. Byl také doplněn popis položky pro snadnější identifikaci množství.</w:t>
      </w:r>
    </w:p>
    <w:p w14:paraId="2B1C4EC1" w14:textId="77777777" w:rsidR="00506155" w:rsidRPr="00BD5319" w:rsidRDefault="00506155" w:rsidP="0050615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060F96" w14:textId="77777777" w:rsidR="00506155" w:rsidRPr="00BD5319" w:rsidRDefault="00506155" w:rsidP="0050615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1B90E6A7" w14:textId="77777777" w:rsidR="00506155" w:rsidRPr="003317E2" w:rsidRDefault="00506155" w:rsidP="00506155">
      <w:pPr>
        <w:spacing w:after="200" w:line="276" w:lineRule="auto"/>
        <w:rPr>
          <w:rFonts w:eastAsia="Times New Roman" w:cs="Times New Roman"/>
        </w:rPr>
      </w:pPr>
      <w:r w:rsidRPr="003317E2">
        <w:rPr>
          <w:rFonts w:eastAsia="Times New Roman" w:cs="Calibri"/>
        </w:rPr>
        <w:t>SO 02-11-01</w:t>
      </w:r>
      <w:r w:rsidRPr="003317E2">
        <w:rPr>
          <w:rFonts w:eastAsia="Times New Roman" w:cs="Calibri"/>
        </w:rPr>
        <w:br/>
      </w:r>
      <w:r w:rsidRPr="003317E2">
        <w:rPr>
          <w:rFonts w:eastAsia="Times New Roman" w:cs="Times New Roman"/>
        </w:rPr>
        <w:t>V položce 43 soupisu prací „PODKL A VÝPLŇ VRSTVY Z NEPROPUSTNÉ ZEMINY“ je uvedeno množství 2854,570m</w:t>
      </w:r>
      <w:r w:rsidRPr="003317E2">
        <w:rPr>
          <w:rFonts w:eastAsia="Times New Roman" w:cs="Times New Roman"/>
          <w:vertAlign w:val="superscript"/>
        </w:rPr>
        <w:t xml:space="preserve">3 </w:t>
      </w:r>
      <w:r w:rsidRPr="003317E2">
        <w:rPr>
          <w:rFonts w:eastAsia="Times New Roman" w:cs="Times New Roman"/>
        </w:rPr>
        <w:t>pro výplň „kolem prefabrikovaných příkopových zídek“. V položce 15 „ZÁSYP JAM A RÝH ZE ZEMIN NEPROPUSTNÝCH“ téhož soupisu prací je ve vzorci pod písmenem „F“ znovu uvedeno stejné množství 2 854,570m</w:t>
      </w:r>
      <w:r w:rsidRPr="003317E2">
        <w:rPr>
          <w:rFonts w:eastAsia="Times New Roman" w:cs="Times New Roman"/>
          <w:vertAlign w:val="superscript"/>
        </w:rPr>
        <w:t>3</w:t>
      </w:r>
      <w:r w:rsidRPr="003317E2">
        <w:rPr>
          <w:rFonts w:eastAsia="Times New Roman" w:cs="Times New Roman"/>
        </w:rPr>
        <w:t>.  </w:t>
      </w:r>
    </w:p>
    <w:p w14:paraId="20ED6392" w14:textId="77777777" w:rsidR="00506155" w:rsidRPr="003317E2" w:rsidRDefault="00506155" w:rsidP="00506155">
      <w:pPr>
        <w:spacing w:after="200" w:line="276" w:lineRule="auto"/>
        <w:rPr>
          <w:rFonts w:eastAsia="Times New Roman" w:cs="Times New Roman"/>
        </w:rPr>
      </w:pPr>
      <w:r w:rsidRPr="003317E2">
        <w:rPr>
          <w:rFonts w:eastAsia="Times New Roman" w:cs="Times New Roman"/>
        </w:rPr>
        <w:t>Není množství v položce 15 uvedeno duplicitně?</w:t>
      </w:r>
    </w:p>
    <w:p w14:paraId="4E1195C8" w14:textId="77777777" w:rsidR="00506155" w:rsidRDefault="00506155" w:rsidP="00506155">
      <w:pPr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13ABE6E9" w14:textId="77777777" w:rsidR="00506155" w:rsidRPr="0053253E" w:rsidRDefault="00506155" w:rsidP="00506155">
      <w:pPr>
        <w:rPr>
          <w:bCs/>
          <w:lang w:eastAsia="cs-CZ"/>
        </w:rPr>
      </w:pPr>
      <w:r w:rsidRPr="0053253E">
        <w:rPr>
          <w:bCs/>
          <w:lang w:eastAsia="cs-CZ"/>
        </w:rPr>
        <w:t xml:space="preserve">V soupisu prací byla upravena pol. č. 15, </w:t>
      </w:r>
      <w:proofErr w:type="gramStart"/>
      <w:r w:rsidRPr="0053253E">
        <w:rPr>
          <w:bCs/>
          <w:lang w:eastAsia="cs-CZ"/>
        </w:rPr>
        <w:t>( 17451</w:t>
      </w:r>
      <w:proofErr w:type="gramEnd"/>
      <w:r w:rsidRPr="0053253E">
        <w:rPr>
          <w:bCs/>
          <w:lang w:eastAsia="cs-CZ"/>
        </w:rPr>
        <w:t xml:space="preserve">, „ZÁSYP JAM A RÝH ZE ZEMIN NEPROPUSTNÝCH“), byla odstraněna kubatura pro zásyp nepropustnou zeminou žlabů J/UCB/UC.  Položka č. 43, kód položky 45168, „PODKL A VÝPLŇ VRSTVY Z NEPROPUSTNÉ ZEMINY“ je beze změny. </w:t>
      </w:r>
    </w:p>
    <w:p w14:paraId="44C63689" w14:textId="77777777" w:rsidR="00506155" w:rsidRPr="00BD5319" w:rsidRDefault="00506155" w:rsidP="0050615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F8D397" w14:textId="77777777" w:rsidR="002C02B5" w:rsidRDefault="002C02B5" w:rsidP="0050615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F338E5" w14:textId="77777777" w:rsidR="002C02B5" w:rsidRDefault="002C02B5" w:rsidP="0050615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693D38F" w14:textId="77777777" w:rsidR="002C02B5" w:rsidRDefault="002C02B5" w:rsidP="0050615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E37767" w14:textId="77777777" w:rsidR="002C02B5" w:rsidRDefault="002C02B5" w:rsidP="0050615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2700F6" w14:textId="2027FB61" w:rsidR="00506155" w:rsidRPr="00BD5319" w:rsidRDefault="00506155" w:rsidP="0050615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0A5C9305" w14:textId="77777777" w:rsidR="00506155" w:rsidRPr="003317E2" w:rsidRDefault="00506155" w:rsidP="00506155">
      <w:pPr>
        <w:spacing w:after="200" w:line="276" w:lineRule="auto"/>
        <w:rPr>
          <w:rFonts w:eastAsia="Times New Roman" w:cs="Calibri"/>
          <w:b/>
          <w:bCs/>
        </w:rPr>
      </w:pPr>
      <w:r w:rsidRPr="003317E2">
        <w:rPr>
          <w:rFonts w:eastAsia="Times New Roman" w:cs="Calibri"/>
        </w:rPr>
        <w:t xml:space="preserve">H Dokladová část, H.5 Doklady z projednání, _2, </w:t>
      </w:r>
      <w:proofErr w:type="spellStart"/>
      <w:r w:rsidRPr="003317E2">
        <w:rPr>
          <w:rFonts w:eastAsia="Times New Roman" w:cs="Calibri"/>
        </w:rPr>
        <w:t>GasNet_smlouva</w:t>
      </w:r>
      <w:proofErr w:type="spellEnd"/>
      <w:r w:rsidRPr="003317E2">
        <w:rPr>
          <w:rFonts w:eastAsia="Times New Roman" w:cs="Calibri"/>
        </w:rPr>
        <w:t xml:space="preserve"> o přeložce</w:t>
      </w:r>
    </w:p>
    <w:p w14:paraId="1C80DC65" w14:textId="77777777" w:rsidR="00506155" w:rsidRPr="003317E2" w:rsidRDefault="00506155" w:rsidP="00506155">
      <w:pPr>
        <w:spacing w:after="200" w:line="276" w:lineRule="auto"/>
        <w:rPr>
          <w:rFonts w:eastAsia="Times New Roman" w:cs="Times New Roman"/>
        </w:rPr>
      </w:pPr>
      <w:r w:rsidRPr="003317E2">
        <w:rPr>
          <w:rFonts w:eastAsia="Times New Roman" w:cs="Calibri"/>
        </w:rPr>
        <w:t xml:space="preserve">V předložené Smlouvě o přeložce se společností </w:t>
      </w:r>
      <w:proofErr w:type="spellStart"/>
      <w:r w:rsidRPr="003317E2">
        <w:rPr>
          <w:rFonts w:eastAsia="Times New Roman" w:cs="Calibri"/>
        </w:rPr>
        <w:t>GasNet</w:t>
      </w:r>
      <w:proofErr w:type="spellEnd"/>
      <w:r w:rsidRPr="003317E2">
        <w:rPr>
          <w:rFonts w:eastAsia="Times New Roman" w:cs="Calibri"/>
        </w:rPr>
        <w:t xml:space="preserve"> se v bodě A, odstavci 6 píše:</w:t>
      </w:r>
      <w:r w:rsidRPr="003317E2">
        <w:rPr>
          <w:rFonts w:eastAsia="Times New Roman" w:cs="Calibri"/>
        </w:rPr>
        <w:br/>
      </w:r>
      <w:r w:rsidRPr="003317E2">
        <w:rPr>
          <w:rFonts w:eastAsia="Times New Roman" w:cs="Times New Roman"/>
          <w:i/>
          <w:iCs/>
        </w:rPr>
        <w:t>„Při realizaci přeložky je povinen dodržet podmínky uvedené ve stanovisku provozovatele PZ k PD přeložky PZ. Tyto podmínky nesmí být v rozporu s touto smlouvou, ledaže podmínky budou vycházet ze změn právních předpisů, technických norem, technických pravidel nebo rozhodnutí příslušného orgánu“</w:t>
      </w:r>
    </w:p>
    <w:p w14:paraId="5FB2FC77" w14:textId="1693D44B" w:rsidR="00FD7070" w:rsidRDefault="00506155" w:rsidP="00506155">
      <w:pPr>
        <w:spacing w:after="0" w:line="240" w:lineRule="auto"/>
        <w:rPr>
          <w:rFonts w:eastAsia="Times New Roman" w:cs="Times New Roman"/>
        </w:rPr>
      </w:pPr>
      <w:r w:rsidRPr="003317E2">
        <w:rPr>
          <w:rFonts w:eastAsia="Times New Roman" w:cs="Times New Roman"/>
        </w:rPr>
        <w:t>Žádáme zadavatele o sdělení, ve které části dokumentace je možné dohledat Stanovisko provozovatele PZ k PD? Případně žádáme o jeho poskytnutí.</w:t>
      </w:r>
    </w:p>
    <w:p w14:paraId="318B5BCE" w14:textId="77777777" w:rsidR="00506155" w:rsidRDefault="00506155" w:rsidP="00506155">
      <w:pPr>
        <w:spacing w:after="0" w:line="240" w:lineRule="auto"/>
        <w:rPr>
          <w:rFonts w:eastAsia="Times New Roman" w:cs="Arial"/>
          <w:bCs/>
          <w:lang w:eastAsia="cs-CZ"/>
        </w:rPr>
      </w:pPr>
    </w:p>
    <w:p w14:paraId="52AA4556" w14:textId="5EEA58F5" w:rsidR="00506155" w:rsidRDefault="00506155" w:rsidP="00506155">
      <w:pPr>
        <w:spacing w:after="200" w:line="276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6932E276" w14:textId="77777777" w:rsidR="00506155" w:rsidRPr="0053253E" w:rsidRDefault="00506155" w:rsidP="00506155">
      <w:pPr>
        <w:spacing w:after="200" w:line="276" w:lineRule="auto"/>
        <w:rPr>
          <w:rFonts w:eastAsia="Calibri" w:cs="Times New Roman"/>
          <w:lang w:eastAsia="cs-CZ"/>
        </w:rPr>
      </w:pPr>
      <w:r w:rsidRPr="0053253E">
        <w:rPr>
          <w:rFonts w:eastAsia="Calibri" w:cs="Times New Roman"/>
          <w:lang w:eastAsia="cs-CZ"/>
        </w:rPr>
        <w:t>Stanovisko k projektové dokumentaci se nahází H Dokladová část, H.5 Doklady z projednání, _3, 6_GasNet_stavební povolení.pdf</w:t>
      </w:r>
    </w:p>
    <w:p w14:paraId="708C5C7C" w14:textId="77777777" w:rsidR="00FD7070" w:rsidRPr="00BD5319" w:rsidRDefault="00FD7070" w:rsidP="00FD7070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F19048C" w14:textId="77777777"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6DD0375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A844EC1" w14:textId="77777777" w:rsidR="00506155" w:rsidRDefault="00506155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CD15591" w14:textId="00E634CD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FD7070">
        <w:rPr>
          <w:rFonts w:eastAsia="Calibri" w:cs="Times New Roman"/>
          <w:lang w:eastAsia="cs-CZ"/>
        </w:rPr>
        <w:t xml:space="preserve">Vysvětlení/ změnu/ doplnění zadávací dokumentace </w:t>
      </w:r>
      <w:r w:rsidRPr="00BD5319">
        <w:rPr>
          <w:rFonts w:eastAsia="Calibri" w:cs="Times New Roman"/>
          <w:lang w:eastAsia="cs-CZ"/>
        </w:rPr>
        <w:t xml:space="preserve">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5FA85BE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7D6E54" w14:textId="77777777" w:rsidR="00E865E1" w:rsidRDefault="00E865E1" w:rsidP="00FD7070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2F7A1C4" w14:textId="77777777" w:rsidR="00E865E1" w:rsidRDefault="00E865E1" w:rsidP="00FD7070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FEEF6E4" w14:textId="0854BA58" w:rsidR="00FD7070" w:rsidRDefault="00FD7070" w:rsidP="00FD7070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757C2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5CF65F93" w14:textId="77777777" w:rsidR="00506155" w:rsidRPr="00506155" w:rsidRDefault="00506155" w:rsidP="00506155">
      <w:pPr>
        <w:spacing w:after="0" w:line="240" w:lineRule="auto"/>
        <w:jc w:val="both"/>
        <w:rPr>
          <w:rFonts w:eastAsia="Calibri" w:cs="Times New Roman"/>
          <w:bCs/>
          <w:i/>
          <w:lang w:eastAsia="cs-CZ"/>
        </w:rPr>
      </w:pPr>
      <w:r w:rsidRPr="00506155">
        <w:rPr>
          <w:rFonts w:eastAsia="Calibri" w:cs="Times New Roman"/>
          <w:bCs/>
          <w:i/>
          <w:lang w:eastAsia="cs-CZ"/>
        </w:rPr>
        <w:t>XDC_Vlkov_Krizanov_zm02_20230823</w:t>
      </w:r>
    </w:p>
    <w:p w14:paraId="72BD8009" w14:textId="77777777" w:rsidR="00506155" w:rsidRPr="00506155" w:rsidRDefault="00506155" w:rsidP="0050615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06155">
        <w:rPr>
          <w:rFonts w:eastAsia="Calibri" w:cs="Times New Roman"/>
          <w:lang w:eastAsia="cs-CZ"/>
        </w:rPr>
        <w:t>XLS_Vlkov_Krizanov_zm02_20230823</w:t>
      </w:r>
    </w:p>
    <w:p w14:paraId="3FBFF1C6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DB7CB99" w14:textId="77777777" w:rsidR="00140AA0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C47614" w14:textId="77777777" w:rsidR="00140AA0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AB1325" w14:textId="0F0AA765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FD7070">
        <w:rPr>
          <w:rFonts w:eastAsia="Calibri" w:cs="Times New Roman"/>
          <w:lang w:eastAsia="cs-CZ"/>
        </w:rPr>
        <w:t>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5B0A4097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167631" w14:textId="77777777" w:rsidR="00FD7070" w:rsidRDefault="00FD707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DA7ED1" w14:textId="77777777" w:rsidR="00140AA0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9D8D31" w14:textId="77777777" w:rsidR="00140AA0" w:rsidRPr="00BD5319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35CCC01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C6942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A2D6D5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BC9452D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036FB8A0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7D819361" w14:textId="79D6CBEC" w:rsidR="00CB7B5A" w:rsidRPr="00FD7070" w:rsidRDefault="00BD5319" w:rsidP="00FD7070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CB7B5A" w:rsidRPr="00FD7070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7AE4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65CC066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A28A3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A03AB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FA87B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34E7D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AE3E8D" w14:textId="77777777" w:rsidR="00F1715C" w:rsidRDefault="00F1715C" w:rsidP="00D831A3">
          <w:pPr>
            <w:pStyle w:val="Zpat"/>
          </w:pPr>
        </w:p>
      </w:tc>
    </w:tr>
  </w:tbl>
  <w:p w14:paraId="309CC4B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9CD4912" wp14:editId="537931E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0261E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B7C0FDB" wp14:editId="1179337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86BBA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685A5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946D5A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341E11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4723C21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79A28C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0E5D7F32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33E56CB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3879FB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507DC8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9A493E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9CA7209" w14:textId="77777777" w:rsidR="00712ED1" w:rsidRDefault="00712ED1" w:rsidP="00331004">
          <w:pPr>
            <w:pStyle w:val="Zpat"/>
          </w:pPr>
        </w:p>
      </w:tc>
    </w:tr>
  </w:tbl>
  <w:p w14:paraId="10367DD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3BA83C7" wp14:editId="455E1F7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12F95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6E9FE95" wp14:editId="19D8789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93697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5868F2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0CDB3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731CA781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FBC1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F3CD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0EFA3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A1DF2E" w14:textId="77777777" w:rsidR="00F1715C" w:rsidRPr="00D6163D" w:rsidRDefault="00F1715C" w:rsidP="00D6163D">
          <w:pPr>
            <w:pStyle w:val="Druhdokumentu"/>
          </w:pPr>
        </w:p>
      </w:tc>
    </w:tr>
  </w:tbl>
  <w:p w14:paraId="2634704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04663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ABC90A8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1B7BC62" wp14:editId="30C2F43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208CB8" wp14:editId="75C35066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970B31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06381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CA20FD7" w14:textId="77777777" w:rsidR="00F1715C" w:rsidRPr="00D6163D" w:rsidRDefault="00F1715C" w:rsidP="00FC6389">
          <w:pPr>
            <w:pStyle w:val="Druhdokumentu"/>
          </w:pPr>
        </w:p>
      </w:tc>
    </w:tr>
    <w:tr w:rsidR="00F64786" w14:paraId="7C320BE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776427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198FD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B70B1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6FFC23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0F045EC" wp14:editId="7CB76C1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9C159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CA601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64B00020"/>
    <w:multiLevelType w:val="hybridMultilevel"/>
    <w:tmpl w:val="56347FF2"/>
    <w:lvl w:ilvl="0" w:tplc="A9DE2C5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343672365">
    <w:abstractNumId w:val="2"/>
  </w:num>
  <w:num w:numId="2" w16cid:durableId="1339235858">
    <w:abstractNumId w:val="1"/>
  </w:num>
  <w:num w:numId="3" w16cid:durableId="1289892870">
    <w:abstractNumId w:val="3"/>
  </w:num>
  <w:num w:numId="4" w16cid:durableId="867255993">
    <w:abstractNumId w:val="6"/>
  </w:num>
  <w:num w:numId="5" w16cid:durableId="91706653">
    <w:abstractNumId w:val="0"/>
  </w:num>
  <w:num w:numId="6" w16cid:durableId="1551771536">
    <w:abstractNumId w:val="4"/>
  </w:num>
  <w:num w:numId="7" w16cid:durableId="12643356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40AA0"/>
    <w:rsid w:val="00170EC5"/>
    <w:rsid w:val="001747C1"/>
    <w:rsid w:val="00177265"/>
    <w:rsid w:val="0018596A"/>
    <w:rsid w:val="001B69C2"/>
    <w:rsid w:val="001C4DA0"/>
    <w:rsid w:val="00207DF5"/>
    <w:rsid w:val="00267369"/>
    <w:rsid w:val="0026785D"/>
    <w:rsid w:val="002C02B5"/>
    <w:rsid w:val="002C291C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06155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01EC8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865E1"/>
    <w:rsid w:val="00EA5F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D7070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33DB16A"/>
  <w14:defaultImageDpi w14:val="32767"/>
  <w15:docId w15:val="{E39EA768-2C57-491A-B5F3-D3249D95D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</TotalTime>
  <Pages>2</Pages>
  <Words>458</Words>
  <Characters>2705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15</cp:revision>
  <cp:lastPrinted>2019-02-22T13:28:00Z</cp:lastPrinted>
  <dcterms:created xsi:type="dcterms:W3CDTF">2020-01-24T13:38:00Z</dcterms:created>
  <dcterms:modified xsi:type="dcterms:W3CDTF">2023-08-23T08:48:00Z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