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90B5AA" w14:textId="77777777" w:rsidTr="00F862D6">
        <w:tc>
          <w:tcPr>
            <w:tcW w:w="1020" w:type="dxa"/>
          </w:tcPr>
          <w:p w14:paraId="2CEFD09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EFFECC4" wp14:editId="6B2B1735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97FAC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FFEC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097FAC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721F4BF" w14:textId="77777777" w:rsidR="00F64786" w:rsidRDefault="00F64786" w:rsidP="0077673A"/>
        </w:tc>
        <w:tc>
          <w:tcPr>
            <w:tcW w:w="823" w:type="dxa"/>
          </w:tcPr>
          <w:p w14:paraId="3CB6E63B" w14:textId="77777777" w:rsidR="00F64786" w:rsidRDefault="00F64786" w:rsidP="0077673A"/>
        </w:tc>
        <w:tc>
          <w:tcPr>
            <w:tcW w:w="3685" w:type="dxa"/>
          </w:tcPr>
          <w:p w14:paraId="4FAB2AAB" w14:textId="77777777" w:rsidR="00F64786" w:rsidRDefault="00F64786" w:rsidP="0077673A"/>
        </w:tc>
      </w:tr>
      <w:tr w:rsidR="00F862D6" w14:paraId="033A353D" w14:textId="77777777" w:rsidTr="00596C7E">
        <w:tc>
          <w:tcPr>
            <w:tcW w:w="1020" w:type="dxa"/>
          </w:tcPr>
          <w:p w14:paraId="6E9628E6" w14:textId="77777777" w:rsidR="00F862D6" w:rsidRDefault="00F862D6" w:rsidP="0077673A"/>
        </w:tc>
        <w:tc>
          <w:tcPr>
            <w:tcW w:w="2552" w:type="dxa"/>
          </w:tcPr>
          <w:p w14:paraId="11AC005C" w14:textId="77777777" w:rsidR="00F862D6" w:rsidRDefault="00F862D6" w:rsidP="00764595"/>
        </w:tc>
        <w:tc>
          <w:tcPr>
            <w:tcW w:w="823" w:type="dxa"/>
          </w:tcPr>
          <w:p w14:paraId="0E968631" w14:textId="77777777" w:rsidR="00F862D6" w:rsidRDefault="00F862D6" w:rsidP="0077673A"/>
        </w:tc>
        <w:tc>
          <w:tcPr>
            <w:tcW w:w="3685" w:type="dxa"/>
            <w:vMerge w:val="restart"/>
          </w:tcPr>
          <w:p w14:paraId="3FA6C531" w14:textId="77777777" w:rsidR="00596C7E" w:rsidRDefault="00596C7E" w:rsidP="00596C7E">
            <w:pPr>
              <w:rPr>
                <w:rStyle w:val="Potovnadresa"/>
              </w:rPr>
            </w:pPr>
          </w:p>
          <w:p w14:paraId="7BE7B5E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01EC8" w14:paraId="53BE1654" w14:textId="77777777" w:rsidTr="00F862D6">
        <w:tc>
          <w:tcPr>
            <w:tcW w:w="1020" w:type="dxa"/>
          </w:tcPr>
          <w:p w14:paraId="6B192239" w14:textId="150043EE" w:rsidR="00701EC8" w:rsidRPr="003E6B9A" w:rsidRDefault="00701EC8" w:rsidP="00701EC8">
            <w:r w:rsidRPr="00C93940">
              <w:t>Naše zn.</w:t>
            </w:r>
          </w:p>
        </w:tc>
        <w:tc>
          <w:tcPr>
            <w:tcW w:w="2552" w:type="dxa"/>
          </w:tcPr>
          <w:p w14:paraId="3E42E656" w14:textId="3F09C150" w:rsidR="00701EC8" w:rsidRPr="003E6B9A" w:rsidRDefault="00EA5FF1" w:rsidP="00701EC8">
            <w:r>
              <w:t>9</w:t>
            </w:r>
            <w:r w:rsidR="002C291C">
              <w:t>688</w:t>
            </w:r>
            <w:r w:rsidR="00701EC8" w:rsidRPr="00C93940">
              <w:t>/2023-SŽ-SSV-Ú3</w:t>
            </w:r>
          </w:p>
        </w:tc>
        <w:tc>
          <w:tcPr>
            <w:tcW w:w="823" w:type="dxa"/>
          </w:tcPr>
          <w:p w14:paraId="278B44F0" w14:textId="77777777" w:rsidR="00701EC8" w:rsidRDefault="00701EC8" w:rsidP="00701EC8"/>
        </w:tc>
        <w:tc>
          <w:tcPr>
            <w:tcW w:w="3685" w:type="dxa"/>
            <w:vMerge/>
          </w:tcPr>
          <w:p w14:paraId="24E080E8" w14:textId="77777777" w:rsidR="00701EC8" w:rsidRDefault="00701EC8" w:rsidP="00701EC8"/>
        </w:tc>
      </w:tr>
      <w:tr w:rsidR="00701EC8" w14:paraId="71036D82" w14:textId="77777777" w:rsidTr="00F862D6">
        <w:tc>
          <w:tcPr>
            <w:tcW w:w="1020" w:type="dxa"/>
          </w:tcPr>
          <w:p w14:paraId="3E6B6A62" w14:textId="5B5C327B" w:rsidR="00701EC8" w:rsidRDefault="00701EC8" w:rsidP="00701EC8">
            <w:r w:rsidRPr="00C93940">
              <w:t>Listů/příloh</w:t>
            </w:r>
          </w:p>
        </w:tc>
        <w:tc>
          <w:tcPr>
            <w:tcW w:w="2552" w:type="dxa"/>
          </w:tcPr>
          <w:p w14:paraId="39DD1196" w14:textId="554E7E96" w:rsidR="00701EC8" w:rsidRPr="003E6B9A" w:rsidRDefault="00140AA0" w:rsidP="00701EC8">
            <w:r>
              <w:t>2</w:t>
            </w:r>
            <w:r w:rsidR="00701EC8" w:rsidRPr="00C93940">
              <w:t>/</w:t>
            </w:r>
            <w:r w:rsidR="00701EC8">
              <w:t>2</w:t>
            </w:r>
          </w:p>
        </w:tc>
        <w:tc>
          <w:tcPr>
            <w:tcW w:w="823" w:type="dxa"/>
          </w:tcPr>
          <w:p w14:paraId="70F8751E" w14:textId="77777777" w:rsidR="00701EC8" w:rsidRDefault="00701EC8" w:rsidP="00701EC8"/>
        </w:tc>
        <w:tc>
          <w:tcPr>
            <w:tcW w:w="3685" w:type="dxa"/>
            <w:vMerge/>
          </w:tcPr>
          <w:p w14:paraId="06B1E0A2" w14:textId="77777777" w:rsidR="00701EC8" w:rsidRDefault="00701EC8" w:rsidP="00701EC8">
            <w:pPr>
              <w:rPr>
                <w:noProof/>
              </w:rPr>
            </w:pPr>
          </w:p>
        </w:tc>
      </w:tr>
      <w:tr w:rsidR="00701EC8" w14:paraId="19BFCD3A" w14:textId="77777777" w:rsidTr="00B23CA3">
        <w:trPr>
          <w:trHeight w:val="77"/>
        </w:trPr>
        <w:tc>
          <w:tcPr>
            <w:tcW w:w="1020" w:type="dxa"/>
          </w:tcPr>
          <w:p w14:paraId="2B8CF915" w14:textId="77777777" w:rsidR="00701EC8" w:rsidRDefault="00701EC8" w:rsidP="00701EC8"/>
        </w:tc>
        <w:tc>
          <w:tcPr>
            <w:tcW w:w="2552" w:type="dxa"/>
          </w:tcPr>
          <w:p w14:paraId="5A3C60FC" w14:textId="77777777" w:rsidR="00701EC8" w:rsidRPr="003E6B9A" w:rsidRDefault="00701EC8" w:rsidP="00701EC8"/>
        </w:tc>
        <w:tc>
          <w:tcPr>
            <w:tcW w:w="823" w:type="dxa"/>
          </w:tcPr>
          <w:p w14:paraId="596192E4" w14:textId="77777777" w:rsidR="00701EC8" w:rsidRDefault="00701EC8" w:rsidP="00701EC8"/>
        </w:tc>
        <w:tc>
          <w:tcPr>
            <w:tcW w:w="3685" w:type="dxa"/>
            <w:vMerge/>
          </w:tcPr>
          <w:p w14:paraId="0F4D0B86" w14:textId="77777777" w:rsidR="00701EC8" w:rsidRDefault="00701EC8" w:rsidP="00701EC8"/>
        </w:tc>
      </w:tr>
      <w:tr w:rsidR="00701EC8" w14:paraId="5440B43D" w14:textId="77777777" w:rsidTr="00F862D6">
        <w:tc>
          <w:tcPr>
            <w:tcW w:w="1020" w:type="dxa"/>
          </w:tcPr>
          <w:p w14:paraId="6E30F0BA" w14:textId="28E05DB6" w:rsidR="00701EC8" w:rsidRDefault="00701EC8" w:rsidP="00701EC8">
            <w:r w:rsidRPr="00C93940">
              <w:t>Vyřizuje</w:t>
            </w:r>
          </w:p>
        </w:tc>
        <w:tc>
          <w:tcPr>
            <w:tcW w:w="2552" w:type="dxa"/>
          </w:tcPr>
          <w:p w14:paraId="668FF46C" w14:textId="4277E536" w:rsidR="00701EC8" w:rsidRPr="003E6B9A" w:rsidRDefault="00701EC8" w:rsidP="00701EC8">
            <w:r w:rsidRPr="00C93940">
              <w:t>JUDr. Jaroslav Klimeš</w:t>
            </w:r>
          </w:p>
        </w:tc>
        <w:tc>
          <w:tcPr>
            <w:tcW w:w="823" w:type="dxa"/>
          </w:tcPr>
          <w:p w14:paraId="3BA0BFF5" w14:textId="77777777" w:rsidR="00701EC8" w:rsidRDefault="00701EC8" w:rsidP="00701EC8"/>
        </w:tc>
        <w:tc>
          <w:tcPr>
            <w:tcW w:w="3685" w:type="dxa"/>
            <w:vMerge/>
          </w:tcPr>
          <w:p w14:paraId="20F0E2FC" w14:textId="77777777" w:rsidR="00701EC8" w:rsidRDefault="00701EC8" w:rsidP="00701EC8"/>
        </w:tc>
      </w:tr>
      <w:tr w:rsidR="00701EC8" w14:paraId="4B7B3554" w14:textId="77777777" w:rsidTr="00F862D6">
        <w:tc>
          <w:tcPr>
            <w:tcW w:w="1020" w:type="dxa"/>
          </w:tcPr>
          <w:p w14:paraId="514F6811" w14:textId="77777777" w:rsidR="00701EC8" w:rsidRDefault="00701EC8" w:rsidP="00701EC8"/>
        </w:tc>
        <w:tc>
          <w:tcPr>
            <w:tcW w:w="2552" w:type="dxa"/>
          </w:tcPr>
          <w:p w14:paraId="6E584132" w14:textId="77777777" w:rsidR="00701EC8" w:rsidRPr="003E6B9A" w:rsidRDefault="00701EC8" w:rsidP="00701EC8"/>
        </w:tc>
        <w:tc>
          <w:tcPr>
            <w:tcW w:w="823" w:type="dxa"/>
          </w:tcPr>
          <w:p w14:paraId="4ACA0004" w14:textId="77777777" w:rsidR="00701EC8" w:rsidRDefault="00701EC8" w:rsidP="00701EC8"/>
        </w:tc>
        <w:tc>
          <w:tcPr>
            <w:tcW w:w="3685" w:type="dxa"/>
            <w:vMerge/>
          </w:tcPr>
          <w:p w14:paraId="426F862D" w14:textId="77777777" w:rsidR="00701EC8" w:rsidRDefault="00701EC8" w:rsidP="00701EC8"/>
        </w:tc>
      </w:tr>
      <w:tr w:rsidR="00701EC8" w14:paraId="08C9415E" w14:textId="77777777" w:rsidTr="00F862D6">
        <w:tc>
          <w:tcPr>
            <w:tcW w:w="1020" w:type="dxa"/>
          </w:tcPr>
          <w:p w14:paraId="50B9AE35" w14:textId="1B01A7B5" w:rsidR="00701EC8" w:rsidRDefault="00701EC8" w:rsidP="00701EC8">
            <w:r w:rsidRPr="00C93940">
              <w:t>Mobil</w:t>
            </w:r>
          </w:p>
        </w:tc>
        <w:tc>
          <w:tcPr>
            <w:tcW w:w="2552" w:type="dxa"/>
          </w:tcPr>
          <w:p w14:paraId="7E5D0729" w14:textId="298B8640" w:rsidR="00701EC8" w:rsidRPr="003E6B9A" w:rsidRDefault="00701EC8" w:rsidP="00701EC8">
            <w:r w:rsidRPr="00C93940">
              <w:t>+420 722 819 305</w:t>
            </w:r>
          </w:p>
        </w:tc>
        <w:tc>
          <w:tcPr>
            <w:tcW w:w="823" w:type="dxa"/>
          </w:tcPr>
          <w:p w14:paraId="51E89CEA" w14:textId="77777777" w:rsidR="00701EC8" w:rsidRDefault="00701EC8" w:rsidP="00701EC8"/>
        </w:tc>
        <w:tc>
          <w:tcPr>
            <w:tcW w:w="3685" w:type="dxa"/>
            <w:vMerge/>
          </w:tcPr>
          <w:p w14:paraId="63D8A1EF" w14:textId="77777777" w:rsidR="00701EC8" w:rsidRDefault="00701EC8" w:rsidP="00701EC8"/>
        </w:tc>
      </w:tr>
      <w:tr w:rsidR="00701EC8" w14:paraId="59462A4C" w14:textId="77777777" w:rsidTr="00F862D6">
        <w:tc>
          <w:tcPr>
            <w:tcW w:w="1020" w:type="dxa"/>
          </w:tcPr>
          <w:p w14:paraId="2BDD6A13" w14:textId="5CFF7A7F" w:rsidR="00701EC8" w:rsidRDefault="00701EC8" w:rsidP="00701EC8">
            <w:r w:rsidRPr="00C93940">
              <w:t>E-mail</w:t>
            </w:r>
          </w:p>
        </w:tc>
        <w:tc>
          <w:tcPr>
            <w:tcW w:w="2552" w:type="dxa"/>
          </w:tcPr>
          <w:p w14:paraId="683B13D9" w14:textId="500B5073" w:rsidR="00701EC8" w:rsidRPr="003E6B9A" w:rsidRDefault="00701EC8" w:rsidP="00701EC8">
            <w:r w:rsidRPr="00C93940">
              <w:t>KlimesJa@spravazeleznic.cz</w:t>
            </w:r>
          </w:p>
        </w:tc>
        <w:tc>
          <w:tcPr>
            <w:tcW w:w="823" w:type="dxa"/>
          </w:tcPr>
          <w:p w14:paraId="3D754778" w14:textId="77777777" w:rsidR="00701EC8" w:rsidRDefault="00701EC8" w:rsidP="00701EC8"/>
        </w:tc>
        <w:tc>
          <w:tcPr>
            <w:tcW w:w="3685" w:type="dxa"/>
            <w:vMerge/>
          </w:tcPr>
          <w:p w14:paraId="5743A60D" w14:textId="77777777" w:rsidR="00701EC8" w:rsidRDefault="00701EC8" w:rsidP="00701EC8"/>
        </w:tc>
      </w:tr>
      <w:tr w:rsidR="00701EC8" w14:paraId="6ECD988F" w14:textId="77777777" w:rsidTr="00F862D6">
        <w:tc>
          <w:tcPr>
            <w:tcW w:w="1020" w:type="dxa"/>
          </w:tcPr>
          <w:p w14:paraId="73D17CD3" w14:textId="77777777" w:rsidR="00701EC8" w:rsidRDefault="00701EC8" w:rsidP="00701EC8"/>
        </w:tc>
        <w:tc>
          <w:tcPr>
            <w:tcW w:w="2552" w:type="dxa"/>
          </w:tcPr>
          <w:p w14:paraId="46AE94FA" w14:textId="77777777" w:rsidR="00701EC8" w:rsidRPr="003E6B9A" w:rsidRDefault="00701EC8" w:rsidP="00701EC8"/>
        </w:tc>
        <w:tc>
          <w:tcPr>
            <w:tcW w:w="823" w:type="dxa"/>
          </w:tcPr>
          <w:p w14:paraId="32960B12" w14:textId="77777777" w:rsidR="00701EC8" w:rsidRDefault="00701EC8" w:rsidP="00701EC8"/>
        </w:tc>
        <w:tc>
          <w:tcPr>
            <w:tcW w:w="3685" w:type="dxa"/>
          </w:tcPr>
          <w:p w14:paraId="4133799F" w14:textId="77777777" w:rsidR="00701EC8" w:rsidRDefault="00701EC8" w:rsidP="00701EC8"/>
        </w:tc>
      </w:tr>
      <w:tr w:rsidR="00701EC8" w14:paraId="2E49901D" w14:textId="77777777" w:rsidTr="00F862D6">
        <w:tc>
          <w:tcPr>
            <w:tcW w:w="1020" w:type="dxa"/>
          </w:tcPr>
          <w:p w14:paraId="606290F2" w14:textId="4E0B1C9D" w:rsidR="00701EC8" w:rsidRDefault="00701EC8" w:rsidP="00701EC8">
            <w:r w:rsidRPr="00C93940">
              <w:t>Datum</w:t>
            </w:r>
          </w:p>
        </w:tc>
        <w:tc>
          <w:tcPr>
            <w:tcW w:w="2552" w:type="dxa"/>
          </w:tcPr>
          <w:p w14:paraId="405F7C70" w14:textId="3E630405" w:rsidR="00701EC8" w:rsidRPr="003E6B9A" w:rsidRDefault="00701EC8" w:rsidP="00701EC8">
            <w:r w:rsidRPr="00C93940">
              <w:t xml:space="preserve">17. srpna 2023 </w:t>
            </w:r>
          </w:p>
        </w:tc>
        <w:tc>
          <w:tcPr>
            <w:tcW w:w="823" w:type="dxa"/>
          </w:tcPr>
          <w:p w14:paraId="2A35BD70" w14:textId="77777777" w:rsidR="00701EC8" w:rsidRDefault="00701EC8" w:rsidP="00701EC8"/>
        </w:tc>
        <w:tc>
          <w:tcPr>
            <w:tcW w:w="3685" w:type="dxa"/>
          </w:tcPr>
          <w:p w14:paraId="6AB148FA" w14:textId="77777777" w:rsidR="00701EC8" w:rsidRDefault="00701EC8" w:rsidP="00701EC8"/>
        </w:tc>
      </w:tr>
      <w:tr w:rsidR="00F64786" w14:paraId="1CE2932E" w14:textId="77777777" w:rsidTr="00F862D6">
        <w:tc>
          <w:tcPr>
            <w:tcW w:w="1020" w:type="dxa"/>
          </w:tcPr>
          <w:p w14:paraId="572A7496" w14:textId="77777777" w:rsidR="00F64786" w:rsidRDefault="00F64786" w:rsidP="0077673A"/>
        </w:tc>
        <w:tc>
          <w:tcPr>
            <w:tcW w:w="2552" w:type="dxa"/>
          </w:tcPr>
          <w:p w14:paraId="12C7865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B79AE5F" w14:textId="77777777" w:rsidR="00F64786" w:rsidRDefault="00F64786" w:rsidP="0077673A"/>
        </w:tc>
        <w:tc>
          <w:tcPr>
            <w:tcW w:w="3685" w:type="dxa"/>
          </w:tcPr>
          <w:p w14:paraId="5623222A" w14:textId="77777777" w:rsidR="00F64786" w:rsidRDefault="00F64786" w:rsidP="0077673A"/>
        </w:tc>
      </w:tr>
      <w:tr w:rsidR="00F862D6" w14:paraId="776E0612" w14:textId="77777777" w:rsidTr="00B45E9E">
        <w:trPr>
          <w:trHeight w:val="794"/>
        </w:trPr>
        <w:tc>
          <w:tcPr>
            <w:tcW w:w="1020" w:type="dxa"/>
          </w:tcPr>
          <w:p w14:paraId="3B351118" w14:textId="77777777" w:rsidR="00F862D6" w:rsidRDefault="00F862D6" w:rsidP="0077673A"/>
        </w:tc>
        <w:tc>
          <w:tcPr>
            <w:tcW w:w="2552" w:type="dxa"/>
          </w:tcPr>
          <w:p w14:paraId="7DDDA732" w14:textId="77777777" w:rsidR="00F862D6" w:rsidRDefault="00F862D6" w:rsidP="00F310F8"/>
        </w:tc>
        <w:tc>
          <w:tcPr>
            <w:tcW w:w="823" w:type="dxa"/>
          </w:tcPr>
          <w:p w14:paraId="3B64356E" w14:textId="77777777" w:rsidR="00F862D6" w:rsidRDefault="00F862D6" w:rsidP="0077673A"/>
        </w:tc>
        <w:tc>
          <w:tcPr>
            <w:tcW w:w="3685" w:type="dxa"/>
          </w:tcPr>
          <w:p w14:paraId="0E629801" w14:textId="77777777" w:rsidR="00F862D6" w:rsidRDefault="00F862D6" w:rsidP="0077673A"/>
        </w:tc>
      </w:tr>
    </w:tbl>
    <w:p w14:paraId="6B5707FD" w14:textId="77777777" w:rsidR="00FD7070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Pr="00D72FD6">
        <w:rPr>
          <w:rFonts w:eastAsia="Calibri" w:cs="Times New Roman"/>
          <w:b/>
          <w:lang w:eastAsia="cs-CZ"/>
        </w:rPr>
        <w:t>Rekonstrukce traťového úseku Vlkov u Tišnova (mimo) - Křižanov (mimo)</w:t>
      </w:r>
    </w:p>
    <w:p w14:paraId="04DA71F8" w14:textId="3F2EE0A4" w:rsidR="00FD7070" w:rsidRPr="00BD5319" w:rsidRDefault="00FD7070" w:rsidP="00FD707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40AA0">
        <w:rPr>
          <w:rFonts w:eastAsia="Calibri" w:cs="Times New Roman"/>
          <w:lang w:eastAsia="cs-CZ"/>
        </w:rPr>
        <w:t>2</w:t>
      </w:r>
    </w:p>
    <w:p w14:paraId="4B52F0B7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7E96A1B" w14:textId="77777777" w:rsidR="00FD7070" w:rsidRPr="00BD5319" w:rsidRDefault="00FD7070" w:rsidP="00FD7070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EFF6824" w14:textId="77777777" w:rsidR="00140AA0" w:rsidRPr="00BD5319" w:rsidRDefault="00140AA0" w:rsidP="00140AA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174B08F1" w14:textId="77777777" w:rsidR="00140AA0" w:rsidRPr="00267CA0" w:rsidRDefault="00140AA0" w:rsidP="00140AA0">
      <w:pPr>
        <w:spacing w:after="0" w:line="240" w:lineRule="auto"/>
        <w:contextualSpacing/>
        <w:rPr>
          <w:rFonts w:eastAsia="Times New Roman" w:cs="Arial"/>
          <w:bCs/>
          <w:lang w:eastAsia="cs-CZ"/>
        </w:rPr>
      </w:pPr>
      <w:r w:rsidRPr="00267CA0">
        <w:rPr>
          <w:rFonts w:eastAsia="Times New Roman" w:cs="Arial"/>
          <w:b/>
          <w:bCs/>
          <w:lang w:eastAsia="cs-CZ"/>
        </w:rPr>
        <w:t>PS 02-02-51 (Vlkov u Tišnova – Křižanov, TK</w:t>
      </w:r>
      <w:proofErr w:type="gramStart"/>
      <w:r w:rsidRPr="00267CA0">
        <w:rPr>
          <w:rFonts w:eastAsia="Times New Roman" w:cs="Arial"/>
          <w:b/>
          <w:bCs/>
          <w:lang w:eastAsia="cs-CZ"/>
        </w:rPr>
        <w:t>) :</w:t>
      </w:r>
      <w:proofErr w:type="gramEnd"/>
      <w:r w:rsidRPr="00267CA0">
        <w:rPr>
          <w:rFonts w:eastAsia="Times New Roman" w:cs="Arial"/>
          <w:b/>
          <w:bCs/>
          <w:lang w:eastAsia="cs-CZ"/>
        </w:rPr>
        <w:t xml:space="preserve"> </w:t>
      </w:r>
      <w:r w:rsidRPr="00267CA0">
        <w:rPr>
          <w:rFonts w:eastAsia="Times New Roman" w:cs="Arial"/>
          <w:bCs/>
          <w:lang w:eastAsia="cs-CZ"/>
        </w:rPr>
        <w:t>Ve výkazu výměr je uveden počet spojek pro celoplastové kabelu v počtu 13 ks. Ve výkresu tolik spojek nakresleno není (pouze 2ks na traťovém kabelu). Žádáme zadavatele o prověření počtu spojek.</w:t>
      </w:r>
    </w:p>
    <w:p w14:paraId="34A2D38D" w14:textId="77777777" w:rsidR="00140AA0" w:rsidRPr="00267CA0" w:rsidRDefault="00140AA0" w:rsidP="00140AA0">
      <w:pPr>
        <w:spacing w:after="0" w:line="240" w:lineRule="auto"/>
        <w:ind w:left="720"/>
        <w:contextualSpacing/>
        <w:rPr>
          <w:rFonts w:eastAsia="Times New Roman" w:cs="Arial"/>
          <w:bCs/>
          <w:lang w:eastAsia="cs-CZ"/>
        </w:rPr>
      </w:pPr>
    </w:p>
    <w:p w14:paraId="659AA56E" w14:textId="77777777" w:rsidR="00140AA0" w:rsidRDefault="00140AA0" w:rsidP="00140AA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8C96BA9" w14:textId="77777777" w:rsidR="00140AA0" w:rsidRPr="005D5636" w:rsidRDefault="00140AA0" w:rsidP="00140AA0">
      <w:pPr>
        <w:spacing w:after="0" w:line="240" w:lineRule="auto"/>
        <w:rPr>
          <w:rFonts w:eastAsia="Calibri" w:cs="Times New Roman"/>
          <w:color w:val="FF5200" w:themeColor="accent2"/>
          <w:lang w:eastAsia="cs-CZ"/>
        </w:rPr>
      </w:pPr>
      <w:r w:rsidRPr="005D5636">
        <w:rPr>
          <w:rFonts w:eastAsia="Calibri" w:cs="Times New Roman"/>
          <w:lang w:eastAsia="cs-CZ"/>
        </w:rPr>
        <w:t>Ve výkazu výměr je počítáno se spojkami pro spojování výrobních délek kabelu, které nejsou ve výkresu znázorněny. Jejich umístění je závislé na výrobní délce kabelu a na provedení pokládky kabelu. Polohy průběžných spojek se zakreslují až v rámci realizační dokumentace. V projektu se uvažovalo se standartní výrobní délkou kabelu 1000 m. Uvedený počet 13ks je správně.</w:t>
      </w:r>
    </w:p>
    <w:p w14:paraId="62343884" w14:textId="77777777" w:rsidR="00140AA0" w:rsidRDefault="00140AA0" w:rsidP="00140AA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12A91B" w14:textId="77777777" w:rsidR="00140AA0" w:rsidRPr="00BD5319" w:rsidRDefault="00140AA0" w:rsidP="00140AA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49EE5463" w14:textId="77777777" w:rsidR="00140AA0" w:rsidRPr="00267CA0" w:rsidRDefault="00140AA0" w:rsidP="00140AA0">
      <w:pPr>
        <w:spacing w:after="0" w:line="240" w:lineRule="auto"/>
        <w:contextualSpacing/>
        <w:rPr>
          <w:rFonts w:eastAsia="Times New Roman" w:cs="Arial"/>
          <w:bCs/>
          <w:lang w:eastAsia="cs-CZ"/>
        </w:rPr>
      </w:pPr>
      <w:r w:rsidRPr="00267CA0">
        <w:rPr>
          <w:rFonts w:eastAsia="Times New Roman" w:cs="Arial"/>
          <w:b/>
          <w:bCs/>
          <w:lang w:eastAsia="cs-CZ"/>
        </w:rPr>
        <w:t>PS 02-02-52 (Vlkov u Tišnova – Křižanov, DOK a TOK</w:t>
      </w:r>
      <w:proofErr w:type="gramStart"/>
      <w:r w:rsidRPr="00267CA0">
        <w:rPr>
          <w:rFonts w:eastAsia="Times New Roman" w:cs="Arial"/>
          <w:b/>
          <w:bCs/>
          <w:lang w:eastAsia="cs-CZ"/>
        </w:rPr>
        <w:t>) :</w:t>
      </w:r>
      <w:proofErr w:type="gramEnd"/>
      <w:r w:rsidRPr="00267CA0">
        <w:rPr>
          <w:rFonts w:eastAsia="Times New Roman" w:cs="Arial"/>
          <w:b/>
          <w:bCs/>
          <w:lang w:eastAsia="cs-CZ"/>
        </w:rPr>
        <w:t xml:space="preserve"> </w:t>
      </w:r>
      <w:r w:rsidRPr="00267CA0">
        <w:rPr>
          <w:rFonts w:eastAsia="Times New Roman" w:cs="Arial"/>
          <w:bCs/>
          <w:lang w:eastAsia="cs-CZ"/>
        </w:rPr>
        <w:t>Ve výkazu výměr</w:t>
      </w:r>
      <w:r w:rsidRPr="00267CA0">
        <w:rPr>
          <w:rFonts w:eastAsia="Times New Roman" w:cs="Arial"/>
          <w:b/>
          <w:bCs/>
          <w:lang w:eastAsia="cs-CZ"/>
        </w:rPr>
        <w:t xml:space="preserve"> </w:t>
      </w:r>
      <w:r w:rsidRPr="00267CA0">
        <w:rPr>
          <w:rFonts w:eastAsia="Times New Roman" w:cs="Arial"/>
          <w:bCs/>
          <w:lang w:eastAsia="cs-CZ"/>
        </w:rPr>
        <w:t>nesouhlasí počty zemních komor pro uložení spojky vůči výkresu (výkres 2ks, výkaz 6ks ). Žádáme zadavatele o prověření.</w:t>
      </w:r>
    </w:p>
    <w:p w14:paraId="5728432A" w14:textId="77777777" w:rsidR="00140AA0" w:rsidRDefault="00140AA0" w:rsidP="00140AA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EA57CFF" w14:textId="77777777" w:rsidR="00140AA0" w:rsidRDefault="00140AA0" w:rsidP="00140AA0">
      <w:pPr>
        <w:pStyle w:val="Odstavecseseznamem"/>
        <w:spacing w:after="0"/>
        <w:ind w:left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DB91B33" w14:textId="77777777" w:rsidR="00140AA0" w:rsidRPr="005D5636" w:rsidRDefault="00140AA0" w:rsidP="00140AA0">
      <w:pPr>
        <w:pStyle w:val="Odstavecseseznamem"/>
        <w:spacing w:after="0"/>
        <w:ind w:left="0"/>
        <w:rPr>
          <w:rFonts w:eastAsia="Calibri" w:cs="Times New Roman"/>
          <w:lang w:eastAsia="cs-CZ"/>
        </w:rPr>
      </w:pPr>
      <w:r w:rsidRPr="005D5636">
        <w:rPr>
          <w:rFonts w:eastAsia="Calibri" w:cs="Times New Roman"/>
          <w:lang w:eastAsia="cs-CZ"/>
        </w:rPr>
        <w:t xml:space="preserve">Počet ve výkazu výměr je uvedený správně. Jedná se o komory pro spojky na DOK/TOK po výrobních délkách </w:t>
      </w:r>
      <w:proofErr w:type="gramStart"/>
      <w:r w:rsidRPr="005D5636">
        <w:rPr>
          <w:rFonts w:eastAsia="Calibri" w:cs="Times New Roman"/>
          <w:lang w:eastAsia="cs-CZ"/>
        </w:rPr>
        <w:t>8km</w:t>
      </w:r>
      <w:proofErr w:type="gramEnd"/>
      <w:r w:rsidRPr="005D5636">
        <w:rPr>
          <w:rFonts w:eastAsia="Calibri" w:cs="Times New Roman"/>
          <w:lang w:eastAsia="cs-CZ"/>
        </w:rPr>
        <w:t xml:space="preserve"> (3+1) a pro odbočné spojky na TOK (2). Celkem 6ks.</w:t>
      </w:r>
    </w:p>
    <w:p w14:paraId="71556830" w14:textId="77777777" w:rsidR="00140AA0" w:rsidRPr="00BD5319" w:rsidRDefault="00140AA0" w:rsidP="00140AA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8AF298" w14:textId="77777777" w:rsidR="00140AA0" w:rsidRPr="00BD5319" w:rsidRDefault="00140AA0" w:rsidP="00140AA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89A67C" w14:textId="77777777" w:rsidR="00140AA0" w:rsidRPr="00BD5319" w:rsidRDefault="00140AA0" w:rsidP="00140AA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8C4A0DC" w14:textId="77777777" w:rsidR="00140AA0" w:rsidRPr="00267CA0" w:rsidRDefault="00140AA0" w:rsidP="00140AA0">
      <w:pPr>
        <w:spacing w:after="0" w:line="240" w:lineRule="auto"/>
        <w:contextualSpacing/>
        <w:rPr>
          <w:rFonts w:eastAsia="Times New Roman" w:cs="Arial"/>
          <w:b/>
          <w:bCs/>
          <w:lang w:eastAsia="cs-CZ"/>
        </w:rPr>
      </w:pPr>
      <w:r w:rsidRPr="00267CA0">
        <w:rPr>
          <w:rFonts w:eastAsia="Times New Roman" w:cs="Arial"/>
          <w:b/>
          <w:bCs/>
          <w:lang w:eastAsia="cs-CZ"/>
        </w:rPr>
        <w:t>PS 02-02-42 (Vlkov u Tišnova - Křižanov, kamerový systém na zastávkách</w:t>
      </w:r>
      <w:proofErr w:type="gramStart"/>
      <w:r w:rsidRPr="00267CA0">
        <w:rPr>
          <w:rFonts w:eastAsia="Times New Roman" w:cs="Arial"/>
          <w:b/>
          <w:bCs/>
          <w:lang w:eastAsia="cs-CZ"/>
        </w:rPr>
        <w:t>) :</w:t>
      </w:r>
      <w:proofErr w:type="gramEnd"/>
      <w:r w:rsidRPr="00267CA0">
        <w:rPr>
          <w:rFonts w:eastAsia="Times New Roman" w:cs="Arial"/>
          <w:b/>
          <w:bCs/>
          <w:lang w:eastAsia="cs-CZ"/>
        </w:rPr>
        <w:t xml:space="preserve"> </w:t>
      </w:r>
    </w:p>
    <w:p w14:paraId="5A5C1281" w14:textId="77777777" w:rsidR="00140AA0" w:rsidRPr="00267CA0" w:rsidRDefault="00140AA0" w:rsidP="00140AA0">
      <w:pPr>
        <w:spacing w:after="0" w:line="240" w:lineRule="auto"/>
        <w:ind w:left="708"/>
        <w:contextualSpacing/>
        <w:rPr>
          <w:rFonts w:eastAsia="Times New Roman" w:cs="Arial"/>
          <w:bCs/>
          <w:lang w:eastAsia="cs-CZ"/>
        </w:rPr>
      </w:pPr>
      <w:r w:rsidRPr="00267CA0">
        <w:rPr>
          <w:rFonts w:eastAsia="Times New Roman" w:cs="Arial"/>
          <w:bCs/>
          <w:lang w:eastAsia="cs-CZ"/>
        </w:rPr>
        <w:t>Ve výkazu výměr je položka 52</w:t>
      </w:r>
      <w:r w:rsidRPr="00267CA0">
        <w:rPr>
          <w:rFonts w:eastAsia="Times New Roman" w:cs="Arial"/>
          <w:bCs/>
          <w:lang w:eastAsia="cs-CZ"/>
        </w:rPr>
        <w:tab/>
        <w:t>R75L151 STOŽÁR (SLOUP) KAMEROVÝ</w:t>
      </w:r>
      <w:r w:rsidRPr="00267CA0">
        <w:rPr>
          <w:rFonts w:eastAsia="Times New Roman" w:cs="Arial"/>
          <w:bCs/>
          <w:lang w:eastAsia="cs-CZ"/>
        </w:rPr>
        <w:tab/>
        <w:t>KUS</w:t>
      </w:r>
      <w:r w:rsidRPr="00267CA0">
        <w:rPr>
          <w:rFonts w:eastAsia="Times New Roman" w:cs="Arial"/>
          <w:bCs/>
          <w:lang w:eastAsia="cs-CZ"/>
        </w:rPr>
        <w:tab/>
        <w:t>7,000</w:t>
      </w:r>
      <w:proofErr w:type="gramStart"/>
      <w:r w:rsidRPr="00267CA0">
        <w:rPr>
          <w:rFonts w:eastAsia="Times New Roman" w:cs="Arial"/>
          <w:bCs/>
          <w:lang w:eastAsia="cs-CZ"/>
        </w:rPr>
        <w:t>, .V</w:t>
      </w:r>
      <w:proofErr w:type="gramEnd"/>
      <w:r w:rsidRPr="00267CA0">
        <w:rPr>
          <w:rFonts w:eastAsia="Times New Roman" w:cs="Arial"/>
          <w:bCs/>
          <w:lang w:eastAsia="cs-CZ"/>
        </w:rPr>
        <w:t xml:space="preserve"> TZ je uvedeno, že bude celkem 8 stožárů. Žádáme zadavatele o prověření a případnou opravu ve VV. </w:t>
      </w:r>
    </w:p>
    <w:p w14:paraId="193EBF00" w14:textId="77777777" w:rsidR="00140AA0" w:rsidRPr="00BD5319" w:rsidRDefault="00140AA0" w:rsidP="00140AA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7321834" w14:textId="77777777" w:rsidR="00140AA0" w:rsidRDefault="00140AA0" w:rsidP="00140AA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7D73504" w14:textId="77777777" w:rsidR="00140AA0" w:rsidRPr="005D5636" w:rsidRDefault="00140AA0" w:rsidP="00140AA0">
      <w:pPr>
        <w:spacing w:after="0" w:line="240" w:lineRule="auto"/>
        <w:rPr>
          <w:rFonts w:eastAsia="Calibri" w:cs="Times New Roman"/>
          <w:lang w:eastAsia="cs-CZ"/>
        </w:rPr>
      </w:pPr>
      <w:r w:rsidRPr="005D5636">
        <w:rPr>
          <w:rFonts w:eastAsia="Calibri" w:cs="Times New Roman"/>
          <w:lang w:eastAsia="cs-CZ"/>
        </w:rPr>
        <w:t xml:space="preserve">Ve VV je </w:t>
      </w:r>
      <w:proofErr w:type="spellStart"/>
      <w:r w:rsidRPr="005D5636">
        <w:rPr>
          <w:rFonts w:eastAsia="Calibri" w:cs="Times New Roman"/>
          <w:lang w:eastAsia="cs-CZ"/>
        </w:rPr>
        <w:t>pol.č</w:t>
      </w:r>
      <w:proofErr w:type="spellEnd"/>
      <w:r w:rsidRPr="005D5636">
        <w:rPr>
          <w:rFonts w:eastAsia="Calibri" w:cs="Times New Roman"/>
          <w:lang w:eastAsia="cs-CZ"/>
        </w:rPr>
        <w:t xml:space="preserve">. 52 </w:t>
      </w:r>
      <w:proofErr w:type="gramStart"/>
      <w:r w:rsidRPr="005D5636">
        <w:rPr>
          <w:rFonts w:eastAsia="Calibri" w:cs="Times New Roman"/>
          <w:lang w:eastAsia="cs-CZ"/>
        </w:rPr>
        <w:t>( R</w:t>
      </w:r>
      <w:proofErr w:type="gramEnd"/>
      <w:r w:rsidRPr="005D5636">
        <w:rPr>
          <w:rFonts w:eastAsia="Calibri" w:cs="Times New Roman"/>
          <w:lang w:eastAsia="cs-CZ"/>
        </w:rPr>
        <w:t xml:space="preserve">75L151 STOŽÁR (SLOUP) KAMEROVÝ KUS) uvedena správně , počet 7ks. </w:t>
      </w:r>
    </w:p>
    <w:p w14:paraId="5FB2FC77" w14:textId="6C2F7CA4" w:rsidR="00FD7070" w:rsidRPr="00140AA0" w:rsidRDefault="00140AA0" w:rsidP="00140AA0">
      <w:pPr>
        <w:spacing w:after="0" w:line="240" w:lineRule="auto"/>
        <w:rPr>
          <w:rFonts w:eastAsia="Times New Roman" w:cs="Arial"/>
          <w:bCs/>
          <w:lang w:eastAsia="cs-CZ"/>
        </w:rPr>
      </w:pPr>
      <w:r w:rsidRPr="005D5636">
        <w:rPr>
          <w:rFonts w:eastAsia="Calibri" w:cs="Times New Roman"/>
          <w:lang w:eastAsia="cs-CZ"/>
        </w:rPr>
        <w:t>V TZ byly opraveny základní kapacitní údaje. V zastávce Ořechov se dvojice kamer K2+ K3 nachází na zastřešení. V zastávce Ořechov se nachází 3 stožáry a celkový počet stožáru pro toto PS je 7.</w:t>
      </w:r>
    </w:p>
    <w:p w14:paraId="708C5C7C" w14:textId="77777777" w:rsidR="00FD7070" w:rsidRPr="00BD5319" w:rsidRDefault="00FD7070" w:rsidP="00FD707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F19048C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DD0375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CD15591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D7070">
        <w:rPr>
          <w:rFonts w:eastAsia="Calibri" w:cs="Times New Roman"/>
          <w:lang w:eastAsia="cs-CZ"/>
        </w:rPr>
        <w:t xml:space="preserve">Vysvětlení/ změnu/ doplnění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FA85BE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FEEF6E4" w14:textId="77777777" w:rsidR="00FD7070" w:rsidRDefault="00FD7070" w:rsidP="00FD707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7C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601C3696" w14:textId="77777777" w:rsidR="00140AA0" w:rsidRPr="00140AA0" w:rsidRDefault="00140AA0" w:rsidP="00140AA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40AA0">
        <w:rPr>
          <w:rFonts w:eastAsia="Calibri" w:cs="Times New Roman"/>
          <w:lang w:eastAsia="cs-CZ"/>
        </w:rPr>
        <w:t>PS 02-02-42_PDPS_1.00_TZ.doc</w:t>
      </w:r>
    </w:p>
    <w:p w14:paraId="6BC8860B" w14:textId="3566FB40" w:rsidR="00FD7070" w:rsidRPr="00BD5319" w:rsidRDefault="00140AA0" w:rsidP="00140AA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40AA0">
        <w:rPr>
          <w:rFonts w:eastAsia="Calibri" w:cs="Times New Roman"/>
          <w:lang w:eastAsia="cs-CZ"/>
        </w:rPr>
        <w:t>PS 02-02-42_PDPS_1.00_TZ.pdf</w:t>
      </w:r>
    </w:p>
    <w:p w14:paraId="3FBFF1C6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B7CB99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C47614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AB1325" w14:textId="0F0AA765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FD7070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B0A409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167631" w14:textId="77777777" w:rsidR="00FD7070" w:rsidRDefault="00FD707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DA7ED1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9D8D31" w14:textId="77777777" w:rsidR="00140AA0" w:rsidRPr="00BD5319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CCC0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C6942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2D6D5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BC9452D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36FB8A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D819361" w14:textId="79D6CBEC" w:rsidR="00CB7B5A" w:rsidRPr="00FD7070" w:rsidRDefault="00BD5319" w:rsidP="00FD70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FD707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A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65CC06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A28A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A03A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FA87B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34E7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AE3E8D" w14:textId="77777777" w:rsidR="00F1715C" w:rsidRDefault="00F1715C" w:rsidP="00D831A3">
          <w:pPr>
            <w:pStyle w:val="Zpat"/>
          </w:pPr>
        </w:p>
      </w:tc>
    </w:tr>
  </w:tbl>
  <w:p w14:paraId="309CC4B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CD4912" wp14:editId="53793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D64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7C0FDB" wp14:editId="117933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4006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685A5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946D5A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341E1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4723C2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79A28C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E5D7F3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3E56CB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3879FB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507DC8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A493E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9CA7209" w14:textId="77777777" w:rsidR="00712ED1" w:rsidRDefault="00712ED1" w:rsidP="00331004">
          <w:pPr>
            <w:pStyle w:val="Zpat"/>
          </w:pPr>
        </w:p>
      </w:tc>
    </w:tr>
  </w:tbl>
  <w:p w14:paraId="10367D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3BA83C7" wp14:editId="455E1F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4AC0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6E9FE95" wp14:editId="19D878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C321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5868F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CDB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31CA78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FBC1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F3CD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0EFA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1DF2E" w14:textId="77777777" w:rsidR="00F1715C" w:rsidRPr="00D6163D" w:rsidRDefault="00F1715C" w:rsidP="00D6163D">
          <w:pPr>
            <w:pStyle w:val="Druhdokumentu"/>
          </w:pPr>
        </w:p>
      </w:tc>
    </w:tr>
  </w:tbl>
  <w:p w14:paraId="263470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4663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BC9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1B7BC62" wp14:editId="30C2F43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208CB8" wp14:editId="75C3506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779BF4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0638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A20FD7" w14:textId="77777777" w:rsidR="00F1715C" w:rsidRPr="00D6163D" w:rsidRDefault="00F1715C" w:rsidP="00FC6389">
          <w:pPr>
            <w:pStyle w:val="Druhdokumentu"/>
          </w:pPr>
        </w:p>
      </w:tc>
    </w:tr>
    <w:tr w:rsidR="00F64786" w14:paraId="7C320BE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76427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198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B70B1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6FFC23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0F045EC" wp14:editId="7CB76C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3877E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CA60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43672365">
    <w:abstractNumId w:val="2"/>
  </w:num>
  <w:num w:numId="2" w16cid:durableId="1339235858">
    <w:abstractNumId w:val="1"/>
  </w:num>
  <w:num w:numId="3" w16cid:durableId="1289892870">
    <w:abstractNumId w:val="3"/>
  </w:num>
  <w:num w:numId="4" w16cid:durableId="867255993">
    <w:abstractNumId w:val="6"/>
  </w:num>
  <w:num w:numId="5" w16cid:durableId="91706653">
    <w:abstractNumId w:val="0"/>
  </w:num>
  <w:num w:numId="6" w16cid:durableId="1551771536">
    <w:abstractNumId w:val="4"/>
  </w:num>
  <w:num w:numId="7" w16cid:durableId="12643356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40AA0"/>
    <w:rsid w:val="00170EC5"/>
    <w:rsid w:val="001747C1"/>
    <w:rsid w:val="0018596A"/>
    <w:rsid w:val="001B69C2"/>
    <w:rsid w:val="001C4DA0"/>
    <w:rsid w:val="00207DF5"/>
    <w:rsid w:val="00267369"/>
    <w:rsid w:val="0026785D"/>
    <w:rsid w:val="002C291C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1EC8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A5F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707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33DB16A"/>
  <w14:defaultImageDpi w14:val="32767"/>
  <w15:docId w15:val="{E39EA768-2C57-491A-B5F3-D3249D95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2</Pages>
  <Words>372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9</cp:revision>
  <cp:lastPrinted>2019-02-22T13:28:00Z</cp:lastPrinted>
  <dcterms:created xsi:type="dcterms:W3CDTF">2020-01-24T13:38:00Z</dcterms:created>
  <dcterms:modified xsi:type="dcterms:W3CDTF">2023-08-22T06:55:00Z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