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0FC8CB1C" w14:textId="77777777" w:rsidTr="00F862D6">
        <w:tc>
          <w:tcPr>
            <w:tcW w:w="1020" w:type="dxa"/>
          </w:tcPr>
          <w:p w14:paraId="2D669164" w14:textId="6F7FF8D5" w:rsidR="00F64786" w:rsidRDefault="00F64786" w:rsidP="0077673A"/>
        </w:tc>
        <w:tc>
          <w:tcPr>
            <w:tcW w:w="2552" w:type="dxa"/>
          </w:tcPr>
          <w:p w14:paraId="52E47A2D" w14:textId="77777777" w:rsidR="00F64786" w:rsidRDefault="00F64786" w:rsidP="0077673A"/>
        </w:tc>
        <w:tc>
          <w:tcPr>
            <w:tcW w:w="823" w:type="dxa"/>
          </w:tcPr>
          <w:p w14:paraId="222FE9D0" w14:textId="77777777" w:rsidR="00F64786" w:rsidRDefault="00F64786" w:rsidP="0077673A"/>
        </w:tc>
        <w:tc>
          <w:tcPr>
            <w:tcW w:w="3685" w:type="dxa"/>
          </w:tcPr>
          <w:p w14:paraId="2329A5C2" w14:textId="77777777" w:rsidR="00F64786" w:rsidRDefault="00F64786" w:rsidP="0077673A"/>
        </w:tc>
      </w:tr>
      <w:tr w:rsidR="00F862D6" w14:paraId="1CA50FB3" w14:textId="77777777" w:rsidTr="00596C7E">
        <w:tc>
          <w:tcPr>
            <w:tcW w:w="1020" w:type="dxa"/>
          </w:tcPr>
          <w:p w14:paraId="2524BD87" w14:textId="77777777" w:rsidR="00F862D6" w:rsidRDefault="00F862D6" w:rsidP="0077673A"/>
        </w:tc>
        <w:tc>
          <w:tcPr>
            <w:tcW w:w="2552" w:type="dxa"/>
          </w:tcPr>
          <w:p w14:paraId="0D879B0B" w14:textId="77777777" w:rsidR="00F862D6" w:rsidRDefault="00F862D6" w:rsidP="00764595"/>
        </w:tc>
        <w:tc>
          <w:tcPr>
            <w:tcW w:w="823" w:type="dxa"/>
          </w:tcPr>
          <w:p w14:paraId="2653B4E9" w14:textId="77777777" w:rsidR="00F862D6" w:rsidRDefault="00F862D6" w:rsidP="0077673A"/>
        </w:tc>
        <w:tc>
          <w:tcPr>
            <w:tcW w:w="3685" w:type="dxa"/>
            <w:vMerge w:val="restart"/>
          </w:tcPr>
          <w:p w14:paraId="74502628" w14:textId="77777777" w:rsidR="00596C7E" w:rsidRDefault="00596C7E" w:rsidP="00596C7E">
            <w:pPr>
              <w:rPr>
                <w:rStyle w:val="Potovnadresa"/>
              </w:rPr>
            </w:pPr>
          </w:p>
          <w:p w14:paraId="41D4D2BA" w14:textId="449384A2" w:rsidR="00F862D6" w:rsidRPr="004D7466" w:rsidRDefault="004D7466" w:rsidP="00596C7E">
            <w:pPr>
              <w:rPr>
                <w:rStyle w:val="Potovnadresa"/>
                <w:b/>
                <w:bCs/>
              </w:rPr>
            </w:pPr>
            <w:r w:rsidRPr="004D7466">
              <w:rPr>
                <w:rStyle w:val="Potovnadresa"/>
                <w:b/>
                <w:bCs/>
              </w:rPr>
              <w:t>Prostřednictvím E-ZAK</w:t>
            </w:r>
          </w:p>
        </w:tc>
      </w:tr>
      <w:tr w:rsidR="00F862D6" w14:paraId="6C8215DE" w14:textId="77777777" w:rsidTr="00F862D6">
        <w:tc>
          <w:tcPr>
            <w:tcW w:w="1020" w:type="dxa"/>
          </w:tcPr>
          <w:p w14:paraId="03580F9C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45B9562" w14:textId="57EB55EE" w:rsidR="00F862D6" w:rsidRPr="003E6B9A" w:rsidRDefault="00470B94" w:rsidP="0037111D">
            <w:r w:rsidRPr="00470B94">
              <w:rPr>
                <w:rFonts w:ascii="Helvetica" w:hAnsi="Helvetica"/>
              </w:rPr>
              <w:t>9547/2023-SŽ-SSV-Ú3</w:t>
            </w:r>
          </w:p>
        </w:tc>
        <w:tc>
          <w:tcPr>
            <w:tcW w:w="823" w:type="dxa"/>
          </w:tcPr>
          <w:p w14:paraId="287EB5E8" w14:textId="77777777" w:rsidR="00F862D6" w:rsidRDefault="00F862D6" w:rsidP="0077673A"/>
        </w:tc>
        <w:tc>
          <w:tcPr>
            <w:tcW w:w="3685" w:type="dxa"/>
            <w:vMerge/>
          </w:tcPr>
          <w:p w14:paraId="20154EF0" w14:textId="77777777" w:rsidR="00F862D6" w:rsidRDefault="00F862D6" w:rsidP="0077673A"/>
        </w:tc>
      </w:tr>
      <w:tr w:rsidR="00F862D6" w14:paraId="7417B11C" w14:textId="77777777" w:rsidTr="00F862D6">
        <w:tc>
          <w:tcPr>
            <w:tcW w:w="1020" w:type="dxa"/>
          </w:tcPr>
          <w:p w14:paraId="558DC6D4" w14:textId="77777777" w:rsidR="00F862D6" w:rsidRPr="00491700" w:rsidRDefault="00F862D6" w:rsidP="0077673A">
            <w:r w:rsidRPr="00491700">
              <w:t>Listů/příloh</w:t>
            </w:r>
          </w:p>
        </w:tc>
        <w:tc>
          <w:tcPr>
            <w:tcW w:w="2552" w:type="dxa"/>
          </w:tcPr>
          <w:p w14:paraId="3B11A37C" w14:textId="5E6CBB12" w:rsidR="00F862D6" w:rsidRPr="00491700" w:rsidRDefault="00491700" w:rsidP="00CC1E2B">
            <w:r w:rsidRPr="00491700">
              <w:t>2</w:t>
            </w:r>
            <w:r w:rsidR="003E6B9A" w:rsidRPr="00491700">
              <w:t>/</w:t>
            </w:r>
            <w:r w:rsidRPr="00491700">
              <w:t>2</w:t>
            </w:r>
          </w:p>
        </w:tc>
        <w:tc>
          <w:tcPr>
            <w:tcW w:w="823" w:type="dxa"/>
          </w:tcPr>
          <w:p w14:paraId="2EB9982D" w14:textId="77777777" w:rsidR="00F862D6" w:rsidRDefault="00F862D6" w:rsidP="0077673A"/>
        </w:tc>
        <w:tc>
          <w:tcPr>
            <w:tcW w:w="3685" w:type="dxa"/>
            <w:vMerge/>
          </w:tcPr>
          <w:p w14:paraId="210FBECE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20F3894E" w14:textId="77777777" w:rsidTr="00B23CA3">
        <w:trPr>
          <w:trHeight w:val="77"/>
        </w:trPr>
        <w:tc>
          <w:tcPr>
            <w:tcW w:w="1020" w:type="dxa"/>
          </w:tcPr>
          <w:p w14:paraId="4BF27BED" w14:textId="77777777" w:rsidR="00F862D6" w:rsidRDefault="00F862D6" w:rsidP="0077673A"/>
        </w:tc>
        <w:tc>
          <w:tcPr>
            <w:tcW w:w="2552" w:type="dxa"/>
          </w:tcPr>
          <w:p w14:paraId="30891D92" w14:textId="77777777" w:rsidR="00F862D6" w:rsidRPr="003E6B9A" w:rsidRDefault="00F862D6" w:rsidP="0077673A"/>
        </w:tc>
        <w:tc>
          <w:tcPr>
            <w:tcW w:w="823" w:type="dxa"/>
          </w:tcPr>
          <w:p w14:paraId="17404827" w14:textId="77777777" w:rsidR="00F862D6" w:rsidRDefault="00F862D6" w:rsidP="0077673A"/>
        </w:tc>
        <w:tc>
          <w:tcPr>
            <w:tcW w:w="3685" w:type="dxa"/>
            <w:vMerge/>
          </w:tcPr>
          <w:p w14:paraId="181CB90B" w14:textId="77777777" w:rsidR="00F862D6" w:rsidRDefault="00F862D6" w:rsidP="0077673A"/>
        </w:tc>
      </w:tr>
      <w:tr w:rsidR="00F862D6" w14:paraId="47288E6D" w14:textId="77777777" w:rsidTr="00F862D6">
        <w:tc>
          <w:tcPr>
            <w:tcW w:w="1020" w:type="dxa"/>
          </w:tcPr>
          <w:p w14:paraId="39E7328E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58B346B" w14:textId="37560490" w:rsidR="00F862D6" w:rsidRPr="003E6B9A" w:rsidRDefault="004D7466" w:rsidP="00FE3455">
            <w:r>
              <w:t>Ing. Kamila Přerovská</w:t>
            </w:r>
          </w:p>
        </w:tc>
        <w:tc>
          <w:tcPr>
            <w:tcW w:w="823" w:type="dxa"/>
          </w:tcPr>
          <w:p w14:paraId="7866EDF8" w14:textId="77777777" w:rsidR="00F862D6" w:rsidRDefault="00F862D6" w:rsidP="0077673A"/>
        </w:tc>
        <w:tc>
          <w:tcPr>
            <w:tcW w:w="3685" w:type="dxa"/>
            <w:vMerge/>
          </w:tcPr>
          <w:p w14:paraId="1FC44219" w14:textId="77777777" w:rsidR="00F862D6" w:rsidRDefault="00F862D6" w:rsidP="0077673A"/>
        </w:tc>
      </w:tr>
      <w:tr w:rsidR="009A7568" w14:paraId="488804FE" w14:textId="77777777" w:rsidTr="00F862D6">
        <w:tc>
          <w:tcPr>
            <w:tcW w:w="1020" w:type="dxa"/>
          </w:tcPr>
          <w:p w14:paraId="79ECC12A" w14:textId="77777777" w:rsidR="009A7568" w:rsidRDefault="009A7568" w:rsidP="009A7568"/>
        </w:tc>
        <w:tc>
          <w:tcPr>
            <w:tcW w:w="2552" w:type="dxa"/>
          </w:tcPr>
          <w:p w14:paraId="0ABB52BC" w14:textId="77777777" w:rsidR="009A7568" w:rsidRPr="003E6B9A" w:rsidRDefault="009A7568" w:rsidP="009A7568"/>
        </w:tc>
        <w:tc>
          <w:tcPr>
            <w:tcW w:w="823" w:type="dxa"/>
          </w:tcPr>
          <w:p w14:paraId="4F61AE1E" w14:textId="77777777" w:rsidR="009A7568" w:rsidRDefault="009A7568" w:rsidP="009A7568"/>
        </w:tc>
        <w:tc>
          <w:tcPr>
            <w:tcW w:w="3685" w:type="dxa"/>
            <w:vMerge/>
          </w:tcPr>
          <w:p w14:paraId="71619B19" w14:textId="77777777" w:rsidR="009A7568" w:rsidRDefault="009A7568" w:rsidP="009A7568"/>
        </w:tc>
      </w:tr>
      <w:tr w:rsidR="009A7568" w14:paraId="2185398F" w14:textId="77777777" w:rsidTr="00F862D6">
        <w:tc>
          <w:tcPr>
            <w:tcW w:w="1020" w:type="dxa"/>
          </w:tcPr>
          <w:p w14:paraId="2534684E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6923E9E" w14:textId="50335516" w:rsidR="009A7568" w:rsidRPr="003E6B9A" w:rsidRDefault="004D7466" w:rsidP="009A7568">
            <w:r>
              <w:t>+420 702 164 086</w:t>
            </w:r>
          </w:p>
        </w:tc>
        <w:tc>
          <w:tcPr>
            <w:tcW w:w="823" w:type="dxa"/>
          </w:tcPr>
          <w:p w14:paraId="13791BC7" w14:textId="77777777" w:rsidR="009A7568" w:rsidRDefault="009A7568" w:rsidP="009A7568"/>
        </w:tc>
        <w:tc>
          <w:tcPr>
            <w:tcW w:w="3685" w:type="dxa"/>
            <w:vMerge/>
          </w:tcPr>
          <w:p w14:paraId="282B55BF" w14:textId="77777777" w:rsidR="009A7568" w:rsidRDefault="009A7568" w:rsidP="009A7568"/>
        </w:tc>
      </w:tr>
      <w:tr w:rsidR="009A7568" w14:paraId="1355217F" w14:textId="77777777" w:rsidTr="00F862D6">
        <w:tc>
          <w:tcPr>
            <w:tcW w:w="1020" w:type="dxa"/>
          </w:tcPr>
          <w:p w14:paraId="0EFDED22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3E7EDE16" w14:textId="6B2702EA" w:rsidR="009A7568" w:rsidRPr="003E6B9A" w:rsidRDefault="00630B86" w:rsidP="006104F6">
            <w:hyperlink r:id="rId11" w:history="1">
              <w:r w:rsidR="004D7466" w:rsidRPr="0094713D">
                <w:rPr>
                  <w:rStyle w:val="Hypertextovodkaz"/>
                </w:rPr>
                <w:t>Prerovska@spravazeleznic.cz</w:t>
              </w:r>
            </w:hyperlink>
            <w:r w:rsidR="004D7466">
              <w:t xml:space="preserve"> </w:t>
            </w:r>
          </w:p>
        </w:tc>
        <w:tc>
          <w:tcPr>
            <w:tcW w:w="823" w:type="dxa"/>
          </w:tcPr>
          <w:p w14:paraId="241AB654" w14:textId="77777777" w:rsidR="009A7568" w:rsidRDefault="009A7568" w:rsidP="009A7568"/>
        </w:tc>
        <w:tc>
          <w:tcPr>
            <w:tcW w:w="3685" w:type="dxa"/>
            <w:vMerge/>
          </w:tcPr>
          <w:p w14:paraId="2FD1812B" w14:textId="77777777" w:rsidR="009A7568" w:rsidRDefault="009A7568" w:rsidP="009A7568"/>
        </w:tc>
      </w:tr>
      <w:tr w:rsidR="009A7568" w14:paraId="75F6C418" w14:textId="77777777" w:rsidTr="00F862D6">
        <w:tc>
          <w:tcPr>
            <w:tcW w:w="1020" w:type="dxa"/>
          </w:tcPr>
          <w:p w14:paraId="43F2B491" w14:textId="77777777" w:rsidR="009A7568" w:rsidRDefault="009A7568" w:rsidP="009A7568"/>
        </w:tc>
        <w:tc>
          <w:tcPr>
            <w:tcW w:w="2552" w:type="dxa"/>
          </w:tcPr>
          <w:p w14:paraId="5105F7B1" w14:textId="77777777" w:rsidR="009A7568" w:rsidRPr="003E6B9A" w:rsidRDefault="009A7568" w:rsidP="009A7568"/>
        </w:tc>
        <w:tc>
          <w:tcPr>
            <w:tcW w:w="823" w:type="dxa"/>
          </w:tcPr>
          <w:p w14:paraId="6CFC130C" w14:textId="77777777" w:rsidR="009A7568" w:rsidRDefault="009A7568" w:rsidP="009A7568"/>
        </w:tc>
        <w:tc>
          <w:tcPr>
            <w:tcW w:w="3685" w:type="dxa"/>
          </w:tcPr>
          <w:p w14:paraId="1D7393B8" w14:textId="77777777" w:rsidR="009A7568" w:rsidRDefault="009A7568" w:rsidP="009A7568"/>
        </w:tc>
      </w:tr>
      <w:tr w:rsidR="009A7568" w14:paraId="59CC75B2" w14:textId="77777777" w:rsidTr="00F862D6">
        <w:tc>
          <w:tcPr>
            <w:tcW w:w="1020" w:type="dxa"/>
          </w:tcPr>
          <w:p w14:paraId="16CDCD26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7043EB2A" w14:textId="1B5DBE6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630B86">
              <w:rPr>
                <w:noProof/>
              </w:rPr>
              <w:t>22. srpna 2023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78A1AB95" w14:textId="77777777" w:rsidR="009A7568" w:rsidRDefault="009A7568" w:rsidP="009A7568"/>
        </w:tc>
        <w:tc>
          <w:tcPr>
            <w:tcW w:w="3685" w:type="dxa"/>
          </w:tcPr>
          <w:p w14:paraId="6D4060BF" w14:textId="77777777" w:rsidR="009A7568" w:rsidRDefault="009A7568" w:rsidP="009A7568"/>
        </w:tc>
      </w:tr>
      <w:tr w:rsidR="00F64786" w14:paraId="6EE94F84" w14:textId="77777777" w:rsidTr="00F862D6">
        <w:tc>
          <w:tcPr>
            <w:tcW w:w="1020" w:type="dxa"/>
          </w:tcPr>
          <w:p w14:paraId="13CC26AD" w14:textId="77777777" w:rsidR="00F64786" w:rsidRDefault="00F64786" w:rsidP="0077673A"/>
        </w:tc>
        <w:tc>
          <w:tcPr>
            <w:tcW w:w="2552" w:type="dxa"/>
          </w:tcPr>
          <w:p w14:paraId="19F47BB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533BC0AD" w14:textId="77777777" w:rsidR="00F64786" w:rsidRDefault="00F64786" w:rsidP="0077673A"/>
        </w:tc>
        <w:tc>
          <w:tcPr>
            <w:tcW w:w="3685" w:type="dxa"/>
          </w:tcPr>
          <w:p w14:paraId="365B7D79" w14:textId="77777777" w:rsidR="00F64786" w:rsidRDefault="00F64786" w:rsidP="0077673A"/>
        </w:tc>
      </w:tr>
      <w:tr w:rsidR="00F862D6" w14:paraId="75427CD6" w14:textId="77777777" w:rsidTr="00B45E9E">
        <w:trPr>
          <w:trHeight w:val="794"/>
        </w:trPr>
        <w:tc>
          <w:tcPr>
            <w:tcW w:w="1020" w:type="dxa"/>
          </w:tcPr>
          <w:p w14:paraId="079C5C83" w14:textId="77777777" w:rsidR="00F862D6" w:rsidRDefault="00F862D6" w:rsidP="0077673A"/>
        </w:tc>
        <w:tc>
          <w:tcPr>
            <w:tcW w:w="2552" w:type="dxa"/>
          </w:tcPr>
          <w:p w14:paraId="1495D440" w14:textId="77777777" w:rsidR="00F862D6" w:rsidRDefault="00F862D6" w:rsidP="00F310F8"/>
        </w:tc>
        <w:tc>
          <w:tcPr>
            <w:tcW w:w="823" w:type="dxa"/>
          </w:tcPr>
          <w:p w14:paraId="52FC59BD" w14:textId="77777777" w:rsidR="00F862D6" w:rsidRDefault="00F862D6" w:rsidP="0077673A"/>
        </w:tc>
        <w:tc>
          <w:tcPr>
            <w:tcW w:w="3685" w:type="dxa"/>
          </w:tcPr>
          <w:p w14:paraId="360B943B" w14:textId="77777777" w:rsidR="00F862D6" w:rsidRDefault="00F862D6" w:rsidP="0077673A"/>
        </w:tc>
      </w:tr>
    </w:tbl>
    <w:p w14:paraId="12BC230B" w14:textId="62E217DF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4D7466">
        <w:rPr>
          <w:rFonts w:eastAsia="Calibri" w:cs="Times New Roman"/>
          <w:b/>
          <w:lang w:eastAsia="cs-CZ"/>
        </w:rPr>
        <w:t>Rekonstrukce žst. Vlkov u Tišnova</w:t>
      </w:r>
    </w:p>
    <w:p w14:paraId="569915DE" w14:textId="13C7D332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470B94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49E8BA51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00409902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493AA490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9C8030D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1:</w:t>
      </w:r>
    </w:p>
    <w:p w14:paraId="31DAE7C0" w14:textId="77777777" w:rsidR="00470B94" w:rsidRDefault="00470B94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470B94">
        <w:rPr>
          <w:rFonts w:eastAsia="Calibri" w:cs="Times New Roman"/>
          <w:b/>
          <w:lang w:eastAsia="cs-CZ"/>
        </w:rPr>
        <w:t>PS 01-02-11 (Žst. Vlkov u Tišnova, místní kabelizace)</w:t>
      </w:r>
      <w:r>
        <w:rPr>
          <w:rFonts w:eastAsia="Calibri" w:cs="Times New Roman"/>
          <w:b/>
          <w:lang w:eastAsia="cs-CZ"/>
        </w:rPr>
        <w:t>:</w:t>
      </w:r>
    </w:p>
    <w:p w14:paraId="20B7F58D" w14:textId="744C6566" w:rsidR="00470B94" w:rsidRPr="00470B94" w:rsidRDefault="00470B94" w:rsidP="00470B9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B94">
        <w:rPr>
          <w:rFonts w:eastAsia="Calibri" w:cs="Times New Roman"/>
          <w:bCs/>
          <w:lang w:eastAsia="cs-CZ"/>
        </w:rPr>
        <w:t>Ve výkazu výměr chybí ukončení optických kabelů jak v provizorním, tak definitivním provedení. Žádáme zadavatele o doplnění.</w:t>
      </w:r>
    </w:p>
    <w:p w14:paraId="171A00BB" w14:textId="77777777" w:rsidR="00B10293" w:rsidRDefault="00B10293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02E65B" w14:textId="1862C904" w:rsidR="00BD5319" w:rsidRPr="00BD5319" w:rsidRDefault="00E4693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14:paraId="02FE2302" w14:textId="553B7868" w:rsidR="00470B94" w:rsidRPr="00E46939" w:rsidRDefault="00EF14B6" w:rsidP="00EF14B6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Byla doplněna</w:t>
      </w:r>
      <w:r w:rsidR="00517966" w:rsidRPr="00E46939">
        <w:rPr>
          <w:rFonts w:eastAsia="Times New Roman" w:cs="Times New Roman"/>
          <w:lang w:eastAsia="cs-CZ"/>
        </w:rPr>
        <w:t xml:space="preserve"> položk</w:t>
      </w:r>
      <w:r w:rsidRPr="00E46939">
        <w:rPr>
          <w:rFonts w:eastAsia="Times New Roman" w:cs="Times New Roman"/>
          <w:lang w:eastAsia="cs-CZ"/>
        </w:rPr>
        <w:t>a</w:t>
      </w:r>
      <w:r w:rsidR="00517966" w:rsidRPr="00E46939">
        <w:rPr>
          <w:rFonts w:eastAsia="Times New Roman" w:cs="Times New Roman"/>
          <w:lang w:eastAsia="cs-CZ"/>
        </w:rPr>
        <w:t xml:space="preserve"> č. </w:t>
      </w:r>
      <w:r w:rsidRPr="00E46939">
        <w:rPr>
          <w:rFonts w:eastAsia="Times New Roman" w:cs="Times New Roman"/>
          <w:lang w:eastAsia="cs-CZ"/>
        </w:rPr>
        <w:t>69</w:t>
      </w:r>
      <w:r w:rsidR="00F800D0" w:rsidRPr="00E46939">
        <w:rPr>
          <w:rFonts w:eastAsia="Times New Roman" w:cs="Times New Roman"/>
          <w:lang w:eastAsia="cs-CZ"/>
        </w:rPr>
        <w:t xml:space="preserve"> (</w:t>
      </w:r>
      <w:r w:rsidRPr="00E46939">
        <w:rPr>
          <w:rFonts w:eastAsia="Times New Roman" w:cs="Times New Roman"/>
          <w:lang w:eastAsia="cs-CZ"/>
        </w:rPr>
        <w:t>75IH61</w:t>
      </w:r>
      <w:r w:rsidR="00F800D0" w:rsidRPr="00E46939">
        <w:rPr>
          <w:rFonts w:eastAsia="Times New Roman" w:cs="Times New Roman"/>
          <w:lang w:eastAsia="cs-CZ"/>
        </w:rPr>
        <w:t>,</w:t>
      </w:r>
      <w:r w:rsidRPr="00E46939">
        <w:rPr>
          <w:rFonts w:eastAsia="Times New Roman" w:cs="Times New Roman"/>
          <w:lang w:eastAsia="cs-CZ"/>
        </w:rPr>
        <w:t xml:space="preserve"> KONČENÍ KABELU OPTICKÉHO DO 12 VLÁKEN</w:t>
      </w:r>
      <w:r w:rsidR="00F800D0" w:rsidRPr="00E46939">
        <w:rPr>
          <w:rFonts w:eastAsia="Times New Roman" w:cs="Times New Roman"/>
          <w:lang w:eastAsia="cs-CZ"/>
        </w:rPr>
        <w:t>).</w:t>
      </w:r>
    </w:p>
    <w:p w14:paraId="6AFD7B1C" w14:textId="4FEC8444" w:rsidR="00470B94" w:rsidRPr="00E46939" w:rsidRDefault="00EF14B6" w:rsidP="00EF14B6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Byla doplněna položka č. 70</w:t>
      </w:r>
      <w:r w:rsidR="00F800D0" w:rsidRPr="00E46939">
        <w:rPr>
          <w:rFonts w:eastAsia="Times New Roman" w:cs="Times New Roman"/>
          <w:lang w:eastAsia="cs-CZ"/>
        </w:rPr>
        <w:t xml:space="preserve"> (</w:t>
      </w:r>
      <w:r w:rsidRPr="00E46939">
        <w:rPr>
          <w:rFonts w:eastAsia="Times New Roman" w:cs="Times New Roman"/>
          <w:lang w:eastAsia="cs-CZ"/>
        </w:rPr>
        <w:t>75IH62</w:t>
      </w:r>
      <w:r w:rsidR="00F800D0" w:rsidRPr="00E46939">
        <w:rPr>
          <w:rFonts w:eastAsia="Times New Roman" w:cs="Times New Roman"/>
          <w:lang w:eastAsia="cs-CZ"/>
        </w:rPr>
        <w:t>,</w:t>
      </w:r>
      <w:r w:rsidRPr="00E46939">
        <w:rPr>
          <w:rFonts w:eastAsia="Times New Roman" w:cs="Times New Roman"/>
          <w:lang w:eastAsia="cs-CZ"/>
        </w:rPr>
        <w:t xml:space="preserve"> UKONČENÍ KABELU OPTICKÉHO DO 36 VLÁKEN</w:t>
      </w:r>
      <w:r w:rsidR="00F800D0" w:rsidRPr="00E46939">
        <w:rPr>
          <w:rFonts w:eastAsia="Times New Roman" w:cs="Times New Roman"/>
          <w:lang w:eastAsia="cs-CZ"/>
        </w:rPr>
        <w:t>).</w:t>
      </w:r>
    </w:p>
    <w:p w14:paraId="31885FCE" w14:textId="77777777" w:rsidR="00470B94" w:rsidRPr="00BD5319" w:rsidRDefault="00470B94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EA200E6" w14:textId="77777777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2:</w:t>
      </w:r>
    </w:p>
    <w:p w14:paraId="50918F3D" w14:textId="77777777" w:rsidR="00470B94" w:rsidRDefault="00470B94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470B94">
        <w:rPr>
          <w:rFonts w:eastAsia="Calibri" w:cs="Times New Roman"/>
          <w:b/>
          <w:lang w:eastAsia="cs-CZ"/>
        </w:rPr>
        <w:t>PS 01-02-11 (Žst. Vlkov u Tišnova, místní kabelizace):</w:t>
      </w:r>
    </w:p>
    <w:p w14:paraId="22DB6071" w14:textId="1D7FF2C7" w:rsidR="00470B94" w:rsidRPr="00470B94" w:rsidRDefault="00470B94" w:rsidP="00470B94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470B94">
        <w:rPr>
          <w:rFonts w:eastAsia="Calibri" w:cs="Times New Roman"/>
          <w:bCs/>
          <w:lang w:eastAsia="cs-CZ"/>
        </w:rPr>
        <w:t>Domníváme se, že ve výkazu výměr chybí dodávka a montáž optického rozvaděče 144 vláken pro sdělovací kontejner. Žádáme zadavatele o prověření.</w:t>
      </w:r>
    </w:p>
    <w:p w14:paraId="680940D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6091DF2" w14:textId="1CB8B3FE" w:rsidR="00BD5319" w:rsidRPr="00BD5319" w:rsidRDefault="00BD5319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66CE9C56" w14:textId="490EBFC6" w:rsidR="00BD5319" w:rsidRPr="00E46939" w:rsidRDefault="00EF14B6" w:rsidP="00EF14B6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Byla doplněna položka č. 71</w:t>
      </w:r>
      <w:r w:rsidR="00F800D0" w:rsidRPr="00E46939">
        <w:rPr>
          <w:rFonts w:eastAsia="Times New Roman" w:cs="Times New Roman"/>
          <w:lang w:eastAsia="cs-CZ"/>
        </w:rPr>
        <w:t xml:space="preserve"> (</w:t>
      </w:r>
      <w:r w:rsidRPr="00E46939">
        <w:rPr>
          <w:rFonts w:eastAsia="Times New Roman" w:cs="Times New Roman"/>
          <w:lang w:eastAsia="cs-CZ"/>
        </w:rPr>
        <w:t>75IEE1</w:t>
      </w:r>
      <w:r w:rsidR="00F800D0" w:rsidRPr="00E46939">
        <w:rPr>
          <w:rFonts w:eastAsia="Times New Roman" w:cs="Times New Roman"/>
          <w:lang w:eastAsia="cs-CZ"/>
        </w:rPr>
        <w:t>,</w:t>
      </w:r>
      <w:r w:rsidRPr="00E46939">
        <w:rPr>
          <w:rFonts w:eastAsia="Times New Roman" w:cs="Times New Roman"/>
          <w:lang w:eastAsia="cs-CZ"/>
        </w:rPr>
        <w:t xml:space="preserve"> OPTICKÝ ROZVADĚČ 19" PROVEDENÍ DO 12 VLÁKEN</w:t>
      </w:r>
      <w:r w:rsidR="00F800D0" w:rsidRPr="00E46939">
        <w:rPr>
          <w:rFonts w:eastAsia="Times New Roman" w:cs="Times New Roman"/>
          <w:lang w:eastAsia="cs-CZ"/>
        </w:rPr>
        <w:t>).</w:t>
      </w:r>
    </w:p>
    <w:p w14:paraId="1E659EFD" w14:textId="5CC307BE" w:rsidR="00EF14B6" w:rsidRPr="00E46939" w:rsidRDefault="00EF14B6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 xml:space="preserve">Bylo upraveno množství položky č. </w:t>
      </w:r>
      <w:r w:rsidR="00F800D0" w:rsidRPr="00E46939">
        <w:rPr>
          <w:rFonts w:eastAsia="Times New Roman" w:cs="Times New Roman"/>
          <w:lang w:eastAsia="cs-CZ"/>
        </w:rPr>
        <w:t>38 (75IEE5, OPTICKÝ ROZVADĚČ 19" PROVEDENÍ DO 144 VLÁKEN) na 4 kusy.</w:t>
      </w:r>
    </w:p>
    <w:p w14:paraId="63CC7D63" w14:textId="7B5F7361" w:rsidR="00470B94" w:rsidRPr="00E46939" w:rsidRDefault="00F800D0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Bylo upraveno množství položky č. 3</w:t>
      </w:r>
      <w:r w:rsidR="001C521F" w:rsidRPr="00E46939">
        <w:rPr>
          <w:rFonts w:eastAsia="Times New Roman" w:cs="Times New Roman"/>
          <w:lang w:eastAsia="cs-CZ"/>
        </w:rPr>
        <w:t>9</w:t>
      </w:r>
      <w:r w:rsidRPr="00E46939">
        <w:rPr>
          <w:rFonts w:eastAsia="Times New Roman" w:cs="Times New Roman"/>
          <w:lang w:eastAsia="cs-CZ"/>
        </w:rPr>
        <w:t xml:space="preserve"> (75IEEX, OPTICKÝ ROZVADĚČ 19" PROVEDENÍ - MONTÁŽ) na 8 kusů.</w:t>
      </w:r>
    </w:p>
    <w:p w14:paraId="069BE406" w14:textId="0F3A8090" w:rsidR="00B944DD" w:rsidRDefault="00B944DD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111EFF26" w14:textId="18CC8199" w:rsidR="00470B94" w:rsidRDefault="00470B94" w:rsidP="00470B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3</w:t>
      </w:r>
      <w:r w:rsidRPr="00BD5319">
        <w:rPr>
          <w:rFonts w:eastAsia="Calibri" w:cs="Times New Roman"/>
          <w:b/>
          <w:lang w:eastAsia="cs-CZ"/>
        </w:rPr>
        <w:t>:</w:t>
      </w:r>
    </w:p>
    <w:p w14:paraId="4F961C9F" w14:textId="18B0CC6C" w:rsidR="00E00292" w:rsidRPr="00E00292" w:rsidRDefault="00E00292" w:rsidP="00E00292">
      <w:pPr>
        <w:spacing w:after="0" w:line="240" w:lineRule="auto"/>
        <w:rPr>
          <w:rFonts w:eastAsia="Calibri" w:cs="Times New Roman"/>
          <w:b/>
          <w:lang w:eastAsia="cs-CZ"/>
        </w:rPr>
      </w:pPr>
      <w:r w:rsidRPr="00E00292">
        <w:rPr>
          <w:rFonts w:eastAsia="Calibri" w:cs="Times New Roman"/>
          <w:b/>
          <w:lang w:eastAsia="cs-CZ"/>
        </w:rPr>
        <w:t>PS 01-02-21 (Žst. Vlkov u Tišnova, rozhlasové zařízení ) :</w:t>
      </w:r>
    </w:p>
    <w:p w14:paraId="4CD4CD89" w14:textId="77777777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292">
        <w:rPr>
          <w:rFonts w:eastAsia="Calibri" w:cs="Times New Roman"/>
          <w:bCs/>
          <w:lang w:eastAsia="cs-CZ"/>
        </w:rPr>
        <w:t>Ve výkazu výměr jsou položky:</w:t>
      </w:r>
    </w:p>
    <w:p w14:paraId="1ADDEF71" w14:textId="77777777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292">
        <w:rPr>
          <w:rFonts w:eastAsia="Calibri" w:cs="Times New Roman"/>
          <w:bCs/>
          <w:lang w:eastAsia="cs-CZ"/>
        </w:rPr>
        <w:t>33</w:t>
      </w:r>
      <w:r w:rsidRPr="00E00292">
        <w:rPr>
          <w:rFonts w:eastAsia="Calibri" w:cs="Times New Roman"/>
          <w:bCs/>
          <w:lang w:eastAsia="cs-CZ"/>
        </w:rPr>
        <w:tab/>
        <w:t>75L191</w:t>
      </w:r>
      <w:r w:rsidRPr="00E00292">
        <w:rPr>
          <w:rFonts w:eastAsia="Calibri" w:cs="Times New Roman"/>
          <w:bCs/>
          <w:lang w:eastAsia="cs-CZ"/>
        </w:rPr>
        <w:tab/>
        <w:t>KABEL SILOVÝ PRO ROZHLAS PRŮMĚRU DO 1,5 MM2</w:t>
      </w:r>
      <w:r w:rsidRPr="00E00292">
        <w:rPr>
          <w:rFonts w:eastAsia="Calibri" w:cs="Times New Roman"/>
          <w:bCs/>
          <w:lang w:eastAsia="cs-CZ"/>
        </w:rPr>
        <w:tab/>
        <w:t>kmžíla</w:t>
      </w:r>
      <w:r w:rsidRPr="00E00292">
        <w:rPr>
          <w:rFonts w:eastAsia="Calibri" w:cs="Times New Roman"/>
          <w:bCs/>
          <w:lang w:eastAsia="cs-CZ"/>
        </w:rPr>
        <w:tab/>
        <w:t>2,040</w:t>
      </w:r>
    </w:p>
    <w:p w14:paraId="4F378064" w14:textId="77777777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292">
        <w:rPr>
          <w:rFonts w:eastAsia="Calibri" w:cs="Times New Roman"/>
          <w:bCs/>
          <w:lang w:eastAsia="cs-CZ"/>
        </w:rPr>
        <w:t>34</w:t>
      </w:r>
      <w:r w:rsidRPr="00E00292">
        <w:rPr>
          <w:rFonts w:eastAsia="Calibri" w:cs="Times New Roman"/>
          <w:bCs/>
          <w:lang w:eastAsia="cs-CZ"/>
        </w:rPr>
        <w:tab/>
        <w:t>75L19X</w:t>
      </w:r>
      <w:r w:rsidRPr="00E00292">
        <w:rPr>
          <w:rFonts w:eastAsia="Calibri" w:cs="Times New Roman"/>
          <w:bCs/>
          <w:lang w:eastAsia="cs-CZ"/>
        </w:rPr>
        <w:tab/>
        <w:t>KABEL SILOVÝ PRO ROZHLAS - MONTÁŽ</w:t>
      </w:r>
      <w:r w:rsidRPr="00E00292">
        <w:rPr>
          <w:rFonts w:eastAsia="Calibri" w:cs="Times New Roman"/>
          <w:bCs/>
          <w:lang w:eastAsia="cs-CZ"/>
        </w:rPr>
        <w:tab/>
        <w:t>kmžíla</w:t>
      </w:r>
      <w:r w:rsidRPr="00E00292">
        <w:rPr>
          <w:rFonts w:eastAsia="Calibri" w:cs="Times New Roman"/>
          <w:bCs/>
          <w:lang w:eastAsia="cs-CZ"/>
        </w:rPr>
        <w:tab/>
        <w:t>0,600</w:t>
      </w:r>
    </w:p>
    <w:p w14:paraId="1F455AF7" w14:textId="77777777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292">
        <w:rPr>
          <w:rFonts w:eastAsia="Calibri" w:cs="Times New Roman"/>
          <w:bCs/>
          <w:lang w:eastAsia="cs-CZ"/>
        </w:rPr>
        <w:t>35</w:t>
      </w:r>
      <w:r w:rsidRPr="00E00292">
        <w:rPr>
          <w:rFonts w:eastAsia="Calibri" w:cs="Times New Roman"/>
          <w:bCs/>
          <w:lang w:eastAsia="cs-CZ"/>
        </w:rPr>
        <w:tab/>
        <w:t>75L19Y</w:t>
      </w:r>
      <w:r w:rsidRPr="00E00292">
        <w:rPr>
          <w:rFonts w:eastAsia="Calibri" w:cs="Times New Roman"/>
          <w:bCs/>
          <w:lang w:eastAsia="cs-CZ"/>
        </w:rPr>
        <w:tab/>
        <w:t>KABEL SILOVÝ PRO ROZHLAS - DEMONTÁŽ</w:t>
      </w:r>
      <w:r w:rsidRPr="00E00292">
        <w:rPr>
          <w:rFonts w:eastAsia="Calibri" w:cs="Times New Roman"/>
          <w:bCs/>
          <w:lang w:eastAsia="cs-CZ"/>
        </w:rPr>
        <w:tab/>
        <w:t>kmžíla</w:t>
      </w:r>
      <w:r w:rsidRPr="00E00292">
        <w:rPr>
          <w:rFonts w:eastAsia="Calibri" w:cs="Times New Roman"/>
          <w:bCs/>
          <w:lang w:eastAsia="cs-CZ"/>
        </w:rPr>
        <w:tab/>
        <w:t xml:space="preserve">0,600 </w:t>
      </w:r>
    </w:p>
    <w:p w14:paraId="5D254C33" w14:textId="77777777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</w:p>
    <w:p w14:paraId="6937A971" w14:textId="42BF7904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292">
        <w:rPr>
          <w:rFonts w:eastAsia="Calibri" w:cs="Times New Roman"/>
          <w:bCs/>
          <w:lang w:eastAsia="cs-CZ"/>
        </w:rPr>
        <w:t>Žádáme zadavatele o prověření celkového množství u montáží a případnou opravu ve výkazu výměr.</w:t>
      </w:r>
    </w:p>
    <w:p w14:paraId="6D2F19A9" w14:textId="77777777" w:rsidR="00470B94" w:rsidRPr="00BD5319" w:rsidRDefault="00470B94" w:rsidP="00470B9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2F865D3" w14:textId="3258D0A8" w:rsidR="00470B94" w:rsidRPr="00BD5319" w:rsidRDefault="00470B94" w:rsidP="00470B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  <w:r w:rsidR="00B10293">
        <w:rPr>
          <w:rFonts w:eastAsia="Calibri" w:cs="Times New Roman"/>
          <w:b/>
          <w:lang w:eastAsia="cs-CZ"/>
        </w:rPr>
        <w:t xml:space="preserve"> </w:t>
      </w:r>
    </w:p>
    <w:p w14:paraId="594E283A" w14:textId="77777777" w:rsidR="00B944DD" w:rsidRPr="00E46939" w:rsidRDefault="00B944DD" w:rsidP="00B944DD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Bylo upraveno množství u následujících položek:</w:t>
      </w:r>
    </w:p>
    <w:p w14:paraId="4D8F8FE3" w14:textId="2A9D09F2" w:rsidR="00B944DD" w:rsidRPr="00E46939" w:rsidRDefault="00B944DD" w:rsidP="00B944DD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Pol.č. 34 (75L19X</w:t>
      </w:r>
      <w:r w:rsidRPr="00E46939">
        <w:rPr>
          <w:rFonts w:eastAsia="Times New Roman" w:cs="Times New Roman"/>
          <w:lang w:eastAsia="cs-CZ"/>
        </w:rPr>
        <w:tab/>
        <w:t>KABEL SILOVÝ PRO ROZHLAS – MONTÁŽ)</w:t>
      </w:r>
      <w:r w:rsidRPr="00E46939">
        <w:rPr>
          <w:rFonts w:eastAsia="Times New Roman" w:cs="Times New Roman"/>
          <w:lang w:eastAsia="cs-CZ"/>
        </w:rPr>
        <w:tab/>
        <w:t>, navýšení množství z 0,600 kmžíla na 2,040 kmžíla.</w:t>
      </w:r>
    </w:p>
    <w:p w14:paraId="178FCEE9" w14:textId="77777777" w:rsidR="00B944DD" w:rsidRPr="00E46939" w:rsidRDefault="00B944DD" w:rsidP="00B944DD">
      <w:pPr>
        <w:spacing w:after="0" w:line="240" w:lineRule="auto"/>
        <w:rPr>
          <w:rFonts w:eastAsia="Times New Roman" w:cs="Times New Roman"/>
          <w:lang w:eastAsia="cs-CZ"/>
        </w:rPr>
      </w:pPr>
    </w:p>
    <w:p w14:paraId="69AB3C9D" w14:textId="7A67E784" w:rsidR="00B944DD" w:rsidRPr="00E46939" w:rsidRDefault="00B944DD" w:rsidP="00B944DD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Položka č. 35</w:t>
      </w:r>
      <w:r w:rsidRPr="00E46939">
        <w:rPr>
          <w:rFonts w:eastAsia="Times New Roman" w:cs="Times New Roman"/>
          <w:lang w:eastAsia="cs-CZ"/>
        </w:rPr>
        <w:tab/>
        <w:t>(75L19Y KABEL SILOVÝ PRO ROZHLAS – DEMONTÁŽ), navýšení množství  z 0,600 kmžíla na 0,900 kmžíla.</w:t>
      </w:r>
    </w:p>
    <w:p w14:paraId="7F29B314" w14:textId="57D4A66C" w:rsidR="00E87CCD" w:rsidRPr="00E46939" w:rsidRDefault="00E87CCD" w:rsidP="00B944DD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Položka č. 33 beze změny.</w:t>
      </w:r>
    </w:p>
    <w:p w14:paraId="295E6DBD" w14:textId="77777777" w:rsidR="00470B94" w:rsidRDefault="00470B9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7B5F0ADD" w14:textId="77554D59" w:rsidR="00470B94" w:rsidRDefault="00470B94" w:rsidP="00470B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lastRenderedPageBreak/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Pr="00BD5319">
        <w:rPr>
          <w:rFonts w:eastAsia="Calibri" w:cs="Times New Roman"/>
          <w:b/>
          <w:lang w:eastAsia="cs-CZ"/>
        </w:rPr>
        <w:t>:</w:t>
      </w:r>
    </w:p>
    <w:p w14:paraId="2C126723" w14:textId="57FB015B" w:rsidR="00E00292" w:rsidRPr="00E00292" w:rsidRDefault="00E00292" w:rsidP="00E00292">
      <w:pPr>
        <w:spacing w:after="0" w:line="240" w:lineRule="auto"/>
        <w:rPr>
          <w:rFonts w:eastAsia="Calibri" w:cs="Times New Roman"/>
          <w:b/>
          <w:lang w:eastAsia="cs-CZ"/>
        </w:rPr>
      </w:pPr>
      <w:r w:rsidRPr="00E00292">
        <w:rPr>
          <w:rFonts w:eastAsia="Calibri" w:cs="Times New Roman"/>
          <w:b/>
          <w:lang w:eastAsia="cs-CZ"/>
        </w:rPr>
        <w:t>PS 01-02-61 (ŽST Vlkov u Tišnova, informační zařízení):</w:t>
      </w:r>
    </w:p>
    <w:p w14:paraId="12E1DD08" w14:textId="590B6D60" w:rsidR="00E00292" w:rsidRPr="00E00292" w:rsidRDefault="00E00292" w:rsidP="00E00292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E00292">
        <w:rPr>
          <w:rFonts w:eastAsia="Calibri" w:cs="Times New Roman"/>
          <w:bCs/>
          <w:lang w:eastAsia="cs-CZ"/>
        </w:rPr>
        <w:t>V TZ je uvedeno: Součástí dodávky budou 4ks dálkových ovladačů pro ovládání akustického výstupu pro nevidomé. Ve výkazu výměr však tyto ovladače nejsou. Žádáme zadavatele o prověření a případnou opravu ve výkazu výměr.</w:t>
      </w:r>
    </w:p>
    <w:p w14:paraId="0830C25D" w14:textId="77777777" w:rsidR="00470B94" w:rsidRPr="00BD5319" w:rsidRDefault="00470B94" w:rsidP="00470B94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19D29D9" w14:textId="72ACEC0E" w:rsidR="00470B94" w:rsidRPr="00BD5319" w:rsidRDefault="00470B94" w:rsidP="00470B94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14904295" w14:textId="3FDDEF44" w:rsidR="00B944DD" w:rsidRPr="00E46939" w:rsidRDefault="00B944DD" w:rsidP="00B944DD">
      <w:pPr>
        <w:spacing w:after="0" w:line="240" w:lineRule="auto"/>
        <w:rPr>
          <w:rFonts w:eastAsia="Times New Roman" w:cs="Times New Roman"/>
          <w:lang w:eastAsia="cs-CZ"/>
        </w:rPr>
      </w:pPr>
      <w:r w:rsidRPr="00E46939">
        <w:rPr>
          <w:rFonts w:eastAsia="Times New Roman" w:cs="Times New Roman"/>
          <w:lang w:eastAsia="cs-CZ"/>
        </w:rPr>
        <w:t>Do rozpočtu byla doplněna R-položka č. 40 (R001 OVLADAČ AKUSTICKÉHO VÝSTUPU PRO NEVIDOMÉ), počet 4 ks</w:t>
      </w:r>
    </w:p>
    <w:p w14:paraId="671713CA" w14:textId="77777777" w:rsidR="00470B94" w:rsidRPr="00BD5319" w:rsidRDefault="00470B94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6DF5789B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6B6D290C" w14:textId="77777777" w:rsidR="00BD5319" w:rsidRPr="00FF47B3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5CC9DA1" w14:textId="77777777" w:rsidR="00BD5319" w:rsidRPr="00FF47B3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FF47B3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07EC1FE5" w14:textId="77777777" w:rsidR="00BD5319" w:rsidRPr="00470B94" w:rsidRDefault="00BD5319" w:rsidP="00FF47B3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4B3F87C7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5F48A945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4D7466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1929CF4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709BEACB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2556DC7D" w14:textId="77777777" w:rsidR="00B944DD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46939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4578FE64" w14:textId="750ACCE0" w:rsidR="00A60FAD" w:rsidRPr="00630B86" w:rsidRDefault="00A60FAD" w:rsidP="00E46939">
      <w:pPr>
        <w:tabs>
          <w:tab w:val="center" w:pos="7371"/>
        </w:tabs>
        <w:spacing w:after="0" w:line="240" w:lineRule="auto"/>
        <w:rPr>
          <w:rFonts w:eastAsia="Times New Roman" w:cs="Times New Roman"/>
          <w:iCs/>
          <w:lang w:eastAsia="cs-CZ"/>
        </w:rPr>
      </w:pPr>
      <w:r w:rsidRPr="00630B86">
        <w:rPr>
          <w:rFonts w:eastAsia="Times New Roman" w:cs="Times New Roman"/>
          <w:iCs/>
          <w:lang w:eastAsia="cs-CZ"/>
        </w:rPr>
        <w:t>XDC_ZST_Vlkov_zm01_20230822</w:t>
      </w:r>
      <w:r w:rsidR="00630B86">
        <w:rPr>
          <w:rFonts w:eastAsia="Times New Roman" w:cs="Times New Roman"/>
          <w:iCs/>
          <w:lang w:eastAsia="cs-CZ"/>
        </w:rPr>
        <w:t>.xml</w:t>
      </w:r>
    </w:p>
    <w:p w14:paraId="0764E7CF" w14:textId="61B4FBA7" w:rsidR="00BD5319" w:rsidRPr="00630B86" w:rsidRDefault="00A60FAD" w:rsidP="00E46939">
      <w:pPr>
        <w:tabs>
          <w:tab w:val="center" w:pos="7371"/>
        </w:tabs>
        <w:spacing w:after="0" w:line="240" w:lineRule="auto"/>
        <w:rPr>
          <w:rFonts w:eastAsia="Calibri" w:cs="Times New Roman"/>
          <w:bCs/>
          <w:iCs/>
          <w:lang w:eastAsia="cs-CZ"/>
        </w:rPr>
      </w:pPr>
      <w:r w:rsidRPr="00630B86">
        <w:rPr>
          <w:rFonts w:eastAsia="Times New Roman" w:cs="Times New Roman"/>
          <w:iCs/>
          <w:lang w:eastAsia="cs-CZ"/>
        </w:rPr>
        <w:t>XLS_ZST_Vlkov_zm01_20230822</w:t>
      </w:r>
      <w:r w:rsidR="00630B86">
        <w:rPr>
          <w:rFonts w:eastAsia="Times New Roman" w:cs="Times New Roman"/>
          <w:iCs/>
          <w:lang w:eastAsia="cs-CZ"/>
        </w:rPr>
        <w:t>.xlsx</w:t>
      </w:r>
    </w:p>
    <w:p w14:paraId="2942C963" w14:textId="77777777" w:rsidR="00B944DD" w:rsidRPr="00BD5319" w:rsidRDefault="00B944DD" w:rsidP="00B944DD">
      <w:pPr>
        <w:spacing w:after="0" w:line="240" w:lineRule="auto"/>
        <w:ind w:firstLine="708"/>
        <w:jc w:val="both"/>
        <w:rPr>
          <w:rFonts w:eastAsia="Calibri" w:cs="Times New Roman"/>
          <w:lang w:eastAsia="cs-CZ"/>
        </w:rPr>
      </w:pPr>
    </w:p>
    <w:p w14:paraId="3C32D9C6" w14:textId="77777777" w:rsidR="00491700" w:rsidRDefault="0049170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CF23AF4" w14:textId="77777777" w:rsidR="00491700" w:rsidRDefault="0049170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E05CB0C" w14:textId="05D95082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491700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  <w:r w:rsidR="00491700">
        <w:rPr>
          <w:rFonts w:eastAsia="Calibri" w:cs="Times New Roman"/>
          <w:lang w:eastAsia="cs-CZ"/>
        </w:rPr>
        <w:t>22. 8. 2023</w:t>
      </w:r>
    </w:p>
    <w:p w14:paraId="5F4B49D9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5CF667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E80AAA8" w14:textId="77777777" w:rsid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7EE70E" w14:textId="77777777" w:rsidR="00491700" w:rsidRPr="00BD5319" w:rsidRDefault="00491700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12C16FAC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21E5DC19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0A3970EB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58ADA5EF" w14:textId="77777777" w:rsidR="00BD5319" w:rsidRPr="00BD5319" w:rsidRDefault="00BD5319" w:rsidP="00BD5319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18C3B55E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 w:rsidR="00E10710"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 w:rsidR="00E10710"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27118E13" w14:textId="77777777" w:rsidR="00BD5319" w:rsidRPr="00BD5319" w:rsidRDefault="00BD5319" w:rsidP="00BD5319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678427D9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85A2B0" w14:textId="77777777" w:rsidR="00213EC5" w:rsidRDefault="00213EC5" w:rsidP="00962258">
      <w:pPr>
        <w:spacing w:after="0" w:line="240" w:lineRule="auto"/>
      </w:pPr>
      <w:r>
        <w:separator/>
      </w:r>
    </w:p>
  </w:endnote>
  <w:endnote w:type="continuationSeparator" w:id="0">
    <w:p w14:paraId="7958AE23" w14:textId="77777777" w:rsidR="00213EC5" w:rsidRDefault="00213EC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E1F279B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2FA468C" w14:textId="7E5E7C59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0F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0F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714B0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57B059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614FC48" w14:textId="77777777" w:rsidR="00F1715C" w:rsidRDefault="00F1715C" w:rsidP="00D831A3">
          <w:pPr>
            <w:pStyle w:val="Zpat"/>
          </w:pPr>
        </w:p>
      </w:tc>
    </w:tr>
  </w:tbl>
  <w:p w14:paraId="5C3F29C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1DD18A3" wp14:editId="2A06F43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BE055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D2C082" wp14:editId="1B302AB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0E83F3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B5131F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61E25FB" w14:textId="3FEE649A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0FA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60FA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DA3E6E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3DDE1CA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2BF33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B1EC0AC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15D28711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894560A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DB5A6A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CC8546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6C59C7C1" w14:textId="77777777" w:rsidR="00712ED1" w:rsidRDefault="00712ED1" w:rsidP="00331004">
          <w:pPr>
            <w:pStyle w:val="Zpat"/>
          </w:pPr>
        </w:p>
      </w:tc>
    </w:tr>
  </w:tbl>
  <w:p w14:paraId="04F7D94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69945D93" wp14:editId="7BD6C7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1862C1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9B78B5E" wp14:editId="116A8CA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866F4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3576A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E0CCF" w14:textId="77777777" w:rsidR="00213EC5" w:rsidRDefault="00213EC5" w:rsidP="00962258">
      <w:pPr>
        <w:spacing w:after="0" w:line="240" w:lineRule="auto"/>
      </w:pPr>
      <w:r>
        <w:separator/>
      </w:r>
    </w:p>
  </w:footnote>
  <w:footnote w:type="continuationSeparator" w:id="0">
    <w:p w14:paraId="20A84D5A" w14:textId="77777777" w:rsidR="00213EC5" w:rsidRDefault="00213EC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05E594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3C37F27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F1C08E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74C2B4" w14:textId="77777777" w:rsidR="00F1715C" w:rsidRPr="00D6163D" w:rsidRDefault="00F1715C" w:rsidP="00D6163D">
          <w:pPr>
            <w:pStyle w:val="Druhdokumentu"/>
          </w:pPr>
        </w:p>
      </w:tc>
    </w:tr>
  </w:tbl>
  <w:p w14:paraId="7E946D48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44D6D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C124CE0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E3B979" wp14:editId="384F2EA0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0BC7788" wp14:editId="69427A37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15FAE856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1BDD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0F6290" w14:textId="77777777" w:rsidR="00F1715C" w:rsidRPr="00D6163D" w:rsidRDefault="00F1715C" w:rsidP="00FC6389">
          <w:pPr>
            <w:pStyle w:val="Druhdokumentu"/>
          </w:pPr>
        </w:p>
      </w:tc>
    </w:tr>
    <w:tr w:rsidR="00F64786" w14:paraId="63EE16B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1F326F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299271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DE3B6F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FEB2CAC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65779B5" wp14:editId="54E4D38B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E112D47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C1D9E6C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 w15:restartNumberingAfterBreak="0">
    <w:nsid w:val="74070991"/>
    <w:multiLevelType w:val="multilevel"/>
    <w:tmpl w:val="CABE99FC"/>
    <w:numStyleLink w:val="ListNumbermultilevel"/>
  </w:abstractNum>
  <w:num w:numId="1" w16cid:durableId="1285505858">
    <w:abstractNumId w:val="2"/>
  </w:num>
  <w:num w:numId="2" w16cid:durableId="1722318739">
    <w:abstractNumId w:val="1"/>
  </w:num>
  <w:num w:numId="3" w16cid:durableId="1096363877">
    <w:abstractNumId w:val="3"/>
  </w:num>
  <w:num w:numId="4" w16cid:durableId="653873614">
    <w:abstractNumId w:val="5"/>
  </w:num>
  <w:num w:numId="5" w16cid:durableId="436871011">
    <w:abstractNumId w:val="0"/>
  </w:num>
  <w:num w:numId="6" w16cid:durableId="466045305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114472"/>
    <w:rsid w:val="00170EC5"/>
    <w:rsid w:val="001747C1"/>
    <w:rsid w:val="0018596A"/>
    <w:rsid w:val="001B69C2"/>
    <w:rsid w:val="001C4DA0"/>
    <w:rsid w:val="001C521F"/>
    <w:rsid w:val="00207DF5"/>
    <w:rsid w:val="00213EC5"/>
    <w:rsid w:val="00267369"/>
    <w:rsid w:val="0026785D"/>
    <w:rsid w:val="002C31BF"/>
    <w:rsid w:val="002E0CD7"/>
    <w:rsid w:val="002F026B"/>
    <w:rsid w:val="00357BC6"/>
    <w:rsid w:val="0037111D"/>
    <w:rsid w:val="003756B9"/>
    <w:rsid w:val="003956C6"/>
    <w:rsid w:val="003E6B9A"/>
    <w:rsid w:val="003E75CE"/>
    <w:rsid w:val="0041380F"/>
    <w:rsid w:val="00450F07"/>
    <w:rsid w:val="00453CD3"/>
    <w:rsid w:val="00455BC7"/>
    <w:rsid w:val="00460660"/>
    <w:rsid w:val="00460CCB"/>
    <w:rsid w:val="00470B94"/>
    <w:rsid w:val="00477370"/>
    <w:rsid w:val="00486107"/>
    <w:rsid w:val="00491700"/>
    <w:rsid w:val="00491827"/>
    <w:rsid w:val="004926B0"/>
    <w:rsid w:val="004A7C69"/>
    <w:rsid w:val="004C4399"/>
    <w:rsid w:val="004C69ED"/>
    <w:rsid w:val="004C787C"/>
    <w:rsid w:val="004D7466"/>
    <w:rsid w:val="004F4B9B"/>
    <w:rsid w:val="00501654"/>
    <w:rsid w:val="00511AB9"/>
    <w:rsid w:val="00517966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30B86"/>
    <w:rsid w:val="00660AD3"/>
    <w:rsid w:val="006729DB"/>
    <w:rsid w:val="00680DAA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807DD0"/>
    <w:rsid w:val="00813F11"/>
    <w:rsid w:val="00891334"/>
    <w:rsid w:val="008A3568"/>
    <w:rsid w:val="008D03B9"/>
    <w:rsid w:val="008F18D6"/>
    <w:rsid w:val="008F2B71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A44328"/>
    <w:rsid w:val="00A60FAD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0293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944DD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E00292"/>
    <w:rsid w:val="00E10710"/>
    <w:rsid w:val="00E41871"/>
    <w:rsid w:val="00E46939"/>
    <w:rsid w:val="00E824F1"/>
    <w:rsid w:val="00E87CCD"/>
    <w:rsid w:val="00EB104F"/>
    <w:rsid w:val="00ED14BD"/>
    <w:rsid w:val="00EF14B6"/>
    <w:rsid w:val="00F01440"/>
    <w:rsid w:val="00F12DEC"/>
    <w:rsid w:val="00F1715C"/>
    <w:rsid w:val="00F310F8"/>
    <w:rsid w:val="00F35939"/>
    <w:rsid w:val="00F45607"/>
    <w:rsid w:val="00F64786"/>
    <w:rsid w:val="00F659EB"/>
    <w:rsid w:val="00F800D0"/>
    <w:rsid w:val="00F804A7"/>
    <w:rsid w:val="00F862D6"/>
    <w:rsid w:val="00F86BA6"/>
    <w:rsid w:val="00FC6389"/>
    <w:rsid w:val="00FD2F51"/>
    <w:rsid w:val="00FE3455"/>
    <w:rsid w:val="00FF47B3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82FB76B"/>
  <w14:defaultImageDpi w14:val="32767"/>
  <w15:docId w15:val="{A248E7C1-43BC-4EFC-8DA9-467CD7BC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D746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5638E0BC-B7D5-496A-A233-E78E45B9DF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233</TotalTime>
  <Pages>2</Pages>
  <Words>441</Words>
  <Characters>2604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17</cp:revision>
  <cp:lastPrinted>2023-08-22T06:48:00Z</cp:lastPrinted>
  <dcterms:created xsi:type="dcterms:W3CDTF">2020-01-24T13:38:00Z</dcterms:created>
  <dcterms:modified xsi:type="dcterms:W3CDTF">2023-08-22T06:57:00Z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