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3E6B9A" w:rsidRDefault="00701EC8" w:rsidP="00701EC8">
            <w:r w:rsidRPr="00C93940">
              <w:t>Naše zn.</w:t>
            </w:r>
          </w:p>
        </w:tc>
        <w:tc>
          <w:tcPr>
            <w:tcW w:w="2552" w:type="dxa"/>
          </w:tcPr>
          <w:p w14:paraId="3E42E656" w14:textId="1624FD3F" w:rsidR="00701EC8" w:rsidRPr="003E6B9A" w:rsidRDefault="00EA5FF1" w:rsidP="00701EC8">
            <w:r>
              <w:t>9587</w:t>
            </w:r>
            <w:r w:rsidR="00701EC8" w:rsidRPr="00C93940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Default="00701EC8" w:rsidP="00701EC8">
            <w:r w:rsidRPr="00C93940">
              <w:t>Listů/příloh</w:t>
            </w:r>
          </w:p>
        </w:tc>
        <w:tc>
          <w:tcPr>
            <w:tcW w:w="2552" w:type="dxa"/>
          </w:tcPr>
          <w:p w14:paraId="39DD1196" w14:textId="107ECCED" w:rsidR="00701EC8" w:rsidRPr="003E6B9A" w:rsidRDefault="00701EC8" w:rsidP="00701EC8">
            <w:r>
              <w:t>1</w:t>
            </w:r>
            <w:r w:rsidRPr="00C93940">
              <w:t>/</w:t>
            </w:r>
            <w:r>
              <w:t>2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3E630405" w:rsidR="00701EC8" w:rsidRPr="003E6B9A" w:rsidRDefault="00701EC8" w:rsidP="00701EC8">
            <w:r w:rsidRPr="00C93940">
              <w:t xml:space="preserve">17. srpna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2C303110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01EC8">
        <w:rPr>
          <w:rFonts w:eastAsia="Calibri" w:cs="Times New Roman"/>
          <w:lang w:eastAsia="cs-CZ"/>
        </w:rPr>
        <w:t>1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2D59114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2F5FC480" w14:textId="5FF63679" w:rsidR="00FD7070" w:rsidRDefault="00FD7070" w:rsidP="00FD7070">
      <w:pPr>
        <w:jc w:val="both"/>
        <w:rPr>
          <w:rFonts w:cstheme="minorHAnsi"/>
        </w:rPr>
      </w:pPr>
      <w:r>
        <w:rPr>
          <w:rFonts w:cstheme="minorHAnsi"/>
        </w:rPr>
        <w:t>SO 90-90</w:t>
      </w:r>
      <w:r>
        <w:rPr>
          <w:rFonts w:cstheme="minorHAnsi"/>
        </w:rPr>
        <w:t xml:space="preserve">; </w:t>
      </w:r>
      <w:r>
        <w:rPr>
          <w:rFonts w:cstheme="minorHAnsi"/>
        </w:rPr>
        <w:t>Celkové množství odpadu v objektu SO 90-90 se např. u odpadu s katalogovým číslem 17 01 07 (Stavební a demoliční suť) a 17 01 01 (Beton z demolic objektů) liší od vysčítaného evidenčního množství odpadu v jednotlivých PS a SO.</w:t>
      </w:r>
    </w:p>
    <w:p w14:paraId="08021D2C" w14:textId="77777777" w:rsidR="00FD7070" w:rsidRPr="00BD5319" w:rsidRDefault="00FD7070" w:rsidP="00FD707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cstheme="minorHAnsi"/>
        </w:rPr>
        <w:t>Žádáme zadavatele o kontrolu množství odpadů uvedených v SO 90-90 tak, aby odpovídala celkovým množstvím odpadů ve všech provozních souborech a stavebních objektech, případně o opravu jednotlivých evidenčních množství odpadů v zadaných objektech, aby v součtu odpovídala celkovým množstvím v SO 90-90.</w:t>
      </w:r>
    </w:p>
    <w:p w14:paraId="5425DD13" w14:textId="77777777" w:rsidR="00FD7070" w:rsidRDefault="00FD7070" w:rsidP="00FD707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9F15AB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10F0CF3" w14:textId="77777777" w:rsidR="00FD7070" w:rsidRPr="00F757C2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F757C2">
        <w:rPr>
          <w:rFonts w:eastAsia="Calibri" w:cs="Times New Roman"/>
          <w:lang w:eastAsia="cs-CZ"/>
        </w:rPr>
        <w:t>Soupis prací SO 90-90 :</w:t>
      </w:r>
    </w:p>
    <w:p w14:paraId="2970993A" w14:textId="77777777" w:rsidR="00FD7070" w:rsidRPr="00F757C2" w:rsidRDefault="00FD7070" w:rsidP="00FD7070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F757C2">
        <w:rPr>
          <w:rFonts w:eastAsia="Calibri" w:cs="Times New Roman"/>
          <w:lang w:eastAsia="cs-CZ"/>
        </w:rPr>
        <w:t>byla opravena pol.č. 4 (R015120 - POPLATKY ZA LIKVIDACI ODPADŮ NEKONTAMINOVANÝCH - 17 01 07 STAVEBNÍ A DEMOLIČNÍ SUŤ VČETNĚ DOPRAVY) – změna množství na 1 248,023 T</w:t>
      </w:r>
    </w:p>
    <w:p w14:paraId="5FB2FC77" w14:textId="77777777" w:rsidR="00FD7070" w:rsidRPr="00790A31" w:rsidRDefault="00FD7070" w:rsidP="00FD7070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F757C2">
        <w:rPr>
          <w:rFonts w:eastAsia="Calibri" w:cs="Times New Roman"/>
          <w:lang w:eastAsia="cs-CZ"/>
        </w:rPr>
        <w:t>byla opravena pol.č. 7 (R015140 - POPLATKY ZA LIKVIDACI ODPADŮ NEKONTAMINOVANÝCH - 17 01 01 BETON Z DEMOLIC OBJEKTŮ, ZÁKLADŮ TV, KŮLY A SLOUPY VČETNĚ DOPRAVY) – změna množství na 6 453,458 T</w:t>
      </w:r>
    </w:p>
    <w:p w14:paraId="708C5C7C" w14:textId="77777777" w:rsidR="00FD7070" w:rsidRPr="00BD5319" w:rsidRDefault="00FD7070" w:rsidP="00FD707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19048C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DD0375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CD15591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FA85BE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EEF6E4" w14:textId="77777777" w:rsidR="00FD7070" w:rsidRDefault="00FD7070" w:rsidP="00FD707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7C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D825375" w14:textId="77777777" w:rsidR="00FD7070" w:rsidRPr="00BD5319" w:rsidRDefault="00FD7070" w:rsidP="00FD707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82FD2">
        <w:rPr>
          <w:rFonts w:eastAsia="Calibri" w:cs="Times New Roman"/>
          <w:lang w:eastAsia="cs-CZ"/>
        </w:rPr>
        <w:t>XLS_Vlkov_Krizanov_zm01_20230817</w:t>
      </w:r>
    </w:p>
    <w:p w14:paraId="6BC8860B" w14:textId="77777777" w:rsidR="00FD7070" w:rsidRPr="00BD5319" w:rsidRDefault="00FD7070" w:rsidP="00FD707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43C6">
        <w:rPr>
          <w:rFonts w:eastAsia="Calibri" w:cs="Times New Roman"/>
          <w:lang w:eastAsia="cs-CZ"/>
        </w:rPr>
        <w:t>XDC_Vlkov_Krizanov_zm01_20230817</w:t>
      </w:r>
    </w:p>
    <w:p w14:paraId="3FBFF1C6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5ED4A123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Pr="00BD5319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2D6D5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C9452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36FB8A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D819361" w14:textId="79D6CBEC" w:rsidR="00CB7B5A" w:rsidRPr="00FD7070" w:rsidRDefault="00BD5319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FD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2D3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16BF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71A2F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DD74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6A6592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05665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A5F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7</cp:revision>
  <cp:lastPrinted>2019-02-22T13:28:00Z</cp:lastPrinted>
  <dcterms:created xsi:type="dcterms:W3CDTF">2020-01-24T13:38:00Z</dcterms:created>
  <dcterms:modified xsi:type="dcterms:W3CDTF">2023-08-17T14:21:00Z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