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60950" w14:textId="77777777" w:rsidR="00826B7B" w:rsidRDefault="00B204E3" w:rsidP="00B204E3">
      <w:pPr>
        <w:pStyle w:val="Titul1"/>
      </w:pPr>
      <w:bookmarkStart w:id="0" w:name="_GoBack"/>
      <w:bookmarkEnd w:id="0"/>
      <w:r>
        <w:t>Dopis nabídk</w:t>
      </w:r>
      <w:r w:rsidR="005A542E">
        <w:t>y</w:t>
      </w:r>
    </w:p>
    <w:p w14:paraId="7C1020B2" w14:textId="77777777" w:rsidR="00EB46E5" w:rsidRPr="00BF54FE" w:rsidRDefault="00B204E3" w:rsidP="00BF54FE">
      <w:pPr>
        <w:pStyle w:val="Titul2"/>
      </w:pPr>
      <w:r>
        <w:t xml:space="preserve">Název zakázky: </w:t>
      </w:r>
      <w:r w:rsidRPr="00A2478F">
        <w:t>„</w:t>
      </w:r>
      <w:r w:rsidR="00A2478F" w:rsidRPr="00A2478F">
        <w:t>Areál HZS Cheb“</w:t>
      </w:r>
    </w:p>
    <w:p w14:paraId="11C33651" w14:textId="77777777" w:rsidR="009226C1" w:rsidRDefault="009226C1" w:rsidP="00B204E3">
      <w:pPr>
        <w:pStyle w:val="Textbezodsazen"/>
      </w:pPr>
    </w:p>
    <w:p w14:paraId="09077967" w14:textId="77777777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7EC90BD4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01D7B2B0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4AEEC85A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45890A4D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355D0224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4C27F492" w14:textId="77777777"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14:paraId="33DE688B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765D7EB9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7BD3846D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7C8C484C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2CBE91CF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25EC71F7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7ADCDA4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05AFF0C7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49B4C14F" w14:textId="77777777" w:rsidR="00A5674E" w:rsidRDefault="00A5674E" w:rsidP="00A5674E">
      <w:pPr>
        <w:pStyle w:val="Textbezodsazen"/>
      </w:pPr>
    </w:p>
    <w:p w14:paraId="3668C453" w14:textId="77777777" w:rsidR="000E6ABE" w:rsidRDefault="000E6ABE" w:rsidP="00A5674E">
      <w:pPr>
        <w:pStyle w:val="Textbezodsazen"/>
      </w:pPr>
    </w:p>
    <w:p w14:paraId="6C4068B6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7DFDEFAC" w14:textId="77777777" w:rsidR="000E6ABE" w:rsidRDefault="000E6ABE" w:rsidP="000E6ABE">
      <w:pPr>
        <w:pStyle w:val="Textbezodsazen"/>
        <w:jc w:val="left"/>
      </w:pPr>
    </w:p>
    <w:p w14:paraId="11E08682" w14:textId="77777777" w:rsidR="000E6ABE" w:rsidRDefault="000E6ABE" w:rsidP="000E6ABE">
      <w:pPr>
        <w:pStyle w:val="Textbezodsazen"/>
        <w:jc w:val="left"/>
      </w:pPr>
    </w:p>
    <w:p w14:paraId="6D94E7C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048D23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5A7F22C" w14:textId="77777777" w:rsidR="00A5674E" w:rsidRDefault="00A5674E" w:rsidP="00A5674E">
      <w:pPr>
        <w:pStyle w:val="Textbezodsazen"/>
      </w:pPr>
    </w:p>
    <w:p w14:paraId="070248DF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7DB2400A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3A4FC634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1739B6C" w14:textId="77777777" w:rsidR="00A5674E" w:rsidRDefault="00A5674E" w:rsidP="00A5674E">
      <w:pPr>
        <w:pStyle w:val="Textbezodsazen"/>
      </w:pPr>
    </w:p>
    <w:p w14:paraId="6B1E529A" w14:textId="77777777" w:rsidR="00A5674E" w:rsidRDefault="00A5674E" w:rsidP="00A5674E">
      <w:pPr>
        <w:pStyle w:val="Textbezodsazen"/>
      </w:pPr>
    </w:p>
    <w:p w14:paraId="0553CC05" w14:textId="77777777" w:rsidR="00A5674E" w:rsidRDefault="00A5674E" w:rsidP="00A5674E">
      <w:pPr>
        <w:pStyle w:val="Textbezodsazen"/>
      </w:pPr>
      <w:r>
        <w:t>za Zhotovitele</w:t>
      </w:r>
    </w:p>
    <w:p w14:paraId="7AC688D8" w14:textId="77777777" w:rsidR="00A5674E" w:rsidRDefault="00A5674E" w:rsidP="00A5674E">
      <w:pPr>
        <w:pStyle w:val="Textbezodsazen"/>
      </w:pPr>
    </w:p>
    <w:p w14:paraId="2D7CCD0B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27D2DB2A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F2EAEA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2D7D9" w14:textId="77777777" w:rsidR="00A2478F" w:rsidRDefault="00A2478F" w:rsidP="00962258">
      <w:pPr>
        <w:spacing w:after="0" w:line="240" w:lineRule="auto"/>
      </w:pPr>
      <w:r>
        <w:separator/>
      </w:r>
    </w:p>
  </w:endnote>
  <w:endnote w:type="continuationSeparator" w:id="0">
    <w:p w14:paraId="3BACAB46" w14:textId="77777777" w:rsidR="00A2478F" w:rsidRDefault="00A247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2C422238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1CC365E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24E98A0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00278DF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30F79715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0EE7BA7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280A5F52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6BCAFF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7AFA5" w14:textId="77777777" w:rsidR="00F90912" w:rsidRPr="00B3350F" w:rsidRDefault="00F90912" w:rsidP="00F90912">
    <w:pPr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993FA12" wp14:editId="1CED5B4F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0A2236" w14:textId="77777777" w:rsidR="00F90912" w:rsidRDefault="00F90912" w:rsidP="00F90912">
    <w:pPr>
      <w:spacing w:after="0" w:line="240" w:lineRule="auto"/>
      <w:rPr>
        <w:b/>
        <w:i/>
        <w:color w:val="00B050"/>
      </w:rPr>
    </w:pPr>
  </w:p>
  <w:p w14:paraId="54CF4037" w14:textId="77777777" w:rsidR="00F90912" w:rsidRPr="00B3350F" w:rsidRDefault="00F90912" w:rsidP="00F90912">
    <w:pPr>
      <w:spacing w:after="0"/>
      <w:rPr>
        <w:i/>
        <w:sz w:val="4"/>
        <w:szCs w:val="4"/>
      </w:rPr>
    </w:pPr>
    <w:r w:rsidRPr="00BC322B">
      <w:rPr>
        <w:i/>
      </w:rPr>
      <w:t xml:space="preserve">  </w:t>
    </w:r>
  </w:p>
  <w:p w14:paraId="2DDF6C93" w14:textId="77777777" w:rsidR="00F90912" w:rsidRPr="00B3350F" w:rsidRDefault="00F90912" w:rsidP="00F90912">
    <w:pPr>
      <w:spacing w:after="0"/>
      <w:rPr>
        <w:sz w:val="4"/>
        <w:szCs w:val="4"/>
      </w:rPr>
    </w:pPr>
  </w:p>
  <w:p w14:paraId="6F552123" w14:textId="77777777" w:rsidR="00F90912" w:rsidRPr="00BC322B" w:rsidRDefault="00F90912" w:rsidP="00F90912">
    <w:pPr>
      <w:spacing w:after="0"/>
      <w:rPr>
        <w:b/>
        <w:i/>
        <w:color w:val="00B050"/>
      </w:rPr>
    </w:pPr>
    <w:r w:rsidRPr="00BC322B">
      <w:rPr>
        <w:b/>
        <w:i/>
        <w:color w:val="00B050"/>
      </w:rPr>
      <w:t xml:space="preserve">: </w:t>
    </w:r>
  </w:p>
  <w:p w14:paraId="2FE51E79" w14:textId="77777777" w:rsidR="00F90912" w:rsidRPr="00B8518B" w:rsidRDefault="00F90912" w:rsidP="00F90912">
    <w:pPr>
      <w:pStyle w:val="Zpat"/>
      <w:rPr>
        <w:sz w:val="2"/>
        <w:szCs w:val="2"/>
      </w:rPr>
    </w:pPr>
  </w:p>
  <w:p w14:paraId="03CECB06" w14:textId="77777777" w:rsidR="00F90912" w:rsidRPr="00B9342A" w:rsidRDefault="00F90912" w:rsidP="00F90912">
    <w:pPr>
      <w:pStyle w:val="Zpat"/>
      <w:rPr>
        <w:sz w:val="8"/>
        <w:szCs w:val="8"/>
      </w:rPr>
    </w:pPr>
  </w:p>
  <w:p w14:paraId="2F4F4819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E1E32" w14:textId="77777777" w:rsidR="00A2478F" w:rsidRDefault="00A2478F" w:rsidP="00962258">
      <w:pPr>
        <w:spacing w:after="0" w:line="240" w:lineRule="auto"/>
      </w:pPr>
      <w:r>
        <w:separator/>
      </w:r>
    </w:p>
  </w:footnote>
  <w:footnote w:type="continuationSeparator" w:id="0">
    <w:p w14:paraId="5AA26949" w14:textId="77777777" w:rsidR="00A2478F" w:rsidRDefault="00A247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71115" w14:textId="77777777" w:rsidR="00A2478F" w:rsidRDefault="00A247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A62BA" w14:textId="77777777" w:rsidR="00A2478F" w:rsidRDefault="00A2478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45B6EDF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8942AC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CF8E13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8A38EF" w14:textId="77777777" w:rsidR="00A5674E" w:rsidRPr="00D6163D" w:rsidRDefault="00A5674E" w:rsidP="00FC6389">
          <w:pPr>
            <w:pStyle w:val="Druhdokumentu"/>
          </w:pPr>
        </w:p>
      </w:tc>
    </w:tr>
  </w:tbl>
  <w:p w14:paraId="15D4A920" w14:textId="77777777" w:rsidR="00A5674E" w:rsidRPr="00D6163D" w:rsidRDefault="00A5674E" w:rsidP="00FC6389">
    <w:pPr>
      <w:pStyle w:val="Zhlav"/>
      <w:rPr>
        <w:sz w:val="8"/>
        <w:szCs w:val="8"/>
      </w:rPr>
    </w:pPr>
  </w:p>
  <w:p w14:paraId="1A68FC8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8F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1E16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A542E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2478F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F94E84"/>
  <w14:defaultImageDpi w14:val="32767"/>
  <w15:docId w15:val="{8D005E46-45D7-418B-974E-2443B532B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A\zak&#225;zky_2023\14_R_Are&#225;l%20HZS%20Cheb\01_Podklady\sta&#382;en&#233;%20vzory_aktual_28_06_2023\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429A74-60BB-49D7-8ED3-A6E5F1560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Dopis_nabídky_R-F-05-23</Template>
  <TotalTime>2</TotalTime>
  <Pages>2</Pages>
  <Words>396</Words>
  <Characters>2337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Klomfarová Jana, Ing.</dc:creator>
  <cp:lastModifiedBy>Klomfarová Jana, Ing.</cp:lastModifiedBy>
  <cp:revision>3</cp:revision>
  <cp:lastPrinted>2023-07-26T07:17:00Z</cp:lastPrinted>
  <dcterms:created xsi:type="dcterms:W3CDTF">2023-06-28T22:04:00Z</dcterms:created>
  <dcterms:modified xsi:type="dcterms:W3CDTF">2023-07-26T07:17:00Z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