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F2E3555" w14:textId="77777777" w:rsidTr="00F862D6">
        <w:tc>
          <w:tcPr>
            <w:tcW w:w="1020" w:type="dxa"/>
          </w:tcPr>
          <w:p w14:paraId="1B933EE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E15B87" wp14:editId="37812814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3E708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E15B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33E708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E203C7" w14:textId="77777777" w:rsidR="00F64786" w:rsidRDefault="00F64786" w:rsidP="0077673A"/>
        </w:tc>
        <w:tc>
          <w:tcPr>
            <w:tcW w:w="823" w:type="dxa"/>
          </w:tcPr>
          <w:p w14:paraId="4BB7E8E5" w14:textId="77777777" w:rsidR="00F64786" w:rsidRDefault="00F64786" w:rsidP="0077673A"/>
        </w:tc>
        <w:tc>
          <w:tcPr>
            <w:tcW w:w="3685" w:type="dxa"/>
          </w:tcPr>
          <w:p w14:paraId="696E7FEA" w14:textId="77777777" w:rsidR="00F64786" w:rsidRDefault="00F64786" w:rsidP="0077673A"/>
        </w:tc>
      </w:tr>
      <w:tr w:rsidR="00F862D6" w14:paraId="500743E9" w14:textId="77777777" w:rsidTr="00596C7E">
        <w:tc>
          <w:tcPr>
            <w:tcW w:w="1020" w:type="dxa"/>
          </w:tcPr>
          <w:p w14:paraId="3AC0EB5A" w14:textId="77777777" w:rsidR="00F862D6" w:rsidRDefault="00F862D6" w:rsidP="0077673A"/>
        </w:tc>
        <w:tc>
          <w:tcPr>
            <w:tcW w:w="2552" w:type="dxa"/>
          </w:tcPr>
          <w:p w14:paraId="16119DA3" w14:textId="77777777" w:rsidR="00F862D6" w:rsidRDefault="00F862D6" w:rsidP="00764595"/>
        </w:tc>
        <w:tc>
          <w:tcPr>
            <w:tcW w:w="823" w:type="dxa"/>
          </w:tcPr>
          <w:p w14:paraId="3CD923B2" w14:textId="77777777" w:rsidR="00F862D6" w:rsidRDefault="00F862D6" w:rsidP="0077673A"/>
        </w:tc>
        <w:tc>
          <w:tcPr>
            <w:tcW w:w="3685" w:type="dxa"/>
            <w:vMerge w:val="restart"/>
          </w:tcPr>
          <w:p w14:paraId="713B4751" w14:textId="77777777" w:rsidR="00596C7E" w:rsidRDefault="00596C7E" w:rsidP="00596C7E">
            <w:pPr>
              <w:rPr>
                <w:rStyle w:val="Potovnadresa"/>
              </w:rPr>
            </w:pPr>
          </w:p>
          <w:p w14:paraId="0A2BDE9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6B2C7D3" w14:textId="77777777" w:rsidTr="00F862D6">
        <w:tc>
          <w:tcPr>
            <w:tcW w:w="1020" w:type="dxa"/>
          </w:tcPr>
          <w:p w14:paraId="41C5218E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2A50B3E" w14:textId="1A2A9786" w:rsidR="00F862D6" w:rsidRPr="00DE4857" w:rsidRDefault="00DE4857" w:rsidP="0037111D">
            <w:r w:rsidRPr="00DE4857">
              <w:rPr>
                <w:rFonts w:ascii="Helvetica" w:hAnsi="Helvetica"/>
              </w:rPr>
              <w:t>8071/2023-SŽ-SSV-Ú3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14:paraId="50AD2E60" w14:textId="77777777" w:rsidR="00F862D6" w:rsidRDefault="00F862D6" w:rsidP="0077673A"/>
        </w:tc>
        <w:tc>
          <w:tcPr>
            <w:tcW w:w="3685" w:type="dxa"/>
            <w:vMerge/>
          </w:tcPr>
          <w:p w14:paraId="1ED90573" w14:textId="77777777" w:rsidR="00F862D6" w:rsidRDefault="00F862D6" w:rsidP="0077673A"/>
        </w:tc>
      </w:tr>
      <w:tr w:rsidR="00C23946" w14:paraId="138E12BC" w14:textId="77777777" w:rsidTr="00F862D6">
        <w:tc>
          <w:tcPr>
            <w:tcW w:w="1020" w:type="dxa"/>
          </w:tcPr>
          <w:p w14:paraId="13A8A23A" w14:textId="77777777" w:rsidR="00C23946" w:rsidRPr="000C5650" w:rsidRDefault="00C23946" w:rsidP="00C23946">
            <w:r w:rsidRPr="000C5650">
              <w:t>Listů/příloh</w:t>
            </w:r>
          </w:p>
        </w:tc>
        <w:tc>
          <w:tcPr>
            <w:tcW w:w="2552" w:type="dxa"/>
          </w:tcPr>
          <w:p w14:paraId="476443DE" w14:textId="023DA6D1" w:rsidR="00C23946" w:rsidRPr="00DE4857" w:rsidRDefault="00DE4857" w:rsidP="00C23946">
            <w:r w:rsidRPr="00DE4857">
              <w:t>2</w:t>
            </w:r>
            <w:r w:rsidR="00C23946" w:rsidRPr="00DE4857">
              <w:t>/</w:t>
            </w:r>
            <w:r w:rsidRPr="00DE4857">
              <w:t>6</w:t>
            </w:r>
          </w:p>
        </w:tc>
        <w:tc>
          <w:tcPr>
            <w:tcW w:w="823" w:type="dxa"/>
          </w:tcPr>
          <w:p w14:paraId="6C8C6959" w14:textId="77777777" w:rsidR="00C23946" w:rsidRDefault="00C23946" w:rsidP="00C23946"/>
        </w:tc>
        <w:tc>
          <w:tcPr>
            <w:tcW w:w="3685" w:type="dxa"/>
            <w:vMerge/>
          </w:tcPr>
          <w:p w14:paraId="61B26308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5D4BF61E" w14:textId="77777777" w:rsidTr="00B23CA3">
        <w:trPr>
          <w:trHeight w:val="77"/>
        </w:trPr>
        <w:tc>
          <w:tcPr>
            <w:tcW w:w="1020" w:type="dxa"/>
          </w:tcPr>
          <w:p w14:paraId="4C716E31" w14:textId="77777777" w:rsidR="00C23946" w:rsidRDefault="00C23946" w:rsidP="00C23946"/>
        </w:tc>
        <w:tc>
          <w:tcPr>
            <w:tcW w:w="2552" w:type="dxa"/>
          </w:tcPr>
          <w:p w14:paraId="369D3AF9" w14:textId="77777777" w:rsidR="00C23946" w:rsidRPr="00DE4857" w:rsidRDefault="00C23946" w:rsidP="00C23946"/>
        </w:tc>
        <w:tc>
          <w:tcPr>
            <w:tcW w:w="823" w:type="dxa"/>
          </w:tcPr>
          <w:p w14:paraId="48EC2EE2" w14:textId="77777777" w:rsidR="00C23946" w:rsidRDefault="00C23946" w:rsidP="00C23946"/>
        </w:tc>
        <w:tc>
          <w:tcPr>
            <w:tcW w:w="3685" w:type="dxa"/>
            <w:vMerge/>
          </w:tcPr>
          <w:p w14:paraId="27CF786F" w14:textId="77777777" w:rsidR="00C23946" w:rsidRDefault="00C23946" w:rsidP="00C23946"/>
        </w:tc>
      </w:tr>
      <w:tr w:rsidR="00C23946" w14:paraId="11F6AA68" w14:textId="77777777" w:rsidTr="00F862D6">
        <w:tc>
          <w:tcPr>
            <w:tcW w:w="1020" w:type="dxa"/>
          </w:tcPr>
          <w:p w14:paraId="462DB4CA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627D85B1" w14:textId="77777777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047ECF1D" w14:textId="77777777" w:rsidR="00C23946" w:rsidRDefault="00C23946" w:rsidP="00C23946"/>
        </w:tc>
        <w:tc>
          <w:tcPr>
            <w:tcW w:w="3685" w:type="dxa"/>
            <w:vMerge/>
          </w:tcPr>
          <w:p w14:paraId="0FDC5006" w14:textId="77777777" w:rsidR="00C23946" w:rsidRDefault="00C23946" w:rsidP="00C23946"/>
        </w:tc>
      </w:tr>
      <w:tr w:rsidR="00C23946" w14:paraId="6F7D0299" w14:textId="77777777" w:rsidTr="00F862D6">
        <w:tc>
          <w:tcPr>
            <w:tcW w:w="1020" w:type="dxa"/>
          </w:tcPr>
          <w:p w14:paraId="3EF42269" w14:textId="77777777" w:rsidR="00C23946" w:rsidRDefault="00C23946" w:rsidP="00C23946"/>
        </w:tc>
        <w:tc>
          <w:tcPr>
            <w:tcW w:w="2552" w:type="dxa"/>
          </w:tcPr>
          <w:p w14:paraId="36D8ECB0" w14:textId="77777777" w:rsidR="00C23946" w:rsidRPr="003E6B9A" w:rsidRDefault="00C23946" w:rsidP="00C23946"/>
        </w:tc>
        <w:tc>
          <w:tcPr>
            <w:tcW w:w="823" w:type="dxa"/>
          </w:tcPr>
          <w:p w14:paraId="3AFCEDE9" w14:textId="77777777" w:rsidR="00C23946" w:rsidRDefault="00C23946" w:rsidP="00C23946"/>
        </w:tc>
        <w:tc>
          <w:tcPr>
            <w:tcW w:w="3685" w:type="dxa"/>
            <w:vMerge/>
          </w:tcPr>
          <w:p w14:paraId="143FD28C" w14:textId="77777777" w:rsidR="00C23946" w:rsidRDefault="00C23946" w:rsidP="00C23946"/>
        </w:tc>
      </w:tr>
      <w:tr w:rsidR="00C23946" w14:paraId="3CE72302" w14:textId="77777777" w:rsidTr="00F862D6">
        <w:tc>
          <w:tcPr>
            <w:tcW w:w="1020" w:type="dxa"/>
          </w:tcPr>
          <w:p w14:paraId="29D99B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1C23B17F" w14:textId="77777777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205D10EF" w14:textId="77777777" w:rsidR="00C23946" w:rsidRDefault="00C23946" w:rsidP="00C23946"/>
        </w:tc>
        <w:tc>
          <w:tcPr>
            <w:tcW w:w="3685" w:type="dxa"/>
            <w:vMerge/>
          </w:tcPr>
          <w:p w14:paraId="2D5F525A" w14:textId="77777777" w:rsidR="00C23946" w:rsidRDefault="00C23946" w:rsidP="00C23946"/>
        </w:tc>
      </w:tr>
      <w:tr w:rsidR="00C23946" w14:paraId="36892F9F" w14:textId="77777777" w:rsidTr="00F862D6">
        <w:tc>
          <w:tcPr>
            <w:tcW w:w="1020" w:type="dxa"/>
          </w:tcPr>
          <w:p w14:paraId="0A36D52D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749CE3D4" w14:textId="77777777" w:rsidR="00C23946" w:rsidRPr="003E6B9A" w:rsidRDefault="00DE4857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41DD3CF8" w14:textId="77777777" w:rsidR="00C23946" w:rsidRDefault="00C23946" w:rsidP="00C23946"/>
        </w:tc>
        <w:tc>
          <w:tcPr>
            <w:tcW w:w="3685" w:type="dxa"/>
            <w:vMerge/>
          </w:tcPr>
          <w:p w14:paraId="5F78C0CC" w14:textId="77777777" w:rsidR="00C23946" w:rsidRDefault="00C23946" w:rsidP="00C23946"/>
        </w:tc>
      </w:tr>
      <w:tr w:rsidR="00C23946" w14:paraId="045CE764" w14:textId="77777777" w:rsidTr="00F862D6">
        <w:tc>
          <w:tcPr>
            <w:tcW w:w="1020" w:type="dxa"/>
          </w:tcPr>
          <w:p w14:paraId="47F4B49D" w14:textId="77777777" w:rsidR="00C23946" w:rsidRDefault="00C23946" w:rsidP="00C23946"/>
        </w:tc>
        <w:tc>
          <w:tcPr>
            <w:tcW w:w="2552" w:type="dxa"/>
          </w:tcPr>
          <w:p w14:paraId="11C1BA50" w14:textId="77777777" w:rsidR="00C23946" w:rsidRPr="003E6B9A" w:rsidRDefault="00C23946" w:rsidP="00C23946"/>
        </w:tc>
        <w:tc>
          <w:tcPr>
            <w:tcW w:w="823" w:type="dxa"/>
          </w:tcPr>
          <w:p w14:paraId="50154948" w14:textId="77777777" w:rsidR="00C23946" w:rsidRDefault="00C23946" w:rsidP="00C23946"/>
        </w:tc>
        <w:tc>
          <w:tcPr>
            <w:tcW w:w="3685" w:type="dxa"/>
          </w:tcPr>
          <w:p w14:paraId="5BA92E2A" w14:textId="77777777" w:rsidR="00C23946" w:rsidRDefault="00C23946" w:rsidP="00C23946"/>
        </w:tc>
      </w:tr>
      <w:tr w:rsidR="00C23946" w14:paraId="2C006DB3" w14:textId="77777777" w:rsidTr="00F862D6">
        <w:tc>
          <w:tcPr>
            <w:tcW w:w="1020" w:type="dxa"/>
          </w:tcPr>
          <w:p w14:paraId="7B258A8B" w14:textId="77777777" w:rsidR="00C23946" w:rsidRPr="00DE4857" w:rsidRDefault="00C23946" w:rsidP="00C23946">
            <w:r w:rsidRPr="00DE4857">
              <w:t>Datum</w:t>
            </w:r>
          </w:p>
        </w:tc>
        <w:tc>
          <w:tcPr>
            <w:tcW w:w="2552" w:type="dxa"/>
          </w:tcPr>
          <w:p w14:paraId="6A40DE92" w14:textId="5DBBBBF2" w:rsidR="00C23946" w:rsidRPr="00DE4857" w:rsidRDefault="001046E5" w:rsidP="00C23946">
            <w:bookmarkStart w:id="1" w:name="Datum"/>
            <w:r w:rsidRPr="00DE4857">
              <w:t>1</w:t>
            </w:r>
            <w:r w:rsidR="00DE4857" w:rsidRPr="00DE4857">
              <w:t>3</w:t>
            </w:r>
            <w:r w:rsidR="00AB0437" w:rsidRPr="00DE4857">
              <w:t xml:space="preserve">. </w:t>
            </w:r>
            <w:r w:rsidR="0091604E" w:rsidRPr="00DE4857">
              <w:t>červ</w:t>
            </w:r>
            <w:r w:rsidRPr="00DE4857">
              <w:t>e</w:t>
            </w:r>
            <w:r w:rsidR="0091604E" w:rsidRPr="00DE4857">
              <w:t>n</w:t>
            </w:r>
            <w:r w:rsidRPr="00DE4857">
              <w:t>ce</w:t>
            </w:r>
            <w:r w:rsidR="00AB0437" w:rsidRPr="00DE4857">
              <w:t xml:space="preserve"> 2023</w:t>
            </w:r>
            <w:r w:rsidR="00C23946" w:rsidRPr="00DE4857">
              <w:t xml:space="preserve"> </w:t>
            </w:r>
            <w:bookmarkEnd w:id="1"/>
          </w:p>
        </w:tc>
        <w:tc>
          <w:tcPr>
            <w:tcW w:w="823" w:type="dxa"/>
          </w:tcPr>
          <w:p w14:paraId="55A76C6B" w14:textId="77777777" w:rsidR="00C23946" w:rsidRDefault="00C23946" w:rsidP="00C23946"/>
        </w:tc>
        <w:tc>
          <w:tcPr>
            <w:tcW w:w="3685" w:type="dxa"/>
          </w:tcPr>
          <w:p w14:paraId="12F7157F" w14:textId="77777777" w:rsidR="00C23946" w:rsidRDefault="00C23946" w:rsidP="00C23946"/>
        </w:tc>
      </w:tr>
      <w:tr w:rsidR="00C23946" w14:paraId="287E9506" w14:textId="77777777" w:rsidTr="00F862D6">
        <w:tc>
          <w:tcPr>
            <w:tcW w:w="1020" w:type="dxa"/>
          </w:tcPr>
          <w:p w14:paraId="277D2739" w14:textId="77777777" w:rsidR="00C23946" w:rsidRDefault="00C23946" w:rsidP="00C23946"/>
        </w:tc>
        <w:tc>
          <w:tcPr>
            <w:tcW w:w="2552" w:type="dxa"/>
          </w:tcPr>
          <w:p w14:paraId="07567C3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BE820E6" w14:textId="77777777" w:rsidR="00C23946" w:rsidRDefault="00C23946" w:rsidP="00C23946"/>
        </w:tc>
        <w:tc>
          <w:tcPr>
            <w:tcW w:w="3685" w:type="dxa"/>
          </w:tcPr>
          <w:p w14:paraId="3342E601" w14:textId="77777777" w:rsidR="00C23946" w:rsidRDefault="00C23946" w:rsidP="00C23946"/>
        </w:tc>
      </w:tr>
      <w:tr w:rsidR="00C23946" w14:paraId="62A593A1" w14:textId="77777777" w:rsidTr="00B45E9E">
        <w:trPr>
          <w:trHeight w:val="794"/>
        </w:trPr>
        <w:tc>
          <w:tcPr>
            <w:tcW w:w="1020" w:type="dxa"/>
          </w:tcPr>
          <w:p w14:paraId="1B27C6CC" w14:textId="77777777" w:rsidR="00C23946" w:rsidRDefault="00C23946" w:rsidP="00C23946"/>
        </w:tc>
        <w:tc>
          <w:tcPr>
            <w:tcW w:w="2552" w:type="dxa"/>
          </w:tcPr>
          <w:p w14:paraId="60023BC0" w14:textId="77777777" w:rsidR="00C23946" w:rsidRDefault="00C23946" w:rsidP="00C23946"/>
        </w:tc>
        <w:tc>
          <w:tcPr>
            <w:tcW w:w="823" w:type="dxa"/>
          </w:tcPr>
          <w:p w14:paraId="50BB2511" w14:textId="77777777" w:rsidR="00C23946" w:rsidRDefault="00C23946" w:rsidP="00C23946"/>
        </w:tc>
        <w:tc>
          <w:tcPr>
            <w:tcW w:w="3685" w:type="dxa"/>
          </w:tcPr>
          <w:p w14:paraId="3689E1BB" w14:textId="77777777" w:rsidR="00C23946" w:rsidRDefault="00C23946" w:rsidP="00C23946"/>
        </w:tc>
      </w:tr>
    </w:tbl>
    <w:p w14:paraId="051D7962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56C65BAC" w14:textId="54B6910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</w:t>
      </w:r>
      <w:r w:rsidRPr="000C5650">
        <w:rPr>
          <w:rFonts w:eastAsia="Calibri" w:cs="Times New Roman"/>
          <w:lang w:eastAsia="cs-CZ"/>
        </w:rPr>
        <w:t xml:space="preserve">č. </w:t>
      </w:r>
      <w:r w:rsidR="00F71AAF" w:rsidRPr="000C5650">
        <w:rPr>
          <w:rFonts w:eastAsia="Times New Roman" w:cs="Times New Roman"/>
          <w:lang w:eastAsia="cs-CZ"/>
        </w:rPr>
        <w:t>1</w:t>
      </w:r>
      <w:r w:rsidR="0079405E">
        <w:rPr>
          <w:rFonts w:eastAsia="Times New Roman" w:cs="Times New Roman"/>
          <w:lang w:eastAsia="cs-CZ"/>
        </w:rPr>
        <w:t>9</w:t>
      </w:r>
    </w:p>
    <w:p w14:paraId="12B7C2B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3A79DBA" w14:textId="54A1228D" w:rsidR="00BD5319" w:rsidRPr="00F12EF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4B763F9" w14:textId="692EA4DA" w:rsidR="000C5650" w:rsidRPr="00F12EF4" w:rsidRDefault="000C565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71C8E" w14:textId="3E7D7A4E" w:rsidR="000C0055" w:rsidRPr="00F12EF4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C9E863" w14:textId="77777777" w:rsidR="000C0055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5AA4BC" w14:textId="23F4730B" w:rsidR="00DF236E" w:rsidRPr="00BD5319" w:rsidRDefault="00DF236E" w:rsidP="00DF236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79405E"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0402B9B9" w14:textId="77777777" w:rsidR="0079405E" w:rsidRPr="0079405E" w:rsidRDefault="0079405E" w:rsidP="0079405E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V ZTP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článok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4.1.12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Zadaveľ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upozorňuje na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podmienky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zhotovenia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Stavby, mimo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iné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na bod „c) Závazné stanovisko Městského úřadu Kuřim, Odbor stavební a životního prostředí,</w:t>
      </w:r>
    </w:p>
    <w:p w14:paraId="606EBB07" w14:textId="779B9E9C" w:rsidR="00DF236E" w:rsidRPr="00DE4857" w:rsidRDefault="0079405E" w:rsidP="0079405E">
      <w:pPr>
        <w:spacing w:after="0" w:line="240" w:lineRule="auto"/>
        <w:rPr>
          <w:rFonts w:eastAsia="Calibri" w:cs="Times New Roman"/>
          <w:b/>
          <w:lang w:eastAsia="cs-CZ"/>
        </w:rPr>
      </w:pPr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čj.: MK/12423/18/OSŽP ze dne 1. 8. 2018“,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ktoré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sa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ma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nachádzať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v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Projektovej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dokumentácií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(</w:t>
      </w:r>
      <w:proofErr w:type="spellStart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ďalej</w:t>
      </w:r>
      <w:proofErr w:type="spellEnd"/>
      <w:r w:rsidRPr="0079405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len „PD“) v časti H.1. V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tejto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časti PD dokument MÚ Kuřim s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týmto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jednacím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číslom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nie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je.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Može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doplniť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Zadavateľ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proofErr w:type="spellStart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>príslušné</w:t>
      </w:r>
      <w:proofErr w:type="spellEnd"/>
      <w:r w:rsidRPr="00DE4857">
        <w:rPr>
          <w:rFonts w:ascii="Tahoma" w:eastAsia="Times New Roman" w:hAnsi="Tahoma" w:cs="Tahoma"/>
          <w:sz w:val="19"/>
          <w:szCs w:val="19"/>
          <w:lang w:eastAsia="cs-CZ"/>
        </w:rPr>
        <w:t xml:space="preserve"> stanovisko.</w:t>
      </w:r>
      <w:r w:rsidR="00DF236E" w:rsidRPr="00DE4857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14:paraId="24BA799A" w14:textId="69267F87" w:rsidR="006A6DB6" w:rsidRPr="00DE4857" w:rsidRDefault="00DF236E" w:rsidP="00AB06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b/>
          <w:lang w:eastAsia="cs-CZ"/>
        </w:rPr>
        <w:t xml:space="preserve">Odpověď: </w:t>
      </w:r>
    </w:p>
    <w:p w14:paraId="36D3ED61" w14:textId="181C5AD3" w:rsidR="005F298A" w:rsidRPr="00DE4857" w:rsidRDefault="000B5C14" w:rsidP="00BD5319">
      <w:pPr>
        <w:spacing w:after="0" w:line="240" w:lineRule="auto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Zmiňované Závazné stanovisko Městského úřadu Kuřim projektant nezařadil do dokladové části projektové dokumentace</w:t>
      </w:r>
      <w:r w:rsidR="00DE4857" w:rsidRPr="00DE4857">
        <w:rPr>
          <w:rFonts w:eastAsia="Calibri" w:cs="Times New Roman"/>
          <w:lang w:eastAsia="cs-CZ"/>
        </w:rPr>
        <w:t>,</w:t>
      </w:r>
      <w:r w:rsidRPr="00DE4857">
        <w:rPr>
          <w:rFonts w:eastAsia="Calibri" w:cs="Times New Roman"/>
          <w:lang w:eastAsia="cs-CZ"/>
        </w:rPr>
        <w:t xml:space="preserve"> a proto stanovisko přikládáme k naší odpovědi – soubor „</w:t>
      </w:r>
      <w:r w:rsidR="005F298A" w:rsidRPr="00DE4857">
        <w:rPr>
          <w:rFonts w:eastAsia="Calibri" w:cs="Times New Roman"/>
          <w:lang w:eastAsia="cs-CZ"/>
        </w:rPr>
        <w:t xml:space="preserve">312.01 MÚ </w:t>
      </w:r>
      <w:proofErr w:type="spellStart"/>
      <w:r w:rsidR="005F298A" w:rsidRPr="00DE4857">
        <w:rPr>
          <w:rFonts w:eastAsia="Calibri" w:cs="Times New Roman"/>
          <w:lang w:eastAsia="cs-CZ"/>
        </w:rPr>
        <w:t>Kuřim_ŽP_ZS_ochrana</w:t>
      </w:r>
      <w:proofErr w:type="spellEnd"/>
      <w:r w:rsidR="005F298A" w:rsidRPr="00DE4857">
        <w:rPr>
          <w:rFonts w:eastAsia="Calibri" w:cs="Times New Roman"/>
          <w:lang w:eastAsia="cs-CZ"/>
        </w:rPr>
        <w:t xml:space="preserve"> ovzduší.pdf“</w:t>
      </w:r>
    </w:p>
    <w:p w14:paraId="0B4B7068" w14:textId="3EA9A80B" w:rsidR="005F298A" w:rsidRPr="00DE4857" w:rsidRDefault="005F298A" w:rsidP="00BD5319">
      <w:pPr>
        <w:spacing w:after="0" w:line="240" w:lineRule="auto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 xml:space="preserve">Závazné stanovisko </w:t>
      </w:r>
      <w:r w:rsidR="00861C40" w:rsidRPr="00DE4857">
        <w:rPr>
          <w:rFonts w:eastAsia="Calibri" w:cs="Times New Roman"/>
          <w:lang w:eastAsia="cs-CZ"/>
        </w:rPr>
        <w:t>bud</w:t>
      </w:r>
      <w:r w:rsidR="007A6C04" w:rsidRPr="00DE4857">
        <w:rPr>
          <w:rFonts w:eastAsia="Calibri" w:cs="Times New Roman"/>
          <w:lang w:eastAsia="cs-CZ"/>
        </w:rPr>
        <w:t>e</w:t>
      </w:r>
      <w:r w:rsidR="00861C40" w:rsidRPr="00DE4857">
        <w:rPr>
          <w:rFonts w:eastAsia="Calibri" w:cs="Times New Roman"/>
          <w:lang w:eastAsia="cs-CZ"/>
        </w:rPr>
        <w:t xml:space="preserve"> zařazen</w:t>
      </w:r>
      <w:r w:rsidR="007A6C04" w:rsidRPr="00DE4857">
        <w:rPr>
          <w:rFonts w:eastAsia="Calibri" w:cs="Times New Roman"/>
          <w:lang w:eastAsia="cs-CZ"/>
        </w:rPr>
        <w:t>o</w:t>
      </w:r>
      <w:r w:rsidRPr="00DE4857">
        <w:rPr>
          <w:rFonts w:eastAsia="Calibri" w:cs="Times New Roman"/>
          <w:lang w:eastAsia="cs-CZ"/>
        </w:rPr>
        <w:t xml:space="preserve"> do dokladové části </w:t>
      </w:r>
      <w:r w:rsidR="00861C40" w:rsidRPr="00DE4857">
        <w:rPr>
          <w:rFonts w:eastAsia="Calibri" w:cs="Times New Roman"/>
          <w:lang w:eastAsia="cs-CZ"/>
        </w:rPr>
        <w:t xml:space="preserve">dokumentace s označením </w:t>
      </w:r>
      <w:r w:rsidRPr="00DE4857">
        <w:rPr>
          <w:rFonts w:eastAsia="Calibri" w:cs="Times New Roman"/>
          <w:lang w:eastAsia="cs-CZ"/>
        </w:rPr>
        <w:t>H.2</w:t>
      </w:r>
      <w:r w:rsidR="00861C40" w:rsidRPr="00DE4857">
        <w:rPr>
          <w:rFonts w:eastAsia="Calibri" w:cs="Times New Roman"/>
          <w:lang w:eastAsia="cs-CZ"/>
        </w:rPr>
        <w:t>,</w:t>
      </w:r>
      <w:r w:rsidRPr="00DE4857">
        <w:rPr>
          <w:rFonts w:eastAsia="Calibri" w:cs="Times New Roman"/>
          <w:lang w:eastAsia="cs-CZ"/>
        </w:rPr>
        <w:t xml:space="preserve"> s číslem dokladu 312.01.</w:t>
      </w:r>
    </w:p>
    <w:p w14:paraId="38DF227A" w14:textId="176C8CA9" w:rsidR="005F298A" w:rsidRPr="00DE4857" w:rsidRDefault="005F298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5CE079" w14:textId="77777777" w:rsidR="00DE4857" w:rsidRPr="00BD5319" w:rsidRDefault="00DE48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5DA5F2" w14:textId="1950834C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F71AAF">
        <w:rPr>
          <w:rFonts w:eastAsia="Calibri" w:cs="Times New Roman"/>
          <w:b/>
          <w:lang w:eastAsia="cs-CZ"/>
        </w:rPr>
        <w:t>4</w:t>
      </w:r>
      <w:r w:rsidR="001B7236">
        <w:rPr>
          <w:rFonts w:eastAsia="Calibri" w:cs="Times New Roman"/>
          <w:b/>
          <w:lang w:eastAsia="cs-CZ"/>
        </w:rPr>
        <w:t>3</w:t>
      </w:r>
      <w:r w:rsidR="0079405E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1CE07F0D" w14:textId="077E9B5D" w:rsidR="00A1284C" w:rsidRDefault="0079405E" w:rsidP="00A1284C">
      <w:pPr>
        <w:spacing w:after="0" w:line="240" w:lineRule="auto"/>
      </w:pPr>
      <w:bookmarkStart w:id="3" w:name="_Hlk136506188"/>
      <w:r w:rsidRPr="0079405E">
        <w:t xml:space="preserve">V ZTP </w:t>
      </w:r>
      <w:proofErr w:type="spellStart"/>
      <w:r w:rsidRPr="0079405E">
        <w:t>článok</w:t>
      </w:r>
      <w:proofErr w:type="spellEnd"/>
      <w:r w:rsidRPr="0079405E">
        <w:t xml:space="preserve"> 5.1.6 </w:t>
      </w:r>
      <w:proofErr w:type="spellStart"/>
      <w:r w:rsidRPr="0079405E">
        <w:t>Zadavateľ</w:t>
      </w:r>
      <w:proofErr w:type="spellEnd"/>
      <w:r w:rsidRPr="0079405E">
        <w:t xml:space="preserve"> </w:t>
      </w:r>
      <w:proofErr w:type="spellStart"/>
      <w:r w:rsidRPr="0079405E">
        <w:t>zmieňuje</w:t>
      </w:r>
      <w:proofErr w:type="spellEnd"/>
      <w:r w:rsidRPr="0079405E">
        <w:t xml:space="preserve"> </w:t>
      </w:r>
      <w:proofErr w:type="spellStart"/>
      <w:r w:rsidRPr="0079405E">
        <w:t>vyjadrenie</w:t>
      </w:r>
      <w:proofErr w:type="spellEnd"/>
      <w:r w:rsidRPr="0079405E">
        <w:t xml:space="preserve"> „SUS JMK čj.:19712_D1/2022/</w:t>
      </w:r>
      <w:proofErr w:type="spellStart"/>
      <w:r w:rsidRPr="0079405E">
        <w:t>HrMi</w:t>
      </w:r>
      <w:proofErr w:type="spellEnd"/>
      <w:r w:rsidRPr="0079405E">
        <w:t xml:space="preserve"> </w:t>
      </w:r>
      <w:proofErr w:type="spellStart"/>
      <w:r w:rsidRPr="0079405E">
        <w:t>zo</w:t>
      </w:r>
      <w:proofErr w:type="spellEnd"/>
      <w:r w:rsidRPr="0079405E">
        <w:t xml:space="preserve"> </w:t>
      </w:r>
      <w:proofErr w:type="spellStart"/>
      <w:r w:rsidRPr="0079405E">
        <w:t>dňa</w:t>
      </w:r>
      <w:proofErr w:type="spellEnd"/>
      <w:r w:rsidRPr="0079405E">
        <w:t xml:space="preserve"> 31. 10. 2022“, </w:t>
      </w:r>
      <w:proofErr w:type="spellStart"/>
      <w:r w:rsidRPr="0079405E">
        <w:t>ktoré</w:t>
      </w:r>
      <w:proofErr w:type="spellEnd"/>
      <w:r w:rsidRPr="0079405E">
        <w:t xml:space="preserve"> </w:t>
      </w:r>
      <w:proofErr w:type="spellStart"/>
      <w:r w:rsidRPr="0079405E">
        <w:t>sa</w:t>
      </w:r>
      <w:proofErr w:type="spellEnd"/>
      <w:r w:rsidRPr="0079405E">
        <w:t xml:space="preserve"> </w:t>
      </w:r>
      <w:proofErr w:type="spellStart"/>
      <w:r w:rsidRPr="0079405E">
        <w:t>ma</w:t>
      </w:r>
      <w:proofErr w:type="spellEnd"/>
      <w:r w:rsidRPr="0079405E">
        <w:t xml:space="preserve"> </w:t>
      </w:r>
      <w:proofErr w:type="spellStart"/>
      <w:r w:rsidRPr="0079405E">
        <w:t>nachádzať</w:t>
      </w:r>
      <w:proofErr w:type="spellEnd"/>
      <w:r w:rsidRPr="0079405E">
        <w:t xml:space="preserve"> v </w:t>
      </w:r>
      <w:proofErr w:type="spellStart"/>
      <w:r w:rsidRPr="0079405E">
        <w:t>Projektovej</w:t>
      </w:r>
      <w:proofErr w:type="spellEnd"/>
      <w:r w:rsidRPr="0079405E">
        <w:t xml:space="preserve"> </w:t>
      </w:r>
      <w:proofErr w:type="spellStart"/>
      <w:r w:rsidRPr="0079405E">
        <w:t>dokumentácií</w:t>
      </w:r>
      <w:proofErr w:type="spellEnd"/>
      <w:r w:rsidRPr="0079405E">
        <w:t xml:space="preserve"> (</w:t>
      </w:r>
      <w:proofErr w:type="spellStart"/>
      <w:r w:rsidRPr="0079405E">
        <w:t>ďalej</w:t>
      </w:r>
      <w:proofErr w:type="spellEnd"/>
      <w:r w:rsidRPr="0079405E">
        <w:t xml:space="preserve"> len „PD“) v časti H.8. V </w:t>
      </w:r>
      <w:proofErr w:type="spellStart"/>
      <w:r w:rsidRPr="0079405E">
        <w:t>tejto</w:t>
      </w:r>
      <w:proofErr w:type="spellEnd"/>
      <w:r w:rsidRPr="0079405E">
        <w:t xml:space="preserve"> časti PD dokument SUS JMK s </w:t>
      </w:r>
      <w:proofErr w:type="spellStart"/>
      <w:r w:rsidRPr="0079405E">
        <w:t>týmto</w:t>
      </w:r>
      <w:proofErr w:type="spellEnd"/>
      <w:r w:rsidRPr="0079405E">
        <w:t xml:space="preserve"> jednacím </w:t>
      </w:r>
      <w:proofErr w:type="spellStart"/>
      <w:r w:rsidRPr="0079405E">
        <w:t>číslom</w:t>
      </w:r>
      <w:proofErr w:type="spellEnd"/>
      <w:r w:rsidRPr="0079405E">
        <w:t xml:space="preserve"> </w:t>
      </w:r>
      <w:proofErr w:type="spellStart"/>
      <w:r w:rsidRPr="0079405E">
        <w:t>nie</w:t>
      </w:r>
      <w:proofErr w:type="spellEnd"/>
      <w:r w:rsidRPr="0079405E">
        <w:t xml:space="preserve"> je. </w:t>
      </w:r>
      <w:proofErr w:type="spellStart"/>
      <w:r w:rsidRPr="0079405E">
        <w:t>Može</w:t>
      </w:r>
      <w:proofErr w:type="spellEnd"/>
      <w:r w:rsidRPr="0079405E">
        <w:t xml:space="preserve"> </w:t>
      </w:r>
      <w:proofErr w:type="spellStart"/>
      <w:r w:rsidRPr="0079405E">
        <w:t>doplniť</w:t>
      </w:r>
      <w:proofErr w:type="spellEnd"/>
      <w:r w:rsidRPr="0079405E">
        <w:t xml:space="preserve"> </w:t>
      </w:r>
      <w:proofErr w:type="spellStart"/>
      <w:r w:rsidRPr="0079405E">
        <w:t>Zadavateľ</w:t>
      </w:r>
      <w:proofErr w:type="spellEnd"/>
      <w:r w:rsidRPr="0079405E">
        <w:t xml:space="preserve"> </w:t>
      </w:r>
      <w:proofErr w:type="spellStart"/>
      <w:r w:rsidRPr="0079405E">
        <w:t>príslušné</w:t>
      </w:r>
      <w:proofErr w:type="spellEnd"/>
      <w:r w:rsidRPr="0079405E">
        <w:t xml:space="preserve"> stanovisko.</w:t>
      </w:r>
    </w:p>
    <w:p w14:paraId="1F1AEDB1" w14:textId="77777777" w:rsidR="0079405E" w:rsidRPr="00DE4857" w:rsidRDefault="0079405E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76D2B6" w14:textId="77777777" w:rsidR="00BD5319" w:rsidRPr="00DE4857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E4857">
        <w:rPr>
          <w:rFonts w:eastAsia="Calibri" w:cs="Times New Roman"/>
          <w:b/>
          <w:lang w:eastAsia="cs-CZ"/>
        </w:rPr>
        <w:t xml:space="preserve">Odpověď: </w:t>
      </w:r>
    </w:p>
    <w:bookmarkEnd w:id="3"/>
    <w:bookmarkEnd w:id="2"/>
    <w:p w14:paraId="221A6A46" w14:textId="2F12E51B" w:rsidR="000B5C14" w:rsidRPr="00DE4857" w:rsidRDefault="000B5C14" w:rsidP="000B5C14">
      <w:pPr>
        <w:spacing w:after="0" w:line="240" w:lineRule="auto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Zmiňované vyjádření SUS JMK projektant nezařadil do dokladové části projektové dokumentace</w:t>
      </w:r>
      <w:r w:rsidR="00DE4857">
        <w:rPr>
          <w:rFonts w:eastAsia="Calibri" w:cs="Times New Roman"/>
          <w:lang w:eastAsia="cs-CZ"/>
        </w:rPr>
        <w:t>,</w:t>
      </w:r>
      <w:r w:rsidRPr="00DE4857">
        <w:rPr>
          <w:rFonts w:eastAsia="Calibri" w:cs="Times New Roman"/>
          <w:lang w:eastAsia="cs-CZ"/>
        </w:rPr>
        <w:t xml:space="preserve"> a proto stanovisko přikládáme k naší odpovědi – soubor „</w:t>
      </w:r>
      <w:r w:rsidR="005F298A" w:rsidRPr="00DE4857">
        <w:rPr>
          <w:rFonts w:eastAsia="Calibri" w:cs="Times New Roman"/>
          <w:lang w:eastAsia="cs-CZ"/>
        </w:rPr>
        <w:t>311.02 SÚS JMK.pdf“. Zároveň přikládáme další nezařazená stanoviska do dokladové části dokumentace vydaná SUS JMK, a to soubory „311.01 SÚS JMK.pdf“</w:t>
      </w:r>
      <w:r w:rsidR="007A6C04" w:rsidRPr="00DE4857">
        <w:rPr>
          <w:rFonts w:eastAsia="Calibri" w:cs="Times New Roman"/>
          <w:lang w:eastAsia="cs-CZ"/>
        </w:rPr>
        <w:t xml:space="preserve"> a</w:t>
      </w:r>
      <w:r w:rsidR="005F298A" w:rsidRPr="00DE4857">
        <w:rPr>
          <w:rFonts w:eastAsia="Calibri" w:cs="Times New Roman"/>
          <w:lang w:eastAsia="cs-CZ"/>
        </w:rPr>
        <w:t xml:space="preserve"> „311.03 SÚS JMK.pdf“. Tato vyjádření budou vložena do dokladové části dokumentace s označením H.2</w:t>
      </w:r>
      <w:r w:rsidR="00861C40" w:rsidRPr="00DE4857">
        <w:rPr>
          <w:rFonts w:eastAsia="Calibri" w:cs="Times New Roman"/>
          <w:lang w:eastAsia="cs-CZ"/>
        </w:rPr>
        <w:t>.</w:t>
      </w:r>
    </w:p>
    <w:p w14:paraId="14A70099" w14:textId="6D5E031F" w:rsidR="00861C40" w:rsidRPr="00DE4857" w:rsidRDefault="00861C40" w:rsidP="00861C40">
      <w:pPr>
        <w:spacing w:after="0" w:line="240" w:lineRule="auto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V této souvislosti přikládáme i upravené Zvláštní technické podmínky (ZTP), čl. 5.1.6</w:t>
      </w:r>
      <w:r w:rsidR="000F401F" w:rsidRPr="00DE4857">
        <w:rPr>
          <w:rFonts w:eastAsia="Calibri" w:cs="Times New Roman"/>
          <w:lang w:eastAsia="cs-CZ"/>
        </w:rPr>
        <w:t xml:space="preserve"> – soubor „ZTP_KRPOLE_ZD č.19_13072023.pdf“.</w:t>
      </w:r>
    </w:p>
    <w:p w14:paraId="300DE791" w14:textId="77777777" w:rsidR="000B5C14" w:rsidRPr="00861C40" w:rsidRDefault="000B5C14" w:rsidP="002C60E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F0DFF25" w14:textId="0702328B" w:rsidR="0079405E" w:rsidRDefault="0079405E" w:rsidP="002C60E7">
      <w:pPr>
        <w:spacing w:after="0" w:line="240" w:lineRule="auto"/>
        <w:rPr>
          <w:rFonts w:eastAsia="Times New Roman" w:cs="Times New Roman"/>
          <w:lang w:eastAsia="cs-CZ"/>
        </w:rPr>
      </w:pPr>
    </w:p>
    <w:p w14:paraId="740F2ED5" w14:textId="1AEAD8D5" w:rsidR="0079405E" w:rsidRDefault="0079405E" w:rsidP="0079405E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3E8D1788" w14:textId="77777777" w:rsidR="00DE4857" w:rsidRPr="00DE4857" w:rsidRDefault="00DE4857" w:rsidP="0079405E">
      <w:pPr>
        <w:spacing w:after="0" w:line="240" w:lineRule="auto"/>
        <w:rPr>
          <w:rFonts w:eastAsia="Times New Roman" w:cs="Times New Roman"/>
          <w:lang w:eastAsia="cs-CZ"/>
        </w:rPr>
      </w:pPr>
    </w:p>
    <w:p w14:paraId="756EC167" w14:textId="058496F2" w:rsidR="0079405E" w:rsidRPr="00DE4857" w:rsidRDefault="0079405E" w:rsidP="0079405E">
      <w:pPr>
        <w:spacing w:after="0" w:line="240" w:lineRule="auto"/>
        <w:rPr>
          <w:rFonts w:eastAsia="Times New Roman" w:cs="Times New Roman"/>
          <w:lang w:eastAsia="cs-CZ"/>
        </w:rPr>
      </w:pPr>
      <w:r w:rsidRPr="00DE4857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12631768" w14:textId="77777777" w:rsidR="000C5650" w:rsidRPr="00DE4857" w:rsidRDefault="000C5650" w:rsidP="000C565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B170C7" w14:textId="77777777" w:rsidR="000C5650" w:rsidRPr="00BD5319" w:rsidRDefault="000C5650" w:rsidP="000C5650">
      <w:pPr>
        <w:spacing w:after="0" w:line="240" w:lineRule="auto"/>
        <w:rPr>
          <w:rFonts w:eastAsia="Times New Roman" w:cs="Times New Roman"/>
          <w:lang w:eastAsia="cs-CZ"/>
        </w:rPr>
      </w:pPr>
    </w:p>
    <w:p w14:paraId="7640364A" w14:textId="77777777" w:rsidR="000C5650" w:rsidRPr="00BD5319" w:rsidRDefault="000C5650" w:rsidP="000C565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lastRenderedPageBreak/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325EF63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8454EFB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5DD8BE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DA7AA6" w14:textId="75F3C873" w:rsidR="006526D3" w:rsidRPr="00DE4857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4857">
        <w:rPr>
          <w:rFonts w:eastAsia="Calibri" w:cs="Times New Roman"/>
          <w:b/>
          <w:bCs/>
          <w:lang w:eastAsia="cs-CZ"/>
        </w:rPr>
        <w:t xml:space="preserve">Příloha: </w:t>
      </w:r>
    </w:p>
    <w:p w14:paraId="6838773C" w14:textId="77777777" w:rsidR="00C52D60" w:rsidRPr="00DE4857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12B3AFB" w14:textId="16F0ADE5" w:rsidR="00C52D60" w:rsidRPr="00DE4857" w:rsidRDefault="000F401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DE4857">
        <w:rPr>
          <w:rFonts w:eastAsia="Calibri" w:cs="Times New Roman"/>
          <w:u w:val="single"/>
          <w:lang w:eastAsia="cs-CZ"/>
        </w:rPr>
        <w:t xml:space="preserve">Doplnění dokladové části dokumentace, část </w:t>
      </w:r>
      <w:proofErr w:type="gramStart"/>
      <w:r w:rsidRPr="00DE4857">
        <w:rPr>
          <w:rFonts w:eastAsia="Calibri" w:cs="Times New Roman"/>
          <w:u w:val="single"/>
          <w:lang w:eastAsia="cs-CZ"/>
        </w:rPr>
        <w:t>H.2 :</w:t>
      </w:r>
      <w:proofErr w:type="gramEnd"/>
    </w:p>
    <w:p w14:paraId="470FDB23" w14:textId="75135CF3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2E1C4CD" w14:textId="65D02FD3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311.01 SÚS JMK.pdf</w:t>
      </w:r>
    </w:p>
    <w:p w14:paraId="7EC7AFFA" w14:textId="11F45ED2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311.02 SÚS JMK.pdf</w:t>
      </w:r>
    </w:p>
    <w:p w14:paraId="66E658A8" w14:textId="307505C9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311.03 SÚS JMK.pdf</w:t>
      </w:r>
    </w:p>
    <w:p w14:paraId="146BB914" w14:textId="374C0B36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56DA80" w14:textId="041E022A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 xml:space="preserve">312.01 MÚ </w:t>
      </w:r>
      <w:proofErr w:type="spellStart"/>
      <w:r w:rsidRPr="00DE4857">
        <w:rPr>
          <w:rFonts w:eastAsia="Calibri" w:cs="Times New Roman"/>
          <w:lang w:eastAsia="cs-CZ"/>
        </w:rPr>
        <w:t>Kuřim_ŽP_ZS_ochrana</w:t>
      </w:r>
      <w:proofErr w:type="spellEnd"/>
      <w:r w:rsidRPr="00DE4857">
        <w:rPr>
          <w:rFonts w:eastAsia="Calibri" w:cs="Times New Roman"/>
          <w:lang w:eastAsia="cs-CZ"/>
        </w:rPr>
        <w:t xml:space="preserve"> ovzduší.pdf</w:t>
      </w:r>
    </w:p>
    <w:p w14:paraId="0E45C733" w14:textId="6DA25039" w:rsidR="00512C51" w:rsidRPr="00DE4857" w:rsidRDefault="00512C5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EC9E23" w14:textId="2C3F69D3" w:rsidR="00512C51" w:rsidRPr="00DE4857" w:rsidRDefault="00512C5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u w:val="single"/>
          <w:lang w:eastAsia="cs-CZ"/>
        </w:rPr>
        <w:t>Doplněný seznam dokladů části H.2</w:t>
      </w:r>
      <w:r w:rsidRPr="00DE4857">
        <w:rPr>
          <w:rFonts w:eastAsia="Calibri" w:cs="Times New Roman"/>
          <w:lang w:eastAsia="cs-CZ"/>
        </w:rPr>
        <w:t xml:space="preserve">: </w:t>
      </w:r>
    </w:p>
    <w:p w14:paraId="17CB9853" w14:textId="6A4E885C" w:rsidR="00512C51" w:rsidRPr="00DE4857" w:rsidRDefault="00512C5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D2118E" w14:textId="5498FCF2" w:rsidR="00512C51" w:rsidRPr="00DE4857" w:rsidRDefault="00512C5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00 seznam_H.2.pdf</w:t>
      </w:r>
    </w:p>
    <w:p w14:paraId="772EDE89" w14:textId="454B1083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BC54954" w14:textId="78CD2105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DE4857">
        <w:rPr>
          <w:rFonts w:eastAsia="Calibri" w:cs="Times New Roman"/>
          <w:u w:val="single"/>
          <w:lang w:eastAsia="cs-CZ"/>
        </w:rPr>
        <w:t>Úprava ZTP :</w:t>
      </w:r>
    </w:p>
    <w:p w14:paraId="7078C0B0" w14:textId="1F4C1D9E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61904D9" w14:textId="37FA6F7D" w:rsidR="000F401F" w:rsidRPr="00DE4857" w:rsidRDefault="000F40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lang w:eastAsia="cs-CZ"/>
        </w:rPr>
        <w:t>ZTP_KRPOLE_ZD č.19_13072023.pdf</w:t>
      </w:r>
    </w:p>
    <w:p w14:paraId="0E3828C5" w14:textId="77777777" w:rsidR="00C52D60" w:rsidRPr="00DE4857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377A3DA6" w14:textId="788FEBAE" w:rsidR="00C52D60" w:rsidRPr="00F12EF4" w:rsidRDefault="00C52D6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4515E1C" w14:textId="2CD52A44" w:rsidR="000C5650" w:rsidRDefault="000C565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DBD5429" w14:textId="0C00AF1A" w:rsidR="00DE4857" w:rsidRDefault="00DE4857" w:rsidP="00DE485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13</w:t>
      </w:r>
      <w:r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>7</w:t>
      </w:r>
      <w:r>
        <w:rPr>
          <w:rFonts w:eastAsia="Calibri" w:cs="Times New Roman"/>
          <w:lang w:eastAsia="cs-CZ"/>
        </w:rPr>
        <w:t>. 2023</w:t>
      </w:r>
    </w:p>
    <w:p w14:paraId="08C33E29" w14:textId="45345B00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493DA02" w14:textId="114A2315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4309DAA" w14:textId="381D7613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5D477F48" w14:textId="77777777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1D03255" w14:textId="77777777" w:rsidR="00DE4857" w:rsidRPr="00F12EF4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2421641" w14:textId="77777777" w:rsidR="00FE716B" w:rsidRPr="00F12EF4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525C24" w14:textId="77777777" w:rsidR="00DE4857" w:rsidRPr="00CB7B5A" w:rsidRDefault="00DE4857" w:rsidP="00DE4857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0A5C299" w14:textId="77777777" w:rsidR="00DE4857" w:rsidRPr="00CB7B5A" w:rsidRDefault="00DE4857" w:rsidP="00DE485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227222D" w14:textId="77777777" w:rsidR="00DE4857" w:rsidRPr="00CB7B5A" w:rsidRDefault="00DE4857" w:rsidP="00DE485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256F3D7" w14:textId="77777777" w:rsidR="00DE4857" w:rsidRPr="00CB7B5A" w:rsidRDefault="00DE4857" w:rsidP="00DE4857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A5C8CC6" w14:textId="77777777" w:rsidR="0079405E" w:rsidRPr="00BD5319" w:rsidRDefault="0079405E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79405E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C2464" w14:textId="77777777" w:rsidR="00886387" w:rsidRDefault="00886387" w:rsidP="00962258">
      <w:pPr>
        <w:spacing w:after="0" w:line="240" w:lineRule="auto"/>
      </w:pPr>
      <w:r>
        <w:separator/>
      </w:r>
    </w:p>
  </w:endnote>
  <w:endnote w:type="continuationSeparator" w:id="0">
    <w:p w14:paraId="0A3CC1CA" w14:textId="77777777" w:rsidR="00886387" w:rsidRDefault="008863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B419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2D691B" w14:textId="6B5384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633B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9A8D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27033C" w14:textId="77777777" w:rsidR="00F1715C" w:rsidRDefault="00F1715C" w:rsidP="00D831A3">
          <w:pPr>
            <w:pStyle w:val="Zpat"/>
          </w:pPr>
        </w:p>
      </w:tc>
    </w:tr>
  </w:tbl>
  <w:p w14:paraId="3D4B8A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DEBBD" wp14:editId="780966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04C36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A4DF73" wp14:editId="1F1D0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2EB80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214945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49464" w14:textId="4A2E87C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D92D4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FF681F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E4CE5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ACD2291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B406A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76FA60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142572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174F5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E4C598F" w14:textId="77777777" w:rsidR="00712ED1" w:rsidRDefault="00712ED1" w:rsidP="00331004">
          <w:pPr>
            <w:pStyle w:val="Zpat"/>
          </w:pPr>
        </w:p>
      </w:tc>
    </w:tr>
  </w:tbl>
  <w:p w14:paraId="2A8AF1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7326E5" wp14:editId="79A7FB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DC5285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799489" wp14:editId="1F441D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FA2CA4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660B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5FC7F" w14:textId="77777777" w:rsidR="00886387" w:rsidRDefault="00886387" w:rsidP="00962258">
      <w:pPr>
        <w:spacing w:after="0" w:line="240" w:lineRule="auto"/>
      </w:pPr>
      <w:r>
        <w:separator/>
      </w:r>
    </w:p>
  </w:footnote>
  <w:footnote w:type="continuationSeparator" w:id="0">
    <w:p w14:paraId="03F16713" w14:textId="77777777" w:rsidR="00886387" w:rsidRDefault="008863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5ABF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F5E2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063B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1435A5" w14:textId="77777777" w:rsidR="00F1715C" w:rsidRPr="00D6163D" w:rsidRDefault="00F1715C" w:rsidP="00D6163D">
          <w:pPr>
            <w:pStyle w:val="Druhdokumentu"/>
          </w:pPr>
        </w:p>
      </w:tc>
    </w:tr>
  </w:tbl>
  <w:p w14:paraId="0C65F39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60E4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6E3529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B42032" wp14:editId="3743FDB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6688635" wp14:editId="32F1725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0FF9106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FA145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EB8BDA" w14:textId="77777777" w:rsidR="00F1715C" w:rsidRPr="00D6163D" w:rsidRDefault="00F1715C" w:rsidP="00FC6389">
          <w:pPr>
            <w:pStyle w:val="Druhdokumentu"/>
          </w:pPr>
        </w:p>
      </w:tc>
    </w:tr>
    <w:tr w:rsidR="00F64786" w14:paraId="0CC9682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35F4E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FFE08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55B33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5AE515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BCAB07" wp14:editId="27FA1E8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21E382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73BC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ED2"/>
    <w:multiLevelType w:val="hybridMultilevel"/>
    <w:tmpl w:val="DED06F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7"/>
    <w:multiLevelType w:val="hybridMultilevel"/>
    <w:tmpl w:val="767253E8"/>
    <w:lvl w:ilvl="0" w:tplc="35FC6DC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65555F3"/>
    <w:multiLevelType w:val="hybridMultilevel"/>
    <w:tmpl w:val="D1D8F5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164116E"/>
    <w:multiLevelType w:val="hybridMultilevel"/>
    <w:tmpl w:val="AAA282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A1EC1"/>
    <w:multiLevelType w:val="hybridMultilevel"/>
    <w:tmpl w:val="425E8122"/>
    <w:lvl w:ilvl="0" w:tplc="24F668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015E8"/>
    <w:multiLevelType w:val="hybridMultilevel"/>
    <w:tmpl w:val="53A2EF3E"/>
    <w:lvl w:ilvl="0" w:tplc="254E9B8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C4598"/>
    <w:multiLevelType w:val="hybridMultilevel"/>
    <w:tmpl w:val="8BE66778"/>
    <w:lvl w:ilvl="0" w:tplc="CF9E5EA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0175A"/>
    <w:rsid w:val="00033432"/>
    <w:rsid w:val="000335CC"/>
    <w:rsid w:val="000350F2"/>
    <w:rsid w:val="000420EB"/>
    <w:rsid w:val="000575F7"/>
    <w:rsid w:val="00072C1E"/>
    <w:rsid w:val="000A5BAB"/>
    <w:rsid w:val="000B3A82"/>
    <w:rsid w:val="000B5C14"/>
    <w:rsid w:val="000B6C7E"/>
    <w:rsid w:val="000B7907"/>
    <w:rsid w:val="000C0055"/>
    <w:rsid w:val="000C0429"/>
    <w:rsid w:val="000C45E8"/>
    <w:rsid w:val="000C5650"/>
    <w:rsid w:val="000C5BE1"/>
    <w:rsid w:val="000F401F"/>
    <w:rsid w:val="001017E3"/>
    <w:rsid w:val="001046E5"/>
    <w:rsid w:val="00113B92"/>
    <w:rsid w:val="00114472"/>
    <w:rsid w:val="00147B13"/>
    <w:rsid w:val="00157DB4"/>
    <w:rsid w:val="00170EC5"/>
    <w:rsid w:val="001747C1"/>
    <w:rsid w:val="0018596A"/>
    <w:rsid w:val="00187549"/>
    <w:rsid w:val="001B69C2"/>
    <w:rsid w:val="001B7236"/>
    <w:rsid w:val="001C194A"/>
    <w:rsid w:val="001C4DA0"/>
    <w:rsid w:val="00207DF5"/>
    <w:rsid w:val="00232DA1"/>
    <w:rsid w:val="00267369"/>
    <w:rsid w:val="0026785D"/>
    <w:rsid w:val="002957EC"/>
    <w:rsid w:val="002C31BF"/>
    <w:rsid w:val="002C60E7"/>
    <w:rsid w:val="002E0CD7"/>
    <w:rsid w:val="002F026B"/>
    <w:rsid w:val="00300DB5"/>
    <w:rsid w:val="00357BC6"/>
    <w:rsid w:val="0036776F"/>
    <w:rsid w:val="0037111D"/>
    <w:rsid w:val="0037253D"/>
    <w:rsid w:val="003756B9"/>
    <w:rsid w:val="003956C6"/>
    <w:rsid w:val="003E6B9A"/>
    <w:rsid w:val="003E74C4"/>
    <w:rsid w:val="003E75CE"/>
    <w:rsid w:val="0041380F"/>
    <w:rsid w:val="00450F07"/>
    <w:rsid w:val="00453CD3"/>
    <w:rsid w:val="004542B6"/>
    <w:rsid w:val="00455BC7"/>
    <w:rsid w:val="0045779D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2C51"/>
    <w:rsid w:val="005149C3"/>
    <w:rsid w:val="00517997"/>
    <w:rsid w:val="00523EA7"/>
    <w:rsid w:val="00526670"/>
    <w:rsid w:val="00526C74"/>
    <w:rsid w:val="00527788"/>
    <w:rsid w:val="00542527"/>
    <w:rsid w:val="00542922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298A"/>
    <w:rsid w:val="006104F6"/>
    <w:rsid w:val="0061068E"/>
    <w:rsid w:val="006271B3"/>
    <w:rsid w:val="00642AD1"/>
    <w:rsid w:val="006526D3"/>
    <w:rsid w:val="00660AD3"/>
    <w:rsid w:val="00694568"/>
    <w:rsid w:val="006A5570"/>
    <w:rsid w:val="006A689C"/>
    <w:rsid w:val="006A6DB6"/>
    <w:rsid w:val="006B3D79"/>
    <w:rsid w:val="006C5DC4"/>
    <w:rsid w:val="006E0578"/>
    <w:rsid w:val="006E314D"/>
    <w:rsid w:val="006E3AAB"/>
    <w:rsid w:val="006E7A87"/>
    <w:rsid w:val="006E7E12"/>
    <w:rsid w:val="006E7F06"/>
    <w:rsid w:val="00710723"/>
    <w:rsid w:val="00712ED1"/>
    <w:rsid w:val="00723ED1"/>
    <w:rsid w:val="00735ED4"/>
    <w:rsid w:val="007417B0"/>
    <w:rsid w:val="00743525"/>
    <w:rsid w:val="007531A0"/>
    <w:rsid w:val="00757AAA"/>
    <w:rsid w:val="0076286B"/>
    <w:rsid w:val="00764595"/>
    <w:rsid w:val="00766846"/>
    <w:rsid w:val="0077673A"/>
    <w:rsid w:val="007846E1"/>
    <w:rsid w:val="0079405E"/>
    <w:rsid w:val="007A6C04"/>
    <w:rsid w:val="007B570C"/>
    <w:rsid w:val="007C0C39"/>
    <w:rsid w:val="007E4A6E"/>
    <w:rsid w:val="007F56A7"/>
    <w:rsid w:val="00807DD0"/>
    <w:rsid w:val="00813F11"/>
    <w:rsid w:val="00861C40"/>
    <w:rsid w:val="00886387"/>
    <w:rsid w:val="0088691F"/>
    <w:rsid w:val="00891334"/>
    <w:rsid w:val="008A3568"/>
    <w:rsid w:val="008A4709"/>
    <w:rsid w:val="008D03B9"/>
    <w:rsid w:val="008F18D6"/>
    <w:rsid w:val="00904780"/>
    <w:rsid w:val="009113A8"/>
    <w:rsid w:val="009134A5"/>
    <w:rsid w:val="0091604E"/>
    <w:rsid w:val="00922385"/>
    <w:rsid w:val="009223DF"/>
    <w:rsid w:val="0093584A"/>
    <w:rsid w:val="00936091"/>
    <w:rsid w:val="00940052"/>
    <w:rsid w:val="00940D8A"/>
    <w:rsid w:val="00962258"/>
    <w:rsid w:val="009678B7"/>
    <w:rsid w:val="00970D14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7A01"/>
    <w:rsid w:val="00A04DC4"/>
    <w:rsid w:val="00A0513C"/>
    <w:rsid w:val="00A1284C"/>
    <w:rsid w:val="00A22E1C"/>
    <w:rsid w:val="00A263BC"/>
    <w:rsid w:val="00A34313"/>
    <w:rsid w:val="00A44328"/>
    <w:rsid w:val="00A6177B"/>
    <w:rsid w:val="00A66136"/>
    <w:rsid w:val="00A81428"/>
    <w:rsid w:val="00A82E93"/>
    <w:rsid w:val="00AA4CBB"/>
    <w:rsid w:val="00AA65FA"/>
    <w:rsid w:val="00AA7351"/>
    <w:rsid w:val="00AB0437"/>
    <w:rsid w:val="00AB0621"/>
    <w:rsid w:val="00AD056F"/>
    <w:rsid w:val="00AD2773"/>
    <w:rsid w:val="00AD6731"/>
    <w:rsid w:val="00AE1DDE"/>
    <w:rsid w:val="00B11C79"/>
    <w:rsid w:val="00B15B5E"/>
    <w:rsid w:val="00B15D0D"/>
    <w:rsid w:val="00B23CA3"/>
    <w:rsid w:val="00B3491A"/>
    <w:rsid w:val="00B35913"/>
    <w:rsid w:val="00B45E9E"/>
    <w:rsid w:val="00B54616"/>
    <w:rsid w:val="00B55F9C"/>
    <w:rsid w:val="00B75EE1"/>
    <w:rsid w:val="00B77481"/>
    <w:rsid w:val="00B8518B"/>
    <w:rsid w:val="00B9205E"/>
    <w:rsid w:val="00BB3740"/>
    <w:rsid w:val="00BD5319"/>
    <w:rsid w:val="00BD7E91"/>
    <w:rsid w:val="00BE742E"/>
    <w:rsid w:val="00BF374D"/>
    <w:rsid w:val="00BF6D48"/>
    <w:rsid w:val="00C02D0A"/>
    <w:rsid w:val="00C03A6E"/>
    <w:rsid w:val="00C211C8"/>
    <w:rsid w:val="00C23946"/>
    <w:rsid w:val="00C30759"/>
    <w:rsid w:val="00C4215A"/>
    <w:rsid w:val="00C44F6A"/>
    <w:rsid w:val="00C52D60"/>
    <w:rsid w:val="00C727E5"/>
    <w:rsid w:val="00C8207D"/>
    <w:rsid w:val="00CA6367"/>
    <w:rsid w:val="00CB7B5A"/>
    <w:rsid w:val="00CC1E2B"/>
    <w:rsid w:val="00CC4D03"/>
    <w:rsid w:val="00CD1FC4"/>
    <w:rsid w:val="00CE371D"/>
    <w:rsid w:val="00D02A4D"/>
    <w:rsid w:val="00D21061"/>
    <w:rsid w:val="00D305FC"/>
    <w:rsid w:val="00D316A7"/>
    <w:rsid w:val="00D4108E"/>
    <w:rsid w:val="00D42419"/>
    <w:rsid w:val="00D55DCE"/>
    <w:rsid w:val="00D6163D"/>
    <w:rsid w:val="00D63009"/>
    <w:rsid w:val="00D818CB"/>
    <w:rsid w:val="00D831A3"/>
    <w:rsid w:val="00D902AD"/>
    <w:rsid w:val="00DA6FFE"/>
    <w:rsid w:val="00DB49CE"/>
    <w:rsid w:val="00DC3110"/>
    <w:rsid w:val="00DD3B8B"/>
    <w:rsid w:val="00DD46F3"/>
    <w:rsid w:val="00DD58A6"/>
    <w:rsid w:val="00DE4857"/>
    <w:rsid w:val="00DE56F2"/>
    <w:rsid w:val="00DF116D"/>
    <w:rsid w:val="00DF236E"/>
    <w:rsid w:val="00E10710"/>
    <w:rsid w:val="00E14C90"/>
    <w:rsid w:val="00E21879"/>
    <w:rsid w:val="00E624E7"/>
    <w:rsid w:val="00E824F1"/>
    <w:rsid w:val="00E92B69"/>
    <w:rsid w:val="00E978F5"/>
    <w:rsid w:val="00EB104F"/>
    <w:rsid w:val="00ED14BD"/>
    <w:rsid w:val="00ED1E88"/>
    <w:rsid w:val="00ED2AEF"/>
    <w:rsid w:val="00ED5B26"/>
    <w:rsid w:val="00EF3A24"/>
    <w:rsid w:val="00EF6A2B"/>
    <w:rsid w:val="00F01440"/>
    <w:rsid w:val="00F12DEC"/>
    <w:rsid w:val="00F12EF4"/>
    <w:rsid w:val="00F1715C"/>
    <w:rsid w:val="00F310F8"/>
    <w:rsid w:val="00F35939"/>
    <w:rsid w:val="00F45607"/>
    <w:rsid w:val="00F64786"/>
    <w:rsid w:val="00F659EB"/>
    <w:rsid w:val="00F71AAF"/>
    <w:rsid w:val="00F804A7"/>
    <w:rsid w:val="00F862D6"/>
    <w:rsid w:val="00F86BA6"/>
    <w:rsid w:val="00FA1020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5AADF9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1E9048-D81A-469D-94E9-C1B47CF0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2023-05-03T08:02:00Z</cp:lastPrinted>
  <dcterms:created xsi:type="dcterms:W3CDTF">2023-07-12T13:13:00Z</dcterms:created>
  <dcterms:modified xsi:type="dcterms:W3CDTF">2023-07-13T11:26:00Z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