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667EE72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DF3DD2">
        <w:rPr>
          <w:szCs w:val="22"/>
        </w:rPr>
        <w:t>13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7B0D9D01" w:rsidR="005C48ED" w:rsidRDefault="007F769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551365" w:rsidRPr="00551365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DC583F" w:rsidRPr="00DC583F">
        <w:rPr>
          <w:rFonts w:eastAsia="Times New Roman" w:cs="Times New Roman"/>
          <w:b/>
          <w:lang w:eastAsia="cs-CZ"/>
        </w:rPr>
        <w:t>40198/2023-SŽ-GŘ-O8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060B1633" w:rsidR="005C48ED" w:rsidRDefault="00525B63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ust. § 2 odst. 1 písm.</w:t>
      </w:r>
      <w:r w:rsidR="00F53484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F53484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</w:t>
      </w:r>
      <w:bookmarkStart w:id="1" w:name="_GoBack"/>
      <w:bookmarkEnd w:id="1"/>
      <w:r w:rsidRPr="007F769F">
        <w:rPr>
          <w:rFonts w:eastAsia="Calibri" w:cs="Times New Roman"/>
        </w:rPr>
        <w:t>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A4643D">
      <w:pPr>
        <w:pStyle w:val="Odstavecseseznamem"/>
        <w:spacing w:after="120" w:line="276" w:lineRule="auto"/>
        <w:contextualSpacing w:val="0"/>
        <w:jc w:val="both"/>
        <w:rPr>
          <w:rFonts w:eastAsia="Calibri" w:cs="Times New Roman"/>
        </w:rPr>
      </w:pPr>
    </w:p>
    <w:p w14:paraId="7283F39D" w14:textId="053C7829" w:rsidR="00525B63" w:rsidRPr="007F769F" w:rsidRDefault="007F769F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</w:t>
      </w:r>
      <w:r w:rsidR="00F53484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539C694" w:rsidR="005C48ED" w:rsidRPr="007F769F" w:rsidRDefault="005C48ED" w:rsidP="00A4643D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>a to kdykoliv až</w:t>
      </w:r>
      <w:r w:rsidR="00F53484">
        <w:rPr>
          <w:rFonts w:eastAsia="Calibri" w:cs="Times New Roman"/>
        </w:rPr>
        <w:t> </w:t>
      </w:r>
      <w:r w:rsidR="00E77D54" w:rsidRPr="007F769F">
        <w:rPr>
          <w:rFonts w:eastAsia="Calibri" w:cs="Times New Roman"/>
        </w:rPr>
        <w:t xml:space="preserve">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36D3F" w14:textId="77777777" w:rsidR="00925A3F" w:rsidRDefault="00925A3F" w:rsidP="00962258">
      <w:pPr>
        <w:spacing w:after="0" w:line="240" w:lineRule="auto"/>
      </w:pPr>
      <w:r>
        <w:separator/>
      </w:r>
    </w:p>
  </w:endnote>
  <w:endnote w:type="continuationSeparator" w:id="0">
    <w:p w14:paraId="52DE6DAC" w14:textId="77777777" w:rsidR="00925A3F" w:rsidRDefault="00925A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F72F06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58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58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80482" w14:textId="77777777" w:rsidR="00925A3F" w:rsidRDefault="00925A3F" w:rsidP="00962258">
      <w:pPr>
        <w:spacing w:after="0" w:line="240" w:lineRule="auto"/>
      </w:pPr>
      <w:r>
        <w:separator/>
      </w:r>
    </w:p>
  </w:footnote>
  <w:footnote w:type="continuationSeparator" w:id="0">
    <w:p w14:paraId="1F871218" w14:textId="77777777" w:rsidR="00925A3F" w:rsidRDefault="00925A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E480B"/>
    <w:rsid w:val="000F5379"/>
    <w:rsid w:val="0010693F"/>
    <w:rsid w:val="00114363"/>
    <w:rsid w:val="00114472"/>
    <w:rsid w:val="00134C58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0365E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DA4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1365"/>
    <w:rsid w:val="00553375"/>
    <w:rsid w:val="00557C28"/>
    <w:rsid w:val="005736B7"/>
    <w:rsid w:val="00575E5A"/>
    <w:rsid w:val="005A6120"/>
    <w:rsid w:val="005C48ED"/>
    <w:rsid w:val="005F1404"/>
    <w:rsid w:val="0061068E"/>
    <w:rsid w:val="00635B3F"/>
    <w:rsid w:val="00651B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3002A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25A3F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4643D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21061"/>
    <w:rsid w:val="00D4108E"/>
    <w:rsid w:val="00D6163D"/>
    <w:rsid w:val="00D62090"/>
    <w:rsid w:val="00D73D46"/>
    <w:rsid w:val="00D831A3"/>
    <w:rsid w:val="00DC583F"/>
    <w:rsid w:val="00DC75F3"/>
    <w:rsid w:val="00DD46F3"/>
    <w:rsid w:val="00DE56F2"/>
    <w:rsid w:val="00DF09FD"/>
    <w:rsid w:val="00DF116D"/>
    <w:rsid w:val="00DF3DD2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3484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F1749-6A2C-4198-9880-CA9A0B10C6F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14DF44-F580-4935-9BAC-B6C539C685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1525C-D4C1-4BEB-94DA-73165B474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