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FC585" w14:textId="77777777" w:rsidR="00FC6B68" w:rsidRDefault="00F422D3" w:rsidP="00FC6B68">
      <w:pPr>
        <w:pStyle w:val="Titul1"/>
        <w:spacing w:after="0"/>
      </w:pPr>
      <w:r w:rsidRPr="005D6794">
        <w:t>SMLOUVA O DÍLO</w:t>
      </w:r>
    </w:p>
    <w:p w14:paraId="5E298B0E"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7AC88F25" w14:textId="0BFA1F07" w:rsidR="00F422D3" w:rsidRDefault="00F422D3" w:rsidP="00B42F40">
      <w:pPr>
        <w:pStyle w:val="Titul2"/>
      </w:pPr>
      <w:r>
        <w:t>Název zakázky: „</w:t>
      </w:r>
      <w:r w:rsidR="00793D78" w:rsidRPr="00793D78">
        <w:t>Rekonstrukce TZZ Hlubočky – Hrubá Voda včetně PZS a přejezdu (P7535) v km 17,872 trati Olomouc – Opava, BOZP</w:t>
      </w:r>
      <w:r>
        <w:t>“</w:t>
      </w:r>
    </w:p>
    <w:p w14:paraId="7B287054" w14:textId="77777777" w:rsidR="00F422D3" w:rsidRPr="00B42F40" w:rsidRDefault="00F422D3" w:rsidP="00B42F40">
      <w:pPr>
        <w:pStyle w:val="Nadpisbezsl1-2"/>
      </w:pPr>
      <w:r w:rsidRPr="00B42F40">
        <w:t>Smluvní strany:</w:t>
      </w:r>
    </w:p>
    <w:p w14:paraId="596A4A50" w14:textId="77777777" w:rsidR="00AF4519" w:rsidRDefault="00AF4519" w:rsidP="00B42F40">
      <w:pPr>
        <w:pStyle w:val="Textbezodsazen"/>
        <w:spacing w:after="0"/>
        <w:rPr>
          <w:b/>
        </w:rPr>
      </w:pPr>
      <w:r>
        <w:rPr>
          <w:b/>
        </w:rPr>
        <w:t>Objednatel</w:t>
      </w:r>
    </w:p>
    <w:p w14:paraId="5DB1CC62"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08FAA5F8" w14:textId="77777777" w:rsidR="00F422D3" w:rsidRDefault="00F422D3" w:rsidP="00B42F40">
      <w:pPr>
        <w:pStyle w:val="Textbezodsazen"/>
        <w:spacing w:after="0"/>
      </w:pPr>
      <w:r>
        <w:t xml:space="preserve">se sídlem: Dlážděná 1003/7, 110 00 Praha 1 - Nové Město </w:t>
      </w:r>
    </w:p>
    <w:p w14:paraId="12BDD0D2" w14:textId="77777777" w:rsidR="00F422D3" w:rsidRDefault="00F422D3" w:rsidP="00B42F40">
      <w:pPr>
        <w:pStyle w:val="Textbezodsazen"/>
        <w:spacing w:after="0"/>
      </w:pPr>
      <w:r>
        <w:t>IČO: 70994234 DIČ: CZ70994234</w:t>
      </w:r>
    </w:p>
    <w:p w14:paraId="1700C4D5"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38BF03B"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7A8BBA88" w14:textId="77777777" w:rsidR="00F91101" w:rsidRDefault="00F91101" w:rsidP="00B42F40">
      <w:pPr>
        <w:pStyle w:val="Textbezodsazen"/>
        <w:spacing w:after="0"/>
        <w:rPr>
          <w:rStyle w:val="Zdraznnjemn"/>
          <w:b/>
          <w:iCs w:val="0"/>
          <w:color w:val="auto"/>
        </w:rPr>
      </w:pPr>
    </w:p>
    <w:p w14:paraId="5D7FEEF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FF4171" w14:textId="77777777" w:rsidR="00F422D3" w:rsidRDefault="00F422D3" w:rsidP="00B42F40">
      <w:pPr>
        <w:pStyle w:val="Textbezodsazen"/>
        <w:spacing w:after="0"/>
      </w:pPr>
      <w:r>
        <w:t>Správa železni</w:t>
      </w:r>
      <w:r w:rsidR="00D74633">
        <w:t>c</w:t>
      </w:r>
      <w:r>
        <w:t>, státní organizace</w:t>
      </w:r>
    </w:p>
    <w:p w14:paraId="4E7E3902" w14:textId="77777777" w:rsidR="00F422D3" w:rsidRDefault="00F422D3" w:rsidP="00B42F40">
      <w:pPr>
        <w:pStyle w:val="Textbezodsazen"/>
      </w:pPr>
      <w:r w:rsidRPr="00B42F40">
        <w:t>Stavební</w:t>
      </w:r>
      <w:r>
        <w:t xml:space="preserve"> správa </w:t>
      </w:r>
      <w:r w:rsidR="00F91101">
        <w:t>východ, Nerudova 1, 77900 Olomouc</w:t>
      </w:r>
    </w:p>
    <w:p w14:paraId="5B5DDAF7"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AA61C62"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119BAF99" w14:textId="33173402" w:rsidR="00F91101" w:rsidRPr="005C7EED" w:rsidRDefault="005825ED" w:rsidP="00F91101">
      <w:pPr>
        <w:spacing w:after="120"/>
        <w:ind w:left="567"/>
        <w:jc w:val="both"/>
        <w:rPr>
          <w:rFonts w:ascii="Verdana" w:hAnsi="Verdana" w:cs="Calibri"/>
        </w:rPr>
      </w:pPr>
      <w:r w:rsidRPr="005825ED">
        <w:t>Mgr. Radka Szabó</w:t>
      </w:r>
      <w:r w:rsidR="00F91101" w:rsidRPr="005C7EED">
        <w:rPr>
          <w:rFonts w:ascii="Verdana" w:hAnsi="Verdana" w:cs="Calibri"/>
        </w:rPr>
        <w:t xml:space="preserve">, tel.: </w:t>
      </w:r>
      <w:r w:rsidRPr="005825ED">
        <w:t>+420 724 932 396</w:t>
      </w:r>
      <w:r w:rsidR="00F91101" w:rsidRPr="005C7EED">
        <w:rPr>
          <w:rFonts w:ascii="Verdana" w:hAnsi="Verdana" w:cs="Calibri"/>
        </w:rPr>
        <w:t>,</w:t>
      </w:r>
    </w:p>
    <w:p w14:paraId="1CAC4BD0"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18E52C21" w14:textId="201E2C4F" w:rsidR="00F91101" w:rsidRPr="005C7EED" w:rsidRDefault="005825ED" w:rsidP="00F91101">
      <w:pPr>
        <w:spacing w:after="120"/>
        <w:ind w:left="567"/>
        <w:jc w:val="both"/>
        <w:rPr>
          <w:rFonts w:ascii="Verdana" w:hAnsi="Verdana" w:cs="Calibri"/>
        </w:rPr>
      </w:pPr>
      <w:r w:rsidRPr="005825ED">
        <w:t>Ing. Otakar Srovnal</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5825ED">
        <w:t>+420 724 590 159</w:t>
      </w:r>
      <w:r w:rsidR="00F91101" w:rsidRPr="005C7EED">
        <w:rPr>
          <w:rFonts w:ascii="Verdana" w:hAnsi="Verdana" w:cs="Arial"/>
        </w:rPr>
        <w:t>,</w:t>
      </w:r>
    </w:p>
    <w:p w14:paraId="2ADA9EFE"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2012482C"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786787EA" w14:textId="77777777" w:rsidR="00F422D3" w:rsidRDefault="00F422D3" w:rsidP="00B42F40">
      <w:pPr>
        <w:pStyle w:val="Textbezodsazen"/>
      </w:pPr>
      <w:r>
        <w:t>(</w:t>
      </w:r>
      <w:r w:rsidRPr="00B42F40">
        <w:t>dále</w:t>
      </w:r>
      <w:r>
        <w:t xml:space="preserve"> jen „</w:t>
      </w:r>
      <w:r w:rsidR="009222E1">
        <w:rPr>
          <w:b/>
        </w:rPr>
        <w:t>Objednatel</w:t>
      </w:r>
      <w:r>
        <w:t>“)</w:t>
      </w:r>
    </w:p>
    <w:p w14:paraId="36D6043C"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4B6D3EBF"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390D1422" w14:textId="4E331531" w:rsidR="00F422D3" w:rsidRDefault="00F422D3" w:rsidP="00B42F40">
      <w:pPr>
        <w:pStyle w:val="Textbezodsazen"/>
      </w:pPr>
      <w:r>
        <w:t xml:space="preserve">ISPROFOND: </w:t>
      </w:r>
      <w:r w:rsidR="000C30B6" w:rsidRPr="000C30B6">
        <w:t>5713520062</w:t>
      </w:r>
    </w:p>
    <w:p w14:paraId="767A2AE8" w14:textId="77777777" w:rsidR="00F422D3" w:rsidRDefault="00F422D3" w:rsidP="00B42F40">
      <w:pPr>
        <w:pStyle w:val="Textbezodsazen"/>
      </w:pPr>
      <w:r w:rsidRPr="00B42F40">
        <w:t>a</w:t>
      </w:r>
    </w:p>
    <w:p w14:paraId="1C2BBB14" w14:textId="77777777" w:rsidR="00AF4519" w:rsidRDefault="00AF4519" w:rsidP="00B42F40">
      <w:pPr>
        <w:pStyle w:val="Textbezodsazen"/>
        <w:spacing w:after="0"/>
        <w:rPr>
          <w:b/>
        </w:rPr>
      </w:pPr>
      <w:r>
        <w:rPr>
          <w:b/>
        </w:rPr>
        <w:t>Zhotovitel</w:t>
      </w:r>
    </w:p>
    <w:p w14:paraId="54B4A07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307CE9E5"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325C8EA"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1B9980DE"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6AF17F8A"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4DB6C87E"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7836713F"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BA3782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45F43F"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7BB7DA91"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748EA08"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3470A67" w14:textId="77777777" w:rsidR="006F5F96" w:rsidRPr="005C7EED" w:rsidRDefault="00BA2D9F" w:rsidP="006F5F96">
      <w:pPr>
        <w:spacing w:after="120"/>
        <w:ind w:left="567"/>
        <w:jc w:val="both"/>
        <w:rPr>
          <w:rFonts w:ascii="Verdana" w:hAnsi="Verdana" w:cs="Calibri"/>
        </w:rPr>
      </w:pPr>
      <w:r w:rsidRPr="00FC6B68">
        <w:rPr>
          <w:highlight w:val="yellow"/>
        </w:rPr>
        <w:lastRenderedPageBreak/>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766CE8E"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3E0F262E"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663891A5"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2338461A"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40E62125"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57927024"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27E4FDE8"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16ED652E"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2C4F5C85" w14:textId="77777777" w:rsidR="006F5F96" w:rsidRDefault="006F5F96" w:rsidP="00B42F40">
      <w:pPr>
        <w:pStyle w:val="Textbezodsazen"/>
      </w:pPr>
    </w:p>
    <w:p w14:paraId="7B9D26BD"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6E42B5A"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A5FFDEE" w14:textId="77777777" w:rsidR="00F91101" w:rsidRDefault="00F91101" w:rsidP="00106CD8">
      <w:pPr>
        <w:pStyle w:val="Textbezodsazen"/>
        <w:rPr>
          <w:b/>
        </w:rPr>
      </w:pPr>
    </w:p>
    <w:p w14:paraId="1F9D4BF6" w14:textId="77777777" w:rsidR="00F91101" w:rsidRPr="007F2FC8" w:rsidRDefault="00F91101" w:rsidP="0013733C">
      <w:pPr>
        <w:pStyle w:val="Nadpis1-1"/>
        <w:numPr>
          <w:ilvl w:val="0"/>
          <w:numId w:val="8"/>
        </w:numPr>
      </w:pPr>
      <w:r w:rsidRPr="007F2FC8">
        <w:t>PŘEDMĚT SMLOUVY</w:t>
      </w:r>
    </w:p>
    <w:p w14:paraId="7077CE31" w14:textId="3E6943AC"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C03023">
        <w:rPr>
          <w:b/>
          <w:bCs/>
        </w:rPr>
        <w:t>„</w:t>
      </w:r>
      <w:r w:rsidR="00C03023" w:rsidRPr="00C03023">
        <w:rPr>
          <w:rFonts w:ascii="Verdana" w:hAnsi="Verdana" w:cs="Calibri"/>
          <w:b/>
          <w:bCs/>
        </w:rPr>
        <w:t>Rekonstrukce TZZ Hlubočky – Hrubá Voda včetně PZS a přejezdu (P7535) v km 17,872 trati Olomouc – Opava</w:t>
      </w:r>
      <w:r w:rsidR="00F91101" w:rsidRPr="00C03023">
        <w:rPr>
          <w:b/>
          <w:bCs/>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3F2E25FC"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68741BDF"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495E265C"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3BF263ED"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5CF04008"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07D550F2"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1D8F05D2"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12DEFBB8"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w:t>
      </w:r>
      <w:r w:rsidRPr="005C7EED">
        <w:rPr>
          <w:rFonts w:ascii="Verdana" w:hAnsi="Verdana" w:cs="Calibri"/>
          <w:color w:val="000000"/>
        </w:rPr>
        <w:lastRenderedPageBreak/>
        <w:t>technologických postupů a plánování bezpečného provádění prací, které se s ohledem na věcné a časové vazby při realizaci stavby uskuteční současně nebo na sebe budou bezprostředně navazovat,</w:t>
      </w:r>
    </w:p>
    <w:p w14:paraId="0F6B7EB0"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29E7EC4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4160E89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3DC7BF8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330C3DC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77AA75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615FF08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389C8A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6880B17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2C24F8E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216E55A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20D8619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28250F7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0CE01E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6A2B8F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2430BF85"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7D300A1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3700C8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340E8D9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2D5A09D5"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72380A8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navržených opatřeních, výsledcích projednávání kontrolní činnosti </w:t>
      </w:r>
      <w:r w:rsidRPr="005C7EED">
        <w:rPr>
          <w:rFonts w:ascii="Verdana" w:hAnsi="Verdana" w:cs="Calibri"/>
        </w:rPr>
        <w:lastRenderedPageBreak/>
        <w:t>s</w:t>
      </w:r>
      <w:r w:rsidR="009222E1">
        <w:rPr>
          <w:rFonts w:ascii="Verdana" w:hAnsi="Verdana" w:cs="Calibri"/>
        </w:rPr>
        <w:t> Objednatel</w:t>
      </w:r>
      <w:r w:rsidRPr="005C7EED">
        <w:rPr>
          <w:rFonts w:ascii="Verdana" w:hAnsi="Verdana" w:cs="Calibri"/>
        </w:rPr>
        <w:t>em, údaje o tom, zda a jakým způsobem a kým byly tyto nedostatky odstraněny,</w:t>
      </w:r>
    </w:p>
    <w:p w14:paraId="6AF8577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5441928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72A02F5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06443F8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0346A0E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4798470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37E930A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07FC837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7D4C04F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6867029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52DB6818"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4635499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055617A1"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52D53E2C" w14:textId="77777777" w:rsidR="00F91101" w:rsidRPr="007F2FC8" w:rsidRDefault="00F91101" w:rsidP="0013733C">
      <w:pPr>
        <w:pStyle w:val="Nadpis1-1"/>
        <w:numPr>
          <w:ilvl w:val="0"/>
          <w:numId w:val="8"/>
        </w:numPr>
      </w:pPr>
      <w:r w:rsidRPr="007F2FC8">
        <w:t>PRÁVA A POVINNOSTI KOORDINÁTORA BOZP</w:t>
      </w:r>
    </w:p>
    <w:p w14:paraId="59BF1126" w14:textId="77777777"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1201BF9D"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6820B79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4A2FCF42"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272EE1AF"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4C94ADB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7ED9600E"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Technické kvalitativní podmínky staveb státních drah, v platném znění (dále jen TKP staveb státních drah);</w:t>
      </w:r>
    </w:p>
    <w:p w14:paraId="7446EEB8"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60410FF0"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3B0D5735"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09D7711C"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91B0562"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AA3BA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79BF07DF"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309DFB89"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37C7849F"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7C379708" w14:textId="77777777"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7BAA14D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46EECE4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26C66F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23B6DE29"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397588DC"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w:t>
      </w:r>
      <w:r w:rsidRPr="005C7EED">
        <w:lastRenderedPageBreak/>
        <w:t xml:space="preserve">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6D104213"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3C3D129" w14:textId="77777777" w:rsidR="00F91101" w:rsidRPr="007F2FC8" w:rsidRDefault="00F91101" w:rsidP="0013733C">
      <w:pPr>
        <w:pStyle w:val="Nadpis1-1"/>
        <w:numPr>
          <w:ilvl w:val="0"/>
          <w:numId w:val="8"/>
        </w:numPr>
      </w:pPr>
      <w:r w:rsidRPr="007F2FC8">
        <w:t>CENA A PLATEBNÍ PODMÍNKY</w:t>
      </w:r>
    </w:p>
    <w:p w14:paraId="2A3BC7EB"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52715AC9"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3DA7FB77" w14:textId="0BD7AB75" w:rsidR="00BF7940" w:rsidRPr="00436741" w:rsidRDefault="00F91101" w:rsidP="00436741">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436741">
        <w:rPr>
          <w:rFonts w:ascii="Verdana" w:hAnsi="Verdana" w:cs="Arial"/>
        </w:rPr>
        <w:t>.</w:t>
      </w:r>
    </w:p>
    <w:p w14:paraId="7066EACE"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74AD43A"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CBC846B"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730E46B"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14:paraId="29B7DE20"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0DD131D8"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2D71D222"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029731B4"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7D5A8793"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151013A9"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lastRenderedPageBreak/>
        <w:t>Správa železni</w:t>
      </w:r>
      <w:r w:rsidR="00D74633">
        <w:rPr>
          <w:rFonts w:ascii="Verdana" w:hAnsi="Verdana" w:cs="Calibri"/>
        </w:rPr>
        <w:t>c</w:t>
      </w:r>
      <w:r w:rsidRPr="005C7EED">
        <w:rPr>
          <w:rFonts w:ascii="Verdana" w:hAnsi="Verdana" w:cs="Calibri"/>
        </w:rPr>
        <w:t>, státní organizace,</w:t>
      </w:r>
    </w:p>
    <w:p w14:paraId="24CEEB2D"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3120DA57"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54650FE6"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441FD1A8"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3BAF17A"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05CE87D3"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F3D6D76"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529D3077"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735934F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40512173"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037D043C" w14:textId="77777777" w:rsidR="00F91101" w:rsidRPr="004C64C5" w:rsidRDefault="00F91101" w:rsidP="0013733C">
      <w:pPr>
        <w:pStyle w:val="Nadpis1-1"/>
        <w:numPr>
          <w:ilvl w:val="0"/>
          <w:numId w:val="8"/>
        </w:numPr>
      </w:pPr>
      <w:r w:rsidRPr="004C64C5">
        <w:t>DOBA PLNĚNÍ A UKONČENÍ SMLOUVY</w:t>
      </w:r>
    </w:p>
    <w:p w14:paraId="6E1821E6"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2ED965EC" w14:textId="1C2C94A8" w:rsidR="00F91101" w:rsidRPr="005C7EED" w:rsidRDefault="00F91101" w:rsidP="00F7247A">
      <w:pPr>
        <w:pStyle w:val="Text1-2"/>
        <w:numPr>
          <w:ilvl w:val="2"/>
          <w:numId w:val="8"/>
        </w:numPr>
        <w:tabs>
          <w:tab w:val="clear" w:pos="1474"/>
        </w:tabs>
        <w:ind w:left="737"/>
      </w:pPr>
      <w:r w:rsidRPr="005C7EED">
        <w:t xml:space="preserve">Ukončení výkonu činnosti: do </w:t>
      </w:r>
      <w:r w:rsidR="00436741" w:rsidRPr="00436741">
        <w:rPr>
          <w:rFonts w:cs="Arial"/>
          <w:b/>
          <w:bCs/>
        </w:rPr>
        <w:t xml:space="preserve">13 </w:t>
      </w:r>
      <w:r w:rsidRPr="00436741">
        <w:rPr>
          <w:b/>
          <w:bCs/>
        </w:rPr>
        <w:t>měsíců</w:t>
      </w:r>
      <w:r w:rsidRPr="005C7EED">
        <w:t xml:space="preserve"> ode dne zahájení stavebních prací na předmětné stavbě, kdy je předpokládáno ukončení stavebních prací.</w:t>
      </w:r>
    </w:p>
    <w:p w14:paraId="6527E1D4"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460F6CB7"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58CA7522"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9FC6C38" w14:textId="77777777" w:rsidR="00F91101" w:rsidRPr="004C64C5" w:rsidRDefault="00F91101" w:rsidP="0013733C">
      <w:pPr>
        <w:pStyle w:val="Nadpis1-1"/>
        <w:numPr>
          <w:ilvl w:val="0"/>
          <w:numId w:val="8"/>
        </w:numPr>
      </w:pPr>
      <w:r w:rsidRPr="004C64C5">
        <w:t>OSTATNÍ UJEDNÁNÍ</w:t>
      </w:r>
    </w:p>
    <w:p w14:paraId="13D09C81"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4510B384"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CC3A0B4"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67F8D362"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4FD24711"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0FD49AA"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1FFFED94"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384A130B"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0CC96364" w14:textId="77777777"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4F6B75D"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27E541EE"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211F0474"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DFAAA6F"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54694B6D"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67F6C09"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4160947F"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312DB650" w14:textId="77777777"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7DD4D"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45B19C54"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49C715B0" w14:textId="77777777"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14:paraId="7597CC3D" w14:textId="77777777"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B832F0D"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52B0FF55" w14:textId="77777777" w:rsidR="00A77065" w:rsidRPr="00B459C0" w:rsidRDefault="00A77065" w:rsidP="00A77065">
      <w:pPr>
        <w:pStyle w:val="Text1-2"/>
        <w:numPr>
          <w:ilvl w:val="2"/>
          <w:numId w:val="8"/>
        </w:numPr>
        <w:tabs>
          <w:tab w:val="clear" w:pos="1474"/>
          <w:tab w:val="num" w:pos="1503"/>
        </w:tabs>
        <w:ind w:left="1503" w:hanging="794"/>
      </w:pPr>
      <w:r w:rsidRPr="00B459C0">
        <w:t>Zhotovitel prohlašuje, že žádný z jeho Poddodavatelů nebyl v zemi svého sídla v posledních 5 letech pravomocně odsouzen pro trestný čin uvedený v příloze č.</w:t>
      </w:r>
      <w:r w:rsidR="002247AA">
        <w:t> </w:t>
      </w:r>
      <w:r w:rsidRPr="00B459C0">
        <w:t xml:space="preserve">3 k ZZVZ nebo obdobný trestný čin podle právního řádu země sídla Poddodavatele, přičemž k zahlazeným odsouzením se nepřihlíží. Je-li Poddodavatelem právnická osoba, musí tuto podmínku splňovat tato právnická </w:t>
      </w:r>
      <w:r w:rsidRPr="00B459C0">
        <w:lastRenderedPageBreak/>
        <w:t>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B40322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18D0C695" w14:textId="77777777"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1C5EEF77" w14:textId="77777777" w:rsidR="00F91101" w:rsidRPr="004C64C5" w:rsidRDefault="00F91101" w:rsidP="0013733C">
      <w:pPr>
        <w:pStyle w:val="Nadpis1-1"/>
        <w:numPr>
          <w:ilvl w:val="0"/>
          <w:numId w:val="8"/>
        </w:numPr>
      </w:pPr>
      <w:r w:rsidRPr="004C64C5">
        <w:t>SMLUVNÍ POKUTY A ÚROK Z PRODLENÍ</w:t>
      </w:r>
    </w:p>
    <w:p w14:paraId="01155797"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2ACDE78A"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38386F01"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8073E7C"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78F4F75B"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68C255DE"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02651093"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7A399298"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0DB9BE18"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9BE6647"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0866772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lastRenderedPageBreak/>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F6DAD4" w14:textId="77777777"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14:paraId="6235DCEB" w14:textId="77777777"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14:paraId="4768FE69"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21F4D039" w14:textId="77777777" w:rsidR="00F91101" w:rsidRPr="004C64C5" w:rsidRDefault="00F91101" w:rsidP="0013733C">
      <w:pPr>
        <w:pStyle w:val="Nadpis1-1"/>
        <w:numPr>
          <w:ilvl w:val="0"/>
          <w:numId w:val="8"/>
        </w:numPr>
      </w:pPr>
      <w:r w:rsidRPr="004C64C5">
        <w:t>KONTROLY A AUDITY</w:t>
      </w:r>
    </w:p>
    <w:p w14:paraId="47E4D886"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15360E6"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66B937B0"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6A9A367F"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w:t>
      </w:r>
      <w:r w:rsidRPr="005C7EED">
        <w:lastRenderedPageBreak/>
        <w:t>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3929A4FE" w14:textId="77777777" w:rsidR="00F91101" w:rsidRPr="004C64C5" w:rsidRDefault="00F91101" w:rsidP="0013733C">
      <w:pPr>
        <w:pStyle w:val="Nadpis1-1"/>
        <w:numPr>
          <w:ilvl w:val="0"/>
          <w:numId w:val="8"/>
        </w:numPr>
      </w:pPr>
      <w:r w:rsidRPr="004C64C5">
        <w:t>ZÁVĚREČNÁ USTANOVENÍ</w:t>
      </w:r>
    </w:p>
    <w:p w14:paraId="0DAB6B9C" w14:textId="77777777"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044BF028"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7048CFA6"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3452F81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6E04234E"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FCB53D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65BECD2"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2F98F0FB"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lastRenderedPageBreak/>
        <w:t>Osoby uzavírající tuto Smlouvu za Smluvní strany souhlasí s uveřejněním svých osobních údajů, které jsou uvedeny v této Smlouvě, spolu se Smlouvou v registru smluv. Tento souhlas je udělen na dobu neurčitou.</w:t>
      </w:r>
    </w:p>
    <w:p w14:paraId="1961ABF8"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530F1A51"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05716B5F"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6B30DC19"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4C789AF3"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49DD3D76"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478BA1E5"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52CEB9B6"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FB76E0E"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1B06015B"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06EB39C"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1ED4050"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5C91255" w14:textId="77777777" w:rsidR="007D77B4" w:rsidRDefault="007D77B4" w:rsidP="009F0867">
      <w:pPr>
        <w:pStyle w:val="Textbezodsazen"/>
      </w:pPr>
    </w:p>
    <w:p w14:paraId="4DD1157A"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931D7EA" w14:textId="77777777" w:rsidR="00F422D3" w:rsidRDefault="00FD08AA" w:rsidP="009F0867">
      <w:pPr>
        <w:pStyle w:val="Textbezodsazen"/>
      </w:pPr>
      <w:r>
        <w:lastRenderedPageBreak/>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383509BE" w14:textId="77777777" w:rsidR="00F422D3" w:rsidRDefault="00F422D3" w:rsidP="009F0867">
      <w:pPr>
        <w:pStyle w:val="Textbezodsazen"/>
      </w:pPr>
    </w:p>
    <w:p w14:paraId="65C3A0C7" w14:textId="77777777" w:rsidR="00F422D3" w:rsidRDefault="00F422D3" w:rsidP="009F0867">
      <w:pPr>
        <w:pStyle w:val="Textbezodsazen"/>
      </w:pPr>
    </w:p>
    <w:p w14:paraId="1CFBDB92" w14:textId="77777777" w:rsidR="00F422D3" w:rsidRDefault="00F422D3" w:rsidP="009F0867">
      <w:pPr>
        <w:pStyle w:val="Textbezodsazen"/>
      </w:pPr>
      <w:r>
        <w:t>……………………………</w:t>
      </w:r>
      <w:r w:rsidR="00342DC7">
        <w:t>…….</w:t>
      </w:r>
      <w:r>
        <w:t>…………</w:t>
      </w:r>
      <w:r>
        <w:tab/>
      </w:r>
      <w:r>
        <w:tab/>
      </w:r>
      <w:r>
        <w:tab/>
      </w:r>
      <w:r>
        <w:tab/>
        <w:t>………………………</w:t>
      </w:r>
      <w:r w:rsidR="00342DC7">
        <w:t>….</w:t>
      </w:r>
      <w:r>
        <w:t>……………….</w:t>
      </w:r>
    </w:p>
    <w:p w14:paraId="05232B63"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3144230C"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1E015209" w14:textId="77777777" w:rsidR="00342DC7" w:rsidRDefault="00342DC7" w:rsidP="00342DC7">
      <w:pPr>
        <w:pStyle w:val="Textbezodsazen"/>
        <w:spacing w:after="0"/>
      </w:pPr>
      <w:r>
        <w:t>Správa železni</w:t>
      </w:r>
      <w:r w:rsidR="00D74633">
        <w:t>c</w:t>
      </w:r>
      <w:r>
        <w:t>, státní organizace</w:t>
      </w:r>
    </w:p>
    <w:p w14:paraId="33B4F278" w14:textId="77777777" w:rsidR="00F422D3" w:rsidRDefault="00F422D3" w:rsidP="009F0867">
      <w:pPr>
        <w:pStyle w:val="Textbezodsazen"/>
      </w:pPr>
    </w:p>
    <w:p w14:paraId="3FC6BF35" w14:textId="77777777" w:rsidR="00F422D3" w:rsidRDefault="00F422D3" w:rsidP="009F0867">
      <w:pPr>
        <w:pStyle w:val="Textbezodsazen"/>
      </w:pPr>
    </w:p>
    <w:p w14:paraId="46A23762" w14:textId="77777777" w:rsidR="00F422D3" w:rsidRDefault="00F422D3" w:rsidP="009F0867">
      <w:pPr>
        <w:pStyle w:val="Textbezodsazen"/>
      </w:pPr>
    </w:p>
    <w:p w14:paraId="5833905A"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4D35C029" w14:textId="77777777" w:rsidR="00E901A3" w:rsidRDefault="00E901A3" w:rsidP="009F0867">
      <w:pPr>
        <w:pStyle w:val="Textbezodsazen"/>
      </w:pPr>
    </w:p>
    <w:p w14:paraId="2219BB37" w14:textId="77777777"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F438B" w14:textId="77777777" w:rsidR="00205831" w:rsidRDefault="00205831" w:rsidP="00962258">
      <w:pPr>
        <w:spacing w:after="0" w:line="240" w:lineRule="auto"/>
      </w:pPr>
      <w:r>
        <w:separator/>
      </w:r>
    </w:p>
  </w:endnote>
  <w:endnote w:type="continuationSeparator" w:id="0">
    <w:p w14:paraId="716B6C0C" w14:textId="77777777" w:rsidR="00205831" w:rsidRDefault="0020583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78C4B" w14:textId="77777777"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08C0EA27" w14:textId="77777777" w:rsidTr="00EB46E5">
      <w:tc>
        <w:tcPr>
          <w:tcW w:w="1361" w:type="dxa"/>
          <w:tcMar>
            <w:left w:w="0" w:type="dxa"/>
            <w:right w:w="0" w:type="dxa"/>
          </w:tcMar>
          <w:vAlign w:val="bottom"/>
        </w:tcPr>
        <w:p w14:paraId="7576AA35" w14:textId="20471A06"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44D0">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6B98">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6C9DE0" w14:textId="77777777" w:rsidR="006F5F96" w:rsidRDefault="006F5F96" w:rsidP="00B8518B">
          <w:pPr>
            <w:pStyle w:val="Zpat"/>
          </w:pPr>
        </w:p>
      </w:tc>
      <w:tc>
        <w:tcPr>
          <w:tcW w:w="425" w:type="dxa"/>
          <w:shd w:val="clear" w:color="auto" w:fill="auto"/>
          <w:tcMar>
            <w:left w:w="0" w:type="dxa"/>
            <w:right w:w="0" w:type="dxa"/>
          </w:tcMar>
        </w:tcPr>
        <w:p w14:paraId="35F1867F" w14:textId="77777777" w:rsidR="006F5F96" w:rsidRDefault="006F5F96" w:rsidP="00B8518B">
          <w:pPr>
            <w:pStyle w:val="Zpat"/>
          </w:pPr>
        </w:p>
      </w:tc>
      <w:tc>
        <w:tcPr>
          <w:tcW w:w="8505" w:type="dxa"/>
        </w:tcPr>
        <w:p w14:paraId="0DC1941A" w14:textId="77777777" w:rsidR="006F5F96" w:rsidRPr="00143EC0" w:rsidRDefault="006F5F96" w:rsidP="00F422D3">
          <w:pPr>
            <w:pStyle w:val="Zpat0"/>
            <w:rPr>
              <w:b/>
            </w:rPr>
          </w:pPr>
        </w:p>
        <w:p w14:paraId="565B5461" w14:textId="77777777" w:rsidR="006F5F96" w:rsidRDefault="006F5F96" w:rsidP="00F95FBD">
          <w:pPr>
            <w:pStyle w:val="Zpat0"/>
          </w:pPr>
        </w:p>
      </w:tc>
    </w:tr>
  </w:tbl>
  <w:p w14:paraId="6BE396A2" w14:textId="77777777"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A1D77" w14:textId="77777777"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BB23D" w14:textId="77777777" w:rsidR="00205831" w:rsidRDefault="00205831" w:rsidP="00962258">
      <w:pPr>
        <w:spacing w:after="0" w:line="240" w:lineRule="auto"/>
      </w:pPr>
      <w:r>
        <w:separator/>
      </w:r>
    </w:p>
  </w:footnote>
  <w:footnote w:type="continuationSeparator" w:id="0">
    <w:p w14:paraId="30BD9853" w14:textId="77777777" w:rsidR="00205831" w:rsidRDefault="0020583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C463A" w14:textId="77777777"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70372509" w14:textId="77777777" w:rsidTr="00C02D0A">
      <w:trPr>
        <w:trHeight w:hRule="exact" w:val="454"/>
      </w:trPr>
      <w:tc>
        <w:tcPr>
          <w:tcW w:w="1361" w:type="dxa"/>
          <w:tcMar>
            <w:top w:w="57" w:type="dxa"/>
            <w:left w:w="0" w:type="dxa"/>
            <w:right w:w="0" w:type="dxa"/>
          </w:tcMar>
        </w:tcPr>
        <w:p w14:paraId="038104E4"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07A54EF0" w14:textId="77777777" w:rsidR="006F5F96" w:rsidRDefault="006F5F96" w:rsidP="00523EA7">
          <w:pPr>
            <w:pStyle w:val="Zpat"/>
          </w:pPr>
        </w:p>
      </w:tc>
      <w:tc>
        <w:tcPr>
          <w:tcW w:w="5698" w:type="dxa"/>
          <w:shd w:val="clear" w:color="auto" w:fill="auto"/>
          <w:tcMar>
            <w:top w:w="57" w:type="dxa"/>
            <w:left w:w="0" w:type="dxa"/>
            <w:right w:w="0" w:type="dxa"/>
          </w:tcMar>
        </w:tcPr>
        <w:p w14:paraId="6BD1F1D3" w14:textId="77777777" w:rsidR="006F5F96" w:rsidRPr="00D6163D" w:rsidRDefault="006F5F96" w:rsidP="00D6163D">
          <w:pPr>
            <w:pStyle w:val="Druhdokumentu"/>
          </w:pPr>
        </w:p>
      </w:tc>
    </w:tr>
  </w:tbl>
  <w:p w14:paraId="0E94AE01" w14:textId="77777777"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E3775" w14:textId="77777777"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7149204">
    <w:abstractNumId w:val="5"/>
  </w:num>
  <w:num w:numId="2" w16cid:durableId="206844686">
    <w:abstractNumId w:val="1"/>
  </w:num>
  <w:num w:numId="3" w16cid:durableId="32198273">
    <w:abstractNumId w:val="27"/>
  </w:num>
  <w:num w:numId="4" w16cid:durableId="1170482593">
    <w:abstractNumId w:val="10"/>
  </w:num>
  <w:num w:numId="5" w16cid:durableId="398939125">
    <w:abstractNumId w:val="12"/>
  </w:num>
  <w:num w:numId="6" w16cid:durableId="172692920">
    <w:abstractNumId w:val="21"/>
  </w:num>
  <w:num w:numId="7" w16cid:durableId="1280987966">
    <w:abstractNumId w:val="23"/>
  </w:num>
  <w:num w:numId="8" w16cid:durableId="444545592">
    <w:abstractNumId w:val="0"/>
  </w:num>
  <w:num w:numId="9" w16cid:durableId="1292785612">
    <w:abstractNumId w:val="4"/>
  </w:num>
  <w:num w:numId="10" w16cid:durableId="1345283472">
    <w:abstractNumId w:val="28"/>
  </w:num>
  <w:num w:numId="11" w16cid:durableId="936401766">
    <w:abstractNumId w:val="3"/>
  </w:num>
  <w:num w:numId="12" w16cid:durableId="971208825">
    <w:abstractNumId w:val="16"/>
  </w:num>
  <w:num w:numId="13" w16cid:durableId="428428777">
    <w:abstractNumId w:val="18"/>
  </w:num>
  <w:num w:numId="14" w16cid:durableId="2086217208">
    <w:abstractNumId w:val="2"/>
  </w:num>
  <w:num w:numId="15" w16cid:durableId="2058580531">
    <w:abstractNumId w:val="24"/>
  </w:num>
  <w:num w:numId="16" w16cid:durableId="505898251">
    <w:abstractNumId w:val="6"/>
  </w:num>
  <w:num w:numId="17" w16cid:durableId="78715407">
    <w:abstractNumId w:val="17"/>
  </w:num>
  <w:num w:numId="18" w16cid:durableId="2037076985">
    <w:abstractNumId w:val="15"/>
  </w:num>
  <w:num w:numId="19" w16cid:durableId="38287599">
    <w:abstractNumId w:val="22"/>
  </w:num>
  <w:num w:numId="20" w16cid:durableId="1454325845">
    <w:abstractNumId w:val="11"/>
  </w:num>
  <w:num w:numId="21" w16cid:durableId="1323123590">
    <w:abstractNumId w:val="20"/>
  </w:num>
  <w:num w:numId="22" w16cid:durableId="1507984032">
    <w:abstractNumId w:val="25"/>
  </w:num>
  <w:num w:numId="23" w16cid:durableId="603927931">
    <w:abstractNumId w:val="14"/>
  </w:num>
  <w:num w:numId="24" w16cid:durableId="14772438">
    <w:abstractNumId w:val="13"/>
  </w:num>
  <w:num w:numId="25" w16cid:durableId="1759256339">
    <w:abstractNumId w:val="8"/>
  </w:num>
  <w:num w:numId="26" w16cid:durableId="584073212">
    <w:abstractNumId w:val="19"/>
  </w:num>
  <w:num w:numId="27" w16cid:durableId="21061475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17531323">
    <w:abstractNumId w:val="7"/>
  </w:num>
  <w:num w:numId="29" w16cid:durableId="2518510">
    <w:abstractNumId w:val="0"/>
  </w:num>
  <w:num w:numId="30" w16cid:durableId="382826268">
    <w:abstractNumId w:val="0"/>
  </w:num>
  <w:num w:numId="31" w16cid:durableId="280067745">
    <w:abstractNumId w:val="9"/>
  </w:num>
  <w:num w:numId="32" w16cid:durableId="1975913369">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30B6"/>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5831"/>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36741"/>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5ED"/>
    <w:rsid w:val="00582A82"/>
    <w:rsid w:val="005A1F44"/>
    <w:rsid w:val="005D3C39"/>
    <w:rsid w:val="005D6794"/>
    <w:rsid w:val="005E7125"/>
    <w:rsid w:val="00600ECE"/>
    <w:rsid w:val="00601A8C"/>
    <w:rsid w:val="0061068E"/>
    <w:rsid w:val="006115D3"/>
    <w:rsid w:val="00646B98"/>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3D78"/>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023"/>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BF291C"/>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CA20C32D-1B8F-4319-A07C-D1D232F08D5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14</Pages>
  <Words>6597</Words>
  <Characters>38925</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10</cp:revision>
  <cp:lastPrinted>2019-03-12T14:16:00Z</cp:lastPrinted>
  <dcterms:created xsi:type="dcterms:W3CDTF">2022-09-29T11:44:00Z</dcterms:created>
  <dcterms:modified xsi:type="dcterms:W3CDTF">2023-06-22T04:48:00Z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