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A16BB18" w14:textId="77777777" w:rsidTr="00F862D6">
        <w:tc>
          <w:tcPr>
            <w:tcW w:w="1020" w:type="dxa"/>
          </w:tcPr>
          <w:p w14:paraId="443FA85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90A4B07" wp14:editId="7AED334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23750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0A4B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2023750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92A69EC" w14:textId="77777777" w:rsidR="00F64786" w:rsidRDefault="00F64786" w:rsidP="0077673A"/>
        </w:tc>
        <w:tc>
          <w:tcPr>
            <w:tcW w:w="823" w:type="dxa"/>
          </w:tcPr>
          <w:p w14:paraId="4B2E6BC9" w14:textId="77777777" w:rsidR="00F64786" w:rsidRDefault="00F64786" w:rsidP="0077673A"/>
        </w:tc>
        <w:tc>
          <w:tcPr>
            <w:tcW w:w="3685" w:type="dxa"/>
          </w:tcPr>
          <w:p w14:paraId="4EE9CAD2" w14:textId="77777777" w:rsidR="00F64786" w:rsidRDefault="00F64786" w:rsidP="0077673A"/>
        </w:tc>
      </w:tr>
      <w:tr w:rsidR="00F862D6" w14:paraId="28B51534" w14:textId="77777777" w:rsidTr="00596C7E">
        <w:tc>
          <w:tcPr>
            <w:tcW w:w="1020" w:type="dxa"/>
          </w:tcPr>
          <w:p w14:paraId="55147BA2" w14:textId="77777777" w:rsidR="00F862D6" w:rsidRDefault="00F862D6" w:rsidP="0077673A"/>
        </w:tc>
        <w:tc>
          <w:tcPr>
            <w:tcW w:w="2552" w:type="dxa"/>
          </w:tcPr>
          <w:p w14:paraId="0DD7CFB2" w14:textId="77777777" w:rsidR="00F862D6" w:rsidRDefault="00F862D6" w:rsidP="00764595"/>
        </w:tc>
        <w:tc>
          <w:tcPr>
            <w:tcW w:w="823" w:type="dxa"/>
          </w:tcPr>
          <w:p w14:paraId="2B478AF9" w14:textId="77777777" w:rsidR="00F862D6" w:rsidRDefault="00F862D6" w:rsidP="0077673A"/>
        </w:tc>
        <w:tc>
          <w:tcPr>
            <w:tcW w:w="3685" w:type="dxa"/>
            <w:vMerge w:val="restart"/>
          </w:tcPr>
          <w:p w14:paraId="72AB4BD8" w14:textId="77777777" w:rsidR="00596C7E" w:rsidRDefault="00596C7E" w:rsidP="00596C7E">
            <w:pPr>
              <w:rPr>
                <w:rStyle w:val="Potovnadresa"/>
              </w:rPr>
            </w:pPr>
          </w:p>
          <w:p w14:paraId="3089920F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840DF" w14:paraId="2E2AD61A" w14:textId="77777777" w:rsidTr="00F862D6">
        <w:tc>
          <w:tcPr>
            <w:tcW w:w="1020" w:type="dxa"/>
          </w:tcPr>
          <w:p w14:paraId="45FB37DE" w14:textId="77777777" w:rsidR="006840DF" w:rsidRPr="003E6B9A" w:rsidRDefault="006840DF" w:rsidP="006840DF">
            <w:r w:rsidRPr="003E6B9A">
              <w:t>Naše zn.</w:t>
            </w:r>
          </w:p>
        </w:tc>
        <w:tc>
          <w:tcPr>
            <w:tcW w:w="2552" w:type="dxa"/>
          </w:tcPr>
          <w:p w14:paraId="519B2088" w14:textId="4B077726" w:rsidR="006840DF" w:rsidRPr="003E6B9A" w:rsidRDefault="00B035C3" w:rsidP="006840DF">
            <w:r w:rsidRPr="00B035C3">
              <w:rPr>
                <w:rFonts w:ascii="Helvetica" w:hAnsi="Helvetica"/>
              </w:rPr>
              <w:t>7345/2023-SŽ-SSV-Ú3</w:t>
            </w:r>
          </w:p>
        </w:tc>
        <w:tc>
          <w:tcPr>
            <w:tcW w:w="823" w:type="dxa"/>
          </w:tcPr>
          <w:p w14:paraId="473BD5ED" w14:textId="77777777" w:rsidR="006840DF" w:rsidRDefault="006840DF" w:rsidP="006840DF"/>
        </w:tc>
        <w:tc>
          <w:tcPr>
            <w:tcW w:w="3685" w:type="dxa"/>
            <w:vMerge/>
          </w:tcPr>
          <w:p w14:paraId="5D8ABABD" w14:textId="77777777" w:rsidR="006840DF" w:rsidRDefault="006840DF" w:rsidP="006840DF"/>
        </w:tc>
      </w:tr>
      <w:tr w:rsidR="006840DF" w14:paraId="0FAB84E8" w14:textId="77777777" w:rsidTr="00F862D6">
        <w:tc>
          <w:tcPr>
            <w:tcW w:w="1020" w:type="dxa"/>
          </w:tcPr>
          <w:p w14:paraId="3C647D6F" w14:textId="77777777" w:rsidR="006840DF" w:rsidRDefault="006840DF" w:rsidP="006840DF">
            <w:r>
              <w:t>Listů/příloh</w:t>
            </w:r>
          </w:p>
        </w:tc>
        <w:tc>
          <w:tcPr>
            <w:tcW w:w="2552" w:type="dxa"/>
          </w:tcPr>
          <w:p w14:paraId="762CEAEE" w14:textId="57EC5DB3" w:rsidR="006840DF" w:rsidRPr="003E6B9A" w:rsidRDefault="006840DF" w:rsidP="006840DF">
            <w:r>
              <w:t>1/</w:t>
            </w:r>
            <w:r w:rsidRPr="00A738C0">
              <w:t>0</w:t>
            </w:r>
          </w:p>
        </w:tc>
        <w:tc>
          <w:tcPr>
            <w:tcW w:w="823" w:type="dxa"/>
          </w:tcPr>
          <w:p w14:paraId="343DA3F9" w14:textId="77777777" w:rsidR="006840DF" w:rsidRDefault="006840DF" w:rsidP="006840DF"/>
        </w:tc>
        <w:tc>
          <w:tcPr>
            <w:tcW w:w="3685" w:type="dxa"/>
            <w:vMerge/>
          </w:tcPr>
          <w:p w14:paraId="3BC85682" w14:textId="77777777" w:rsidR="006840DF" w:rsidRDefault="006840DF" w:rsidP="006840DF">
            <w:pPr>
              <w:rPr>
                <w:noProof/>
              </w:rPr>
            </w:pPr>
          </w:p>
        </w:tc>
      </w:tr>
      <w:tr w:rsidR="006840DF" w14:paraId="3245124C" w14:textId="77777777" w:rsidTr="00B23CA3">
        <w:trPr>
          <w:trHeight w:val="77"/>
        </w:trPr>
        <w:tc>
          <w:tcPr>
            <w:tcW w:w="1020" w:type="dxa"/>
          </w:tcPr>
          <w:p w14:paraId="42167D4A" w14:textId="77777777" w:rsidR="006840DF" w:rsidRDefault="006840DF" w:rsidP="006840DF"/>
        </w:tc>
        <w:tc>
          <w:tcPr>
            <w:tcW w:w="2552" w:type="dxa"/>
          </w:tcPr>
          <w:p w14:paraId="73D164E2" w14:textId="77777777" w:rsidR="006840DF" w:rsidRPr="003E6B9A" w:rsidRDefault="006840DF" w:rsidP="006840DF"/>
        </w:tc>
        <w:tc>
          <w:tcPr>
            <w:tcW w:w="823" w:type="dxa"/>
          </w:tcPr>
          <w:p w14:paraId="43182C9C" w14:textId="77777777" w:rsidR="006840DF" w:rsidRDefault="006840DF" w:rsidP="006840DF"/>
        </w:tc>
        <w:tc>
          <w:tcPr>
            <w:tcW w:w="3685" w:type="dxa"/>
            <w:vMerge/>
          </w:tcPr>
          <w:p w14:paraId="117435EA" w14:textId="77777777" w:rsidR="006840DF" w:rsidRDefault="006840DF" w:rsidP="006840DF"/>
        </w:tc>
      </w:tr>
      <w:tr w:rsidR="006840DF" w14:paraId="29E2A9AD" w14:textId="77777777" w:rsidTr="00F862D6">
        <w:tc>
          <w:tcPr>
            <w:tcW w:w="1020" w:type="dxa"/>
          </w:tcPr>
          <w:p w14:paraId="1EDBC19B" w14:textId="77777777" w:rsidR="006840DF" w:rsidRDefault="006840DF" w:rsidP="006840DF">
            <w:r>
              <w:t>Vyřizuje</w:t>
            </w:r>
          </w:p>
        </w:tc>
        <w:tc>
          <w:tcPr>
            <w:tcW w:w="2552" w:type="dxa"/>
          </w:tcPr>
          <w:p w14:paraId="6F9F2289" w14:textId="21D386BA" w:rsidR="006840DF" w:rsidRPr="003E6B9A" w:rsidRDefault="006840DF" w:rsidP="006840DF">
            <w:r w:rsidRPr="006F7BE2">
              <w:t>Ing. Radomíra Rečková</w:t>
            </w:r>
          </w:p>
        </w:tc>
        <w:tc>
          <w:tcPr>
            <w:tcW w:w="823" w:type="dxa"/>
          </w:tcPr>
          <w:p w14:paraId="46FCC9B2" w14:textId="77777777" w:rsidR="006840DF" w:rsidRDefault="006840DF" w:rsidP="006840DF"/>
        </w:tc>
        <w:tc>
          <w:tcPr>
            <w:tcW w:w="3685" w:type="dxa"/>
            <w:vMerge/>
          </w:tcPr>
          <w:p w14:paraId="6AD2891A" w14:textId="77777777" w:rsidR="006840DF" w:rsidRDefault="006840DF" w:rsidP="006840DF"/>
        </w:tc>
      </w:tr>
      <w:tr w:rsidR="006840DF" w14:paraId="78F6F56B" w14:textId="77777777" w:rsidTr="00F862D6">
        <w:tc>
          <w:tcPr>
            <w:tcW w:w="1020" w:type="dxa"/>
          </w:tcPr>
          <w:p w14:paraId="779415CE" w14:textId="77777777" w:rsidR="006840DF" w:rsidRDefault="006840DF" w:rsidP="006840DF"/>
        </w:tc>
        <w:tc>
          <w:tcPr>
            <w:tcW w:w="2552" w:type="dxa"/>
          </w:tcPr>
          <w:p w14:paraId="07157660" w14:textId="77777777" w:rsidR="006840DF" w:rsidRPr="003E6B9A" w:rsidRDefault="006840DF" w:rsidP="006840DF"/>
        </w:tc>
        <w:tc>
          <w:tcPr>
            <w:tcW w:w="823" w:type="dxa"/>
          </w:tcPr>
          <w:p w14:paraId="5D6B0223" w14:textId="77777777" w:rsidR="006840DF" w:rsidRDefault="006840DF" w:rsidP="006840DF"/>
        </w:tc>
        <w:tc>
          <w:tcPr>
            <w:tcW w:w="3685" w:type="dxa"/>
            <w:vMerge/>
          </w:tcPr>
          <w:p w14:paraId="6D3DDA92" w14:textId="77777777" w:rsidR="006840DF" w:rsidRDefault="006840DF" w:rsidP="006840DF"/>
        </w:tc>
      </w:tr>
      <w:tr w:rsidR="006840DF" w14:paraId="194F7037" w14:textId="77777777" w:rsidTr="00F862D6">
        <w:tc>
          <w:tcPr>
            <w:tcW w:w="1020" w:type="dxa"/>
          </w:tcPr>
          <w:p w14:paraId="3531F6BE" w14:textId="77777777" w:rsidR="006840DF" w:rsidRDefault="006840DF" w:rsidP="006840DF">
            <w:r>
              <w:t>Mobil</w:t>
            </w:r>
          </w:p>
        </w:tc>
        <w:tc>
          <w:tcPr>
            <w:tcW w:w="2552" w:type="dxa"/>
          </w:tcPr>
          <w:p w14:paraId="58D3AE04" w14:textId="4AE45A39" w:rsidR="006840DF" w:rsidRPr="003E6B9A" w:rsidRDefault="006840DF" w:rsidP="006840DF">
            <w:r>
              <w:t>+420 725 744 197</w:t>
            </w:r>
          </w:p>
        </w:tc>
        <w:tc>
          <w:tcPr>
            <w:tcW w:w="823" w:type="dxa"/>
          </w:tcPr>
          <w:p w14:paraId="4BC7A4DF" w14:textId="77777777" w:rsidR="006840DF" w:rsidRDefault="006840DF" w:rsidP="006840DF"/>
        </w:tc>
        <w:tc>
          <w:tcPr>
            <w:tcW w:w="3685" w:type="dxa"/>
            <w:vMerge/>
          </w:tcPr>
          <w:p w14:paraId="450CDB8C" w14:textId="77777777" w:rsidR="006840DF" w:rsidRDefault="006840DF" w:rsidP="006840DF"/>
        </w:tc>
      </w:tr>
      <w:tr w:rsidR="006840DF" w14:paraId="0A725B19" w14:textId="77777777" w:rsidTr="00F862D6">
        <w:tc>
          <w:tcPr>
            <w:tcW w:w="1020" w:type="dxa"/>
          </w:tcPr>
          <w:p w14:paraId="1790A61B" w14:textId="77777777" w:rsidR="006840DF" w:rsidRDefault="006840DF" w:rsidP="006840DF">
            <w:r>
              <w:t>E-mail</w:t>
            </w:r>
          </w:p>
        </w:tc>
        <w:tc>
          <w:tcPr>
            <w:tcW w:w="2552" w:type="dxa"/>
          </w:tcPr>
          <w:p w14:paraId="23410F29" w14:textId="35660F94" w:rsidR="006840DF" w:rsidRPr="003E6B9A" w:rsidRDefault="00744EE9" w:rsidP="006840DF">
            <w:hyperlink r:id="rId11" w:history="1">
              <w:r w:rsidR="006840DF" w:rsidRPr="002A2FFA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11EF57F6" w14:textId="77777777" w:rsidR="006840DF" w:rsidRDefault="006840DF" w:rsidP="006840DF"/>
        </w:tc>
        <w:tc>
          <w:tcPr>
            <w:tcW w:w="3685" w:type="dxa"/>
            <w:vMerge/>
          </w:tcPr>
          <w:p w14:paraId="260E3775" w14:textId="77777777" w:rsidR="006840DF" w:rsidRDefault="006840DF" w:rsidP="006840DF"/>
        </w:tc>
      </w:tr>
      <w:tr w:rsidR="009A7568" w14:paraId="539D2847" w14:textId="77777777" w:rsidTr="00F862D6">
        <w:tc>
          <w:tcPr>
            <w:tcW w:w="1020" w:type="dxa"/>
          </w:tcPr>
          <w:p w14:paraId="601D8E85" w14:textId="77777777" w:rsidR="009A7568" w:rsidRDefault="009A7568" w:rsidP="009A7568"/>
        </w:tc>
        <w:tc>
          <w:tcPr>
            <w:tcW w:w="2552" w:type="dxa"/>
          </w:tcPr>
          <w:p w14:paraId="68F1663F" w14:textId="77777777" w:rsidR="009A7568" w:rsidRPr="003E6B9A" w:rsidRDefault="009A7568" w:rsidP="009A7568"/>
        </w:tc>
        <w:tc>
          <w:tcPr>
            <w:tcW w:w="823" w:type="dxa"/>
          </w:tcPr>
          <w:p w14:paraId="0FEC683D" w14:textId="77777777" w:rsidR="009A7568" w:rsidRDefault="009A7568" w:rsidP="009A7568"/>
        </w:tc>
        <w:tc>
          <w:tcPr>
            <w:tcW w:w="3685" w:type="dxa"/>
          </w:tcPr>
          <w:p w14:paraId="7B67AE78" w14:textId="77777777" w:rsidR="009A7568" w:rsidRDefault="009A7568" w:rsidP="009A7568"/>
        </w:tc>
      </w:tr>
      <w:tr w:rsidR="009A7568" w14:paraId="70648D9D" w14:textId="77777777" w:rsidTr="00F862D6">
        <w:tc>
          <w:tcPr>
            <w:tcW w:w="1020" w:type="dxa"/>
          </w:tcPr>
          <w:p w14:paraId="4F1F2134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849B9EE" w14:textId="6C3EED7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C6273">
              <w:rPr>
                <w:noProof/>
              </w:rPr>
              <w:t>27. června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F6ECAD5" w14:textId="77777777" w:rsidR="009A7568" w:rsidRDefault="009A7568" w:rsidP="009A7568"/>
        </w:tc>
        <w:tc>
          <w:tcPr>
            <w:tcW w:w="3685" w:type="dxa"/>
          </w:tcPr>
          <w:p w14:paraId="18683276" w14:textId="77777777" w:rsidR="009A7568" w:rsidRDefault="009A7568" w:rsidP="009A7568"/>
        </w:tc>
      </w:tr>
      <w:tr w:rsidR="00F64786" w14:paraId="4F694416" w14:textId="77777777" w:rsidTr="00F862D6">
        <w:tc>
          <w:tcPr>
            <w:tcW w:w="1020" w:type="dxa"/>
          </w:tcPr>
          <w:p w14:paraId="5C99BB71" w14:textId="77777777" w:rsidR="00F64786" w:rsidRDefault="00F64786" w:rsidP="0077673A"/>
        </w:tc>
        <w:tc>
          <w:tcPr>
            <w:tcW w:w="2552" w:type="dxa"/>
          </w:tcPr>
          <w:p w14:paraId="10B8BE30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A64ECA4" w14:textId="77777777" w:rsidR="00F64786" w:rsidRDefault="00F64786" w:rsidP="0077673A"/>
        </w:tc>
        <w:tc>
          <w:tcPr>
            <w:tcW w:w="3685" w:type="dxa"/>
          </w:tcPr>
          <w:p w14:paraId="2CD701B5" w14:textId="77777777" w:rsidR="00F64786" w:rsidRDefault="00F64786" w:rsidP="0077673A"/>
        </w:tc>
      </w:tr>
      <w:tr w:rsidR="00F862D6" w14:paraId="561E31D5" w14:textId="77777777" w:rsidTr="00B45E9E">
        <w:trPr>
          <w:trHeight w:val="794"/>
        </w:trPr>
        <w:tc>
          <w:tcPr>
            <w:tcW w:w="1020" w:type="dxa"/>
          </w:tcPr>
          <w:p w14:paraId="1465D6D6" w14:textId="77777777" w:rsidR="00F862D6" w:rsidRDefault="00F862D6" w:rsidP="0077673A"/>
        </w:tc>
        <w:tc>
          <w:tcPr>
            <w:tcW w:w="2552" w:type="dxa"/>
          </w:tcPr>
          <w:p w14:paraId="21EF973A" w14:textId="77777777" w:rsidR="00F862D6" w:rsidRDefault="00F862D6" w:rsidP="00F310F8"/>
        </w:tc>
        <w:tc>
          <w:tcPr>
            <w:tcW w:w="823" w:type="dxa"/>
          </w:tcPr>
          <w:p w14:paraId="7F894A7B" w14:textId="77777777" w:rsidR="00F862D6" w:rsidRDefault="00F862D6" w:rsidP="0077673A"/>
        </w:tc>
        <w:tc>
          <w:tcPr>
            <w:tcW w:w="3685" w:type="dxa"/>
          </w:tcPr>
          <w:p w14:paraId="50FB5CA6" w14:textId="77777777" w:rsidR="00F862D6" w:rsidRDefault="00F862D6" w:rsidP="0077673A"/>
        </w:tc>
      </w:tr>
    </w:tbl>
    <w:p w14:paraId="5A208C78" w14:textId="19C6AE8E" w:rsidR="006840DF" w:rsidRPr="006840DF" w:rsidRDefault="00CB7B5A" w:rsidP="006840DF">
      <w:pPr>
        <w:spacing w:after="0" w:line="240" w:lineRule="auto"/>
        <w:rPr>
          <w:rFonts w:eastAsia="Calibri" w:cs="Times New Roman"/>
          <w:b/>
          <w:lang w:eastAsia="cs-CZ"/>
        </w:rPr>
      </w:pPr>
      <w:r w:rsidRPr="006840DF">
        <w:rPr>
          <w:rFonts w:eastAsia="Calibri" w:cs="Times New Roman"/>
          <w:lang w:eastAsia="cs-CZ"/>
        </w:rPr>
        <w:t xml:space="preserve">Věc: </w:t>
      </w:r>
      <w:r w:rsidR="006840DF" w:rsidRPr="006840DF">
        <w:rPr>
          <w:rFonts w:eastAsia="Calibri" w:cs="Times New Roman"/>
          <w:b/>
          <w:lang w:eastAsia="cs-CZ"/>
        </w:rPr>
        <w:t xml:space="preserve">Lipník n. B. – </w:t>
      </w:r>
      <w:proofErr w:type="spellStart"/>
      <w:r w:rsidR="006840DF" w:rsidRPr="006840DF">
        <w:rPr>
          <w:rFonts w:eastAsia="Calibri" w:cs="Times New Roman"/>
          <w:b/>
          <w:lang w:eastAsia="cs-CZ"/>
        </w:rPr>
        <w:t>Drahotuše</w:t>
      </w:r>
      <w:proofErr w:type="spellEnd"/>
      <w:r w:rsidR="006840DF" w:rsidRPr="006840DF">
        <w:rPr>
          <w:rFonts w:eastAsia="Calibri" w:cs="Times New Roman"/>
          <w:b/>
          <w:lang w:eastAsia="cs-CZ"/>
        </w:rPr>
        <w:t>, BC, BOZP</w:t>
      </w:r>
    </w:p>
    <w:p w14:paraId="4190C1F4" w14:textId="31CE59D3" w:rsidR="00CB7B5A" w:rsidRPr="00CB7B5A" w:rsidRDefault="006840D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6840DF">
        <w:rPr>
          <w:rFonts w:eastAsia="Calibri" w:cs="Times New Roman"/>
          <w:lang w:eastAsia="cs-CZ"/>
        </w:rPr>
        <w:t>Vysvětlení/ změna/ doplnění zadávací dokumentace č. 1</w:t>
      </w:r>
    </w:p>
    <w:p w14:paraId="3651ECC5" w14:textId="77777777" w:rsidR="0056283B" w:rsidRDefault="0056283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6D9377" w14:textId="037839E6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78564D7D" w14:textId="77777777" w:rsidR="004B4B36" w:rsidRPr="004B4B36" w:rsidRDefault="004B4B36" w:rsidP="004B4B36">
      <w:pPr>
        <w:spacing w:after="0" w:line="240" w:lineRule="auto"/>
        <w:rPr>
          <w:rFonts w:eastAsia="Calibri" w:cs="Times New Roman"/>
          <w:bCs/>
          <w:lang w:eastAsia="cs-CZ"/>
        </w:rPr>
      </w:pPr>
      <w:r w:rsidRPr="004B4B36">
        <w:rPr>
          <w:rFonts w:eastAsia="Calibri" w:cs="Times New Roman"/>
          <w:bCs/>
          <w:lang w:eastAsia="cs-CZ"/>
        </w:rPr>
        <w:t xml:space="preserve">Dne 22.6.2023 jste na E-ZAK umístili VZ s názvem „Lipník n. B. – </w:t>
      </w:r>
      <w:proofErr w:type="spellStart"/>
      <w:r w:rsidRPr="004B4B36">
        <w:rPr>
          <w:rFonts w:eastAsia="Calibri" w:cs="Times New Roman"/>
          <w:bCs/>
          <w:lang w:eastAsia="cs-CZ"/>
        </w:rPr>
        <w:t>Drahotuše</w:t>
      </w:r>
      <w:proofErr w:type="spellEnd"/>
      <w:r w:rsidRPr="004B4B36">
        <w:rPr>
          <w:rFonts w:eastAsia="Calibri" w:cs="Times New Roman"/>
          <w:bCs/>
          <w:lang w:eastAsia="cs-CZ"/>
        </w:rPr>
        <w:t xml:space="preserve">, BC, BOZP“ (evidenční číslo VZ dle registru: 61723095). </w:t>
      </w:r>
    </w:p>
    <w:p w14:paraId="21E7BE81" w14:textId="4F3F7C97" w:rsidR="004B4B36" w:rsidRPr="004B4B36" w:rsidRDefault="004B4B36" w:rsidP="00591A0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B4B36">
        <w:rPr>
          <w:rFonts w:eastAsia="Calibri" w:cs="Times New Roman"/>
          <w:bCs/>
          <w:lang w:eastAsia="cs-CZ"/>
        </w:rPr>
        <w:t>Dle Vaší výzvy k podání nabídky jsou uvedeny informace o délce činnosti K-BOZP cca 52 měsíců od zahájení stavebních prací. V technických kvalifikacích požadujete tři činnosti K-BOZP na stavbách železničních drah v součtu 2 520 000 Kč bez DPH a alespoň jednu za</w:t>
      </w:r>
      <w:r w:rsidR="009D528A">
        <w:rPr>
          <w:rFonts w:eastAsia="Calibri" w:cs="Times New Roman"/>
          <w:bCs/>
          <w:lang w:eastAsia="cs-CZ"/>
        </w:rPr>
        <w:t xml:space="preserve"> </w:t>
      </w:r>
      <w:r w:rsidRPr="004B4B36">
        <w:rPr>
          <w:rFonts w:eastAsia="Calibri" w:cs="Times New Roman"/>
          <w:bCs/>
          <w:lang w:eastAsia="cs-CZ"/>
        </w:rPr>
        <w:t>1 260 000 Kč za poslední 3 roky.</w:t>
      </w:r>
    </w:p>
    <w:p w14:paraId="52842BB6" w14:textId="77777777" w:rsidR="004B4B36" w:rsidRPr="004B4B36" w:rsidRDefault="004B4B36" w:rsidP="004B4B3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BBF36AA" w14:textId="338DBE95" w:rsidR="00CB7B5A" w:rsidRDefault="004B4B36" w:rsidP="00591A0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B4B36">
        <w:rPr>
          <w:rFonts w:eastAsia="Calibri" w:cs="Times New Roman"/>
          <w:bCs/>
          <w:lang w:eastAsia="cs-CZ"/>
        </w:rPr>
        <w:t xml:space="preserve">Vzhledem k tomu, že limit této zakázky je 2 520 000 Kč bez DPH s délkou činnosti 52 měsíců nám přijde toto kritérium značně přísné a méně transparentní. Žádáme tímto o </w:t>
      </w:r>
      <w:proofErr w:type="gramStart"/>
      <w:r w:rsidRPr="004B4B36">
        <w:rPr>
          <w:rFonts w:eastAsia="Calibri" w:cs="Times New Roman"/>
          <w:bCs/>
          <w:lang w:eastAsia="cs-CZ"/>
        </w:rPr>
        <w:t>objasnění</w:t>
      </w:r>
      <w:proofErr w:type="gramEnd"/>
      <w:r w:rsidRPr="004B4B36">
        <w:rPr>
          <w:rFonts w:eastAsia="Calibri" w:cs="Times New Roman"/>
          <w:bCs/>
          <w:lang w:eastAsia="cs-CZ"/>
        </w:rPr>
        <w:t xml:space="preserve"> z jakého důvodu je toto kritérium takto nastaveno či jeho opravu na obvyklých 5 let od dokončení činnosti K-BOZP na železničních stavbách.</w:t>
      </w:r>
    </w:p>
    <w:p w14:paraId="10854AC9" w14:textId="77777777" w:rsidR="004B4B36" w:rsidRPr="004B4B36" w:rsidRDefault="004B4B36" w:rsidP="004B4B3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1A0E9F4" w14:textId="77777777" w:rsidR="00CB7B5A" w:rsidRPr="004B4B3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4B4B36">
        <w:rPr>
          <w:rFonts w:eastAsia="Calibri" w:cs="Times New Roman"/>
          <w:b/>
          <w:lang w:eastAsia="cs-CZ"/>
        </w:rPr>
        <w:t xml:space="preserve">Odpověď: </w:t>
      </w:r>
    </w:p>
    <w:p w14:paraId="4B9699F2" w14:textId="1148BA9A" w:rsidR="00620234" w:rsidRPr="00620234" w:rsidRDefault="003C6273" w:rsidP="003C627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C6273">
        <w:rPr>
          <w:rFonts w:eastAsia="Calibri" w:cs="Times New Roman"/>
          <w:bCs/>
          <w:lang w:eastAsia="cs-CZ"/>
        </w:rPr>
        <w:t xml:space="preserve">Zadavatel nepovažuje podmínky stanovené zadávací dokumentací za značně přísné ani netransparentní, jelikož konsistentním způsobem postupuje u všech podobných zadávacích řízení. Zadavatel však zvážil všechna specifika této stavby včetně její délky a rozhodl se </w:t>
      </w:r>
      <w:r>
        <w:rPr>
          <w:rFonts w:eastAsia="Calibri" w:cs="Times New Roman"/>
          <w:bCs/>
          <w:lang w:eastAsia="cs-CZ"/>
        </w:rPr>
        <w:br/>
      </w:r>
      <w:r w:rsidRPr="003C6273">
        <w:rPr>
          <w:rFonts w:eastAsia="Calibri" w:cs="Times New Roman"/>
          <w:bCs/>
          <w:lang w:eastAsia="cs-CZ"/>
        </w:rPr>
        <w:t>v tomto případě vyhovět dotazu uchazeče a prodloužit rozhodné období na 5 let.</w:t>
      </w:r>
    </w:p>
    <w:p w14:paraId="154DBD3C" w14:textId="77777777" w:rsidR="00D63F48" w:rsidRDefault="00D63F48" w:rsidP="00CB7B5A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5EC75CE9" w14:textId="3DF713C6" w:rsidR="00744EE9" w:rsidRPr="00CB7B5A" w:rsidRDefault="00744EE9" w:rsidP="00744EE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6F71B8">
        <w:rPr>
          <w:rFonts w:eastAsia="Times New Roman" w:cs="Times New Roman"/>
          <w:lang w:eastAsia="cs-CZ"/>
        </w:rPr>
        <w:t xml:space="preserve">provedeny </w:t>
      </w:r>
      <w:r w:rsidRPr="006F71B8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prodlužuje zadavatel lhůtu pro podání nabídek ze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dne </w:t>
      </w:r>
      <w:r w:rsidRPr="00CB7B5A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7. 7</w:t>
      </w:r>
      <w:r w:rsidRPr="00933D07">
        <w:rPr>
          <w:rFonts w:eastAsia="Times New Roman" w:cs="Times New Roman"/>
          <w:lang w:eastAsia="cs-CZ"/>
        </w:rPr>
        <w:t>. 2023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>8:30</w:t>
      </w:r>
      <w:r>
        <w:rPr>
          <w:rFonts w:eastAsia="Times New Roman" w:cs="Times New Roman"/>
          <w:lang w:eastAsia="cs-CZ"/>
        </w:rPr>
        <w:t xml:space="preserve"> hod.</w:t>
      </w:r>
      <w:r w:rsidRPr="00933D07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na den </w:t>
      </w:r>
      <w:r>
        <w:rPr>
          <w:rFonts w:eastAsia="Times New Roman" w:cs="Times New Roman"/>
          <w:b/>
          <w:lang w:eastAsia="cs-CZ"/>
        </w:rPr>
        <w:t>12. 7.</w:t>
      </w:r>
      <w:r w:rsidRPr="00811B41">
        <w:rPr>
          <w:rFonts w:eastAsia="Times New Roman" w:cs="Times New Roman"/>
          <w:b/>
          <w:lang w:eastAsia="cs-CZ"/>
        </w:rPr>
        <w:t xml:space="preserve"> 2023, 1</w:t>
      </w:r>
      <w:r>
        <w:rPr>
          <w:rFonts w:eastAsia="Times New Roman" w:cs="Times New Roman"/>
          <w:b/>
          <w:lang w:eastAsia="cs-CZ"/>
        </w:rPr>
        <w:t>0</w:t>
      </w:r>
      <w:r w:rsidRPr="00811B41">
        <w:rPr>
          <w:rFonts w:eastAsia="Times New Roman" w:cs="Times New Roman"/>
          <w:b/>
          <w:lang w:eastAsia="cs-CZ"/>
        </w:rPr>
        <w:t>:00 hod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2144362E" w14:textId="77777777" w:rsidR="00744EE9" w:rsidRDefault="00744EE9" w:rsidP="00744E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A78755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840DF">
        <w:rPr>
          <w:rFonts w:eastAsia="Calibri" w:cs="Times New Roman"/>
          <w:lang w:eastAsia="cs-CZ"/>
        </w:rPr>
        <w:t>Vysvětlení/ změnu/ doplnění zadávací dokumentace</w:t>
      </w:r>
      <w:r w:rsidRPr="006840DF">
        <w:rPr>
          <w:rFonts w:eastAsia="Times New Roman" w:cs="Times New Roman"/>
          <w:lang w:eastAsia="cs-CZ"/>
        </w:rPr>
        <w:t xml:space="preserve">, včetně příloh, zadavatel uveřejní stejným způsobem, jakým uveřejnil výzvu k </w:t>
      </w:r>
      <w:r w:rsidRPr="00CB7B5A">
        <w:rPr>
          <w:rFonts w:eastAsia="Times New Roman" w:cs="Times New Roman"/>
          <w:lang w:eastAsia="cs-CZ"/>
        </w:rPr>
        <w:t xml:space="preserve">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400BF6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0B2714E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76E84D" w14:textId="77777777" w:rsidR="00620234" w:rsidRDefault="0062023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0AC6AF" w14:textId="77777777" w:rsidR="00744EE9" w:rsidRPr="00FD691D" w:rsidRDefault="00744EE9" w:rsidP="00744EE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t xml:space="preserve">Příloha: </w:t>
      </w:r>
    </w:p>
    <w:p w14:paraId="2FE9A925" w14:textId="2EA30478" w:rsidR="00744EE9" w:rsidRDefault="00744EE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44EE9">
        <w:rPr>
          <w:rFonts w:eastAsia="Calibri" w:cs="Times New Roman"/>
          <w:lang w:eastAsia="cs-CZ"/>
        </w:rPr>
        <w:t>Výzva_BOZP_R_Lipník-</w:t>
      </w:r>
      <w:proofErr w:type="gramStart"/>
      <w:r w:rsidRPr="00744EE9">
        <w:rPr>
          <w:rFonts w:eastAsia="Calibri" w:cs="Times New Roman"/>
          <w:lang w:eastAsia="cs-CZ"/>
        </w:rPr>
        <w:t>Drahotuše,BC</w:t>
      </w:r>
      <w:proofErr w:type="gramEnd"/>
      <w:r w:rsidRPr="00744EE9">
        <w:rPr>
          <w:rFonts w:eastAsia="Calibri" w:cs="Times New Roman"/>
          <w:lang w:eastAsia="cs-CZ"/>
        </w:rPr>
        <w:t>_verze_27_6_2023</w:t>
      </w:r>
    </w:p>
    <w:p w14:paraId="125C2A72" w14:textId="77777777" w:rsidR="00744EE9" w:rsidRPr="00CB7B5A" w:rsidRDefault="00744EE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B17F20" w14:textId="093A56CD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620234">
        <w:rPr>
          <w:rFonts w:eastAsia="Calibri" w:cs="Times New Roman"/>
          <w:lang w:eastAsia="cs-CZ"/>
        </w:rPr>
        <w:t>27. 6. 2023</w:t>
      </w:r>
    </w:p>
    <w:p w14:paraId="3C66B489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1C0156" w14:textId="77777777" w:rsidR="00620234" w:rsidRDefault="0062023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FA74BD" w14:textId="77777777" w:rsidR="00620234" w:rsidRDefault="0062023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5EF641" w14:textId="77777777" w:rsidR="00620234" w:rsidRDefault="0062023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611491" w14:textId="77777777" w:rsidR="00620234" w:rsidRPr="00CB7B5A" w:rsidRDefault="0062023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28B14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326C663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195C7F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A2610D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78D7691" w14:textId="529A746E" w:rsidR="00CC1E2B" w:rsidRDefault="00CB7B5A" w:rsidP="00744EE9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>Správa</w:t>
      </w:r>
      <w:r w:rsidR="00D63F48">
        <w:rPr>
          <w:rFonts w:eastAsia="Times New Roman" w:cs="Times New Roman"/>
          <w:lang w:eastAsia="cs-CZ"/>
        </w:rPr>
        <w:t xml:space="preserve"> železnic</w:t>
      </w:r>
      <w:r w:rsidRPr="00CB7B5A">
        <w:rPr>
          <w:rFonts w:eastAsia="Times New Roman" w:cs="Times New Roman"/>
          <w:lang w:eastAsia="cs-CZ"/>
        </w:rPr>
        <w:t>,</w:t>
      </w:r>
      <w:r w:rsidR="00D63F48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D82D2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D766FD7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07D7A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6FB5F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0B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B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4D4F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8AFA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4C52422" w14:textId="77777777" w:rsidR="00F1715C" w:rsidRDefault="00F1715C" w:rsidP="00D831A3">
          <w:pPr>
            <w:pStyle w:val="Zpat"/>
          </w:pPr>
        </w:p>
      </w:tc>
    </w:tr>
  </w:tbl>
  <w:p w14:paraId="39E947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BEF3C4" wp14:editId="379A5F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A0B3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8524FAB" wp14:editId="48C719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5CEC5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44D8" w14:paraId="431747C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B692C64" w14:textId="77777777" w:rsidR="008D44D8" w:rsidRPr="00B8518B" w:rsidRDefault="008D44D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0B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B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D8F66F" w14:textId="77777777" w:rsidR="008D44D8" w:rsidRDefault="008D44D8">
          <w:pPr>
            <w:pStyle w:val="Zpat"/>
          </w:pPr>
          <w:r>
            <w:t>Správa železnic, státní organizace</w:t>
          </w:r>
        </w:p>
        <w:p w14:paraId="6A72CEC6" w14:textId="77777777" w:rsidR="008D44D8" w:rsidRDefault="008D44D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736296" w14:textId="77777777" w:rsidR="008D44D8" w:rsidRDefault="008D44D8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299FA78" w14:textId="77777777" w:rsidR="008D44D8" w:rsidRDefault="008D44D8">
          <w:pPr>
            <w:pStyle w:val="Zpat"/>
          </w:pPr>
          <w:r>
            <w:t>IČO: 709 94 234 DIČ: CZ 709 94 234</w:t>
          </w:r>
        </w:p>
        <w:p w14:paraId="782AAF99" w14:textId="77777777" w:rsidR="008D44D8" w:rsidRDefault="008D44D8">
          <w:pPr>
            <w:pStyle w:val="Zpat"/>
          </w:pPr>
          <w:r>
            <w:t>www.</w:t>
          </w:r>
          <w:r w:rsidR="00400BF6">
            <w:t>spravazeleznic</w:t>
          </w:r>
          <w:r>
            <w:t>.cz</w:t>
          </w:r>
        </w:p>
      </w:tc>
      <w:tc>
        <w:tcPr>
          <w:tcW w:w="2921" w:type="dxa"/>
        </w:tcPr>
        <w:p w14:paraId="189F70E7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7BB0C2F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DCF3EBE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2A6C66E" w14:textId="77777777" w:rsidR="008D44D8" w:rsidRDefault="008D44D8">
          <w:pPr>
            <w:pStyle w:val="Zpat"/>
          </w:pPr>
        </w:p>
      </w:tc>
    </w:tr>
  </w:tbl>
  <w:p w14:paraId="6F293A4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5898831" wp14:editId="683AB4B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10311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F32AB91" wp14:editId="45EC952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6DC7F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BAE0E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0742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5F2048B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CB77E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6A829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2143B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304B73" w14:textId="77777777" w:rsidR="00F1715C" w:rsidRPr="00D6163D" w:rsidRDefault="00F1715C" w:rsidP="00D6163D">
          <w:pPr>
            <w:pStyle w:val="Druhdokumentu"/>
          </w:pPr>
        </w:p>
      </w:tc>
    </w:tr>
  </w:tbl>
  <w:p w14:paraId="58C3E64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DC2532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7014A5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937AC05" wp14:editId="07CEFDE8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7758701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D4A38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935F77" w14:textId="77777777" w:rsidR="00F1715C" w:rsidRPr="00D6163D" w:rsidRDefault="00F1715C" w:rsidP="00FC6389">
          <w:pPr>
            <w:pStyle w:val="Druhdokumentu"/>
          </w:pPr>
        </w:p>
      </w:tc>
    </w:tr>
    <w:tr w:rsidR="00F64786" w14:paraId="4AF846A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2FE350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45FAA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AEBF94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1BACC0F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AEF68B3" wp14:editId="3D90767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9C5BA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D63F48" w:rsidRPr="00AE589A">
      <w:rPr>
        <w:noProof/>
        <w:lang w:eastAsia="cs-CZ"/>
      </w:rPr>
      <w:drawing>
        <wp:anchor distT="0" distB="0" distL="114300" distR="114300" simplePos="0" relativeHeight="251683840" behindDoc="0" locked="1" layoutInCell="1" allowOverlap="1" wp14:anchorId="6A1C979A" wp14:editId="65F0E4E1">
          <wp:simplePos x="0" y="0"/>
          <wp:positionH relativeFrom="page">
            <wp:posOffset>431800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332F8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841553972">
    <w:abstractNumId w:val="2"/>
  </w:num>
  <w:num w:numId="2" w16cid:durableId="1442266391">
    <w:abstractNumId w:val="1"/>
  </w:num>
  <w:num w:numId="3" w16cid:durableId="1695423363">
    <w:abstractNumId w:val="3"/>
  </w:num>
  <w:num w:numId="4" w16cid:durableId="1121992032">
    <w:abstractNumId w:val="5"/>
  </w:num>
  <w:num w:numId="5" w16cid:durableId="848300162">
    <w:abstractNumId w:val="0"/>
  </w:num>
  <w:num w:numId="6" w16cid:durableId="170525599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564D3"/>
    <w:rsid w:val="00264F91"/>
    <w:rsid w:val="00267369"/>
    <w:rsid w:val="0026785D"/>
    <w:rsid w:val="002C31BF"/>
    <w:rsid w:val="002E0CD7"/>
    <w:rsid w:val="002F026B"/>
    <w:rsid w:val="00357BC6"/>
    <w:rsid w:val="0037111D"/>
    <w:rsid w:val="003956C6"/>
    <w:rsid w:val="003C6273"/>
    <w:rsid w:val="003E6B9A"/>
    <w:rsid w:val="003E75CE"/>
    <w:rsid w:val="00400BF6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B41C1"/>
    <w:rsid w:val="004B4B36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283B"/>
    <w:rsid w:val="005658A6"/>
    <w:rsid w:val="005720E7"/>
    <w:rsid w:val="005722BB"/>
    <w:rsid w:val="005736B7"/>
    <w:rsid w:val="00575E5A"/>
    <w:rsid w:val="00584E2A"/>
    <w:rsid w:val="00591A0A"/>
    <w:rsid w:val="00596C7E"/>
    <w:rsid w:val="005A64E9"/>
    <w:rsid w:val="005B5EE9"/>
    <w:rsid w:val="006104F6"/>
    <w:rsid w:val="0061068E"/>
    <w:rsid w:val="00620234"/>
    <w:rsid w:val="00660AD3"/>
    <w:rsid w:val="006840DF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4EE9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D44D8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528A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035C3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63F48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B433D19"/>
  <w14:defaultImageDpi w14:val="32767"/>
  <w15:docId w15:val="{F4D054E5-F674-4010-8574-44763489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23A585-D811-4D2E-8744-98AFBB2D1F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13</cp:revision>
  <cp:lastPrinted>2019-02-22T13:28:00Z</cp:lastPrinted>
  <dcterms:created xsi:type="dcterms:W3CDTF">2020-01-27T11:49:00Z</dcterms:created>
  <dcterms:modified xsi:type="dcterms:W3CDTF">2023-06-27T08:16:00Z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