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09E0837D" w14:textId="77777777" w:rsidTr="00F862D6">
        <w:tc>
          <w:tcPr>
            <w:tcW w:w="1020" w:type="dxa"/>
          </w:tcPr>
          <w:p w14:paraId="19A2FF7B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F92AD6D" wp14:editId="5F2C3856">
                      <wp:simplePos x="0" y="0"/>
                      <wp:positionH relativeFrom="page">
                        <wp:posOffset>2580005</wp:posOffset>
                      </wp:positionH>
                      <wp:positionV relativeFrom="page">
                        <wp:posOffset>203200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12BB2F2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type w14:anchorId="7F92AD6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3.15pt;margin-top:16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TnhZh9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512BB2F2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1D2FC769" w14:textId="77777777" w:rsidR="00F64786" w:rsidRDefault="00F64786" w:rsidP="0077673A"/>
        </w:tc>
        <w:tc>
          <w:tcPr>
            <w:tcW w:w="823" w:type="dxa"/>
          </w:tcPr>
          <w:p w14:paraId="4D01C3B0" w14:textId="77777777" w:rsidR="00F64786" w:rsidRDefault="00F64786" w:rsidP="0077673A"/>
        </w:tc>
        <w:tc>
          <w:tcPr>
            <w:tcW w:w="3685" w:type="dxa"/>
          </w:tcPr>
          <w:p w14:paraId="57BD07C9" w14:textId="77777777" w:rsidR="00F64786" w:rsidRDefault="00F64786" w:rsidP="0077673A"/>
        </w:tc>
      </w:tr>
      <w:tr w:rsidR="00F862D6" w14:paraId="77C6E808" w14:textId="77777777" w:rsidTr="00596C7E">
        <w:tc>
          <w:tcPr>
            <w:tcW w:w="1020" w:type="dxa"/>
          </w:tcPr>
          <w:p w14:paraId="0521013F" w14:textId="77777777" w:rsidR="00F862D6" w:rsidRDefault="00F862D6" w:rsidP="0077673A"/>
        </w:tc>
        <w:tc>
          <w:tcPr>
            <w:tcW w:w="2552" w:type="dxa"/>
          </w:tcPr>
          <w:p w14:paraId="5E396F27" w14:textId="77777777" w:rsidR="00F862D6" w:rsidRDefault="00F862D6" w:rsidP="00764595"/>
        </w:tc>
        <w:tc>
          <w:tcPr>
            <w:tcW w:w="823" w:type="dxa"/>
          </w:tcPr>
          <w:p w14:paraId="5C6A1DE2" w14:textId="77777777" w:rsidR="00F862D6" w:rsidRDefault="00F862D6" w:rsidP="0077673A"/>
        </w:tc>
        <w:tc>
          <w:tcPr>
            <w:tcW w:w="3685" w:type="dxa"/>
            <w:vMerge w:val="restart"/>
          </w:tcPr>
          <w:p w14:paraId="6E094476" w14:textId="77777777" w:rsidR="00596C7E" w:rsidRDefault="00596C7E" w:rsidP="00596C7E">
            <w:pPr>
              <w:rPr>
                <w:rStyle w:val="Potovnadresa"/>
              </w:rPr>
            </w:pPr>
          </w:p>
          <w:p w14:paraId="74944924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67710A0A" w14:textId="77777777" w:rsidTr="00F862D6">
        <w:tc>
          <w:tcPr>
            <w:tcW w:w="1020" w:type="dxa"/>
          </w:tcPr>
          <w:p w14:paraId="24C061C9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03741EA3" w14:textId="01CF04F9" w:rsidR="00F862D6" w:rsidRPr="0091604E" w:rsidRDefault="00C62189" w:rsidP="00C62189">
            <w:pPr>
              <w:rPr>
                <w:highlight w:val="yellow"/>
              </w:rPr>
            </w:pPr>
            <w:r w:rsidRPr="00C62189">
              <w:rPr>
                <w:rFonts w:ascii="Helvetica" w:hAnsi="Helvetica"/>
              </w:rPr>
              <w:t>7308/2023-SŽ-SSV-Ú3</w:t>
            </w:r>
          </w:p>
        </w:tc>
        <w:tc>
          <w:tcPr>
            <w:tcW w:w="823" w:type="dxa"/>
          </w:tcPr>
          <w:p w14:paraId="18C7F2B0" w14:textId="77777777" w:rsidR="00F862D6" w:rsidRDefault="00F862D6" w:rsidP="0077673A"/>
        </w:tc>
        <w:tc>
          <w:tcPr>
            <w:tcW w:w="3685" w:type="dxa"/>
            <w:vMerge/>
          </w:tcPr>
          <w:p w14:paraId="49B60881" w14:textId="77777777" w:rsidR="00F862D6" w:rsidRDefault="00F862D6" w:rsidP="0077673A"/>
        </w:tc>
      </w:tr>
      <w:tr w:rsidR="00C23946" w14:paraId="048FFE76" w14:textId="77777777" w:rsidTr="00F862D6">
        <w:tc>
          <w:tcPr>
            <w:tcW w:w="1020" w:type="dxa"/>
          </w:tcPr>
          <w:p w14:paraId="769AFEEA" w14:textId="77777777" w:rsidR="00C23946" w:rsidRDefault="00C23946" w:rsidP="00C23946">
            <w:r>
              <w:t>Listů/příloh</w:t>
            </w:r>
          </w:p>
        </w:tc>
        <w:tc>
          <w:tcPr>
            <w:tcW w:w="2552" w:type="dxa"/>
          </w:tcPr>
          <w:p w14:paraId="33325CAE" w14:textId="26A2199F" w:rsidR="00C23946" w:rsidRPr="003E6B9A" w:rsidRDefault="00C62189" w:rsidP="00C23946">
            <w:r w:rsidRPr="00C62189">
              <w:t>4</w:t>
            </w:r>
            <w:r w:rsidR="00C23946" w:rsidRPr="00C62189">
              <w:t>/</w:t>
            </w:r>
            <w:r w:rsidRPr="00C62189">
              <w:t>3</w:t>
            </w:r>
          </w:p>
        </w:tc>
        <w:tc>
          <w:tcPr>
            <w:tcW w:w="823" w:type="dxa"/>
          </w:tcPr>
          <w:p w14:paraId="2E1A5ADA" w14:textId="77777777" w:rsidR="00C23946" w:rsidRDefault="00C23946" w:rsidP="00C23946"/>
        </w:tc>
        <w:tc>
          <w:tcPr>
            <w:tcW w:w="3685" w:type="dxa"/>
            <w:vMerge/>
          </w:tcPr>
          <w:p w14:paraId="441C164A" w14:textId="77777777" w:rsidR="00C23946" w:rsidRDefault="00C23946" w:rsidP="00C23946">
            <w:pPr>
              <w:rPr>
                <w:noProof/>
              </w:rPr>
            </w:pPr>
          </w:p>
        </w:tc>
      </w:tr>
      <w:tr w:rsidR="00C23946" w14:paraId="688CB4A0" w14:textId="77777777" w:rsidTr="00B23CA3">
        <w:trPr>
          <w:trHeight w:val="77"/>
        </w:trPr>
        <w:tc>
          <w:tcPr>
            <w:tcW w:w="1020" w:type="dxa"/>
          </w:tcPr>
          <w:p w14:paraId="2321A5B9" w14:textId="77777777" w:rsidR="00C23946" w:rsidRDefault="00C23946" w:rsidP="00C23946"/>
        </w:tc>
        <w:tc>
          <w:tcPr>
            <w:tcW w:w="2552" w:type="dxa"/>
          </w:tcPr>
          <w:p w14:paraId="5CDF6E2A" w14:textId="77777777" w:rsidR="00C23946" w:rsidRPr="003E6B9A" w:rsidRDefault="00C23946" w:rsidP="00C23946"/>
        </w:tc>
        <w:tc>
          <w:tcPr>
            <w:tcW w:w="823" w:type="dxa"/>
          </w:tcPr>
          <w:p w14:paraId="029237CC" w14:textId="77777777" w:rsidR="00C23946" w:rsidRDefault="00C23946" w:rsidP="00C23946"/>
        </w:tc>
        <w:tc>
          <w:tcPr>
            <w:tcW w:w="3685" w:type="dxa"/>
            <w:vMerge/>
          </w:tcPr>
          <w:p w14:paraId="3E734E39" w14:textId="77777777" w:rsidR="00C23946" w:rsidRDefault="00C23946" w:rsidP="00C23946"/>
        </w:tc>
      </w:tr>
      <w:tr w:rsidR="00C23946" w14:paraId="6165832D" w14:textId="77777777" w:rsidTr="00F862D6">
        <w:tc>
          <w:tcPr>
            <w:tcW w:w="1020" w:type="dxa"/>
          </w:tcPr>
          <w:p w14:paraId="78FA5FBF" w14:textId="77777777" w:rsidR="00C23946" w:rsidRDefault="00C23946" w:rsidP="00C23946">
            <w:r>
              <w:t>Vyřizuje</w:t>
            </w:r>
          </w:p>
        </w:tc>
        <w:tc>
          <w:tcPr>
            <w:tcW w:w="2552" w:type="dxa"/>
          </w:tcPr>
          <w:p w14:paraId="38382BBB" w14:textId="00C9A6B5" w:rsidR="00C23946" w:rsidRPr="003E6B9A" w:rsidRDefault="0091604E" w:rsidP="00C23946">
            <w:r>
              <w:t>Renáta Majerová</w:t>
            </w:r>
          </w:p>
        </w:tc>
        <w:tc>
          <w:tcPr>
            <w:tcW w:w="823" w:type="dxa"/>
          </w:tcPr>
          <w:p w14:paraId="5DF27CD3" w14:textId="77777777" w:rsidR="00C23946" w:rsidRDefault="00C23946" w:rsidP="00C23946"/>
        </w:tc>
        <w:tc>
          <w:tcPr>
            <w:tcW w:w="3685" w:type="dxa"/>
            <w:vMerge/>
          </w:tcPr>
          <w:p w14:paraId="3AAB86F7" w14:textId="77777777" w:rsidR="00C23946" w:rsidRDefault="00C23946" w:rsidP="00C23946"/>
        </w:tc>
      </w:tr>
      <w:tr w:rsidR="00C23946" w14:paraId="5D5C1DA6" w14:textId="77777777" w:rsidTr="00F862D6">
        <w:tc>
          <w:tcPr>
            <w:tcW w:w="1020" w:type="dxa"/>
          </w:tcPr>
          <w:p w14:paraId="0E664033" w14:textId="77777777" w:rsidR="00C23946" w:rsidRDefault="00C23946" w:rsidP="00C23946"/>
        </w:tc>
        <w:tc>
          <w:tcPr>
            <w:tcW w:w="2552" w:type="dxa"/>
          </w:tcPr>
          <w:p w14:paraId="03B998C2" w14:textId="77777777" w:rsidR="00C23946" w:rsidRPr="003E6B9A" w:rsidRDefault="00C23946" w:rsidP="00C23946"/>
        </w:tc>
        <w:tc>
          <w:tcPr>
            <w:tcW w:w="823" w:type="dxa"/>
          </w:tcPr>
          <w:p w14:paraId="0225EEBF" w14:textId="77777777" w:rsidR="00C23946" w:rsidRDefault="00C23946" w:rsidP="00C23946"/>
        </w:tc>
        <w:tc>
          <w:tcPr>
            <w:tcW w:w="3685" w:type="dxa"/>
            <w:vMerge/>
          </w:tcPr>
          <w:p w14:paraId="0444C592" w14:textId="77777777" w:rsidR="00C23946" w:rsidRDefault="00C23946" w:rsidP="00C23946"/>
        </w:tc>
      </w:tr>
      <w:tr w:rsidR="00C23946" w14:paraId="69CFBC50" w14:textId="77777777" w:rsidTr="00F862D6">
        <w:tc>
          <w:tcPr>
            <w:tcW w:w="1020" w:type="dxa"/>
          </w:tcPr>
          <w:p w14:paraId="31EA4F33" w14:textId="77777777" w:rsidR="00C23946" w:rsidRDefault="00C23946" w:rsidP="00C23946">
            <w:r>
              <w:t>Mobil</w:t>
            </w:r>
          </w:p>
        </w:tc>
        <w:tc>
          <w:tcPr>
            <w:tcW w:w="2552" w:type="dxa"/>
          </w:tcPr>
          <w:p w14:paraId="04ED2349" w14:textId="06296B33" w:rsidR="00C23946" w:rsidRPr="003E6B9A" w:rsidRDefault="00C23946" w:rsidP="00C23946">
            <w:r>
              <w:t>+420</w:t>
            </w:r>
            <w:r w:rsidR="0091604E">
              <w:t> 724 932 325</w:t>
            </w:r>
          </w:p>
        </w:tc>
        <w:tc>
          <w:tcPr>
            <w:tcW w:w="823" w:type="dxa"/>
          </w:tcPr>
          <w:p w14:paraId="186F4D23" w14:textId="77777777" w:rsidR="00C23946" w:rsidRDefault="00C23946" w:rsidP="00C23946"/>
        </w:tc>
        <w:tc>
          <w:tcPr>
            <w:tcW w:w="3685" w:type="dxa"/>
            <w:vMerge/>
          </w:tcPr>
          <w:p w14:paraId="00EEF23D" w14:textId="77777777" w:rsidR="00C23946" w:rsidRDefault="00C23946" w:rsidP="00C23946"/>
        </w:tc>
      </w:tr>
      <w:tr w:rsidR="00C23946" w14:paraId="48EF4D93" w14:textId="77777777" w:rsidTr="00F862D6">
        <w:tc>
          <w:tcPr>
            <w:tcW w:w="1020" w:type="dxa"/>
          </w:tcPr>
          <w:p w14:paraId="61784511" w14:textId="77777777" w:rsidR="00C23946" w:rsidRDefault="00C23946" w:rsidP="00C23946">
            <w:r>
              <w:t>E-mail</w:t>
            </w:r>
          </w:p>
        </w:tc>
        <w:tc>
          <w:tcPr>
            <w:tcW w:w="2552" w:type="dxa"/>
          </w:tcPr>
          <w:p w14:paraId="5DFE9A14" w14:textId="14B4AF6B" w:rsidR="00C23946" w:rsidRPr="003E6B9A" w:rsidRDefault="009C53B9" w:rsidP="00C23946">
            <w:hyperlink r:id="rId11" w:history="1">
              <w:r w:rsidR="0091604E" w:rsidRPr="00B00A7A">
                <w:rPr>
                  <w:rStyle w:val="Hypertextovodkaz"/>
                </w:rPr>
                <w:t>Majerova@spravazeleznic.cz</w:t>
              </w:r>
            </w:hyperlink>
          </w:p>
        </w:tc>
        <w:tc>
          <w:tcPr>
            <w:tcW w:w="823" w:type="dxa"/>
          </w:tcPr>
          <w:p w14:paraId="0B69E99B" w14:textId="77777777" w:rsidR="00C23946" w:rsidRDefault="00C23946" w:rsidP="00C23946"/>
        </w:tc>
        <w:tc>
          <w:tcPr>
            <w:tcW w:w="3685" w:type="dxa"/>
            <w:vMerge/>
          </w:tcPr>
          <w:p w14:paraId="793387D7" w14:textId="77777777" w:rsidR="00C23946" w:rsidRDefault="00C23946" w:rsidP="00C23946"/>
        </w:tc>
      </w:tr>
      <w:tr w:rsidR="00C23946" w14:paraId="25B71753" w14:textId="77777777" w:rsidTr="00F862D6">
        <w:tc>
          <w:tcPr>
            <w:tcW w:w="1020" w:type="dxa"/>
          </w:tcPr>
          <w:p w14:paraId="1F7FCDA8" w14:textId="77777777" w:rsidR="00C23946" w:rsidRDefault="00C23946" w:rsidP="00C23946"/>
        </w:tc>
        <w:tc>
          <w:tcPr>
            <w:tcW w:w="2552" w:type="dxa"/>
          </w:tcPr>
          <w:p w14:paraId="050163ED" w14:textId="77777777" w:rsidR="00C23946" w:rsidRPr="003E6B9A" w:rsidRDefault="00C23946" w:rsidP="00C23946"/>
        </w:tc>
        <w:tc>
          <w:tcPr>
            <w:tcW w:w="823" w:type="dxa"/>
          </w:tcPr>
          <w:p w14:paraId="21632FED" w14:textId="77777777" w:rsidR="00C23946" w:rsidRDefault="00C23946" w:rsidP="00C23946"/>
        </w:tc>
        <w:tc>
          <w:tcPr>
            <w:tcW w:w="3685" w:type="dxa"/>
          </w:tcPr>
          <w:p w14:paraId="75324CBE" w14:textId="77777777" w:rsidR="00C23946" w:rsidRDefault="00C23946" w:rsidP="00C23946"/>
        </w:tc>
      </w:tr>
      <w:tr w:rsidR="00C23946" w14:paraId="313A303B" w14:textId="77777777" w:rsidTr="00F862D6">
        <w:tc>
          <w:tcPr>
            <w:tcW w:w="1020" w:type="dxa"/>
          </w:tcPr>
          <w:p w14:paraId="7C06A031" w14:textId="77777777" w:rsidR="00C23946" w:rsidRDefault="00C23946" w:rsidP="00C23946">
            <w:r>
              <w:t>Datum</w:t>
            </w:r>
          </w:p>
        </w:tc>
        <w:tc>
          <w:tcPr>
            <w:tcW w:w="2552" w:type="dxa"/>
          </w:tcPr>
          <w:p w14:paraId="253C7E39" w14:textId="197209CB" w:rsidR="00C23946" w:rsidRPr="003E6B9A" w:rsidRDefault="00DE1F66" w:rsidP="00C23946">
            <w:bookmarkStart w:id="0" w:name="Datum"/>
            <w:r>
              <w:t>2</w:t>
            </w:r>
            <w:r w:rsidR="00C62189">
              <w:t>6</w:t>
            </w:r>
            <w:r w:rsidR="00AB0437">
              <w:t xml:space="preserve">. </w:t>
            </w:r>
            <w:r w:rsidR="0091604E">
              <w:t>červn</w:t>
            </w:r>
            <w:r w:rsidR="00AB0437">
              <w:t>a 2023</w:t>
            </w:r>
            <w:r w:rsidR="00C23946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1CC32574" w14:textId="77777777" w:rsidR="00C23946" w:rsidRDefault="00C23946" w:rsidP="00C23946"/>
        </w:tc>
        <w:tc>
          <w:tcPr>
            <w:tcW w:w="3685" w:type="dxa"/>
          </w:tcPr>
          <w:p w14:paraId="05809754" w14:textId="77777777" w:rsidR="00C23946" w:rsidRDefault="00C23946" w:rsidP="00C23946"/>
        </w:tc>
      </w:tr>
      <w:tr w:rsidR="00C23946" w14:paraId="31E9F01F" w14:textId="77777777" w:rsidTr="00F862D6">
        <w:tc>
          <w:tcPr>
            <w:tcW w:w="1020" w:type="dxa"/>
          </w:tcPr>
          <w:p w14:paraId="2059228C" w14:textId="77777777" w:rsidR="00C23946" w:rsidRDefault="00C23946" w:rsidP="00C23946"/>
        </w:tc>
        <w:tc>
          <w:tcPr>
            <w:tcW w:w="2552" w:type="dxa"/>
          </w:tcPr>
          <w:p w14:paraId="168F29E8" w14:textId="77777777" w:rsidR="00C23946" w:rsidRPr="00FE3455" w:rsidRDefault="00C23946" w:rsidP="00C23946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0D4762FB" w14:textId="77777777" w:rsidR="00C23946" w:rsidRDefault="00C23946" w:rsidP="00C23946"/>
        </w:tc>
        <w:tc>
          <w:tcPr>
            <w:tcW w:w="3685" w:type="dxa"/>
          </w:tcPr>
          <w:p w14:paraId="06ACE56B" w14:textId="77777777" w:rsidR="00C23946" w:rsidRDefault="00C23946" w:rsidP="00C23946"/>
        </w:tc>
      </w:tr>
      <w:tr w:rsidR="00C23946" w14:paraId="1C0F6B98" w14:textId="77777777" w:rsidTr="00B45E9E">
        <w:trPr>
          <w:trHeight w:val="794"/>
        </w:trPr>
        <w:tc>
          <w:tcPr>
            <w:tcW w:w="1020" w:type="dxa"/>
          </w:tcPr>
          <w:p w14:paraId="76AD9C37" w14:textId="77777777" w:rsidR="00C23946" w:rsidRDefault="00C23946" w:rsidP="00C23946"/>
        </w:tc>
        <w:tc>
          <w:tcPr>
            <w:tcW w:w="2552" w:type="dxa"/>
          </w:tcPr>
          <w:p w14:paraId="7D4EEAB4" w14:textId="77777777" w:rsidR="00C23946" w:rsidRDefault="00C23946" w:rsidP="00C23946"/>
        </w:tc>
        <w:tc>
          <w:tcPr>
            <w:tcW w:w="823" w:type="dxa"/>
          </w:tcPr>
          <w:p w14:paraId="578EFDFD" w14:textId="77777777" w:rsidR="00C23946" w:rsidRDefault="00C23946" w:rsidP="00C23946"/>
        </w:tc>
        <w:tc>
          <w:tcPr>
            <w:tcW w:w="3685" w:type="dxa"/>
          </w:tcPr>
          <w:p w14:paraId="23B2C3D4" w14:textId="77777777" w:rsidR="00C23946" w:rsidRDefault="00C23946" w:rsidP="00C23946"/>
        </w:tc>
      </w:tr>
    </w:tbl>
    <w:p w14:paraId="169F55F3" w14:textId="2F258E21" w:rsidR="00C23946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1604E" w:rsidRPr="0091604E">
        <w:rPr>
          <w:rFonts w:eastAsia="Calibri" w:cs="Times New Roman"/>
          <w:b/>
          <w:lang w:eastAsia="cs-CZ"/>
        </w:rPr>
        <w:t>Rekonstrukce ŽST Brno – Královo Pole</w:t>
      </w:r>
    </w:p>
    <w:p w14:paraId="79B119CD" w14:textId="0B594410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23946">
        <w:rPr>
          <w:rFonts w:eastAsia="Calibri" w:cs="Times New Roman"/>
          <w:lang w:eastAsia="cs-CZ"/>
        </w:rPr>
        <w:t xml:space="preserve">Vysvětlení/ změna/ doplnění zadávací </w:t>
      </w:r>
      <w:r w:rsidRPr="00C62189">
        <w:rPr>
          <w:rFonts w:eastAsia="Calibri" w:cs="Times New Roman"/>
          <w:lang w:eastAsia="cs-CZ"/>
        </w:rPr>
        <w:t xml:space="preserve">dokumentace č. </w:t>
      </w:r>
      <w:r w:rsidR="00DE1F66" w:rsidRPr="00C62189">
        <w:rPr>
          <w:rFonts w:eastAsia="Times New Roman" w:cs="Times New Roman"/>
          <w:lang w:eastAsia="cs-CZ"/>
        </w:rPr>
        <w:t>14</w:t>
      </w:r>
    </w:p>
    <w:p w14:paraId="1A37B51A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662B6203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295BF671" w14:textId="1E430618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C4D7BEC" w14:textId="4A92C3CF" w:rsidR="00DE1F66" w:rsidRDefault="00DE1F66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B6EC758" w14:textId="77777777" w:rsidR="00DE1F66" w:rsidRPr="00BD5319" w:rsidRDefault="00DE1F66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80A0F5D" w14:textId="7A1EF003" w:rsidR="00BD5319" w:rsidRPr="00CD02B2" w:rsidRDefault="00BD5319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bookmarkStart w:id="1" w:name="_Hlk136926816"/>
      <w:r w:rsidRPr="00BD5319">
        <w:rPr>
          <w:rFonts w:eastAsia="Calibri" w:cs="Times New Roman"/>
          <w:b/>
          <w:lang w:eastAsia="cs-CZ"/>
        </w:rPr>
        <w:t xml:space="preserve">Dotaz č. </w:t>
      </w:r>
      <w:r w:rsidR="00405FB6">
        <w:rPr>
          <w:rFonts w:eastAsia="Calibri" w:cs="Times New Roman"/>
          <w:b/>
          <w:lang w:eastAsia="cs-CZ"/>
        </w:rPr>
        <w:t>373</w:t>
      </w:r>
      <w:r w:rsidRPr="00BD5319">
        <w:rPr>
          <w:rFonts w:eastAsia="Calibri" w:cs="Times New Roman"/>
          <w:b/>
          <w:lang w:eastAsia="cs-CZ"/>
        </w:rPr>
        <w:t>:</w:t>
      </w:r>
      <w:r w:rsidR="00CD02B2">
        <w:rPr>
          <w:rFonts w:eastAsia="Calibri" w:cs="Times New Roman"/>
          <w:b/>
          <w:lang w:eastAsia="cs-CZ"/>
        </w:rPr>
        <w:t xml:space="preserve"> </w:t>
      </w:r>
    </w:p>
    <w:p w14:paraId="2CB796FF" w14:textId="77777777" w:rsidR="00DE1F66" w:rsidRPr="00C62189" w:rsidRDefault="00DE1F66" w:rsidP="00DE1F66">
      <w:pPr>
        <w:spacing w:after="0" w:line="240" w:lineRule="auto"/>
        <w:rPr>
          <w:rFonts w:eastAsia="Times New Roman"/>
          <w:lang w:val="pl-PL"/>
        </w:rPr>
      </w:pPr>
      <w:bookmarkStart w:id="2" w:name="_Hlk136506188"/>
      <w:r w:rsidRPr="00DE1F66">
        <w:rPr>
          <w:rFonts w:eastAsia="Times New Roman"/>
        </w:rPr>
        <w:t xml:space="preserve">Zvažuje Objednatel o použití pásové bariéry během prací a s tím spojené zvýšení rychlosti na </w:t>
      </w:r>
      <w:r w:rsidRPr="00C62189">
        <w:rPr>
          <w:rFonts w:eastAsia="Times New Roman"/>
        </w:rPr>
        <w:t xml:space="preserve">provozované koleji na </w:t>
      </w:r>
      <w:proofErr w:type="gramStart"/>
      <w:r w:rsidRPr="00C62189">
        <w:rPr>
          <w:rFonts w:eastAsia="Times New Roman"/>
        </w:rPr>
        <w:t>80km/h</w:t>
      </w:r>
      <w:proofErr w:type="gramEnd"/>
      <w:r w:rsidRPr="00C62189">
        <w:rPr>
          <w:rFonts w:eastAsia="Times New Roman"/>
        </w:rPr>
        <w:t>?</w:t>
      </w:r>
    </w:p>
    <w:p w14:paraId="61CFE375" w14:textId="77777777" w:rsidR="00A1284C" w:rsidRPr="00C62189" w:rsidRDefault="00A1284C" w:rsidP="00A1284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A418839" w14:textId="016351E7" w:rsidR="00BD5319" w:rsidRPr="00C62189" w:rsidRDefault="00BD5319" w:rsidP="00232DA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62189">
        <w:rPr>
          <w:rFonts w:eastAsia="Calibri" w:cs="Times New Roman"/>
          <w:b/>
          <w:lang w:eastAsia="cs-CZ"/>
        </w:rPr>
        <w:t xml:space="preserve">Odpověď: </w:t>
      </w:r>
    </w:p>
    <w:p w14:paraId="5788FBF3" w14:textId="13568AFE" w:rsidR="00EF6A2B" w:rsidRPr="00C62189" w:rsidRDefault="00EA3ABD" w:rsidP="00232DA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62189">
        <w:rPr>
          <w:rFonts w:eastAsia="Calibri" w:cs="Times New Roman"/>
          <w:lang w:eastAsia="cs-CZ"/>
        </w:rPr>
        <w:t>Ano, Zadavatel požadavek na zvýšení rychlosti na provozované koleji na 80 km/hod vložil do Zvláštních technických podmínek (ZTP) bod 4.1.11, které jsou součástí závazných podmínek pro realizaci stavby.</w:t>
      </w:r>
    </w:p>
    <w:bookmarkEnd w:id="2"/>
    <w:p w14:paraId="015DE4BB" w14:textId="7B162D1F" w:rsidR="00C23946" w:rsidRPr="00C62189" w:rsidRDefault="00C23946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C3962B4" w14:textId="77777777" w:rsidR="0091604E" w:rsidRPr="00C62189" w:rsidRDefault="0091604E" w:rsidP="0091604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08C7804" w14:textId="0FEA96B5" w:rsidR="0091604E" w:rsidRPr="00C62189" w:rsidRDefault="0091604E" w:rsidP="0091604E">
      <w:pPr>
        <w:spacing w:after="0" w:line="240" w:lineRule="auto"/>
        <w:rPr>
          <w:rFonts w:eastAsia="Calibri" w:cs="Times New Roman"/>
          <w:b/>
          <w:lang w:eastAsia="cs-CZ"/>
        </w:rPr>
      </w:pPr>
      <w:r w:rsidRPr="00C62189">
        <w:rPr>
          <w:rFonts w:eastAsia="Calibri" w:cs="Times New Roman"/>
          <w:b/>
          <w:lang w:eastAsia="cs-CZ"/>
        </w:rPr>
        <w:t xml:space="preserve">Dotaz č. </w:t>
      </w:r>
      <w:r w:rsidR="00405FB6" w:rsidRPr="00C62189">
        <w:rPr>
          <w:rFonts w:eastAsia="Calibri" w:cs="Times New Roman"/>
          <w:b/>
          <w:lang w:eastAsia="cs-CZ"/>
        </w:rPr>
        <w:t>374</w:t>
      </w:r>
      <w:r w:rsidRPr="00C62189">
        <w:rPr>
          <w:rFonts w:eastAsia="Calibri" w:cs="Times New Roman"/>
          <w:b/>
          <w:lang w:eastAsia="cs-CZ"/>
        </w:rPr>
        <w:t>:</w:t>
      </w:r>
      <w:r w:rsidR="00CD02B2" w:rsidRPr="00C62189">
        <w:rPr>
          <w:rFonts w:eastAsia="Calibri" w:cs="Times New Roman"/>
          <w:b/>
          <w:lang w:eastAsia="cs-CZ"/>
        </w:rPr>
        <w:t xml:space="preserve"> </w:t>
      </w:r>
    </w:p>
    <w:p w14:paraId="35C87218" w14:textId="77777777" w:rsidR="00DE1F66" w:rsidRPr="00C62189" w:rsidRDefault="00DE1F66" w:rsidP="00DE1F66">
      <w:pPr>
        <w:spacing w:after="0" w:line="240" w:lineRule="auto"/>
        <w:rPr>
          <w:rFonts w:eastAsia="Times New Roman"/>
          <w:lang w:val="pl-PL"/>
        </w:rPr>
      </w:pPr>
      <w:r w:rsidRPr="00C62189">
        <w:rPr>
          <w:rFonts w:eastAsia="Times New Roman"/>
        </w:rPr>
        <w:t>Prosím o přesné určení místa, na které bude požadovat Objednatel odvést materiál z </w:t>
      </w:r>
      <w:proofErr w:type="spellStart"/>
      <w:r w:rsidRPr="00C62189">
        <w:rPr>
          <w:rFonts w:eastAsia="Times New Roman"/>
        </w:rPr>
        <w:t>výzisku</w:t>
      </w:r>
      <w:proofErr w:type="spellEnd"/>
      <w:r w:rsidRPr="00C62189">
        <w:rPr>
          <w:rFonts w:eastAsia="Times New Roman"/>
        </w:rPr>
        <w:t xml:space="preserve"> (kolejnice, pražce, výhybky, stožáry atd.)?</w:t>
      </w:r>
    </w:p>
    <w:p w14:paraId="2E46D05F" w14:textId="77777777" w:rsidR="007C0C39" w:rsidRPr="00C62189" w:rsidRDefault="007C0C39" w:rsidP="0091604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056C6DD" w14:textId="3B6F0CB2" w:rsidR="0091604E" w:rsidRPr="00C62189" w:rsidRDefault="0091604E" w:rsidP="0091604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62189">
        <w:rPr>
          <w:rFonts w:eastAsia="Calibri" w:cs="Times New Roman"/>
          <w:b/>
          <w:lang w:eastAsia="cs-CZ"/>
        </w:rPr>
        <w:t xml:space="preserve">Odpověď: </w:t>
      </w:r>
    </w:p>
    <w:p w14:paraId="0C17DD70" w14:textId="2E6A73D0" w:rsidR="0091604E" w:rsidRPr="00C62189" w:rsidRDefault="00EA3ABD" w:rsidP="0091604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62189">
        <w:rPr>
          <w:rFonts w:eastAsia="Calibri" w:cs="Times New Roman"/>
          <w:lang w:eastAsia="cs-CZ"/>
        </w:rPr>
        <w:t xml:space="preserve">Zadavatel požaduje odvést </w:t>
      </w:r>
      <w:proofErr w:type="spellStart"/>
      <w:r w:rsidRPr="00C62189">
        <w:rPr>
          <w:rFonts w:eastAsia="Calibri" w:cs="Times New Roman"/>
          <w:lang w:eastAsia="cs-CZ"/>
        </w:rPr>
        <w:t>výzisky</w:t>
      </w:r>
      <w:proofErr w:type="spellEnd"/>
      <w:r w:rsidRPr="00C62189">
        <w:rPr>
          <w:rFonts w:eastAsia="Calibri" w:cs="Times New Roman"/>
          <w:lang w:eastAsia="cs-CZ"/>
        </w:rPr>
        <w:t xml:space="preserve"> do </w:t>
      </w:r>
      <w:proofErr w:type="spellStart"/>
      <w:r w:rsidRPr="00C62189">
        <w:rPr>
          <w:rFonts w:eastAsia="Calibri" w:cs="Times New Roman"/>
          <w:lang w:eastAsia="cs-CZ"/>
        </w:rPr>
        <w:t>následujích</w:t>
      </w:r>
      <w:proofErr w:type="spellEnd"/>
      <w:r w:rsidRPr="00C62189">
        <w:rPr>
          <w:rFonts w:eastAsia="Calibri" w:cs="Times New Roman"/>
          <w:lang w:eastAsia="cs-CZ"/>
        </w:rPr>
        <w:t xml:space="preserve"> míst:</w:t>
      </w:r>
    </w:p>
    <w:bookmarkEnd w:id="1"/>
    <w:p w14:paraId="5CE01053" w14:textId="195B8B9C" w:rsidR="0091604E" w:rsidRPr="00C62189" w:rsidRDefault="00DF3BDE" w:rsidP="00DF3BDE">
      <w:pPr>
        <w:pStyle w:val="Odstavecseseznamem"/>
        <w:numPr>
          <w:ilvl w:val="0"/>
          <w:numId w:val="16"/>
        </w:numPr>
        <w:spacing w:after="0" w:line="240" w:lineRule="auto"/>
        <w:rPr>
          <w:rFonts w:eastAsia="Times New Roman" w:cs="Times New Roman"/>
          <w:lang w:eastAsia="cs-CZ"/>
        </w:rPr>
      </w:pPr>
      <w:r w:rsidRPr="00C62189">
        <w:rPr>
          <w:rFonts w:eastAsia="Times New Roman" w:cs="Times New Roman"/>
          <w:lang w:eastAsia="cs-CZ"/>
        </w:rPr>
        <w:t xml:space="preserve">Železniční svršek (pražce, kolejnice, drobné kolejivo, výhybky) – demontážní základna </w:t>
      </w:r>
      <w:proofErr w:type="spellStart"/>
      <w:r w:rsidRPr="00C62189">
        <w:rPr>
          <w:rFonts w:eastAsia="Times New Roman" w:cs="Times New Roman"/>
          <w:lang w:eastAsia="cs-CZ"/>
        </w:rPr>
        <w:t>žst</w:t>
      </w:r>
      <w:proofErr w:type="spellEnd"/>
      <w:r w:rsidRPr="00C62189">
        <w:rPr>
          <w:rFonts w:eastAsia="Times New Roman" w:cs="Times New Roman"/>
          <w:lang w:eastAsia="cs-CZ"/>
        </w:rPr>
        <w:t xml:space="preserve">. </w:t>
      </w:r>
      <w:proofErr w:type="gramStart"/>
      <w:r w:rsidRPr="00C62189">
        <w:rPr>
          <w:rFonts w:eastAsia="Times New Roman" w:cs="Times New Roman"/>
          <w:lang w:eastAsia="cs-CZ"/>
        </w:rPr>
        <w:t>Brno - Královo</w:t>
      </w:r>
      <w:proofErr w:type="gramEnd"/>
      <w:r w:rsidRPr="00C62189">
        <w:rPr>
          <w:rFonts w:eastAsia="Times New Roman" w:cs="Times New Roman"/>
          <w:lang w:eastAsia="cs-CZ"/>
        </w:rPr>
        <w:t xml:space="preserve"> Pole, viz POV. V případě, že by kapacita ploch POV byla v tomto místě nedostačující bude náhradní lokalitou </w:t>
      </w:r>
      <w:proofErr w:type="gramStart"/>
      <w:r w:rsidRPr="00C62189">
        <w:rPr>
          <w:rFonts w:eastAsia="Times New Roman" w:cs="Times New Roman"/>
          <w:lang w:eastAsia="cs-CZ"/>
        </w:rPr>
        <w:t>Brno - dolní</w:t>
      </w:r>
      <w:proofErr w:type="gramEnd"/>
      <w:r w:rsidRPr="00C62189">
        <w:rPr>
          <w:rFonts w:eastAsia="Times New Roman" w:cs="Times New Roman"/>
          <w:lang w:eastAsia="cs-CZ"/>
        </w:rPr>
        <w:t xml:space="preserve"> nádraží. </w:t>
      </w:r>
    </w:p>
    <w:p w14:paraId="2D98755C" w14:textId="00760CC7" w:rsidR="00DF3BDE" w:rsidRPr="00C62189" w:rsidRDefault="00DF3BDE" w:rsidP="00DF3BDE">
      <w:pPr>
        <w:pStyle w:val="Odstavecseseznamem"/>
        <w:numPr>
          <w:ilvl w:val="0"/>
          <w:numId w:val="16"/>
        </w:numPr>
        <w:spacing w:after="0" w:line="240" w:lineRule="auto"/>
        <w:rPr>
          <w:rFonts w:eastAsia="Times New Roman" w:cs="Times New Roman"/>
          <w:lang w:eastAsia="cs-CZ"/>
        </w:rPr>
      </w:pPr>
      <w:proofErr w:type="spellStart"/>
      <w:r w:rsidRPr="00C62189">
        <w:rPr>
          <w:rFonts w:eastAsia="Times New Roman" w:cs="Times New Roman"/>
          <w:lang w:eastAsia="cs-CZ"/>
        </w:rPr>
        <w:t>Výzisk</w:t>
      </w:r>
      <w:proofErr w:type="spellEnd"/>
      <w:r w:rsidRPr="00C62189">
        <w:rPr>
          <w:rFonts w:eastAsia="Times New Roman" w:cs="Times New Roman"/>
          <w:lang w:eastAsia="cs-CZ"/>
        </w:rPr>
        <w:t xml:space="preserve"> oceli – složení na demontážní základně v </w:t>
      </w:r>
      <w:proofErr w:type="spellStart"/>
      <w:r w:rsidRPr="00C62189">
        <w:rPr>
          <w:rFonts w:eastAsia="Times New Roman" w:cs="Times New Roman"/>
          <w:lang w:eastAsia="cs-CZ"/>
        </w:rPr>
        <w:t>žst</w:t>
      </w:r>
      <w:proofErr w:type="spellEnd"/>
      <w:r w:rsidRPr="00C62189">
        <w:rPr>
          <w:rFonts w:eastAsia="Times New Roman" w:cs="Times New Roman"/>
          <w:lang w:eastAsia="cs-CZ"/>
        </w:rPr>
        <w:t>. Brno – Královo Pole</w:t>
      </w:r>
    </w:p>
    <w:p w14:paraId="4BD4EE48" w14:textId="702D1F7F" w:rsidR="00DF3BDE" w:rsidRPr="00C62189" w:rsidRDefault="00DF3BDE" w:rsidP="00DF3BDE">
      <w:pPr>
        <w:pStyle w:val="Odstavecseseznamem"/>
        <w:numPr>
          <w:ilvl w:val="0"/>
          <w:numId w:val="16"/>
        </w:numPr>
        <w:spacing w:after="0" w:line="240" w:lineRule="auto"/>
        <w:rPr>
          <w:rFonts w:eastAsia="Times New Roman" w:cs="Times New Roman"/>
          <w:lang w:eastAsia="cs-CZ"/>
        </w:rPr>
      </w:pPr>
      <w:proofErr w:type="spellStart"/>
      <w:r w:rsidRPr="00C62189">
        <w:rPr>
          <w:rFonts w:eastAsia="Times New Roman" w:cs="Times New Roman"/>
          <w:lang w:eastAsia="cs-CZ"/>
        </w:rPr>
        <w:t>Výzisky</w:t>
      </w:r>
      <w:proofErr w:type="spellEnd"/>
      <w:r w:rsidRPr="00C62189">
        <w:rPr>
          <w:rFonts w:eastAsia="Times New Roman" w:cs="Times New Roman"/>
          <w:lang w:eastAsia="cs-CZ"/>
        </w:rPr>
        <w:t xml:space="preserve"> trakce – s </w:t>
      </w:r>
      <w:proofErr w:type="spellStart"/>
      <w:r w:rsidRPr="00C62189">
        <w:rPr>
          <w:rFonts w:eastAsia="Times New Roman" w:cs="Times New Roman"/>
          <w:lang w:eastAsia="cs-CZ"/>
        </w:rPr>
        <w:t>výzisky</w:t>
      </w:r>
      <w:proofErr w:type="spellEnd"/>
      <w:r w:rsidRPr="00C62189">
        <w:rPr>
          <w:rFonts w:eastAsia="Times New Roman" w:cs="Times New Roman"/>
          <w:lang w:eastAsia="cs-CZ"/>
        </w:rPr>
        <w:t xml:space="preserve"> se neuvažuje. Půjde většinou o odpad a šrot. Pokud by nějaký </w:t>
      </w:r>
      <w:proofErr w:type="spellStart"/>
      <w:r w:rsidRPr="00C62189">
        <w:rPr>
          <w:rFonts w:eastAsia="Times New Roman" w:cs="Times New Roman"/>
          <w:lang w:eastAsia="cs-CZ"/>
        </w:rPr>
        <w:t>výzisk</w:t>
      </w:r>
      <w:proofErr w:type="spellEnd"/>
      <w:r w:rsidRPr="00C62189">
        <w:rPr>
          <w:rFonts w:eastAsia="Times New Roman" w:cs="Times New Roman"/>
          <w:lang w:eastAsia="cs-CZ"/>
        </w:rPr>
        <w:t xml:space="preserve"> byl pak by správce požadoval složení v </w:t>
      </w:r>
      <w:proofErr w:type="spellStart"/>
      <w:r w:rsidRPr="00C62189">
        <w:rPr>
          <w:rFonts w:eastAsia="Times New Roman" w:cs="Times New Roman"/>
          <w:lang w:eastAsia="cs-CZ"/>
        </w:rPr>
        <w:t>žst</w:t>
      </w:r>
      <w:proofErr w:type="spellEnd"/>
      <w:r w:rsidRPr="00C62189">
        <w:rPr>
          <w:rFonts w:eastAsia="Times New Roman" w:cs="Times New Roman"/>
          <w:lang w:eastAsia="cs-CZ"/>
        </w:rPr>
        <w:t>. Tišnov nebo na OTV Modřice</w:t>
      </w:r>
    </w:p>
    <w:p w14:paraId="165AAF04" w14:textId="33BDAA53" w:rsidR="00DF3BDE" w:rsidRPr="00C62189" w:rsidRDefault="00DF3BDE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E3C0986" w14:textId="77777777" w:rsidR="00C62189" w:rsidRPr="00C62189" w:rsidRDefault="00C6218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DE16D96" w14:textId="62B44057" w:rsidR="00A1284C" w:rsidRPr="00C62189" w:rsidRDefault="00A1284C" w:rsidP="00A1284C">
      <w:pPr>
        <w:spacing w:after="0" w:line="240" w:lineRule="auto"/>
        <w:rPr>
          <w:rFonts w:eastAsia="Calibri" w:cs="Times New Roman"/>
          <w:b/>
          <w:lang w:eastAsia="cs-CZ"/>
        </w:rPr>
      </w:pPr>
      <w:r w:rsidRPr="00C62189">
        <w:rPr>
          <w:rFonts w:eastAsia="Calibri" w:cs="Times New Roman"/>
          <w:b/>
          <w:lang w:eastAsia="cs-CZ"/>
        </w:rPr>
        <w:t xml:space="preserve">Dotaz č. </w:t>
      </w:r>
      <w:r w:rsidR="00405FB6" w:rsidRPr="00C62189">
        <w:rPr>
          <w:rFonts w:eastAsia="Calibri" w:cs="Times New Roman"/>
          <w:b/>
          <w:lang w:eastAsia="cs-CZ"/>
        </w:rPr>
        <w:t>375</w:t>
      </w:r>
      <w:r w:rsidRPr="00C62189">
        <w:rPr>
          <w:rFonts w:eastAsia="Calibri" w:cs="Times New Roman"/>
          <w:b/>
          <w:lang w:eastAsia="cs-CZ"/>
        </w:rPr>
        <w:t>:</w:t>
      </w:r>
      <w:r w:rsidR="00CD02B2" w:rsidRPr="00C62189">
        <w:rPr>
          <w:rFonts w:eastAsia="Calibri" w:cs="Times New Roman"/>
          <w:b/>
          <w:lang w:eastAsia="cs-CZ"/>
        </w:rPr>
        <w:t xml:space="preserve"> </w:t>
      </w:r>
    </w:p>
    <w:p w14:paraId="16A31DD6" w14:textId="77777777" w:rsidR="00DE1F66" w:rsidRPr="00C62189" w:rsidRDefault="00DE1F66" w:rsidP="00DE1F66">
      <w:pPr>
        <w:spacing w:after="0" w:line="240" w:lineRule="auto"/>
        <w:rPr>
          <w:rFonts w:eastAsia="Times New Roman"/>
          <w:lang w:val="pl-PL"/>
        </w:rPr>
      </w:pPr>
      <w:proofErr w:type="spellStart"/>
      <w:r w:rsidRPr="00C62189">
        <w:rPr>
          <w:rFonts w:eastAsia="Times New Roman"/>
        </w:rPr>
        <w:t>Výzisk</w:t>
      </w:r>
      <w:proofErr w:type="spellEnd"/>
      <w:r w:rsidRPr="00C62189">
        <w:rPr>
          <w:rFonts w:eastAsia="Times New Roman"/>
        </w:rPr>
        <w:t xml:space="preserve"> z demontovaných ocelových konstrukcí je majetkem Zhotovitele, nebo Objednatele? </w:t>
      </w:r>
    </w:p>
    <w:p w14:paraId="4C360682" w14:textId="77777777" w:rsidR="00A1284C" w:rsidRPr="00C62189" w:rsidRDefault="00A1284C" w:rsidP="00A1284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FA487B6" w14:textId="77777777" w:rsidR="00A1284C" w:rsidRPr="00C62189" w:rsidRDefault="00A1284C" w:rsidP="00A1284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62189">
        <w:rPr>
          <w:rFonts w:eastAsia="Calibri" w:cs="Times New Roman"/>
          <w:b/>
          <w:lang w:eastAsia="cs-CZ"/>
        </w:rPr>
        <w:t xml:space="preserve">Odpověď: </w:t>
      </w:r>
    </w:p>
    <w:p w14:paraId="75F72CD4" w14:textId="01040636" w:rsidR="00A1284C" w:rsidRPr="00C62189" w:rsidRDefault="00EA3ABD" w:rsidP="00A1284C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spellStart"/>
      <w:r w:rsidRPr="00C62189">
        <w:rPr>
          <w:rFonts w:eastAsia="Calibri" w:cs="Times New Roman"/>
          <w:lang w:eastAsia="cs-CZ"/>
        </w:rPr>
        <w:t>Výzisk</w:t>
      </w:r>
      <w:proofErr w:type="spellEnd"/>
      <w:r w:rsidRPr="00C62189">
        <w:rPr>
          <w:rFonts w:eastAsia="Calibri" w:cs="Times New Roman"/>
          <w:lang w:eastAsia="cs-CZ"/>
        </w:rPr>
        <w:t xml:space="preserve"> z demontovaných ocelových konstrukcí je majetkem Z</w:t>
      </w:r>
      <w:r w:rsidR="00ED7881" w:rsidRPr="00C62189">
        <w:rPr>
          <w:rFonts w:eastAsia="Calibri" w:cs="Times New Roman"/>
          <w:lang w:eastAsia="cs-CZ"/>
        </w:rPr>
        <w:t>adavatele</w:t>
      </w:r>
      <w:r w:rsidRPr="00C62189">
        <w:rPr>
          <w:rFonts w:eastAsia="Calibri" w:cs="Times New Roman"/>
          <w:lang w:eastAsia="cs-CZ"/>
        </w:rPr>
        <w:t xml:space="preserve"> stavby a ten dále určí jak s tímto </w:t>
      </w:r>
      <w:proofErr w:type="spellStart"/>
      <w:r w:rsidRPr="00C62189">
        <w:rPr>
          <w:rFonts w:eastAsia="Calibri" w:cs="Times New Roman"/>
          <w:lang w:eastAsia="cs-CZ"/>
        </w:rPr>
        <w:t>výziskem</w:t>
      </w:r>
      <w:proofErr w:type="spellEnd"/>
      <w:r w:rsidRPr="00C62189">
        <w:rPr>
          <w:rFonts w:eastAsia="Calibri" w:cs="Times New Roman"/>
          <w:lang w:eastAsia="cs-CZ"/>
        </w:rPr>
        <w:t xml:space="preserve"> bude </w:t>
      </w:r>
      <w:proofErr w:type="spellStart"/>
      <w:r w:rsidRPr="00C62189">
        <w:rPr>
          <w:rFonts w:eastAsia="Calibri" w:cs="Times New Roman"/>
          <w:lang w:eastAsia="cs-CZ"/>
        </w:rPr>
        <w:t>nakládano</w:t>
      </w:r>
      <w:proofErr w:type="spellEnd"/>
      <w:r w:rsidRPr="00C62189">
        <w:rPr>
          <w:rFonts w:eastAsia="Calibri" w:cs="Times New Roman"/>
          <w:lang w:eastAsia="cs-CZ"/>
        </w:rPr>
        <w:t>.</w:t>
      </w:r>
      <w:r w:rsidR="002E3872" w:rsidRPr="00C62189">
        <w:rPr>
          <w:rFonts w:eastAsia="Calibri" w:cs="Times New Roman"/>
          <w:lang w:eastAsia="cs-CZ"/>
        </w:rPr>
        <w:t xml:space="preserve"> Pro </w:t>
      </w:r>
      <w:proofErr w:type="spellStart"/>
      <w:r w:rsidR="002E3872" w:rsidRPr="00C62189">
        <w:rPr>
          <w:rFonts w:eastAsia="Calibri" w:cs="Times New Roman"/>
          <w:lang w:eastAsia="cs-CZ"/>
        </w:rPr>
        <w:t>výzisky</w:t>
      </w:r>
      <w:proofErr w:type="spellEnd"/>
      <w:r w:rsidR="002E3872" w:rsidRPr="00C62189">
        <w:rPr>
          <w:rFonts w:eastAsia="Calibri" w:cs="Times New Roman"/>
          <w:lang w:eastAsia="cs-CZ"/>
        </w:rPr>
        <w:t xml:space="preserve"> staveb platí směrnice SŽDC č.42 v platném znění.</w:t>
      </w:r>
    </w:p>
    <w:p w14:paraId="267FA772" w14:textId="77777777" w:rsidR="00A1284C" w:rsidRDefault="00A1284C" w:rsidP="00A1284C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A477F95" w14:textId="77777777" w:rsidR="00A1284C" w:rsidRPr="00BD5319" w:rsidRDefault="00A1284C" w:rsidP="00A1284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3F62F53" w14:textId="4A4A415E" w:rsidR="00A1284C" w:rsidRPr="00CD02B2" w:rsidRDefault="00A1284C" w:rsidP="00A1284C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405FB6">
        <w:rPr>
          <w:rFonts w:eastAsia="Calibri" w:cs="Times New Roman"/>
          <w:b/>
          <w:lang w:eastAsia="cs-CZ"/>
        </w:rPr>
        <w:t>376</w:t>
      </w:r>
      <w:r w:rsidRPr="00BD5319">
        <w:rPr>
          <w:rFonts w:eastAsia="Calibri" w:cs="Times New Roman"/>
          <w:b/>
          <w:lang w:eastAsia="cs-CZ"/>
        </w:rPr>
        <w:t>:</w:t>
      </w:r>
      <w:r w:rsidR="00CD02B2">
        <w:rPr>
          <w:rFonts w:eastAsia="Calibri" w:cs="Times New Roman"/>
          <w:b/>
          <w:lang w:eastAsia="cs-CZ"/>
        </w:rPr>
        <w:t xml:space="preserve"> </w:t>
      </w:r>
    </w:p>
    <w:p w14:paraId="5FDC9587" w14:textId="1DBAA065" w:rsidR="00DE1F66" w:rsidRPr="00DE1F66" w:rsidRDefault="00DE1F66" w:rsidP="00DE1F66">
      <w:pPr>
        <w:spacing w:after="0" w:line="240" w:lineRule="auto"/>
        <w:rPr>
          <w:rFonts w:eastAsia="Times New Roman"/>
          <w:lang w:val="pl-PL"/>
        </w:rPr>
      </w:pPr>
      <w:r w:rsidRPr="00DE1F66">
        <w:rPr>
          <w:rFonts w:eastAsia="Times New Roman"/>
        </w:rPr>
        <w:t>Má Objednatel vyřízené veškeré vstupy na okolní pozemky, které nejsou v majetku či správě Investora?</w:t>
      </w:r>
    </w:p>
    <w:p w14:paraId="63677719" w14:textId="759B8CF6" w:rsidR="00DD3B8B" w:rsidRDefault="00DD3B8B" w:rsidP="00DD3B8B">
      <w:pPr>
        <w:spacing w:after="0" w:line="252" w:lineRule="auto"/>
      </w:pPr>
    </w:p>
    <w:p w14:paraId="468265D5" w14:textId="77777777" w:rsidR="00A1284C" w:rsidRDefault="00A1284C" w:rsidP="00A1284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3897EC3" w14:textId="77777777" w:rsidR="00A1284C" w:rsidRPr="00BD5319" w:rsidRDefault="00A1284C" w:rsidP="00A1284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627D2620" w14:textId="77777777" w:rsidR="002572DA" w:rsidRPr="00C62189" w:rsidRDefault="00EA3ABD" w:rsidP="00A1284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62189">
        <w:rPr>
          <w:rFonts w:eastAsia="Calibri" w:cs="Times New Roman"/>
          <w:lang w:eastAsia="cs-CZ"/>
        </w:rPr>
        <w:t>Zadavatel veřejné zakázky má potřebné vstupy na pozemky zakreslené v předložené projektové dokumentaci zajištěny – souhlasy vlastníků pozemků</w:t>
      </w:r>
      <w:r w:rsidR="002572DA" w:rsidRPr="00C62189">
        <w:rPr>
          <w:rFonts w:eastAsia="Calibri" w:cs="Times New Roman"/>
          <w:lang w:eastAsia="cs-CZ"/>
        </w:rPr>
        <w:t>, věcná břemena z předchozích staveb</w:t>
      </w:r>
      <w:r w:rsidRPr="00C62189">
        <w:rPr>
          <w:rFonts w:eastAsia="Calibri" w:cs="Times New Roman"/>
          <w:lang w:eastAsia="cs-CZ"/>
        </w:rPr>
        <w:t>.</w:t>
      </w:r>
    </w:p>
    <w:p w14:paraId="15E6BA0C" w14:textId="42D6596B" w:rsidR="002572DA" w:rsidRPr="00C62189" w:rsidRDefault="002572DA" w:rsidP="00A1284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62189">
        <w:rPr>
          <w:rFonts w:eastAsia="Calibri" w:cs="Times New Roman"/>
          <w:lang w:eastAsia="cs-CZ"/>
        </w:rPr>
        <w:t>Nepodařilo se projednat pouze jediný přístup ke staveništi, viz upozornění ve Zvláštních technických podmínkách</w:t>
      </w:r>
      <w:r w:rsidR="004D5476" w:rsidRPr="00C62189">
        <w:rPr>
          <w:rFonts w:eastAsia="Calibri" w:cs="Times New Roman"/>
          <w:lang w:eastAsia="cs-CZ"/>
        </w:rPr>
        <w:t xml:space="preserve"> (ZTP)</w:t>
      </w:r>
      <w:r w:rsidRPr="00C62189">
        <w:rPr>
          <w:rFonts w:eastAsia="Calibri" w:cs="Times New Roman"/>
          <w:lang w:eastAsia="cs-CZ"/>
        </w:rPr>
        <w:t xml:space="preserve">, bod </w:t>
      </w:r>
      <w:r w:rsidR="00F82686" w:rsidRPr="00C62189">
        <w:rPr>
          <w:rFonts w:eastAsia="Calibri" w:cs="Times New Roman"/>
          <w:lang w:eastAsia="cs-CZ"/>
        </w:rPr>
        <w:t xml:space="preserve">5.1.6 (pozemek p.č.478/2 </w:t>
      </w:r>
      <w:proofErr w:type="spellStart"/>
      <w:r w:rsidR="00F82686" w:rsidRPr="00C62189">
        <w:rPr>
          <w:rFonts w:eastAsia="Calibri" w:cs="Times New Roman"/>
          <w:lang w:eastAsia="cs-CZ"/>
        </w:rPr>
        <w:t>k.ú</w:t>
      </w:r>
      <w:proofErr w:type="spellEnd"/>
      <w:r w:rsidR="00F82686" w:rsidRPr="00C62189">
        <w:rPr>
          <w:rFonts w:eastAsia="Calibri" w:cs="Times New Roman"/>
          <w:lang w:eastAsia="cs-CZ"/>
        </w:rPr>
        <w:t>. Řečkovice)</w:t>
      </w:r>
      <w:r w:rsidRPr="00C62189">
        <w:rPr>
          <w:rFonts w:eastAsia="Calibri" w:cs="Times New Roman"/>
          <w:lang w:eastAsia="cs-CZ"/>
        </w:rPr>
        <w:t xml:space="preserve">. </w:t>
      </w:r>
      <w:r w:rsidR="00FF7067" w:rsidRPr="00C62189">
        <w:rPr>
          <w:rFonts w:eastAsia="Calibri" w:cs="Times New Roman"/>
          <w:lang w:eastAsia="cs-CZ"/>
        </w:rPr>
        <w:t xml:space="preserve">V ZTP je rovněž vloženo dodatečné upozornění správce komunikací SUS JMK, viz bod </w:t>
      </w:r>
      <w:r w:rsidR="00F82686" w:rsidRPr="00C62189">
        <w:rPr>
          <w:rFonts w:eastAsia="Calibri" w:cs="Times New Roman"/>
          <w:lang w:eastAsia="cs-CZ"/>
        </w:rPr>
        <w:t>5.1.5</w:t>
      </w:r>
      <w:r w:rsidR="00FF7067" w:rsidRPr="00C62189">
        <w:rPr>
          <w:rFonts w:eastAsia="Calibri" w:cs="Times New Roman"/>
          <w:lang w:eastAsia="cs-CZ"/>
        </w:rPr>
        <w:t>.</w:t>
      </w:r>
      <w:r w:rsidR="00F82686" w:rsidRPr="00C62189">
        <w:rPr>
          <w:rFonts w:eastAsia="Calibri" w:cs="Times New Roman"/>
          <w:lang w:eastAsia="cs-CZ"/>
        </w:rPr>
        <w:t xml:space="preserve">Uchazeči tato ustanovení berou na vědomí a pro přístup na staveniště využijí ostatní přístupové cesty </w:t>
      </w:r>
      <w:r w:rsidR="00C62189">
        <w:rPr>
          <w:rFonts w:eastAsia="Calibri" w:cs="Times New Roman"/>
          <w:lang w:eastAsia="cs-CZ"/>
        </w:rPr>
        <w:br/>
      </w:r>
      <w:r w:rsidR="00F82686" w:rsidRPr="00C62189">
        <w:rPr>
          <w:rFonts w:eastAsia="Calibri" w:cs="Times New Roman"/>
          <w:lang w:eastAsia="cs-CZ"/>
        </w:rPr>
        <w:t>a komunikace.</w:t>
      </w:r>
    </w:p>
    <w:p w14:paraId="1CD0C546" w14:textId="409CA9EE" w:rsidR="00A1284C" w:rsidRPr="00C62189" w:rsidRDefault="00EA3ABD" w:rsidP="00A1284C">
      <w:pPr>
        <w:spacing w:after="0" w:line="240" w:lineRule="auto"/>
        <w:jc w:val="both"/>
        <w:rPr>
          <w:rFonts w:eastAsia="Calibri" w:cs="Times New Roman"/>
          <w:strike/>
          <w:lang w:eastAsia="cs-CZ"/>
        </w:rPr>
      </w:pPr>
      <w:r w:rsidRPr="00C62189">
        <w:rPr>
          <w:rFonts w:eastAsia="Calibri" w:cs="Times New Roman"/>
          <w:lang w:eastAsia="cs-CZ"/>
        </w:rPr>
        <w:t xml:space="preserve">Dokončují se některé smluvní vztahy </w:t>
      </w:r>
      <w:r w:rsidR="002572DA" w:rsidRPr="00C62189">
        <w:rPr>
          <w:rFonts w:eastAsia="Calibri" w:cs="Times New Roman"/>
          <w:lang w:eastAsia="cs-CZ"/>
        </w:rPr>
        <w:t xml:space="preserve">např. se </w:t>
      </w:r>
      <w:r w:rsidRPr="00C62189">
        <w:rPr>
          <w:rFonts w:eastAsia="Calibri" w:cs="Times New Roman"/>
          <w:lang w:eastAsia="cs-CZ"/>
        </w:rPr>
        <w:t>Statutárním městem Brnem na odkup pozemků</w:t>
      </w:r>
      <w:r w:rsidR="002572DA" w:rsidRPr="00C62189">
        <w:rPr>
          <w:rFonts w:eastAsia="Calibri" w:cs="Times New Roman"/>
          <w:lang w:eastAsia="cs-CZ"/>
        </w:rPr>
        <w:t xml:space="preserve"> dotčených stavbou, nebo převod práv hospodařit s dotčenými pozemky od Úřadu pro zastupování státu. </w:t>
      </w:r>
    </w:p>
    <w:p w14:paraId="62D56776" w14:textId="587169F2" w:rsidR="00FF7067" w:rsidRPr="00C62189" w:rsidRDefault="00FF7067" w:rsidP="00FF706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62189">
        <w:rPr>
          <w:rFonts w:eastAsia="Calibri" w:cs="Times New Roman"/>
          <w:lang w:eastAsia="cs-CZ"/>
        </w:rPr>
        <w:t>Uzavřené majetkoprávní smluvní vztahy vloženy do projektové dokumentace, část H.8.</w:t>
      </w:r>
    </w:p>
    <w:p w14:paraId="2FEEFC06" w14:textId="348C7866" w:rsidR="00FF7067" w:rsidRPr="00C62189" w:rsidRDefault="00FF7067" w:rsidP="00FF706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62189">
        <w:rPr>
          <w:rFonts w:eastAsia="Calibri" w:cs="Times New Roman"/>
          <w:lang w:eastAsia="cs-CZ"/>
        </w:rPr>
        <w:t>Závazky z těchto smluv</w:t>
      </w:r>
      <w:r w:rsidR="00C62189" w:rsidRPr="00C62189">
        <w:rPr>
          <w:rFonts w:eastAsia="Calibri" w:cs="Times New Roman"/>
          <w:lang w:eastAsia="cs-CZ"/>
        </w:rPr>
        <w:t>,</w:t>
      </w:r>
      <w:r w:rsidR="00DF1FCB" w:rsidRPr="00C62189">
        <w:rPr>
          <w:rFonts w:eastAsia="Calibri" w:cs="Times New Roman"/>
          <w:lang w:eastAsia="cs-CZ"/>
        </w:rPr>
        <w:t xml:space="preserve"> dočasné zábory pro stavbu</w:t>
      </w:r>
      <w:r w:rsidR="00C62189" w:rsidRPr="00C62189">
        <w:rPr>
          <w:rFonts w:eastAsia="Calibri" w:cs="Times New Roman"/>
          <w:lang w:eastAsia="cs-CZ"/>
        </w:rPr>
        <w:t>,</w:t>
      </w:r>
      <w:r w:rsidRPr="00C62189">
        <w:rPr>
          <w:rFonts w:eastAsia="Calibri" w:cs="Times New Roman"/>
          <w:lang w:eastAsia="cs-CZ"/>
        </w:rPr>
        <w:t xml:space="preserve"> si Uchazeči ocení ve svých nabídkách – rozpust</w:t>
      </w:r>
      <w:r w:rsidR="00DF1FCB" w:rsidRPr="00C62189">
        <w:rPr>
          <w:rFonts w:eastAsia="Calibri" w:cs="Times New Roman"/>
          <w:lang w:eastAsia="cs-CZ"/>
        </w:rPr>
        <w:t>í</w:t>
      </w:r>
      <w:r w:rsidRPr="00C62189">
        <w:rPr>
          <w:rFonts w:eastAsia="Calibri" w:cs="Times New Roman"/>
          <w:lang w:eastAsia="cs-CZ"/>
        </w:rPr>
        <w:t xml:space="preserve"> v položkách souvisejících SO a PS.</w:t>
      </w:r>
    </w:p>
    <w:p w14:paraId="353DD840" w14:textId="0BF3BB59" w:rsidR="002572DA" w:rsidRPr="00C62189" w:rsidRDefault="002572DA" w:rsidP="00A1284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62189">
        <w:rPr>
          <w:rFonts w:eastAsia="Calibri" w:cs="Times New Roman"/>
          <w:lang w:eastAsia="cs-CZ"/>
        </w:rPr>
        <w:t>Uchazeči musí</w:t>
      </w:r>
      <w:r w:rsidR="00DF1FCB" w:rsidRPr="00C62189">
        <w:rPr>
          <w:rFonts w:eastAsia="Calibri" w:cs="Times New Roman"/>
          <w:lang w:eastAsia="cs-CZ"/>
        </w:rPr>
        <w:t xml:space="preserve"> rov</w:t>
      </w:r>
      <w:r w:rsidR="00C62189" w:rsidRPr="00C62189">
        <w:rPr>
          <w:rFonts w:eastAsia="Calibri" w:cs="Times New Roman"/>
          <w:lang w:eastAsia="cs-CZ"/>
        </w:rPr>
        <w:t>n</w:t>
      </w:r>
      <w:r w:rsidR="00DF1FCB" w:rsidRPr="00C62189">
        <w:rPr>
          <w:rFonts w:eastAsia="Calibri" w:cs="Times New Roman"/>
          <w:lang w:eastAsia="cs-CZ"/>
        </w:rPr>
        <w:t>ěž</w:t>
      </w:r>
      <w:r w:rsidRPr="00C62189">
        <w:rPr>
          <w:rFonts w:eastAsia="Calibri" w:cs="Times New Roman"/>
          <w:lang w:eastAsia="cs-CZ"/>
        </w:rPr>
        <w:t xml:space="preserve"> počítat s projednáním veřejných záborů zeleně</w:t>
      </w:r>
      <w:r w:rsidR="00DF1FCB" w:rsidRPr="00C62189">
        <w:rPr>
          <w:rFonts w:eastAsia="Calibri" w:cs="Times New Roman"/>
          <w:lang w:eastAsia="cs-CZ"/>
        </w:rPr>
        <w:t xml:space="preserve"> a</w:t>
      </w:r>
      <w:r w:rsidRPr="00C62189">
        <w:rPr>
          <w:rFonts w:eastAsia="Calibri" w:cs="Times New Roman"/>
          <w:lang w:eastAsia="cs-CZ"/>
        </w:rPr>
        <w:t xml:space="preserve"> komunikací, které podléhají </w:t>
      </w:r>
      <w:r w:rsidR="00DF1FCB" w:rsidRPr="00C62189">
        <w:rPr>
          <w:rFonts w:eastAsia="Calibri" w:cs="Times New Roman"/>
          <w:lang w:eastAsia="cs-CZ"/>
        </w:rPr>
        <w:t>samostatnému</w:t>
      </w:r>
      <w:r w:rsidRPr="00C62189">
        <w:rPr>
          <w:rFonts w:eastAsia="Calibri" w:cs="Times New Roman"/>
          <w:lang w:eastAsia="cs-CZ"/>
        </w:rPr>
        <w:t xml:space="preserve"> řízení tzv. Zvláštní užívání komunikace či Zvláštní užívání zeleně. Tato </w:t>
      </w:r>
      <w:r w:rsidR="00FF7067" w:rsidRPr="00C62189">
        <w:rPr>
          <w:rFonts w:eastAsia="Calibri" w:cs="Times New Roman"/>
          <w:lang w:eastAsia="cs-CZ"/>
        </w:rPr>
        <w:t>rozhodnutí podléhají poplatku, který si Uchazeči musí ocenit ve svých nabídkách</w:t>
      </w:r>
      <w:r w:rsidR="00DF1FCB" w:rsidRPr="00C62189">
        <w:rPr>
          <w:rFonts w:eastAsia="Calibri" w:cs="Times New Roman"/>
          <w:lang w:eastAsia="cs-CZ"/>
        </w:rPr>
        <w:t>, rozpustit v položkách souvisejících SO a PS</w:t>
      </w:r>
      <w:r w:rsidR="00FF7067" w:rsidRPr="00C62189">
        <w:rPr>
          <w:rFonts w:eastAsia="Calibri" w:cs="Times New Roman"/>
          <w:lang w:eastAsia="cs-CZ"/>
        </w:rPr>
        <w:t>.</w:t>
      </w:r>
      <w:r w:rsidR="004D5476" w:rsidRPr="00C62189">
        <w:rPr>
          <w:rFonts w:eastAsia="Calibri" w:cs="Times New Roman"/>
          <w:lang w:eastAsia="cs-CZ"/>
        </w:rPr>
        <w:t xml:space="preserve"> </w:t>
      </w:r>
      <w:bookmarkStart w:id="3" w:name="_Hlk138360479"/>
      <w:r w:rsidR="004D5476" w:rsidRPr="00C62189">
        <w:rPr>
          <w:rFonts w:eastAsia="Calibri" w:cs="Times New Roman"/>
          <w:lang w:eastAsia="cs-CZ"/>
        </w:rPr>
        <w:t>Rozhodnutí o Zvláštním užívání zajišťuje Zhotovitel stavby na základě svých potřeb.</w:t>
      </w:r>
      <w:bookmarkEnd w:id="3"/>
    </w:p>
    <w:p w14:paraId="672DB81D" w14:textId="77777777" w:rsidR="00FF7067" w:rsidRPr="00C62189" w:rsidRDefault="00FF7067" w:rsidP="00A1284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3F483B9" w14:textId="260F622B" w:rsidR="00526670" w:rsidRPr="00C62189" w:rsidRDefault="00526670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EA2A553" w14:textId="327022FF" w:rsidR="00A1284C" w:rsidRPr="00C62189" w:rsidRDefault="00A1284C" w:rsidP="00A1284C">
      <w:pPr>
        <w:spacing w:after="0" w:line="240" w:lineRule="auto"/>
        <w:rPr>
          <w:rFonts w:eastAsia="Calibri" w:cs="Times New Roman"/>
          <w:b/>
          <w:lang w:eastAsia="cs-CZ"/>
        </w:rPr>
      </w:pPr>
      <w:r w:rsidRPr="00C62189">
        <w:rPr>
          <w:rFonts w:eastAsia="Calibri" w:cs="Times New Roman"/>
          <w:b/>
          <w:lang w:eastAsia="cs-CZ"/>
        </w:rPr>
        <w:t xml:space="preserve">Dotaz č. </w:t>
      </w:r>
      <w:r w:rsidR="00405FB6" w:rsidRPr="00C62189">
        <w:rPr>
          <w:rFonts w:eastAsia="Calibri" w:cs="Times New Roman"/>
          <w:b/>
          <w:lang w:eastAsia="cs-CZ"/>
        </w:rPr>
        <w:t>377</w:t>
      </w:r>
      <w:r w:rsidRPr="00C62189">
        <w:rPr>
          <w:rFonts w:eastAsia="Calibri" w:cs="Times New Roman"/>
          <w:b/>
          <w:lang w:eastAsia="cs-CZ"/>
        </w:rPr>
        <w:t>:</w:t>
      </w:r>
      <w:r w:rsidR="00CD02B2" w:rsidRPr="00C62189">
        <w:rPr>
          <w:rFonts w:eastAsia="Calibri" w:cs="Times New Roman"/>
          <w:b/>
          <w:lang w:eastAsia="cs-CZ"/>
        </w:rPr>
        <w:t xml:space="preserve"> </w:t>
      </w:r>
    </w:p>
    <w:p w14:paraId="217E366E" w14:textId="77777777" w:rsidR="00DE1F66" w:rsidRPr="00C62189" w:rsidRDefault="00DE1F66" w:rsidP="00DE1F66">
      <w:pPr>
        <w:spacing w:after="0" w:line="240" w:lineRule="auto"/>
        <w:rPr>
          <w:rFonts w:eastAsia="Times New Roman"/>
          <w:lang w:val="pl-PL"/>
        </w:rPr>
      </w:pPr>
      <w:r w:rsidRPr="00C62189">
        <w:rPr>
          <w:rFonts w:eastAsia="Times New Roman"/>
        </w:rPr>
        <w:t>Má Objednatel ověřený výskyt materiálů obsahující azbest na této zakázce?</w:t>
      </w:r>
    </w:p>
    <w:p w14:paraId="60AD293B" w14:textId="77777777" w:rsidR="00A1284C" w:rsidRPr="00C62189" w:rsidRDefault="00A1284C" w:rsidP="00A1284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E13B298" w14:textId="77777777" w:rsidR="00A1284C" w:rsidRPr="00C62189" w:rsidRDefault="00A1284C" w:rsidP="00A1284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62189">
        <w:rPr>
          <w:rFonts w:eastAsia="Calibri" w:cs="Times New Roman"/>
          <w:b/>
          <w:lang w:eastAsia="cs-CZ"/>
        </w:rPr>
        <w:t xml:space="preserve">Odpověď: </w:t>
      </w:r>
    </w:p>
    <w:p w14:paraId="04B75C38" w14:textId="53AD1E38" w:rsidR="00A1284C" w:rsidRPr="00C62189" w:rsidRDefault="00BD6A3F" w:rsidP="00A1284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62189">
        <w:rPr>
          <w:rFonts w:eastAsia="Calibri" w:cs="Times New Roman"/>
          <w:lang w:eastAsia="cs-CZ"/>
        </w:rPr>
        <w:t>Ano, projektant ověřil v rámci stavebně technického průzkumu výskyt azbestu ve stavebních materiálech stávajících staveb.</w:t>
      </w:r>
    </w:p>
    <w:p w14:paraId="09599282" w14:textId="77777777" w:rsidR="00A1284C" w:rsidRPr="00C62189" w:rsidRDefault="00A1284C" w:rsidP="00A1284C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C56479D" w14:textId="77777777" w:rsidR="00A1284C" w:rsidRPr="00C62189" w:rsidRDefault="00A1284C" w:rsidP="00A1284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5062954" w14:textId="336D3B7D" w:rsidR="00A1284C" w:rsidRPr="00C62189" w:rsidRDefault="00A1284C" w:rsidP="00A1284C">
      <w:pPr>
        <w:spacing w:after="0" w:line="240" w:lineRule="auto"/>
        <w:rPr>
          <w:rFonts w:eastAsia="Calibri" w:cs="Times New Roman"/>
          <w:b/>
          <w:lang w:eastAsia="cs-CZ"/>
        </w:rPr>
      </w:pPr>
      <w:r w:rsidRPr="00C62189">
        <w:rPr>
          <w:rFonts w:eastAsia="Calibri" w:cs="Times New Roman"/>
          <w:b/>
          <w:lang w:eastAsia="cs-CZ"/>
        </w:rPr>
        <w:t xml:space="preserve">Dotaz č. </w:t>
      </w:r>
      <w:r w:rsidR="00405FB6" w:rsidRPr="00C62189">
        <w:rPr>
          <w:rFonts w:eastAsia="Calibri" w:cs="Times New Roman"/>
          <w:b/>
          <w:lang w:eastAsia="cs-CZ"/>
        </w:rPr>
        <w:t>378</w:t>
      </w:r>
      <w:r w:rsidRPr="00C62189">
        <w:rPr>
          <w:rFonts w:eastAsia="Calibri" w:cs="Times New Roman"/>
          <w:b/>
          <w:lang w:eastAsia="cs-CZ"/>
        </w:rPr>
        <w:t>:</w:t>
      </w:r>
      <w:r w:rsidR="00CD02B2" w:rsidRPr="00C62189">
        <w:rPr>
          <w:rFonts w:eastAsia="Calibri" w:cs="Times New Roman"/>
          <w:b/>
          <w:lang w:eastAsia="cs-CZ"/>
        </w:rPr>
        <w:t xml:space="preserve"> </w:t>
      </w:r>
    </w:p>
    <w:p w14:paraId="7119673C" w14:textId="77777777" w:rsidR="00DE1F66" w:rsidRPr="00C62189" w:rsidRDefault="00DE1F66" w:rsidP="00DE1F66">
      <w:pPr>
        <w:spacing w:after="0" w:line="240" w:lineRule="auto"/>
        <w:rPr>
          <w:rFonts w:eastAsia="Times New Roman"/>
          <w:lang w:val="pl-PL"/>
        </w:rPr>
      </w:pPr>
      <w:r w:rsidRPr="00C62189">
        <w:rPr>
          <w:rFonts w:eastAsia="Times New Roman"/>
        </w:rPr>
        <w:t>Má Objednatel platné vyjádření všech správců sítí dotčených danou zakázkou?</w:t>
      </w:r>
    </w:p>
    <w:p w14:paraId="78CB21F8" w14:textId="77777777" w:rsidR="007C0C39" w:rsidRPr="00C62189" w:rsidRDefault="007C0C39" w:rsidP="00A1284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CD74F77" w14:textId="15D072A7" w:rsidR="00A1284C" w:rsidRPr="00C62189" w:rsidRDefault="00A1284C" w:rsidP="00A1284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62189">
        <w:rPr>
          <w:rFonts w:eastAsia="Calibri" w:cs="Times New Roman"/>
          <w:b/>
          <w:lang w:eastAsia="cs-CZ"/>
        </w:rPr>
        <w:t xml:space="preserve">Odpověď: </w:t>
      </w:r>
    </w:p>
    <w:p w14:paraId="127E174F" w14:textId="77777777" w:rsidR="0002302E" w:rsidRPr="00C62189" w:rsidRDefault="00BD6A3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62189">
        <w:rPr>
          <w:rFonts w:eastAsia="Calibri" w:cs="Times New Roman"/>
          <w:lang w:eastAsia="cs-CZ"/>
        </w:rPr>
        <w:t xml:space="preserve">Vyjádření všech správců inženýrských sítí dotčených stavbou byla platná v době vydání stavebních povolení. Tato vyjádření mají určenou svoji platnost, kterou lze ověřit v dokladové části dokumentace. Uchazeči o veřejnou zakázku musí počítat s požadavkem na obnovení </w:t>
      </w:r>
      <w:r w:rsidR="0002302E" w:rsidRPr="00C62189">
        <w:rPr>
          <w:rFonts w:eastAsia="Calibri" w:cs="Times New Roman"/>
          <w:lang w:eastAsia="cs-CZ"/>
        </w:rPr>
        <w:t xml:space="preserve">těchto vyjádření, zejména pak vyjádření k existenci inženýrských sítí. </w:t>
      </w:r>
    </w:p>
    <w:p w14:paraId="245C01D0" w14:textId="07478EE5" w:rsidR="00A1284C" w:rsidRPr="00C62189" w:rsidRDefault="0002302E" w:rsidP="0002302E">
      <w:pPr>
        <w:spacing w:after="0" w:line="240" w:lineRule="auto"/>
        <w:rPr>
          <w:rFonts w:eastAsia="Times New Roman" w:cs="Times New Roman"/>
          <w:lang w:eastAsia="cs-CZ"/>
        </w:rPr>
      </w:pPr>
      <w:r w:rsidRPr="00C62189">
        <w:rPr>
          <w:rFonts w:eastAsia="Calibri" w:cs="Times New Roman"/>
          <w:lang w:eastAsia="cs-CZ"/>
        </w:rPr>
        <w:t>Platnost těchto vyjádření je podmínkou pro vytýčení inženýrských sítí před stavbou.</w:t>
      </w:r>
      <w:r w:rsidRPr="00C62189">
        <w:rPr>
          <w:rFonts w:eastAsia="Calibri" w:cs="Times New Roman"/>
          <w:lang w:eastAsia="cs-CZ"/>
        </w:rPr>
        <w:br/>
      </w:r>
    </w:p>
    <w:p w14:paraId="401ECCB9" w14:textId="77777777" w:rsidR="00A1284C" w:rsidRPr="00C62189" w:rsidRDefault="00A1284C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9629131" w14:textId="04CF02CC" w:rsidR="009D03DE" w:rsidRPr="00C62189" w:rsidRDefault="009D03DE" w:rsidP="009D03DE">
      <w:pPr>
        <w:spacing w:after="0" w:line="240" w:lineRule="auto"/>
        <w:rPr>
          <w:rFonts w:eastAsia="Calibri" w:cs="Times New Roman"/>
          <w:b/>
          <w:lang w:eastAsia="cs-CZ"/>
        </w:rPr>
      </w:pPr>
      <w:r w:rsidRPr="00C62189">
        <w:rPr>
          <w:rFonts w:eastAsia="Calibri" w:cs="Times New Roman"/>
          <w:b/>
          <w:lang w:eastAsia="cs-CZ"/>
        </w:rPr>
        <w:t>Dotaz č. 379:</w:t>
      </w:r>
      <w:r w:rsidR="00F8037E" w:rsidRPr="00C62189">
        <w:rPr>
          <w:rFonts w:eastAsia="Calibri" w:cs="Times New Roman"/>
          <w:b/>
          <w:lang w:eastAsia="cs-CZ"/>
        </w:rPr>
        <w:t xml:space="preserve"> </w:t>
      </w:r>
    </w:p>
    <w:p w14:paraId="2EB82A1F" w14:textId="1ACDAD47" w:rsidR="00A1284C" w:rsidRPr="00C62189" w:rsidRDefault="009D03DE" w:rsidP="009D03DE">
      <w:pPr>
        <w:spacing w:after="0" w:line="240" w:lineRule="auto"/>
        <w:rPr>
          <w:rFonts w:eastAsia="Times New Roman" w:cs="Times New Roman"/>
          <w:lang w:eastAsia="cs-CZ"/>
        </w:rPr>
      </w:pPr>
      <w:r w:rsidRPr="00C62189">
        <w:t xml:space="preserve">SO 03-22-01 </w:t>
      </w:r>
      <w:r w:rsidRPr="00C62189">
        <w:br/>
        <w:t>Technická zpráva říká, že nová přípojka bude umístěna v poloze stávající přípojky, v soupisu prací však postrádáme odstranění stávající přípojky, můžete doplnit?</w:t>
      </w:r>
    </w:p>
    <w:p w14:paraId="60C29D07" w14:textId="77777777" w:rsidR="009D03DE" w:rsidRPr="00C62189" w:rsidRDefault="009D03DE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95DB643" w14:textId="77777777" w:rsidR="009D03DE" w:rsidRPr="00C62189" w:rsidRDefault="009D03DE" w:rsidP="009D03D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62189">
        <w:rPr>
          <w:rFonts w:eastAsia="Calibri" w:cs="Times New Roman"/>
          <w:b/>
          <w:lang w:eastAsia="cs-CZ"/>
        </w:rPr>
        <w:t xml:space="preserve">Odpověď: </w:t>
      </w:r>
    </w:p>
    <w:p w14:paraId="4E9CE7BB" w14:textId="77777777" w:rsidR="002A395C" w:rsidRPr="00C62189" w:rsidRDefault="002A395C" w:rsidP="002A395C">
      <w:pPr>
        <w:spacing w:after="0" w:line="240" w:lineRule="auto"/>
        <w:jc w:val="both"/>
      </w:pPr>
      <w:r w:rsidRPr="00C62189">
        <w:t>Upraven soupis prací takto:</w:t>
      </w:r>
    </w:p>
    <w:p w14:paraId="5B260D1E" w14:textId="69FC09BB" w:rsidR="009D03DE" w:rsidRPr="00C62189" w:rsidRDefault="002A395C" w:rsidP="002A395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62189">
        <w:tab/>
      </w:r>
      <w:r w:rsidR="0095726D" w:rsidRPr="00C62189">
        <w:t>-doplněna položka č.47 VYBOURÁNÍ POTRUBÍ DN DO 100MM VODOVODNÍCH</w:t>
      </w:r>
    </w:p>
    <w:p w14:paraId="49B76C20" w14:textId="52AB2BF4" w:rsidR="009D03DE" w:rsidRPr="00C62189" w:rsidRDefault="009D03DE" w:rsidP="009D03DE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C482FD1" w14:textId="506C26A1" w:rsidR="00FE1AAC" w:rsidRPr="00C62189" w:rsidRDefault="00FE1AAC" w:rsidP="00FE1AAC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C62189">
        <w:rPr>
          <w:rFonts w:eastAsia="Times New Roman" w:cs="Times New Roman"/>
          <w:bCs/>
          <w:lang w:eastAsia="cs-CZ"/>
        </w:rPr>
        <w:t xml:space="preserve">Přikládáme opravené soupisy prací u SO 03-22-01 – soubory „Soupis prací _Královo </w:t>
      </w:r>
      <w:proofErr w:type="spellStart"/>
      <w:r w:rsidRPr="00C62189">
        <w:rPr>
          <w:rFonts w:eastAsia="Times New Roman" w:cs="Times New Roman"/>
          <w:bCs/>
          <w:lang w:eastAsia="cs-CZ"/>
        </w:rPr>
        <w:t>Pole_ZD</w:t>
      </w:r>
      <w:proofErr w:type="spellEnd"/>
      <w:r w:rsidRPr="00C62189">
        <w:rPr>
          <w:rFonts w:eastAsia="Times New Roman" w:cs="Times New Roman"/>
          <w:bCs/>
          <w:lang w:eastAsia="cs-CZ"/>
        </w:rPr>
        <w:t xml:space="preserve"> č.14.xlsx“ a „Soupis prací _Královo </w:t>
      </w:r>
      <w:proofErr w:type="spellStart"/>
      <w:r w:rsidRPr="00C62189">
        <w:rPr>
          <w:rFonts w:eastAsia="Times New Roman" w:cs="Times New Roman"/>
          <w:bCs/>
          <w:lang w:eastAsia="cs-CZ"/>
        </w:rPr>
        <w:t>Pole_ZD</w:t>
      </w:r>
      <w:proofErr w:type="spellEnd"/>
      <w:r w:rsidRPr="00C62189">
        <w:rPr>
          <w:rFonts w:eastAsia="Times New Roman" w:cs="Times New Roman"/>
          <w:bCs/>
          <w:lang w:eastAsia="cs-CZ"/>
        </w:rPr>
        <w:t xml:space="preserve"> č.14.xml“.</w:t>
      </w:r>
    </w:p>
    <w:p w14:paraId="0E44A06E" w14:textId="77777777" w:rsidR="00FE1AAC" w:rsidRPr="00C62189" w:rsidRDefault="00FE1AAC" w:rsidP="009D03DE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BC201FE" w14:textId="3F9B831D" w:rsidR="009D03DE" w:rsidRPr="00C62189" w:rsidRDefault="009D03DE" w:rsidP="009D03DE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9443450" w14:textId="24132D61" w:rsidR="0071495F" w:rsidRPr="00C62189" w:rsidRDefault="009D03DE" w:rsidP="0071495F">
      <w:pPr>
        <w:spacing w:after="0" w:line="240" w:lineRule="auto"/>
      </w:pPr>
      <w:r w:rsidRPr="00C62189">
        <w:rPr>
          <w:rFonts w:eastAsia="Calibri" w:cs="Times New Roman"/>
          <w:b/>
          <w:lang w:eastAsia="cs-CZ"/>
        </w:rPr>
        <w:t>Dotaz č. 380:</w:t>
      </w:r>
      <w:r w:rsidR="00F8037E" w:rsidRPr="00C62189">
        <w:rPr>
          <w:rFonts w:eastAsia="Calibri" w:cs="Times New Roman"/>
          <w:b/>
          <w:lang w:eastAsia="cs-CZ"/>
        </w:rPr>
        <w:t xml:space="preserve"> </w:t>
      </w:r>
    </w:p>
    <w:p w14:paraId="4897E9E2" w14:textId="1A394341" w:rsidR="009D03DE" w:rsidRPr="00C62189" w:rsidRDefault="009D03DE" w:rsidP="009D03DE">
      <w:pPr>
        <w:spacing w:after="0" w:line="240" w:lineRule="auto"/>
        <w:rPr>
          <w:rFonts w:eastAsia="Times New Roman" w:cs="Times New Roman"/>
          <w:lang w:eastAsia="cs-CZ"/>
        </w:rPr>
      </w:pPr>
      <w:r w:rsidRPr="00C62189">
        <w:t>Proč jsou v soupisu prací obsaženy 2 vrstvy ACO (a jedna je dokonce z modifikovaného pojiva), když technická zpráva navrhuje jen jednu obrusnou vrstvu, můžete opravit? To stejné se týká i dalších objektů potrubního vedení.</w:t>
      </w:r>
    </w:p>
    <w:p w14:paraId="06F450A8" w14:textId="77777777" w:rsidR="009D03DE" w:rsidRPr="00C62189" w:rsidRDefault="009D03DE" w:rsidP="009D03DE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5C6F06E" w14:textId="77777777" w:rsidR="009D03DE" w:rsidRPr="00C62189" w:rsidRDefault="009D03DE" w:rsidP="009D03D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62189">
        <w:rPr>
          <w:rFonts w:eastAsia="Calibri" w:cs="Times New Roman"/>
          <w:b/>
          <w:lang w:eastAsia="cs-CZ"/>
        </w:rPr>
        <w:t xml:space="preserve">Odpověď: </w:t>
      </w:r>
    </w:p>
    <w:p w14:paraId="711C9E72" w14:textId="30D4D60C" w:rsidR="002A395C" w:rsidRPr="00C62189" w:rsidRDefault="002A395C" w:rsidP="002A395C">
      <w:pPr>
        <w:spacing w:after="0" w:line="240" w:lineRule="auto"/>
        <w:jc w:val="both"/>
      </w:pPr>
      <w:r w:rsidRPr="00C62189">
        <w:t>U SO 03-22-01 Upraven soupis prací takto:</w:t>
      </w:r>
    </w:p>
    <w:p w14:paraId="66E907D8" w14:textId="3050B1CB" w:rsidR="0095726D" w:rsidRPr="00C62189" w:rsidRDefault="002A395C" w:rsidP="0095726D">
      <w:pPr>
        <w:spacing w:after="0" w:line="240" w:lineRule="auto"/>
        <w:ind w:left="705"/>
        <w:jc w:val="both"/>
      </w:pPr>
      <w:r w:rsidRPr="00C62189">
        <w:t>-odst</w:t>
      </w:r>
      <w:r w:rsidR="0095726D" w:rsidRPr="00C62189">
        <w:t>r</w:t>
      </w:r>
      <w:r w:rsidRPr="00C62189">
        <w:t>aněna položka č.</w:t>
      </w:r>
      <w:r w:rsidR="0095726D" w:rsidRPr="00C62189">
        <w:t xml:space="preserve"> </w:t>
      </w:r>
      <w:r w:rsidRPr="00C62189">
        <w:t>21</w:t>
      </w:r>
      <w:r w:rsidR="0095726D" w:rsidRPr="00C62189">
        <w:t xml:space="preserve"> ASFALTOVÝ BETON PRO OBRUSNÉ VRSTVY ACO 16+, </w:t>
      </w:r>
      <w:proofErr w:type="gramStart"/>
      <w:r w:rsidR="0095726D" w:rsidRPr="00C62189">
        <w:t>16S</w:t>
      </w:r>
      <w:proofErr w:type="gramEnd"/>
      <w:r w:rsidR="0095726D" w:rsidRPr="00C62189">
        <w:t xml:space="preserve"> TL. 50MM (nahrazena položkou č. 48)</w:t>
      </w:r>
    </w:p>
    <w:p w14:paraId="71F76BBB" w14:textId="6C0ECD21" w:rsidR="002A395C" w:rsidRPr="00C62189" w:rsidRDefault="0095726D" w:rsidP="0095726D">
      <w:pPr>
        <w:spacing w:after="0" w:line="240" w:lineRule="auto"/>
        <w:ind w:left="705" w:firstLine="3"/>
        <w:jc w:val="both"/>
      </w:pPr>
      <w:r w:rsidRPr="00C62189">
        <w:t>- odstraněna položka č.</w:t>
      </w:r>
      <w:r w:rsidR="002A395C" w:rsidRPr="00C62189">
        <w:t xml:space="preserve"> 22</w:t>
      </w:r>
      <w:r w:rsidRPr="00C62189">
        <w:t xml:space="preserve"> ASFALTOVÝ BETON PRO OBRUSNÉ VRSTVY MODIFIK ACO 11+, </w:t>
      </w:r>
      <w:proofErr w:type="gramStart"/>
      <w:r w:rsidRPr="00C62189">
        <w:t>11S</w:t>
      </w:r>
      <w:proofErr w:type="gramEnd"/>
      <w:r w:rsidRPr="00C62189">
        <w:t xml:space="preserve"> TL. 40MM (nahrazena položkou č. 49)</w:t>
      </w:r>
    </w:p>
    <w:p w14:paraId="3F84422E" w14:textId="342CDBDE" w:rsidR="0095726D" w:rsidRPr="00C62189" w:rsidRDefault="002A395C" w:rsidP="002A395C">
      <w:pPr>
        <w:spacing w:after="0" w:line="240" w:lineRule="auto"/>
        <w:jc w:val="both"/>
      </w:pPr>
      <w:r w:rsidRPr="00C62189">
        <w:lastRenderedPageBreak/>
        <w:tab/>
        <w:t>-</w:t>
      </w:r>
      <w:r w:rsidR="0095726D" w:rsidRPr="00C62189">
        <w:t xml:space="preserve"> </w:t>
      </w:r>
      <w:r w:rsidRPr="00C62189">
        <w:t>doplněna položka č.</w:t>
      </w:r>
      <w:r w:rsidR="0095726D" w:rsidRPr="00C62189">
        <w:t xml:space="preserve"> </w:t>
      </w:r>
      <w:r w:rsidRPr="00C62189">
        <w:t>4</w:t>
      </w:r>
      <w:r w:rsidR="0095726D" w:rsidRPr="00C62189">
        <w:t xml:space="preserve">8 ASFALTOVÝ BETON PRO LOŽNÍ VRSTVY ACL 16+, </w:t>
      </w:r>
      <w:proofErr w:type="gramStart"/>
      <w:r w:rsidR="0095726D" w:rsidRPr="00C62189">
        <w:t>16S</w:t>
      </w:r>
      <w:proofErr w:type="gramEnd"/>
      <w:r w:rsidR="0095726D" w:rsidRPr="00C62189">
        <w:t xml:space="preserve"> TL. 50MM</w:t>
      </w:r>
    </w:p>
    <w:p w14:paraId="3BECC990" w14:textId="699F4637" w:rsidR="002A395C" w:rsidRPr="00C62189" w:rsidRDefault="0095726D" w:rsidP="0095726D">
      <w:pPr>
        <w:spacing w:after="0" w:line="240" w:lineRule="auto"/>
        <w:ind w:left="708"/>
        <w:jc w:val="both"/>
      </w:pPr>
      <w:r w:rsidRPr="00C62189">
        <w:t xml:space="preserve">- doplněna položka č. 49 ASFALTOVÝ BETON PRO OBRUSNÉ VRSTVY ACO 11+, </w:t>
      </w:r>
      <w:proofErr w:type="gramStart"/>
      <w:r w:rsidRPr="00C62189">
        <w:t>11S</w:t>
      </w:r>
      <w:proofErr w:type="gramEnd"/>
      <w:r w:rsidRPr="00C62189">
        <w:t xml:space="preserve"> TL. 50MM</w:t>
      </w:r>
    </w:p>
    <w:p w14:paraId="1E558CDD" w14:textId="77777777" w:rsidR="0095726D" w:rsidRPr="00C62189" w:rsidRDefault="0095726D" w:rsidP="0095726D">
      <w:pPr>
        <w:spacing w:after="0" w:line="240" w:lineRule="auto"/>
        <w:ind w:left="708"/>
        <w:jc w:val="both"/>
      </w:pPr>
    </w:p>
    <w:p w14:paraId="05FD710F" w14:textId="3A438E31" w:rsidR="002A395C" w:rsidRPr="00C62189" w:rsidRDefault="002A395C" w:rsidP="002A395C">
      <w:pPr>
        <w:spacing w:after="0" w:line="240" w:lineRule="auto"/>
        <w:jc w:val="both"/>
      </w:pPr>
      <w:r w:rsidRPr="00C62189">
        <w:t>U objektu SO 03-27-01.1 upraven soupis prací takto:</w:t>
      </w:r>
    </w:p>
    <w:p w14:paraId="1AAB9FF7" w14:textId="6A68FD34" w:rsidR="002A395C" w:rsidRPr="00C62189" w:rsidRDefault="002A395C" w:rsidP="002A395C">
      <w:pPr>
        <w:autoSpaceDE w:val="0"/>
        <w:autoSpaceDN w:val="0"/>
        <w:adjustRightInd w:val="0"/>
        <w:spacing w:after="0" w:line="240" w:lineRule="auto"/>
        <w:ind w:left="708"/>
      </w:pPr>
      <w:r w:rsidRPr="00C62189">
        <w:t xml:space="preserve">- </w:t>
      </w:r>
      <w:proofErr w:type="spellStart"/>
      <w:r w:rsidRPr="00C62189">
        <w:t>odstaněna</w:t>
      </w:r>
      <w:proofErr w:type="spellEnd"/>
      <w:r w:rsidRPr="00C62189">
        <w:t xml:space="preserve"> položka č.21 ASFALTOVÝ BETON PRO OBRUSNÉ VRSTVY ACO 16+, </w:t>
      </w:r>
      <w:proofErr w:type="gramStart"/>
      <w:r w:rsidRPr="00C62189">
        <w:t>16S</w:t>
      </w:r>
      <w:proofErr w:type="gramEnd"/>
      <w:r w:rsidRPr="00C62189">
        <w:t xml:space="preserve"> TL. 50MM</w:t>
      </w:r>
      <w:r w:rsidR="00231F40" w:rsidRPr="00C62189">
        <w:t xml:space="preserve"> (nahrazena položkou č.49)</w:t>
      </w:r>
    </w:p>
    <w:p w14:paraId="66E6F475" w14:textId="47D8BA96" w:rsidR="002A395C" w:rsidRPr="00C62189" w:rsidRDefault="002A395C" w:rsidP="002A395C">
      <w:pPr>
        <w:spacing w:after="0" w:line="240" w:lineRule="auto"/>
        <w:ind w:left="708"/>
        <w:jc w:val="both"/>
      </w:pPr>
      <w:r w:rsidRPr="00C62189">
        <w:t xml:space="preserve">- </w:t>
      </w:r>
      <w:proofErr w:type="spellStart"/>
      <w:r w:rsidRPr="00C62189">
        <w:t>ostraněna</w:t>
      </w:r>
      <w:proofErr w:type="spellEnd"/>
      <w:r w:rsidRPr="00C62189">
        <w:t xml:space="preserve"> položka č.22 ASFALTOVÝ BETON PRO OBRUSNÉ VRSTVY MODIFIK ACO 11+, </w:t>
      </w:r>
      <w:proofErr w:type="gramStart"/>
      <w:r w:rsidRPr="00C62189">
        <w:t>11S</w:t>
      </w:r>
      <w:proofErr w:type="gramEnd"/>
      <w:r w:rsidRPr="00C62189">
        <w:t xml:space="preserve"> TL. 40MM</w:t>
      </w:r>
      <w:r w:rsidR="00231F40" w:rsidRPr="00C62189">
        <w:t xml:space="preserve"> (nahrazena položkou č50)</w:t>
      </w:r>
    </w:p>
    <w:p w14:paraId="0A089FD8" w14:textId="32D71915" w:rsidR="002A395C" w:rsidRPr="00C62189" w:rsidRDefault="002A395C" w:rsidP="002A395C">
      <w:pPr>
        <w:spacing w:after="0" w:line="240" w:lineRule="auto"/>
        <w:ind w:firstLine="708"/>
        <w:jc w:val="both"/>
      </w:pPr>
      <w:r w:rsidRPr="00C62189">
        <w:t xml:space="preserve">- doplněna položka č.49 ASFALTOVÝ BETON PRO LOŽNÍ VRSTVY ACL 16+, </w:t>
      </w:r>
      <w:proofErr w:type="gramStart"/>
      <w:r w:rsidRPr="00C62189">
        <w:t>16S</w:t>
      </w:r>
      <w:proofErr w:type="gramEnd"/>
      <w:r w:rsidRPr="00C62189">
        <w:t xml:space="preserve"> TL. 50MM</w:t>
      </w:r>
    </w:p>
    <w:p w14:paraId="453D2C8E" w14:textId="4B049D7C" w:rsidR="002A395C" w:rsidRPr="00C62189" w:rsidRDefault="002A395C" w:rsidP="002A395C">
      <w:pPr>
        <w:spacing w:after="0" w:line="240" w:lineRule="auto"/>
        <w:ind w:left="708"/>
        <w:jc w:val="both"/>
      </w:pPr>
      <w:r w:rsidRPr="00C62189">
        <w:t xml:space="preserve">- doplněna položka č.50 ASFALTOVÝ BETON PRO OBRUSNÉ VRSTVY ACO 11+, </w:t>
      </w:r>
      <w:proofErr w:type="gramStart"/>
      <w:r w:rsidRPr="00C62189">
        <w:t>11S</w:t>
      </w:r>
      <w:proofErr w:type="gramEnd"/>
      <w:r w:rsidRPr="00C62189">
        <w:t xml:space="preserve"> TL. 50MM</w:t>
      </w:r>
      <w:r w:rsidR="00231F40" w:rsidRPr="00C62189">
        <w:t xml:space="preserve"> </w:t>
      </w:r>
    </w:p>
    <w:p w14:paraId="09638824" w14:textId="77777777" w:rsidR="00FE1AAC" w:rsidRPr="00C62189" w:rsidRDefault="00FE1AAC" w:rsidP="002A395C">
      <w:pPr>
        <w:spacing w:after="0" w:line="240" w:lineRule="auto"/>
        <w:ind w:left="708"/>
        <w:jc w:val="both"/>
      </w:pPr>
    </w:p>
    <w:p w14:paraId="26653FCC" w14:textId="1199A8C4" w:rsidR="00FE1AAC" w:rsidRPr="00C62189" w:rsidRDefault="00FE1AAC" w:rsidP="00FE1AAC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C62189">
        <w:rPr>
          <w:rFonts w:eastAsia="Times New Roman" w:cs="Times New Roman"/>
          <w:bCs/>
          <w:lang w:eastAsia="cs-CZ"/>
        </w:rPr>
        <w:t xml:space="preserve">Přikládáme opravené soupisy prací u SO 03-22-01 a SO 03-27-01.1– soubory „Soupis prací _Královo </w:t>
      </w:r>
      <w:proofErr w:type="spellStart"/>
      <w:r w:rsidRPr="00C62189">
        <w:rPr>
          <w:rFonts w:eastAsia="Times New Roman" w:cs="Times New Roman"/>
          <w:bCs/>
          <w:lang w:eastAsia="cs-CZ"/>
        </w:rPr>
        <w:t>Pole_ZD</w:t>
      </w:r>
      <w:proofErr w:type="spellEnd"/>
      <w:r w:rsidRPr="00C62189">
        <w:rPr>
          <w:rFonts w:eastAsia="Times New Roman" w:cs="Times New Roman"/>
          <w:bCs/>
          <w:lang w:eastAsia="cs-CZ"/>
        </w:rPr>
        <w:t xml:space="preserve"> č.14.xlsx“ a „Soupis prací _Královo </w:t>
      </w:r>
      <w:proofErr w:type="spellStart"/>
      <w:r w:rsidRPr="00C62189">
        <w:rPr>
          <w:rFonts w:eastAsia="Times New Roman" w:cs="Times New Roman"/>
          <w:bCs/>
          <w:lang w:eastAsia="cs-CZ"/>
        </w:rPr>
        <w:t>Pole_ZD</w:t>
      </w:r>
      <w:proofErr w:type="spellEnd"/>
      <w:r w:rsidRPr="00C62189">
        <w:rPr>
          <w:rFonts w:eastAsia="Times New Roman" w:cs="Times New Roman"/>
          <w:bCs/>
          <w:lang w:eastAsia="cs-CZ"/>
        </w:rPr>
        <w:t xml:space="preserve"> č.14.xml“.</w:t>
      </w:r>
    </w:p>
    <w:p w14:paraId="709F329A" w14:textId="77777777" w:rsidR="00FE1AAC" w:rsidRPr="00C62189" w:rsidRDefault="00FE1AAC" w:rsidP="002A395C">
      <w:pPr>
        <w:spacing w:after="0" w:line="240" w:lineRule="auto"/>
        <w:ind w:left="708"/>
        <w:jc w:val="both"/>
        <w:rPr>
          <w:rFonts w:eastAsia="Calibri" w:cs="Times New Roman"/>
          <w:lang w:eastAsia="cs-CZ"/>
        </w:rPr>
      </w:pPr>
    </w:p>
    <w:p w14:paraId="1C029D08" w14:textId="6EBA0347" w:rsidR="009D03DE" w:rsidRPr="00C62189" w:rsidRDefault="009D03DE" w:rsidP="009D03DE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1DD273" w14:textId="5EECE26A" w:rsidR="009D03DE" w:rsidRPr="00C62189" w:rsidRDefault="009D03DE" w:rsidP="009D03DE">
      <w:pPr>
        <w:spacing w:after="0" w:line="240" w:lineRule="auto"/>
        <w:rPr>
          <w:rFonts w:eastAsia="Calibri" w:cs="Times New Roman"/>
          <w:b/>
          <w:lang w:eastAsia="cs-CZ"/>
        </w:rPr>
      </w:pPr>
      <w:r w:rsidRPr="00C62189">
        <w:rPr>
          <w:rFonts w:eastAsia="Calibri" w:cs="Times New Roman"/>
          <w:b/>
          <w:lang w:eastAsia="cs-CZ"/>
        </w:rPr>
        <w:t>Dotaz č. 381:</w:t>
      </w:r>
      <w:r w:rsidR="00F8037E" w:rsidRPr="00C62189">
        <w:rPr>
          <w:rFonts w:eastAsia="Calibri" w:cs="Times New Roman"/>
          <w:b/>
          <w:lang w:eastAsia="cs-CZ"/>
        </w:rPr>
        <w:t xml:space="preserve"> </w:t>
      </w:r>
    </w:p>
    <w:p w14:paraId="501F64C9" w14:textId="339F7BC7" w:rsidR="009D03DE" w:rsidRPr="00C62189" w:rsidRDefault="009D03DE" w:rsidP="009D03DE">
      <w:pPr>
        <w:spacing w:after="0" w:line="240" w:lineRule="auto"/>
      </w:pPr>
      <w:r w:rsidRPr="00C62189">
        <w:t xml:space="preserve">SO 03-22-01 </w:t>
      </w:r>
      <w:r>
        <w:br/>
      </w:r>
      <w:r w:rsidRPr="00C62189">
        <w:t>pol. R741Z081 „DEMONTÁŽ STÁVAJÍCÍHO VODOMĚRU“ je v soupisu prací s měrnou jednotkou „m2“, domníváme se, že by mělo jít o „kus“ nebo „komplet“, můžete opravit?</w:t>
      </w:r>
    </w:p>
    <w:p w14:paraId="085C51C5" w14:textId="77777777" w:rsidR="009D03DE" w:rsidRPr="00C62189" w:rsidRDefault="009D03DE" w:rsidP="009D03DE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F6A5925" w14:textId="77777777" w:rsidR="009D03DE" w:rsidRPr="00C62189" w:rsidRDefault="009D03DE" w:rsidP="009D03D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62189">
        <w:rPr>
          <w:rFonts w:eastAsia="Calibri" w:cs="Times New Roman"/>
          <w:b/>
          <w:lang w:eastAsia="cs-CZ"/>
        </w:rPr>
        <w:t xml:space="preserve">Odpověď: </w:t>
      </w:r>
    </w:p>
    <w:p w14:paraId="0DEAD063" w14:textId="5EC25B99" w:rsidR="009D03DE" w:rsidRPr="00C62189" w:rsidRDefault="00637779" w:rsidP="009D03D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62189">
        <w:rPr>
          <w:rFonts w:eastAsia="Calibri" w:cs="Times New Roman"/>
          <w:lang w:eastAsia="cs-CZ"/>
        </w:rPr>
        <w:t>V soupisu prací provedena oprava měrné jednotky položky č</w:t>
      </w:r>
      <w:r w:rsidR="0071495F" w:rsidRPr="00C62189">
        <w:rPr>
          <w:rFonts w:eastAsia="Calibri" w:cs="Times New Roman"/>
          <w:lang w:eastAsia="cs-CZ"/>
        </w:rPr>
        <w:t>. 26</w:t>
      </w:r>
      <w:r w:rsidRPr="00C62189">
        <w:rPr>
          <w:rFonts w:eastAsia="Calibri" w:cs="Times New Roman"/>
          <w:lang w:eastAsia="cs-CZ"/>
        </w:rPr>
        <w:t xml:space="preserve"> na „kus“.</w:t>
      </w:r>
    </w:p>
    <w:p w14:paraId="0ECF2DF1" w14:textId="044927AE" w:rsidR="009D03DE" w:rsidRPr="00C62189" w:rsidRDefault="009D03DE" w:rsidP="009D03DE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DC1998B" w14:textId="77777777" w:rsidR="00FE1AAC" w:rsidRPr="00C62189" w:rsidRDefault="00FE1AAC" w:rsidP="00FE1AAC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C62189">
        <w:rPr>
          <w:rFonts w:eastAsia="Times New Roman" w:cs="Times New Roman"/>
          <w:bCs/>
          <w:lang w:eastAsia="cs-CZ"/>
        </w:rPr>
        <w:t xml:space="preserve">Přikládáme opravené soupisy prací u SO 03-22-01 – soubory „Soupis prací _Královo </w:t>
      </w:r>
      <w:proofErr w:type="spellStart"/>
      <w:r w:rsidRPr="00C62189">
        <w:rPr>
          <w:rFonts w:eastAsia="Times New Roman" w:cs="Times New Roman"/>
          <w:bCs/>
          <w:lang w:eastAsia="cs-CZ"/>
        </w:rPr>
        <w:t>Pole_ZD</w:t>
      </w:r>
      <w:proofErr w:type="spellEnd"/>
      <w:r w:rsidRPr="00C62189">
        <w:rPr>
          <w:rFonts w:eastAsia="Times New Roman" w:cs="Times New Roman"/>
          <w:bCs/>
          <w:lang w:eastAsia="cs-CZ"/>
        </w:rPr>
        <w:t xml:space="preserve"> č.14.xlsx“ a „Soupis prací _Královo </w:t>
      </w:r>
      <w:proofErr w:type="spellStart"/>
      <w:r w:rsidRPr="00C62189">
        <w:rPr>
          <w:rFonts w:eastAsia="Times New Roman" w:cs="Times New Roman"/>
          <w:bCs/>
          <w:lang w:eastAsia="cs-CZ"/>
        </w:rPr>
        <w:t>Pole_ZD</w:t>
      </w:r>
      <w:proofErr w:type="spellEnd"/>
      <w:r w:rsidRPr="00C62189">
        <w:rPr>
          <w:rFonts w:eastAsia="Times New Roman" w:cs="Times New Roman"/>
          <w:bCs/>
          <w:lang w:eastAsia="cs-CZ"/>
        </w:rPr>
        <w:t xml:space="preserve"> č.14.xml“.</w:t>
      </w:r>
    </w:p>
    <w:p w14:paraId="53CDEB1D" w14:textId="77777777" w:rsidR="00FE1AAC" w:rsidRPr="00C62189" w:rsidRDefault="00FE1AAC" w:rsidP="009D03DE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583FD28" w14:textId="33938AD3" w:rsidR="009D03DE" w:rsidRPr="00C62189" w:rsidRDefault="009D03DE" w:rsidP="009D03DE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33E630F" w14:textId="0665E2A3" w:rsidR="009D03DE" w:rsidRPr="00C62189" w:rsidRDefault="009D03DE" w:rsidP="009D03DE">
      <w:pPr>
        <w:spacing w:after="0" w:line="240" w:lineRule="auto"/>
        <w:rPr>
          <w:rFonts w:eastAsia="Calibri" w:cs="Times New Roman"/>
          <w:b/>
          <w:lang w:eastAsia="cs-CZ"/>
        </w:rPr>
      </w:pPr>
      <w:r w:rsidRPr="00C62189">
        <w:rPr>
          <w:rFonts w:eastAsia="Calibri" w:cs="Times New Roman"/>
          <w:b/>
          <w:lang w:eastAsia="cs-CZ"/>
        </w:rPr>
        <w:t>Dotaz č. 382:</w:t>
      </w:r>
      <w:r w:rsidR="00F8037E" w:rsidRPr="00C62189">
        <w:rPr>
          <w:rFonts w:eastAsia="Calibri" w:cs="Times New Roman"/>
          <w:b/>
          <w:lang w:eastAsia="cs-CZ"/>
        </w:rPr>
        <w:t xml:space="preserve"> </w:t>
      </w:r>
    </w:p>
    <w:p w14:paraId="3B6B26D8" w14:textId="047A9015" w:rsidR="009D03DE" w:rsidRPr="00C62189" w:rsidRDefault="009D03DE" w:rsidP="009D03DE">
      <w:pPr>
        <w:spacing w:after="0" w:line="240" w:lineRule="auto"/>
        <w:rPr>
          <w:rFonts w:eastAsia="Times New Roman" w:cs="Times New Roman"/>
          <w:lang w:eastAsia="cs-CZ"/>
        </w:rPr>
      </w:pPr>
      <w:r w:rsidRPr="00C62189">
        <w:t xml:space="preserve">SO 03-22-01 </w:t>
      </w:r>
      <w:r w:rsidRPr="00C62189">
        <w:br/>
        <w:t>Technická zpráva na str. 4 udává vnitřní rozměry vodoměrné šachty 2000x1500x900 mm, na výkrese jsou však rozměry 1500x900x1950 mm, co platí?</w:t>
      </w:r>
    </w:p>
    <w:p w14:paraId="18BDF1A1" w14:textId="77777777" w:rsidR="009D03DE" w:rsidRPr="00C62189" w:rsidRDefault="009D03DE" w:rsidP="009D03DE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9EB7A11" w14:textId="77777777" w:rsidR="009D03DE" w:rsidRPr="00C62189" w:rsidRDefault="009D03DE" w:rsidP="009D03D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62189">
        <w:rPr>
          <w:rFonts w:eastAsia="Calibri" w:cs="Times New Roman"/>
          <w:b/>
          <w:lang w:eastAsia="cs-CZ"/>
        </w:rPr>
        <w:t xml:space="preserve">Odpověď: </w:t>
      </w:r>
    </w:p>
    <w:p w14:paraId="3E418955" w14:textId="5F3F1548" w:rsidR="009D03DE" w:rsidRPr="00C62189" w:rsidRDefault="00637779" w:rsidP="009D03D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62189">
        <w:rPr>
          <w:rFonts w:eastAsia="Calibri" w:cs="Times New Roman"/>
          <w:lang w:eastAsia="cs-CZ"/>
        </w:rPr>
        <w:t>Platí rozměr dle výkresu 1500x900x1950.</w:t>
      </w:r>
      <w:r w:rsidR="00F13568" w:rsidRPr="00C62189">
        <w:rPr>
          <w:rFonts w:eastAsia="Calibri" w:cs="Times New Roman"/>
          <w:lang w:eastAsia="cs-CZ"/>
        </w:rPr>
        <w:t xml:space="preserve"> Opraven údaj v technické zprávě.</w:t>
      </w:r>
    </w:p>
    <w:p w14:paraId="65BEA754" w14:textId="77777777" w:rsidR="00FE1AAC" w:rsidRPr="00C62189" w:rsidRDefault="00FE1AAC" w:rsidP="009D03DE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B55514A" w14:textId="7CE7A2D8" w:rsidR="00FE1AAC" w:rsidRPr="00C62189" w:rsidRDefault="00FE1AAC" w:rsidP="009D03D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62189">
        <w:rPr>
          <w:rFonts w:eastAsia="Calibri" w:cs="Times New Roman"/>
          <w:lang w:eastAsia="cs-CZ"/>
        </w:rPr>
        <w:t>Přikládáme opravenou Technickou zprávu – soubor „</w:t>
      </w:r>
      <w:r w:rsidR="000E7DCE" w:rsidRPr="00C62189">
        <w:rPr>
          <w:rFonts w:eastAsia="Calibri" w:cs="Times New Roman"/>
          <w:lang w:eastAsia="cs-CZ"/>
        </w:rPr>
        <w:t>SO032201_01 TZ_ZD č.14.pdf“.</w:t>
      </w:r>
    </w:p>
    <w:p w14:paraId="12B04DD0" w14:textId="4A4BB872" w:rsidR="009D03DE" w:rsidRPr="00C62189" w:rsidRDefault="009D03DE" w:rsidP="009D03DE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5EFD989" w14:textId="77777777" w:rsidR="00C62189" w:rsidRPr="00C62189" w:rsidRDefault="00C62189" w:rsidP="009D03DE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816EF41" w14:textId="3D04D4D1" w:rsidR="009D03DE" w:rsidRPr="00C62189" w:rsidRDefault="009D03DE" w:rsidP="009D03DE">
      <w:pPr>
        <w:spacing w:after="0" w:line="240" w:lineRule="auto"/>
        <w:rPr>
          <w:rFonts w:eastAsia="Calibri" w:cs="Times New Roman"/>
          <w:b/>
          <w:lang w:eastAsia="cs-CZ"/>
        </w:rPr>
      </w:pPr>
      <w:r w:rsidRPr="00C62189">
        <w:rPr>
          <w:rFonts w:eastAsia="Calibri" w:cs="Times New Roman"/>
          <w:b/>
          <w:lang w:eastAsia="cs-CZ"/>
        </w:rPr>
        <w:t>Dotaz č. 383:</w:t>
      </w:r>
      <w:r w:rsidR="00F8037E" w:rsidRPr="00C62189">
        <w:rPr>
          <w:rFonts w:eastAsia="Calibri" w:cs="Times New Roman"/>
          <w:b/>
          <w:lang w:eastAsia="cs-CZ"/>
        </w:rPr>
        <w:t xml:space="preserve"> </w:t>
      </w:r>
    </w:p>
    <w:p w14:paraId="42E5430A" w14:textId="5B59709B" w:rsidR="009D03DE" w:rsidRPr="00C62189" w:rsidRDefault="009D03DE" w:rsidP="009D03DE">
      <w:pPr>
        <w:spacing w:after="0" w:line="240" w:lineRule="auto"/>
        <w:rPr>
          <w:rFonts w:eastAsia="Times New Roman" w:cs="Times New Roman"/>
          <w:lang w:eastAsia="cs-CZ"/>
        </w:rPr>
      </w:pPr>
      <w:r w:rsidRPr="00C62189">
        <w:t xml:space="preserve">SO 03-27-01-1 </w:t>
      </w:r>
      <w:r w:rsidRPr="00C62189">
        <w:br/>
        <w:t>V situaci je zakreslena rušená kanalizace, která má být v délce 64 m zafoukána. Zafoukání však v soupisu prací postrádáme, můžete prověřit?</w:t>
      </w:r>
    </w:p>
    <w:p w14:paraId="7049B9D6" w14:textId="77777777" w:rsidR="009D03DE" w:rsidRPr="00C62189" w:rsidRDefault="009D03DE" w:rsidP="009D03DE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76B3376" w14:textId="77777777" w:rsidR="009D03DE" w:rsidRPr="00C62189" w:rsidRDefault="009D03DE" w:rsidP="009D03D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62189">
        <w:rPr>
          <w:rFonts w:eastAsia="Calibri" w:cs="Times New Roman"/>
          <w:b/>
          <w:lang w:eastAsia="cs-CZ"/>
        </w:rPr>
        <w:t xml:space="preserve">Odpověď: </w:t>
      </w:r>
    </w:p>
    <w:p w14:paraId="46A22549" w14:textId="36BB7984" w:rsidR="009D03DE" w:rsidRPr="00C62189" w:rsidRDefault="0071495F" w:rsidP="0063777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62189">
        <w:t>Zafoukání je uvažováno položkou č.10.</w:t>
      </w:r>
    </w:p>
    <w:p w14:paraId="47FB8B2C" w14:textId="77777777" w:rsidR="009D03DE" w:rsidRPr="0091604E" w:rsidRDefault="009D03DE" w:rsidP="009D03DE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395384B7" w14:textId="77777777" w:rsidR="009D03DE" w:rsidRDefault="009D03DE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8B7B55" w14:textId="77777777" w:rsidR="00FE716B" w:rsidRDefault="00FE716B" w:rsidP="00FE716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ECEE93B" w14:textId="77777777" w:rsidR="00C62189" w:rsidRDefault="00C62189" w:rsidP="00FE716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7074412" w14:textId="6D793ABA" w:rsidR="00FE716B" w:rsidRPr="00396E8C" w:rsidRDefault="00FE716B" w:rsidP="00FE716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4CCB385C" w14:textId="77777777" w:rsidR="00FE716B" w:rsidRPr="00BD5319" w:rsidRDefault="00FE716B" w:rsidP="00FE716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B3E08C0" w14:textId="77777777" w:rsidR="00FE716B" w:rsidRPr="00BD5319" w:rsidRDefault="00FE716B" w:rsidP="00FE716B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6EBD29D0" w14:textId="77777777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6526D3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9F9F749" w14:textId="77777777"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44D11ECA" w14:textId="77777777" w:rsidR="006526D3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526D3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</w:p>
    <w:p w14:paraId="094164C1" w14:textId="2362FA1B" w:rsidR="0034407F" w:rsidRPr="009C53B9" w:rsidRDefault="0034407F" w:rsidP="0034407F">
      <w:pPr>
        <w:tabs>
          <w:tab w:val="center" w:pos="7371"/>
        </w:tabs>
        <w:spacing w:after="0" w:line="240" w:lineRule="auto"/>
        <w:rPr>
          <w:rFonts w:eastAsia="Calibri" w:cs="Times New Roman"/>
          <w:u w:val="single"/>
          <w:lang w:eastAsia="cs-CZ"/>
        </w:rPr>
      </w:pPr>
      <w:r w:rsidRPr="009C53B9">
        <w:rPr>
          <w:rFonts w:eastAsia="Calibri" w:cs="Times New Roman"/>
          <w:u w:val="single"/>
          <w:lang w:eastAsia="cs-CZ"/>
        </w:rPr>
        <w:t>Upravené soupisy prací:</w:t>
      </w:r>
    </w:p>
    <w:p w14:paraId="1F8403A7" w14:textId="77777777" w:rsidR="0091604E" w:rsidRPr="009C53B9" w:rsidRDefault="0091604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3D003A7" w14:textId="4EA802F0" w:rsidR="0091604E" w:rsidRPr="009C53B9" w:rsidRDefault="0034407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C53B9">
        <w:rPr>
          <w:rFonts w:eastAsia="Calibri" w:cs="Times New Roman"/>
          <w:lang w:eastAsia="cs-CZ"/>
        </w:rPr>
        <w:t xml:space="preserve">Soupis prací _Královo </w:t>
      </w:r>
      <w:proofErr w:type="spellStart"/>
      <w:r w:rsidRPr="009C53B9">
        <w:rPr>
          <w:rFonts w:eastAsia="Calibri" w:cs="Times New Roman"/>
          <w:lang w:eastAsia="cs-CZ"/>
        </w:rPr>
        <w:t>Pole_ZD</w:t>
      </w:r>
      <w:proofErr w:type="spellEnd"/>
      <w:r w:rsidRPr="009C53B9">
        <w:rPr>
          <w:rFonts w:eastAsia="Calibri" w:cs="Times New Roman"/>
          <w:lang w:eastAsia="cs-CZ"/>
        </w:rPr>
        <w:t xml:space="preserve"> č.14.xlsx</w:t>
      </w:r>
    </w:p>
    <w:p w14:paraId="055E4FC5" w14:textId="04021ECB" w:rsidR="0034407F" w:rsidRPr="009C53B9" w:rsidRDefault="0034407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C53B9">
        <w:rPr>
          <w:rFonts w:eastAsia="Calibri" w:cs="Times New Roman"/>
          <w:lang w:eastAsia="cs-CZ"/>
        </w:rPr>
        <w:t xml:space="preserve">Soupis prací _Královo </w:t>
      </w:r>
      <w:proofErr w:type="spellStart"/>
      <w:r w:rsidRPr="009C53B9">
        <w:rPr>
          <w:rFonts w:eastAsia="Calibri" w:cs="Times New Roman"/>
          <w:lang w:eastAsia="cs-CZ"/>
        </w:rPr>
        <w:t>Pole_ZD</w:t>
      </w:r>
      <w:proofErr w:type="spellEnd"/>
      <w:r w:rsidRPr="009C53B9">
        <w:rPr>
          <w:rFonts w:eastAsia="Calibri" w:cs="Times New Roman"/>
          <w:lang w:eastAsia="cs-CZ"/>
        </w:rPr>
        <w:t xml:space="preserve"> č.14.xml</w:t>
      </w:r>
    </w:p>
    <w:p w14:paraId="76E45BFD" w14:textId="77777777" w:rsidR="0034407F" w:rsidRPr="009C53B9" w:rsidRDefault="0034407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8176CD" w14:textId="13080A1A" w:rsidR="0034407F" w:rsidRPr="009C53B9" w:rsidRDefault="0034407F" w:rsidP="00BD5319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  <w:r w:rsidRPr="009C53B9">
        <w:rPr>
          <w:rFonts w:eastAsia="Calibri" w:cs="Times New Roman"/>
          <w:u w:val="single"/>
          <w:lang w:eastAsia="cs-CZ"/>
        </w:rPr>
        <w:lastRenderedPageBreak/>
        <w:t>Upravená dokumentace:</w:t>
      </w:r>
    </w:p>
    <w:p w14:paraId="4059204D" w14:textId="77777777" w:rsidR="0034407F" w:rsidRPr="009C53B9" w:rsidRDefault="0034407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C86C25F" w14:textId="0C88BBD6" w:rsidR="006526D3" w:rsidRPr="009C53B9" w:rsidRDefault="0034407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C53B9">
        <w:rPr>
          <w:rFonts w:eastAsia="Calibri" w:cs="Times New Roman"/>
          <w:lang w:eastAsia="cs-CZ"/>
        </w:rPr>
        <w:t>SO032201_01 TZ_ZD č.14.pdf</w:t>
      </w:r>
    </w:p>
    <w:p w14:paraId="5085ED15" w14:textId="3CE525A8" w:rsidR="00FE716B" w:rsidRDefault="00FE716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DE26E81" w14:textId="77777777" w:rsidR="00FE716B" w:rsidRDefault="00FE716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15923A6" w14:textId="77777777" w:rsidR="009C53B9" w:rsidRDefault="009C53B9" w:rsidP="009C53B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858CE7A" w14:textId="77E1ED4A" w:rsidR="009C53B9" w:rsidRDefault="009C53B9" w:rsidP="009C53B9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4" w:name="_GoBack"/>
      <w:bookmarkEnd w:id="4"/>
      <w:r>
        <w:rPr>
          <w:rFonts w:eastAsia="Calibri" w:cs="Times New Roman"/>
          <w:lang w:eastAsia="cs-CZ"/>
        </w:rPr>
        <w:t xml:space="preserve">V Olomouci dne </w:t>
      </w:r>
      <w:r>
        <w:rPr>
          <w:rFonts w:eastAsia="Calibri" w:cs="Times New Roman"/>
          <w:lang w:eastAsia="cs-CZ"/>
        </w:rPr>
        <w:t>26</w:t>
      </w:r>
      <w:r>
        <w:rPr>
          <w:rFonts w:eastAsia="Calibri" w:cs="Times New Roman"/>
          <w:lang w:eastAsia="cs-CZ"/>
        </w:rPr>
        <w:t>. 6. 2023</w:t>
      </w:r>
    </w:p>
    <w:p w14:paraId="21F5D28C" w14:textId="77777777" w:rsidR="009C53B9" w:rsidRDefault="009C53B9" w:rsidP="009C53B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E9B0F7C" w14:textId="77777777" w:rsidR="009C53B9" w:rsidRDefault="009C53B9" w:rsidP="009C53B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DAE04F4" w14:textId="77777777" w:rsidR="009C53B9" w:rsidRDefault="009C53B9" w:rsidP="009C53B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800D6B0" w14:textId="77777777" w:rsidR="009C53B9" w:rsidRDefault="009C53B9" w:rsidP="009C53B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338F3CE" w14:textId="77777777" w:rsidR="009C53B9" w:rsidRDefault="009C53B9" w:rsidP="009C53B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AEE05D1" w14:textId="77777777" w:rsidR="009C53B9" w:rsidRPr="00CB7B5A" w:rsidRDefault="009C53B9" w:rsidP="009C53B9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186216EB" w14:textId="77777777" w:rsidR="009C53B9" w:rsidRPr="00CB7B5A" w:rsidRDefault="009C53B9" w:rsidP="009C53B9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0615EFBE" w14:textId="77777777" w:rsidR="009C53B9" w:rsidRPr="00CB7B5A" w:rsidRDefault="009C53B9" w:rsidP="009C53B9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129B129C" w14:textId="77777777" w:rsidR="009C53B9" w:rsidRPr="00CB7B5A" w:rsidRDefault="009C53B9" w:rsidP="009C53B9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2B53542C" w14:textId="77777777" w:rsidR="00FE716B" w:rsidRPr="00BD5319" w:rsidRDefault="00FE716B" w:rsidP="00FE716B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sectPr w:rsidR="00FE716B" w:rsidRPr="00BD5319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6DE7BE" w14:textId="77777777" w:rsidR="00A82E93" w:rsidRDefault="00A82E93" w:rsidP="00962258">
      <w:pPr>
        <w:spacing w:after="0" w:line="240" w:lineRule="auto"/>
      </w:pPr>
      <w:r>
        <w:separator/>
      </w:r>
    </w:p>
  </w:endnote>
  <w:endnote w:type="continuationSeparator" w:id="0">
    <w:p w14:paraId="50E6D9CA" w14:textId="77777777" w:rsidR="00A82E93" w:rsidRDefault="00A82E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DB227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E2479" w14:textId="0A21F33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387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387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EA12B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4DCF1B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B32B1C8" w14:textId="77777777" w:rsidR="00F1715C" w:rsidRDefault="00F1715C" w:rsidP="00D831A3">
          <w:pPr>
            <w:pStyle w:val="Zpat"/>
          </w:pPr>
        </w:p>
      </w:tc>
    </w:tr>
  </w:tbl>
  <w:p w14:paraId="4BC717A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E5947D3" wp14:editId="62252B8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B79F44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70333D4" wp14:editId="60E833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485885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5AE45A2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9B57BFB" w14:textId="387B7BF3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387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387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2621AB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78A77960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E86018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2CBB5B40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2AA87A9F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1C74ED78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4CC6E7EA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5BBD540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1F0B88B" w14:textId="77777777" w:rsidR="00712ED1" w:rsidRDefault="00712ED1" w:rsidP="00331004">
          <w:pPr>
            <w:pStyle w:val="Zpat"/>
          </w:pPr>
        </w:p>
      </w:tc>
    </w:tr>
  </w:tbl>
  <w:p w14:paraId="05626F3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F6C8B5D" wp14:editId="322B5EE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31FE5DD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4E3AD63" wp14:editId="6D7F8C0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C92E6D4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C5178E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E8E3DF" w14:textId="77777777" w:rsidR="00A82E93" w:rsidRDefault="00A82E93" w:rsidP="00962258">
      <w:pPr>
        <w:spacing w:after="0" w:line="240" w:lineRule="auto"/>
      </w:pPr>
      <w:r>
        <w:separator/>
      </w:r>
    </w:p>
  </w:footnote>
  <w:footnote w:type="continuationSeparator" w:id="0">
    <w:p w14:paraId="68CB6DD3" w14:textId="77777777" w:rsidR="00A82E93" w:rsidRDefault="00A82E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E7B5F5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69DD76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5D54C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789046B" w14:textId="77777777" w:rsidR="00F1715C" w:rsidRPr="00D6163D" w:rsidRDefault="00F1715C" w:rsidP="00D6163D">
          <w:pPr>
            <w:pStyle w:val="Druhdokumentu"/>
          </w:pPr>
        </w:p>
      </w:tc>
    </w:tr>
  </w:tbl>
  <w:p w14:paraId="7E04E6E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90951D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2A99932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4717BC2D" wp14:editId="749AE47C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53C5697" wp14:editId="26D2CE4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<w:pict>
                  <v:shape w14:anchorId="010AD3A0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66C52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4A5D5D7" w14:textId="77777777" w:rsidR="00F1715C" w:rsidRPr="00D6163D" w:rsidRDefault="00F1715C" w:rsidP="00FC6389">
          <w:pPr>
            <w:pStyle w:val="Druhdokumentu"/>
          </w:pPr>
        </w:p>
      </w:tc>
    </w:tr>
    <w:tr w:rsidR="00F64786" w14:paraId="43D6AB2C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594F8C0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7A335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8DD10B5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1D719266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040312B" wp14:editId="39AAFB04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50DAA0B3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90A1D9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A12E0"/>
    <w:multiLevelType w:val="hybridMultilevel"/>
    <w:tmpl w:val="443AB180"/>
    <w:lvl w:ilvl="0" w:tplc="4F40B37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ABC73F9"/>
    <w:multiLevelType w:val="hybridMultilevel"/>
    <w:tmpl w:val="443AB180"/>
    <w:lvl w:ilvl="0" w:tplc="4F40B37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34343"/>
    <w:multiLevelType w:val="hybridMultilevel"/>
    <w:tmpl w:val="9B6296A0"/>
    <w:lvl w:ilvl="0" w:tplc="0E843FE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20656"/>
    <w:multiLevelType w:val="hybridMultilevel"/>
    <w:tmpl w:val="DD72135A"/>
    <w:lvl w:ilvl="0" w:tplc="90CA2EB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F6F12"/>
    <w:multiLevelType w:val="hybridMultilevel"/>
    <w:tmpl w:val="788AD926"/>
    <w:lvl w:ilvl="0" w:tplc="3268399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29FD1927"/>
    <w:multiLevelType w:val="hybridMultilevel"/>
    <w:tmpl w:val="443AB180"/>
    <w:lvl w:ilvl="0" w:tplc="4F40B37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C6028B8"/>
    <w:multiLevelType w:val="hybridMultilevel"/>
    <w:tmpl w:val="443AB180"/>
    <w:lvl w:ilvl="0" w:tplc="4F40B37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2" w15:restartNumberingAfterBreak="0">
    <w:nsid w:val="65CD24BE"/>
    <w:multiLevelType w:val="hybridMultilevel"/>
    <w:tmpl w:val="443AB180"/>
    <w:lvl w:ilvl="0" w:tplc="4F40B37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6991CEB"/>
    <w:multiLevelType w:val="hybridMultilevel"/>
    <w:tmpl w:val="443AB180"/>
    <w:lvl w:ilvl="0" w:tplc="4F40B37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13"/>
  </w:num>
  <w:num w:numId="5">
    <w:abstractNumId w:val="1"/>
  </w:num>
  <w:num w:numId="6">
    <w:abstractNumId w:val="11"/>
  </w:num>
  <w:num w:numId="7">
    <w:abstractNumId w:val="4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2"/>
  </w:num>
  <w:num w:numId="11">
    <w:abstractNumId w:val="3"/>
  </w:num>
  <w:num w:numId="12">
    <w:abstractNumId w:val="10"/>
  </w:num>
  <w:num w:numId="13">
    <w:abstractNumId w:val="0"/>
  </w:num>
  <w:num w:numId="14">
    <w:abstractNumId w:val="14"/>
  </w:num>
  <w:num w:numId="15">
    <w:abstractNumId w:val="6"/>
  </w:num>
  <w:num w:numId="1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00547"/>
    <w:rsid w:val="0000175A"/>
    <w:rsid w:val="0002302E"/>
    <w:rsid w:val="00033432"/>
    <w:rsid w:val="000335CC"/>
    <w:rsid w:val="00072C1E"/>
    <w:rsid w:val="00087D9D"/>
    <w:rsid w:val="00093651"/>
    <w:rsid w:val="000B3A82"/>
    <w:rsid w:val="000B6C7E"/>
    <w:rsid w:val="000B7907"/>
    <w:rsid w:val="000C0429"/>
    <w:rsid w:val="000C45E8"/>
    <w:rsid w:val="000E7DCE"/>
    <w:rsid w:val="000F6D4D"/>
    <w:rsid w:val="00114472"/>
    <w:rsid w:val="00170EC5"/>
    <w:rsid w:val="001747C1"/>
    <w:rsid w:val="0018596A"/>
    <w:rsid w:val="001B69C2"/>
    <w:rsid w:val="001C4DA0"/>
    <w:rsid w:val="001F1B33"/>
    <w:rsid w:val="00207DF5"/>
    <w:rsid w:val="00231F40"/>
    <w:rsid w:val="00232DA1"/>
    <w:rsid w:val="002572DA"/>
    <w:rsid w:val="00267369"/>
    <w:rsid w:val="0026785D"/>
    <w:rsid w:val="002715DB"/>
    <w:rsid w:val="002A1808"/>
    <w:rsid w:val="002A395C"/>
    <w:rsid w:val="002C31BF"/>
    <w:rsid w:val="002E0CD7"/>
    <w:rsid w:val="002E3872"/>
    <w:rsid w:val="002F026B"/>
    <w:rsid w:val="0034407F"/>
    <w:rsid w:val="00357BC6"/>
    <w:rsid w:val="0037111D"/>
    <w:rsid w:val="003756B9"/>
    <w:rsid w:val="003956C6"/>
    <w:rsid w:val="003E6B9A"/>
    <w:rsid w:val="003E74C4"/>
    <w:rsid w:val="003E75CE"/>
    <w:rsid w:val="00405FB6"/>
    <w:rsid w:val="0041380F"/>
    <w:rsid w:val="0044541A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3B4A"/>
    <w:rsid w:val="004A7C69"/>
    <w:rsid w:val="004C4399"/>
    <w:rsid w:val="004C69ED"/>
    <w:rsid w:val="004C787C"/>
    <w:rsid w:val="004D5476"/>
    <w:rsid w:val="004E6F1B"/>
    <w:rsid w:val="004F4934"/>
    <w:rsid w:val="004F4B9B"/>
    <w:rsid w:val="00501654"/>
    <w:rsid w:val="00511AB9"/>
    <w:rsid w:val="00523EA7"/>
    <w:rsid w:val="00526670"/>
    <w:rsid w:val="00526C74"/>
    <w:rsid w:val="00542527"/>
    <w:rsid w:val="00545020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18AB"/>
    <w:rsid w:val="005A5F24"/>
    <w:rsid w:val="005A64E9"/>
    <w:rsid w:val="005B5EE9"/>
    <w:rsid w:val="006104F6"/>
    <w:rsid w:val="0061068E"/>
    <w:rsid w:val="00637779"/>
    <w:rsid w:val="00641D26"/>
    <w:rsid w:val="00642E7A"/>
    <w:rsid w:val="006526D3"/>
    <w:rsid w:val="00660AD3"/>
    <w:rsid w:val="006A5570"/>
    <w:rsid w:val="006A689C"/>
    <w:rsid w:val="006B2FB9"/>
    <w:rsid w:val="006B3D79"/>
    <w:rsid w:val="006E0578"/>
    <w:rsid w:val="006E314D"/>
    <w:rsid w:val="006E7F06"/>
    <w:rsid w:val="00710723"/>
    <w:rsid w:val="00712ED1"/>
    <w:rsid w:val="0071495F"/>
    <w:rsid w:val="00722AB3"/>
    <w:rsid w:val="00723ED1"/>
    <w:rsid w:val="00735ED4"/>
    <w:rsid w:val="00736E10"/>
    <w:rsid w:val="00743525"/>
    <w:rsid w:val="007531A0"/>
    <w:rsid w:val="0076286B"/>
    <w:rsid w:val="00764595"/>
    <w:rsid w:val="00766846"/>
    <w:rsid w:val="0077673A"/>
    <w:rsid w:val="007846E1"/>
    <w:rsid w:val="0079113E"/>
    <w:rsid w:val="007B570C"/>
    <w:rsid w:val="007C0C39"/>
    <w:rsid w:val="007E4A6E"/>
    <w:rsid w:val="007F56A7"/>
    <w:rsid w:val="00807DD0"/>
    <w:rsid w:val="00813F11"/>
    <w:rsid w:val="00891334"/>
    <w:rsid w:val="008A3568"/>
    <w:rsid w:val="008D03B9"/>
    <w:rsid w:val="008F18D6"/>
    <w:rsid w:val="00904780"/>
    <w:rsid w:val="009113A8"/>
    <w:rsid w:val="0091604E"/>
    <w:rsid w:val="00922385"/>
    <w:rsid w:val="009223DF"/>
    <w:rsid w:val="00936091"/>
    <w:rsid w:val="00940052"/>
    <w:rsid w:val="00940D8A"/>
    <w:rsid w:val="0095726D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C53B9"/>
    <w:rsid w:val="009D03DE"/>
    <w:rsid w:val="009E07F4"/>
    <w:rsid w:val="009F392E"/>
    <w:rsid w:val="00A1284C"/>
    <w:rsid w:val="00A15050"/>
    <w:rsid w:val="00A3007B"/>
    <w:rsid w:val="00A34313"/>
    <w:rsid w:val="00A44328"/>
    <w:rsid w:val="00A6177B"/>
    <w:rsid w:val="00A66136"/>
    <w:rsid w:val="00A82E93"/>
    <w:rsid w:val="00AA4CBB"/>
    <w:rsid w:val="00AA65FA"/>
    <w:rsid w:val="00AA67E3"/>
    <w:rsid w:val="00AA7351"/>
    <w:rsid w:val="00AB0437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637C7"/>
    <w:rsid w:val="00B75EE1"/>
    <w:rsid w:val="00B77481"/>
    <w:rsid w:val="00B8518B"/>
    <w:rsid w:val="00B969C6"/>
    <w:rsid w:val="00BB3740"/>
    <w:rsid w:val="00BD5319"/>
    <w:rsid w:val="00BD6A3F"/>
    <w:rsid w:val="00BD7E91"/>
    <w:rsid w:val="00BF374D"/>
    <w:rsid w:val="00BF6D48"/>
    <w:rsid w:val="00C02D0A"/>
    <w:rsid w:val="00C03A6E"/>
    <w:rsid w:val="00C23946"/>
    <w:rsid w:val="00C30759"/>
    <w:rsid w:val="00C4215A"/>
    <w:rsid w:val="00C44F6A"/>
    <w:rsid w:val="00C56F14"/>
    <w:rsid w:val="00C62189"/>
    <w:rsid w:val="00C727E5"/>
    <w:rsid w:val="00C8207D"/>
    <w:rsid w:val="00CA4525"/>
    <w:rsid w:val="00CB7B5A"/>
    <w:rsid w:val="00CC1E2B"/>
    <w:rsid w:val="00CD02B2"/>
    <w:rsid w:val="00CD1FC4"/>
    <w:rsid w:val="00CE2A98"/>
    <w:rsid w:val="00CE371D"/>
    <w:rsid w:val="00D02A4D"/>
    <w:rsid w:val="00D21061"/>
    <w:rsid w:val="00D316A7"/>
    <w:rsid w:val="00D40F78"/>
    <w:rsid w:val="00D4108E"/>
    <w:rsid w:val="00D6163D"/>
    <w:rsid w:val="00D63009"/>
    <w:rsid w:val="00D831A3"/>
    <w:rsid w:val="00D902AD"/>
    <w:rsid w:val="00DA6FFE"/>
    <w:rsid w:val="00DC3110"/>
    <w:rsid w:val="00DD3B8B"/>
    <w:rsid w:val="00DD46F3"/>
    <w:rsid w:val="00DD58A6"/>
    <w:rsid w:val="00DE1F66"/>
    <w:rsid w:val="00DE56F2"/>
    <w:rsid w:val="00DF116D"/>
    <w:rsid w:val="00DF1FCB"/>
    <w:rsid w:val="00DF3BDE"/>
    <w:rsid w:val="00E10710"/>
    <w:rsid w:val="00E824F1"/>
    <w:rsid w:val="00EA3ABD"/>
    <w:rsid w:val="00EB104F"/>
    <w:rsid w:val="00ED14BD"/>
    <w:rsid w:val="00ED2AEF"/>
    <w:rsid w:val="00ED7881"/>
    <w:rsid w:val="00EF6A2B"/>
    <w:rsid w:val="00F01440"/>
    <w:rsid w:val="00F12DEC"/>
    <w:rsid w:val="00F13568"/>
    <w:rsid w:val="00F1715C"/>
    <w:rsid w:val="00F310F8"/>
    <w:rsid w:val="00F35939"/>
    <w:rsid w:val="00F45607"/>
    <w:rsid w:val="00F64786"/>
    <w:rsid w:val="00F659EB"/>
    <w:rsid w:val="00F8037E"/>
    <w:rsid w:val="00F804A7"/>
    <w:rsid w:val="00F82686"/>
    <w:rsid w:val="00F862D6"/>
    <w:rsid w:val="00F86BA6"/>
    <w:rsid w:val="00FC6389"/>
    <w:rsid w:val="00FD2F51"/>
    <w:rsid w:val="00FE1AAC"/>
    <w:rsid w:val="00FE3455"/>
    <w:rsid w:val="00FE716B"/>
    <w:rsid w:val="00FF4959"/>
    <w:rsid w:val="00FF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98F3241"/>
  <w14:defaultImageDpi w14:val="32767"/>
  <w15:docId w15:val="{F2E4A644-47EE-4EEA-9751-3C5584FDA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00547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604E"/>
    <w:rPr>
      <w:color w:val="605E5C"/>
      <w:shd w:val="clear" w:color="auto" w:fill="E1DFDD"/>
    </w:rPr>
  </w:style>
  <w:style w:type="table" w:customStyle="1" w:styleId="Mkatabulky1">
    <w:name w:val="Mřížka tabulky1"/>
    <w:basedOn w:val="Normlntabulka"/>
    <w:next w:val="Mkatabulky"/>
    <w:uiPriority w:val="39"/>
    <w:rsid w:val="0091604E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jerov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sharepoint/v3/fields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8223614-2DE8-4E80-9DC6-DEA123A5A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14</TotalTime>
  <Pages>4</Pages>
  <Words>1071</Words>
  <Characters>6319</Characters>
  <Application>Microsoft Office Word</Application>
  <DocSecurity>0</DocSecurity>
  <Lines>52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7376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4</cp:revision>
  <cp:lastPrinted>2023-06-23T07:29:00Z</cp:lastPrinted>
  <dcterms:created xsi:type="dcterms:W3CDTF">2023-06-23T08:01:00Z</dcterms:created>
  <dcterms:modified xsi:type="dcterms:W3CDTF">2023-06-26T08:51:00Z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