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096B9B" w:rsidRDefault="00096B9B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096B9B" w:rsidRDefault="00096B9B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1B1015CF" w:rsidR="00F862D6" w:rsidRPr="0091604E" w:rsidRDefault="00096B9B" w:rsidP="0037111D">
            <w:pPr>
              <w:rPr>
                <w:highlight w:val="yellow"/>
              </w:rPr>
            </w:pPr>
            <w:r w:rsidRPr="00096B9B">
              <w:rPr>
                <w:rFonts w:ascii="Helvetica" w:hAnsi="Helvetica"/>
              </w:rPr>
              <w:t>6594/2023-SŽ-SSV-Ú3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6932FB" w:rsidRDefault="00C23946" w:rsidP="00C23946">
            <w:r w:rsidRPr="006932FB">
              <w:t>Listů/příloh</w:t>
            </w:r>
          </w:p>
        </w:tc>
        <w:tc>
          <w:tcPr>
            <w:tcW w:w="2552" w:type="dxa"/>
          </w:tcPr>
          <w:p w14:paraId="33325CAE" w14:textId="7D4AEA93" w:rsidR="00C23946" w:rsidRPr="006932FB" w:rsidRDefault="006932FB" w:rsidP="00C23946">
            <w:r w:rsidRPr="006932FB">
              <w:t>10</w:t>
            </w:r>
            <w:r w:rsidR="00C23946" w:rsidRPr="006932FB">
              <w:t>/</w:t>
            </w:r>
            <w:r w:rsidRPr="006932FB">
              <w:t>14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211833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3B7899B0" w:rsidR="00C23946" w:rsidRPr="003E6B9A" w:rsidRDefault="006932FB" w:rsidP="00C23946">
            <w:bookmarkStart w:id="0" w:name="Datum"/>
            <w:r>
              <w:t>12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79B119CD" w14:textId="03AB66F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Pr="00A167FC">
        <w:rPr>
          <w:rFonts w:eastAsia="Calibri" w:cs="Times New Roman"/>
          <w:lang w:eastAsia="cs-CZ"/>
        </w:rPr>
        <w:t xml:space="preserve">. </w:t>
      </w:r>
      <w:r w:rsidR="00A167FC" w:rsidRPr="00A167FC">
        <w:rPr>
          <w:rFonts w:eastAsia="Times New Roman" w:cs="Times New Roman"/>
          <w:lang w:eastAsia="cs-CZ"/>
        </w:rPr>
        <w:t>5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95BF67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6793CDBA" w:rsidR="00BD5319" w:rsidRPr="00581C52" w:rsidRDefault="00BD5319" w:rsidP="00096B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A167FC">
        <w:rPr>
          <w:rFonts w:eastAsia="Calibri" w:cs="Times New Roman"/>
          <w:b/>
          <w:lang w:eastAsia="cs-CZ"/>
        </w:rPr>
        <w:t>95</w:t>
      </w:r>
      <w:r w:rsidRPr="00BD5319">
        <w:rPr>
          <w:rFonts w:eastAsia="Calibri" w:cs="Times New Roman"/>
          <w:b/>
          <w:lang w:eastAsia="cs-CZ"/>
        </w:rPr>
        <w:t>:</w:t>
      </w:r>
      <w:r w:rsidR="00581C52">
        <w:rPr>
          <w:rFonts w:eastAsia="Calibri" w:cs="Times New Roman"/>
          <w:b/>
          <w:lang w:eastAsia="cs-CZ"/>
        </w:rPr>
        <w:t xml:space="preserve"> </w:t>
      </w:r>
    </w:p>
    <w:p w14:paraId="36AAD0E7" w14:textId="41FB162E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 xml:space="preserve"> – pol. č. 5 - ŠTĚTOVÉ STĚNY BERANĚNÉ Z KOVOVÝCH DÍLCŮ DOČASNÉ (PLOCHA) - 1 144,0 m2, v soupisu prací je uveden výpočet množství (36,0+61,7+16,7)*10,0=1144,0 m2, který nesouhlasí s výměrami uvedenými v technické zprávě kapitola 5.11.2 a na výkrese 2.5.1, kde jsou uvedeny délky štětových stěn (25,42+20,0+15,44+20,62)*10,0=814,8 m2. Může zadavatel zkontrolovat množství a opravit soupis prací?</w:t>
      </w:r>
    </w:p>
    <w:p w14:paraId="61CFE375" w14:textId="77777777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6506188"/>
    </w:p>
    <w:p w14:paraId="1A418839" w14:textId="016351E7" w:rsidR="00BD5319" w:rsidRPr="00BD5319" w:rsidRDefault="00BD5319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2B551A0" w14:textId="5AD71A11" w:rsidR="00DC1EAE" w:rsidRPr="00096B9B" w:rsidRDefault="00DC1EAE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Byla upravena příloha č.2.5.1 – výpočet materiálu pro pažení a trvalé zemní kotvy.</w:t>
      </w:r>
    </w:p>
    <w:p w14:paraId="090FD984" w14:textId="79637E8A" w:rsidR="00DC1EAE" w:rsidRPr="00096B9B" w:rsidRDefault="00DC1EAE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Byl upraven soupis prací takto:</w:t>
      </w:r>
    </w:p>
    <w:p w14:paraId="53869A0B" w14:textId="2A264484" w:rsidR="00DC1EAE" w:rsidRPr="00096B9B" w:rsidRDefault="00DC1EAE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Množství položky č.5 změněno z původních 1144 m2 na 821</w:t>
      </w:r>
      <w:r w:rsidR="00E70681">
        <w:rPr>
          <w:rFonts w:eastAsia="Calibri" w:cs="Times New Roman"/>
          <w:lang w:eastAsia="cs-CZ"/>
        </w:rPr>
        <w:t xml:space="preserve"> </w:t>
      </w:r>
      <w:r w:rsidRPr="00096B9B">
        <w:rPr>
          <w:rFonts w:eastAsia="Calibri" w:cs="Times New Roman"/>
          <w:lang w:eastAsia="cs-CZ"/>
        </w:rPr>
        <w:t>m2</w:t>
      </w:r>
    </w:p>
    <w:p w14:paraId="5788FBF3" w14:textId="1EA804D9" w:rsidR="00EF6A2B" w:rsidRPr="00096B9B" w:rsidRDefault="00DC1EAE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 xml:space="preserve">množství položky č. 6 týkající se odstranění štětovnic (součet beraněných a naplocho) </w:t>
      </w:r>
      <w:r w:rsidR="00767709" w:rsidRPr="00096B9B">
        <w:rPr>
          <w:rFonts w:eastAsia="Calibri" w:cs="Times New Roman"/>
          <w:lang w:eastAsia="cs-CZ"/>
        </w:rPr>
        <w:t xml:space="preserve">bylo upraveno – 821 + 38,4 = 859,4 </w:t>
      </w:r>
      <w:r w:rsidRPr="00096B9B">
        <w:rPr>
          <w:rFonts w:eastAsia="Calibri" w:cs="Times New Roman"/>
          <w:lang w:eastAsia="cs-CZ"/>
        </w:rPr>
        <w:t>m2</w:t>
      </w:r>
    </w:p>
    <w:p w14:paraId="741ECBD3" w14:textId="067C0749" w:rsidR="00912FDD" w:rsidRPr="00096B9B" w:rsidRDefault="00912FDD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opravenou přílohu č.2.5.1, soubor</w:t>
      </w:r>
      <w:r w:rsidR="00CC5ECC" w:rsidRPr="00096B9B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 xml:space="preserve"> „SO031903.1_2.5.1_ZD č.5.pdf“</w:t>
      </w:r>
      <w:r w:rsidR="00CC5ECC" w:rsidRPr="00096B9B">
        <w:rPr>
          <w:rFonts w:ascii="Arial" w:eastAsia="Times New Roman" w:hAnsi="Arial" w:cs="Arial"/>
          <w:sz w:val="20"/>
          <w:szCs w:val="20"/>
          <w:lang w:eastAsia="cs-CZ"/>
        </w:rPr>
        <w:t>, „SO031903.1_02_05_01</w:t>
      </w:r>
      <w:r w:rsidR="009A432F" w:rsidRPr="00096B9B">
        <w:rPr>
          <w:rFonts w:ascii="Arial" w:eastAsia="Times New Roman" w:hAnsi="Arial" w:cs="Arial"/>
          <w:sz w:val="20"/>
          <w:szCs w:val="20"/>
          <w:lang w:eastAsia="cs-CZ"/>
        </w:rPr>
        <w:t>_ZD č.5.pdf“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 xml:space="preserve"> a soupisy prací – soubory „D.2.1.4_SO 03-19-03.1_ZD č.5.xlsx“ a „Soupis prací _Královo Pole_ZD č.5.xml“.</w:t>
      </w:r>
    </w:p>
    <w:bookmarkEnd w:id="2"/>
    <w:p w14:paraId="6C3962B4" w14:textId="0DD4DE1F" w:rsidR="0091604E" w:rsidRDefault="0091604E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5A07E1" w14:textId="77777777" w:rsidR="00096B9B" w:rsidRPr="00BD5319" w:rsidRDefault="00096B9B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8C7804" w14:textId="40E983B8" w:rsidR="0091604E" w:rsidRDefault="0091604E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167FC">
        <w:rPr>
          <w:rFonts w:eastAsia="Calibri" w:cs="Times New Roman"/>
          <w:b/>
          <w:lang w:eastAsia="cs-CZ"/>
        </w:rPr>
        <w:t>96</w:t>
      </w:r>
      <w:r w:rsidRPr="00BD5319">
        <w:rPr>
          <w:rFonts w:eastAsia="Calibri" w:cs="Times New Roman"/>
          <w:b/>
          <w:lang w:eastAsia="cs-CZ"/>
        </w:rPr>
        <w:t>:</w:t>
      </w:r>
      <w:r w:rsidR="00581C52">
        <w:rPr>
          <w:rFonts w:eastAsia="Calibri" w:cs="Times New Roman"/>
          <w:b/>
          <w:lang w:eastAsia="cs-CZ"/>
        </w:rPr>
        <w:t xml:space="preserve"> </w:t>
      </w:r>
    </w:p>
    <w:p w14:paraId="19478314" w14:textId="684A5152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>–v soupisu prací chybí dle našeho názoru položky pro vodorovně uložené (neberaněné) štětovnice a položky pro spojovací táhla dl. 3,5m. Doplní zadavatel soupis prací o tyto položky?</w:t>
      </w:r>
    </w:p>
    <w:p w14:paraId="2E46D05F" w14:textId="77777777" w:rsidR="007C0C39" w:rsidRDefault="007C0C39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56C6DD" w14:textId="3B6F0CB2" w:rsidR="0091604E" w:rsidRPr="00BD5319" w:rsidRDefault="0091604E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6C2FD64" w14:textId="7E3AC238" w:rsidR="005E0355" w:rsidRPr="00096B9B" w:rsidRDefault="005E0355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Táhla jsou vykázána v pol. 11, upravena kubatura na 2x10 ks = 20 ks</w:t>
      </w:r>
    </w:p>
    <w:p w14:paraId="0C17DD70" w14:textId="6B4ED610" w:rsidR="0091604E" w:rsidRPr="00096B9B" w:rsidRDefault="005E0355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 xml:space="preserve">Pro štětovnice je zavedena nová položka </w:t>
      </w:r>
      <w:r w:rsidR="008D5C23" w:rsidRPr="00096B9B">
        <w:rPr>
          <w:rFonts w:eastAsia="Calibri" w:cs="Times New Roman"/>
          <w:lang w:eastAsia="cs-CZ"/>
        </w:rPr>
        <w:t xml:space="preserve">č. 43 </w:t>
      </w:r>
      <w:r w:rsidRPr="00096B9B">
        <w:rPr>
          <w:rFonts w:eastAsia="Calibri" w:cs="Times New Roman"/>
          <w:lang w:eastAsia="cs-CZ"/>
        </w:rPr>
        <w:t>23417A - ŠTĚTOVÉ STĚNY NASAZENÉ Z KOVOVÝCH DÍLCŮ DOČASNÉ 0</w:t>
      </w:r>
      <w:r w:rsidR="008D5C23" w:rsidRPr="00096B9B">
        <w:rPr>
          <w:rFonts w:eastAsia="Calibri" w:cs="Times New Roman"/>
          <w:lang w:eastAsia="cs-CZ"/>
        </w:rPr>
        <w:t>,</w:t>
      </w:r>
      <w:r w:rsidRPr="00096B9B">
        <w:rPr>
          <w:rFonts w:eastAsia="Calibri" w:cs="Times New Roman"/>
          <w:lang w:eastAsia="cs-CZ"/>
        </w:rPr>
        <w:t>6*16*4=38,4m2. Tato plocha je doplněna i do pol. 6</w:t>
      </w:r>
      <w:r w:rsidR="008D5C23" w:rsidRPr="00096B9B">
        <w:rPr>
          <w:rFonts w:eastAsia="Calibri" w:cs="Times New Roman"/>
          <w:lang w:eastAsia="cs-CZ"/>
        </w:rPr>
        <w:t xml:space="preserve"> pro jejich odstranění – viz předchozí dotaz.</w:t>
      </w:r>
    </w:p>
    <w:p w14:paraId="18DEE2EB" w14:textId="77B8C7F5" w:rsidR="00A004F4" w:rsidRPr="00096B9B" w:rsidRDefault="00A004F4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03-19-03.1_ZD č.5.xlsx“ a „Soupis prací _Královo Pole_ZD č.5.xml“.</w:t>
      </w:r>
    </w:p>
    <w:bookmarkEnd w:id="1"/>
    <w:p w14:paraId="5CE01053" w14:textId="2AED1A8E" w:rsidR="0091604E" w:rsidRDefault="0091604E" w:rsidP="00096B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208EED" w14:textId="77777777" w:rsidR="00096B9B" w:rsidRDefault="00096B9B" w:rsidP="00096B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E16D96" w14:textId="7A29EB28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167FC">
        <w:rPr>
          <w:rFonts w:eastAsia="Calibri" w:cs="Times New Roman"/>
          <w:b/>
          <w:lang w:eastAsia="cs-CZ"/>
        </w:rPr>
        <w:t>97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287E9E28" w14:textId="26E50A63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 xml:space="preserve"> – pol. č. 7 - VRTY PRO KOTVENÍ A INJEKTÁŽ TŘ I A II NA POVRCHU D DO 35MM - 444,0 m, v soupisu prací je uveden výpočet 37*12,0=444,0m, v technické zprávě kapitola 5.11.2 je uvedena délka lanových kotev 15,0m, na výkrese 2.5.1 je v řezech uvedena délka 10,0m, v legendě 15,0m. Podle výkresu 2.5.1 se nedá zkontrolovat počet kusů trvalých lanových </w:t>
      </w:r>
      <w:r w:rsidRPr="00A167FC">
        <w:rPr>
          <w:rFonts w:eastAsia="Calibri" w:cs="Times New Roman"/>
          <w:lang w:eastAsia="cs-CZ"/>
        </w:rPr>
        <w:lastRenderedPageBreak/>
        <w:t>kotev. Může zadavatel jasně stanovit počet a délku trvalých lanových kotev a opravit soupis prací?</w:t>
      </w:r>
    </w:p>
    <w:p w14:paraId="4C360682" w14:textId="77777777" w:rsidR="00A1284C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A487B6" w14:textId="77777777" w:rsidR="00A1284C" w:rsidRPr="00096B9B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609E6123" w14:textId="46B2A14C" w:rsidR="008D5C23" w:rsidRPr="00096B9B" w:rsidRDefault="008D5C2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Délka lanových kotev je 15,0m, ve výkrese 2.5.1 bylo aktualizováno rozmístění a celkový výkaz vrtů kotev.</w:t>
      </w:r>
    </w:p>
    <w:p w14:paraId="37017194" w14:textId="09E2ACFC" w:rsidR="008D5C23" w:rsidRPr="00096B9B" w:rsidRDefault="008D5C2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V soupisu prací upraveno množství u položky č. 7 –106 ks * 15,0 m = 1590m</w:t>
      </w:r>
    </w:p>
    <w:p w14:paraId="75F72CD4" w14:textId="0E5E09C6" w:rsidR="00A1284C" w:rsidRPr="00096B9B" w:rsidRDefault="0017318F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 xml:space="preserve">V soupisu prací doplněny </w:t>
      </w:r>
      <w:r w:rsidR="008D5C23" w:rsidRPr="00096B9B">
        <w:rPr>
          <w:rFonts w:eastAsia="Calibri" w:cs="Times New Roman"/>
          <w:lang w:eastAsia="cs-CZ"/>
        </w:rPr>
        <w:t xml:space="preserve">položky </w:t>
      </w:r>
      <w:r w:rsidR="00944817" w:rsidRPr="00096B9B">
        <w:rPr>
          <w:rFonts w:eastAsia="Calibri" w:cs="Times New Roman"/>
          <w:lang w:eastAsia="cs-CZ"/>
        </w:rPr>
        <w:t>pro předpínané</w:t>
      </w:r>
      <w:r w:rsidR="008D5C23" w:rsidRPr="00096B9B">
        <w:rPr>
          <w:rFonts w:eastAsia="Calibri" w:cs="Times New Roman"/>
          <w:lang w:eastAsia="cs-CZ"/>
        </w:rPr>
        <w:t xml:space="preserve"> kotv</w:t>
      </w:r>
      <w:r w:rsidR="00944817" w:rsidRPr="00096B9B">
        <w:rPr>
          <w:rFonts w:eastAsia="Calibri" w:cs="Times New Roman"/>
          <w:lang w:eastAsia="cs-CZ"/>
        </w:rPr>
        <w:t>y</w:t>
      </w:r>
      <w:r w:rsidR="008D5C23" w:rsidRPr="00096B9B">
        <w:rPr>
          <w:rFonts w:eastAsia="Calibri" w:cs="Times New Roman"/>
          <w:lang w:eastAsia="cs-CZ"/>
        </w:rPr>
        <w:t xml:space="preserve"> </w:t>
      </w:r>
      <w:r w:rsidRPr="00096B9B">
        <w:rPr>
          <w:rFonts w:eastAsia="Calibri" w:cs="Times New Roman"/>
          <w:lang w:eastAsia="cs-CZ"/>
        </w:rPr>
        <w:t>č. 45 (</w:t>
      </w:r>
      <w:r w:rsidR="008D5C23" w:rsidRPr="00096B9B">
        <w:rPr>
          <w:rFonts w:eastAsia="Calibri" w:cs="Times New Roman"/>
          <w:lang w:eastAsia="cs-CZ"/>
        </w:rPr>
        <w:t>285</w:t>
      </w:r>
      <w:r w:rsidRPr="00096B9B">
        <w:rPr>
          <w:rFonts w:eastAsia="Calibri" w:cs="Times New Roman"/>
          <w:lang w:eastAsia="cs-CZ"/>
        </w:rPr>
        <w:t> </w:t>
      </w:r>
      <w:r w:rsidR="008D5C23" w:rsidRPr="00096B9B">
        <w:rPr>
          <w:rFonts w:eastAsia="Calibri" w:cs="Times New Roman"/>
          <w:lang w:eastAsia="cs-CZ"/>
        </w:rPr>
        <w:t>378</w:t>
      </w:r>
      <w:r w:rsidRPr="00096B9B">
        <w:rPr>
          <w:rFonts w:eastAsia="Calibri" w:cs="Times New Roman"/>
          <w:lang w:eastAsia="cs-CZ"/>
        </w:rPr>
        <w:t>)</w:t>
      </w:r>
      <w:r w:rsidR="008D5C23" w:rsidRPr="00096B9B">
        <w:rPr>
          <w:rFonts w:eastAsia="Calibri" w:cs="Times New Roman"/>
          <w:lang w:eastAsia="cs-CZ"/>
        </w:rPr>
        <w:t xml:space="preserve"> a </w:t>
      </w:r>
      <w:r w:rsidRPr="00096B9B">
        <w:rPr>
          <w:rFonts w:eastAsia="Calibri" w:cs="Times New Roman"/>
          <w:lang w:eastAsia="cs-CZ"/>
        </w:rPr>
        <w:t>č. 46 (</w:t>
      </w:r>
      <w:r w:rsidR="008D5C23" w:rsidRPr="00096B9B">
        <w:rPr>
          <w:rFonts w:eastAsia="Calibri" w:cs="Times New Roman"/>
          <w:lang w:eastAsia="cs-CZ"/>
        </w:rPr>
        <w:t>285</w:t>
      </w:r>
      <w:r w:rsidRPr="00096B9B">
        <w:rPr>
          <w:rFonts w:eastAsia="Calibri" w:cs="Times New Roman"/>
          <w:lang w:eastAsia="cs-CZ"/>
        </w:rPr>
        <w:t> </w:t>
      </w:r>
      <w:r w:rsidR="008D5C23" w:rsidRPr="00096B9B">
        <w:rPr>
          <w:rFonts w:eastAsia="Calibri" w:cs="Times New Roman"/>
          <w:lang w:eastAsia="cs-CZ"/>
        </w:rPr>
        <w:t>379</w:t>
      </w:r>
      <w:r w:rsidRPr="00096B9B">
        <w:rPr>
          <w:rFonts w:eastAsia="Calibri" w:cs="Times New Roman"/>
          <w:lang w:eastAsia="cs-CZ"/>
        </w:rPr>
        <w:t>)</w:t>
      </w:r>
    </w:p>
    <w:p w14:paraId="0E790C8D" w14:textId="77777777" w:rsidR="00A004F4" w:rsidRPr="00096B9B" w:rsidRDefault="00A004F4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opravenou přílohu č.2.5.1, soubor „SO031903.1_2.5.1_ZD č.5.pdf“ a soupisy prací – soubory „D.2.1.4_SO 03-19-03.1_ZD č.5.xlsx“ a „Soupis prací _Královo Pole_ZD č.5.xml“.</w:t>
      </w:r>
    </w:p>
    <w:p w14:paraId="0A477F95" w14:textId="2D181608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11F505" w14:textId="77777777" w:rsidR="00096B9B" w:rsidRPr="00BD5319" w:rsidRDefault="00096B9B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F62F53" w14:textId="3FE01284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167FC">
        <w:rPr>
          <w:rFonts w:eastAsia="Calibri" w:cs="Times New Roman"/>
          <w:b/>
          <w:lang w:eastAsia="cs-CZ"/>
        </w:rPr>
        <w:t>98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73728152" w14:textId="3D780469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 xml:space="preserve"> – pol. č. 11 a 12, viz předchozí dotaz. Není zřejmý výpočet, navíc se podle projektové dokumentace jedná o trvalé lanové zemní kotvy, ne o kotvení z betonářské výztuže. Může zadavatel jasně stanovit počet a délku trvalých lanových kotev a opravit soupis prací?</w:t>
      </w:r>
    </w:p>
    <w:p w14:paraId="468265D5" w14:textId="77777777" w:rsidR="00A1284C" w:rsidRPr="00096B9B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897EC3" w14:textId="77777777" w:rsidR="00A1284C" w:rsidRPr="00096B9B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535B3937" w14:textId="1EED0AE5" w:rsidR="002173EA" w:rsidRPr="00096B9B" w:rsidRDefault="002173EA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Položka č. 11 představuje táhla z betonářské výztuže mezi vodorovnými štětovnicemi. Bylo opraveno množství na 2x10 ks = 20 ks.</w:t>
      </w:r>
    </w:p>
    <w:p w14:paraId="1CD0C546" w14:textId="4340F4E1" w:rsidR="00A1284C" w:rsidRPr="00096B9B" w:rsidRDefault="002173EA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Položka č. 12 byla zrušena, neboť z betonářské výztuže další kotvy ani táhla</w:t>
      </w:r>
      <w:r w:rsidR="00096B9B" w:rsidRPr="00096B9B">
        <w:rPr>
          <w:rFonts w:eastAsia="Calibri" w:cs="Times New Roman"/>
          <w:lang w:eastAsia="cs-CZ"/>
        </w:rPr>
        <w:t xml:space="preserve"> </w:t>
      </w:r>
      <w:r w:rsidRPr="00096B9B">
        <w:rPr>
          <w:rFonts w:eastAsia="Calibri" w:cs="Times New Roman"/>
          <w:lang w:eastAsia="cs-CZ"/>
        </w:rPr>
        <w:t>delší než 10</w:t>
      </w:r>
      <w:r w:rsidR="00E70681">
        <w:rPr>
          <w:rFonts w:eastAsia="Calibri" w:cs="Times New Roman"/>
          <w:lang w:eastAsia="cs-CZ"/>
        </w:rPr>
        <w:t xml:space="preserve"> </w:t>
      </w:r>
      <w:r w:rsidRPr="00096B9B">
        <w:rPr>
          <w:rFonts w:eastAsia="Calibri" w:cs="Times New Roman"/>
          <w:lang w:eastAsia="cs-CZ"/>
        </w:rPr>
        <w:t>m nejsou.</w:t>
      </w:r>
    </w:p>
    <w:p w14:paraId="34E9928A" w14:textId="77777777" w:rsidR="00DE7DAF" w:rsidRPr="00096B9B" w:rsidRDefault="00DE7DAF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03-19-03.1_ZD č.5.xlsx“ a „Soupis prací _Královo Pole_ZD č.5.xml“.</w:t>
      </w:r>
    </w:p>
    <w:p w14:paraId="3735DDBE" w14:textId="1BF17891" w:rsidR="00DD3B8B" w:rsidRDefault="00DD3B8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AB0B8D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A2A553" w14:textId="7FF1F63D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167FC">
        <w:rPr>
          <w:rFonts w:eastAsia="Calibri" w:cs="Times New Roman"/>
          <w:b/>
          <w:lang w:eastAsia="cs-CZ"/>
        </w:rPr>
        <w:t>99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149C0137" w14:textId="2BC6DF59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 xml:space="preserve"> – pol. č. 13 - STŘÍKANÝ ŽELEZOBETON DO C25/30 - 46,547 m3, podle výpočtu uvedeného v soupisu prací je tl. vrstvy 60 mm, podle projektové dokumentace má být tl. vrstvy 50 mm. Která informace je platná, opraví zadavatel soupis prací?</w:t>
      </w:r>
    </w:p>
    <w:p w14:paraId="60AD293B" w14:textId="77777777" w:rsidR="00A1284C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13B298" w14:textId="77777777" w:rsidR="00A1284C" w:rsidRPr="00096B9B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743FA6B3" w14:textId="21C5E249" w:rsidR="00840998" w:rsidRPr="00096B9B" w:rsidRDefault="00840998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Tloušťka ochranné vrstvy je 50 mm.</w:t>
      </w:r>
    </w:p>
    <w:p w14:paraId="04B75C38" w14:textId="2DFF446A" w:rsidR="00A1284C" w:rsidRPr="00096B9B" w:rsidRDefault="00840998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Byla provedena oprava množství položky č. 13 z původních 46,547 m3 na 38,8</w:t>
      </w:r>
      <w:r w:rsidR="00E70681">
        <w:rPr>
          <w:rFonts w:eastAsia="Calibri" w:cs="Times New Roman"/>
          <w:lang w:eastAsia="cs-CZ"/>
        </w:rPr>
        <w:t xml:space="preserve"> </w:t>
      </w:r>
      <w:r w:rsidRPr="00096B9B">
        <w:rPr>
          <w:rFonts w:eastAsia="Calibri" w:cs="Times New Roman"/>
          <w:lang w:eastAsia="cs-CZ"/>
        </w:rPr>
        <w:t xml:space="preserve">m3. </w:t>
      </w:r>
    </w:p>
    <w:p w14:paraId="212D7C96" w14:textId="77777777" w:rsidR="00D664C2" w:rsidRPr="00096B9B" w:rsidRDefault="00D664C2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03-19-03.1_ZD č.5.xlsx“ a „Soupis prací _Královo Pole_ZD č.5.xml“.</w:t>
      </w:r>
    </w:p>
    <w:p w14:paraId="4C56479D" w14:textId="23015859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A720FB" w14:textId="77777777" w:rsidR="00096B9B" w:rsidRPr="00BD5319" w:rsidRDefault="00096B9B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062954" w14:textId="51EA27B9" w:rsidR="00A1284C" w:rsidRDefault="00A1284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167FC">
        <w:rPr>
          <w:rFonts w:eastAsia="Calibri" w:cs="Times New Roman"/>
          <w:b/>
          <w:lang w:eastAsia="cs-CZ"/>
        </w:rPr>
        <w:t>100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48B42D3B" w14:textId="59AF3973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 xml:space="preserve"> – pol. č. 21 - PODKL VRSTVY ZE ŽELEZOBET DO C25/30 VČET VÝZTUŽE - 64,895 m3, podle výpočtu uvedeného v soupisu prací je tl. vrstvy 60 mm, podle projektové dokumentace má být tl. vrstvy 50 mm. Která informace je platná, opraví zadavatel soupis prací?</w:t>
      </w:r>
    </w:p>
    <w:p w14:paraId="78CB21F8" w14:textId="77777777" w:rsidR="007C0C39" w:rsidRDefault="007C0C39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D74F77" w14:textId="15D072A7" w:rsidR="00A1284C" w:rsidRPr="00BD5319" w:rsidRDefault="00A1284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DE3EA4" w14:textId="77777777" w:rsidR="00E66796" w:rsidRPr="00096B9B" w:rsidRDefault="00E66796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Tloušťka ochranné vrstvy je 50 mm.</w:t>
      </w:r>
    </w:p>
    <w:p w14:paraId="7BBA242D" w14:textId="076B6C6D" w:rsidR="00E66796" w:rsidRPr="00096B9B" w:rsidRDefault="00E66796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Byla provedena oprava množství položky č. 21 z původních 64,895 m3 na 54,07</w:t>
      </w:r>
      <w:r w:rsidR="00714560" w:rsidRPr="00096B9B">
        <w:rPr>
          <w:rFonts w:eastAsia="Calibri" w:cs="Times New Roman"/>
          <w:lang w:eastAsia="cs-CZ"/>
        </w:rPr>
        <w:t>9</w:t>
      </w:r>
      <w:r w:rsidRPr="00096B9B">
        <w:rPr>
          <w:rFonts w:eastAsia="Calibri" w:cs="Times New Roman"/>
          <w:lang w:eastAsia="cs-CZ"/>
        </w:rPr>
        <w:t xml:space="preserve"> m3.</w:t>
      </w:r>
    </w:p>
    <w:p w14:paraId="5253F9E5" w14:textId="19BC115E" w:rsidR="00D664C2" w:rsidRPr="00096B9B" w:rsidRDefault="00D664C2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03-19-03.1_ZD č.5.xlsx“ a „Soupis prací _Královo Pole_ZD č.5.xml“.</w:t>
      </w:r>
    </w:p>
    <w:p w14:paraId="5EF31019" w14:textId="19F8A352" w:rsidR="00096B9B" w:rsidRDefault="00096B9B" w:rsidP="00096B9B">
      <w:pPr>
        <w:spacing w:after="0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14:paraId="729E5262" w14:textId="77777777" w:rsidR="00096B9B" w:rsidRPr="00912FDD" w:rsidRDefault="00096B9B" w:rsidP="00096B9B">
      <w:pPr>
        <w:spacing w:after="0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14:paraId="15F8DE82" w14:textId="66D2E184" w:rsidR="00A167FC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101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128E31C7" w14:textId="5A3167C0" w:rsidR="00A167FC" w:rsidRPr="00A167FC" w:rsidRDefault="00A167F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67FC">
        <w:rPr>
          <w:rFonts w:eastAsia="Calibri" w:cs="Times New Roman"/>
          <w:b/>
          <w:lang w:eastAsia="cs-CZ"/>
        </w:rPr>
        <w:t>SO 03-19-03.1</w:t>
      </w:r>
      <w:r w:rsidRPr="00A167FC">
        <w:rPr>
          <w:rFonts w:eastAsia="Calibri" w:cs="Times New Roman"/>
          <w:lang w:eastAsia="cs-CZ"/>
        </w:rPr>
        <w:t>–v projektové dokumentaci se uvádí, že zásypy tubusu podchodu budou provedeny z kameniva stabilizovaného cementem. Položku pro stabilizaci jsme v soupisu prací nenašli. Doplní zadavatel soupis prací?</w:t>
      </w:r>
    </w:p>
    <w:p w14:paraId="077CE783" w14:textId="77777777" w:rsidR="00A167FC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DCA4E9A" w14:textId="77777777" w:rsidR="00A167FC" w:rsidRPr="00BD5319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1019ACC" w14:textId="2551C6D3" w:rsidR="00C539C2" w:rsidRPr="00096B9B" w:rsidRDefault="00A32FB8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Upraven soupis prací:</w:t>
      </w:r>
    </w:p>
    <w:p w14:paraId="353644C2" w14:textId="7E8FA91C" w:rsidR="00A167FC" w:rsidRPr="00096B9B" w:rsidRDefault="00C539C2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 xml:space="preserve">doplněna položka </w:t>
      </w:r>
      <w:r w:rsidR="00A32FB8" w:rsidRPr="00096B9B">
        <w:rPr>
          <w:rFonts w:eastAsia="Calibri" w:cs="Times New Roman"/>
          <w:lang w:eastAsia="cs-CZ"/>
        </w:rPr>
        <w:t xml:space="preserve">č. 44 </w:t>
      </w:r>
      <w:r w:rsidRPr="00096B9B">
        <w:rPr>
          <w:rFonts w:eastAsia="Calibri" w:cs="Times New Roman"/>
          <w:lang w:eastAsia="cs-CZ"/>
        </w:rPr>
        <w:t xml:space="preserve">45861 - VÝPLŇ ZA OPĚRAMI A ZDMI ZE ZEMINY STABIL CEMENTEM </w:t>
      </w:r>
    </w:p>
    <w:p w14:paraId="68578C95" w14:textId="0B4657CB" w:rsidR="00A32FB8" w:rsidRPr="00096B9B" w:rsidRDefault="00A32FB8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zrušena položka č.4 a č. 23</w:t>
      </w:r>
    </w:p>
    <w:p w14:paraId="47058B45" w14:textId="77A8FE12" w:rsidR="00A167FC" w:rsidRPr="00096B9B" w:rsidRDefault="00D664C2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03-19-03.1_ZD č.5.xlsx“ a „Soupis prací _Královo Pole_ZD č.5.xml“.</w:t>
      </w:r>
    </w:p>
    <w:p w14:paraId="1FBC8BA7" w14:textId="775EF4B4" w:rsidR="00A167FC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102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4E682E60" w14:textId="50E134EA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28A3">
        <w:rPr>
          <w:rFonts w:eastAsia="Calibri" w:cs="Times New Roman"/>
          <w:b/>
          <w:lang w:eastAsia="cs-CZ"/>
        </w:rPr>
        <w:t>SO 03-19-03.1</w:t>
      </w:r>
      <w:r w:rsidRPr="007028A3">
        <w:rPr>
          <w:rFonts w:eastAsia="Calibri" w:cs="Times New Roman"/>
          <w:lang w:eastAsia="cs-CZ"/>
        </w:rPr>
        <w:t xml:space="preserve"> – pol. č. 37 - DROBNÉ DOPLŇK KONSTR KOVOVÉ - 1500,0 kg, v projektové </w:t>
      </w:r>
      <w:r w:rsidRPr="00096B9B">
        <w:rPr>
          <w:rFonts w:eastAsia="Calibri" w:cs="Times New Roman"/>
          <w:lang w:eastAsia="cs-CZ"/>
        </w:rPr>
        <w:t>dokumentaci jsme nenašli žádné informace o mřížích. Může zadavatel vysvětlit tuto položku?</w:t>
      </w:r>
    </w:p>
    <w:p w14:paraId="1F46595D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DF1A80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520898E9" w14:textId="2927DDEB" w:rsidR="00A167FC" w:rsidRPr="00096B9B" w:rsidRDefault="009D1E02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Jedná se o mříž pro případné zamezení průchodu, je uvedeno na výkrese 2.4.3</w:t>
      </w:r>
      <w:r w:rsidR="00096B9B" w:rsidRPr="00096B9B">
        <w:rPr>
          <w:rFonts w:eastAsia="Calibri" w:cs="Times New Roman"/>
          <w:lang w:eastAsia="cs-CZ"/>
        </w:rPr>
        <w:t>.</w:t>
      </w:r>
    </w:p>
    <w:p w14:paraId="72B83455" w14:textId="2EDEF884" w:rsidR="00A167FC" w:rsidRPr="00096B9B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F09993" w14:textId="3B406A07" w:rsidR="00A167FC" w:rsidRPr="00096B9B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29BD61" w14:textId="68AA890F" w:rsidR="00A167FC" w:rsidRPr="00096B9B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>Dotaz č. 103:</w:t>
      </w:r>
      <w:r w:rsidR="00581C52" w:rsidRPr="00096B9B">
        <w:rPr>
          <w:rFonts w:eastAsia="Calibri" w:cs="Times New Roman"/>
          <w:b/>
          <w:lang w:eastAsia="cs-CZ"/>
        </w:rPr>
        <w:t xml:space="preserve"> </w:t>
      </w:r>
    </w:p>
    <w:p w14:paraId="79E8C9D6" w14:textId="22DAB58B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b/>
          <w:lang w:eastAsia="cs-CZ"/>
        </w:rPr>
        <w:t>SO 03-19-04</w:t>
      </w:r>
      <w:r w:rsidRPr="00096B9B">
        <w:rPr>
          <w:rFonts w:eastAsia="Calibri" w:cs="Times New Roman"/>
          <w:lang w:eastAsia="cs-CZ"/>
        </w:rPr>
        <w:t xml:space="preserve"> – našli jsme rozpory mezi soupisem prací a projektovou dokumentací v části hlubinného založení, počet mikropilot je celkem 70 ks ne 56 ks, délka mikropilot je 15,5 m ne 13,5 m, průměr vrtu je 325 mm ne do 200 mm. Může zadavatel opravit všechny položky soupisu prací týkající se mikropilot (mikropiloty, vrty, skládkovné)?</w:t>
      </w:r>
    </w:p>
    <w:p w14:paraId="1E52E9C3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DEA82B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0268165C" w14:textId="1C2212CC" w:rsidR="00C73072" w:rsidRPr="00096B9B" w:rsidRDefault="00C73072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Byla provedena úprava soupisu prací takto:</w:t>
      </w:r>
    </w:p>
    <w:p w14:paraId="5C10EBD0" w14:textId="77777777" w:rsidR="00F673DA" w:rsidRPr="00096B9B" w:rsidRDefault="00C73072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vypuštěna položka č. 8</w:t>
      </w:r>
      <w:r w:rsidR="00F673DA" w:rsidRPr="00096B9B">
        <w:rPr>
          <w:rFonts w:eastAsia="Calibri" w:cs="Times New Roman"/>
          <w:lang w:eastAsia="cs-CZ"/>
        </w:rPr>
        <w:t xml:space="preserve"> VRTY PRO PILOTY TŘ I D DO 200MM (nahrazena položkou č.61)</w:t>
      </w:r>
    </w:p>
    <w:p w14:paraId="21478E44" w14:textId="77777777" w:rsidR="00AB5E31" w:rsidRPr="00096B9B" w:rsidRDefault="00F673DA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zavedena nová položka č. 61 VRTY PRO PILOTY TŘ I D DO 400MM, u které bylo upraveno množství na - 2x(35x15.5) = 1085 m</w:t>
      </w:r>
    </w:p>
    <w:p w14:paraId="11E65AA8" w14:textId="2DF08A3A" w:rsidR="00A167FC" w:rsidRPr="00096B9B" w:rsidRDefault="00C73072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Times New Roman" w:cs="Times New Roman"/>
          <w:lang w:eastAsia="cs-CZ"/>
        </w:rPr>
        <w:t>upraven</w:t>
      </w:r>
      <w:r w:rsidR="00AB5E31" w:rsidRPr="00096B9B">
        <w:rPr>
          <w:rFonts w:eastAsia="Times New Roman" w:cs="Times New Roman"/>
          <w:lang w:eastAsia="cs-CZ"/>
        </w:rPr>
        <w:t>o množství</w:t>
      </w:r>
      <w:r w:rsidRPr="00096B9B">
        <w:rPr>
          <w:rFonts w:eastAsia="Times New Roman" w:cs="Times New Roman"/>
          <w:lang w:eastAsia="cs-CZ"/>
        </w:rPr>
        <w:t xml:space="preserve"> položk</w:t>
      </w:r>
      <w:r w:rsidR="00AB5E31" w:rsidRPr="00096B9B">
        <w:rPr>
          <w:rFonts w:eastAsia="Times New Roman" w:cs="Times New Roman"/>
          <w:lang w:eastAsia="cs-CZ"/>
        </w:rPr>
        <w:t>y</w:t>
      </w:r>
      <w:r w:rsidRPr="00096B9B">
        <w:rPr>
          <w:rFonts w:eastAsia="Times New Roman" w:cs="Times New Roman"/>
          <w:lang w:eastAsia="cs-CZ"/>
        </w:rPr>
        <w:t xml:space="preserve"> č.7 </w:t>
      </w:r>
      <w:r w:rsidR="00AB5E31" w:rsidRPr="00096B9B">
        <w:rPr>
          <w:rFonts w:eastAsia="Times New Roman" w:cs="Times New Roman"/>
          <w:lang w:eastAsia="cs-CZ"/>
        </w:rPr>
        <w:t xml:space="preserve">MIKROPILOTY KOMPLET D DO 150MM NA POVRCHU </w:t>
      </w:r>
      <w:r w:rsidRPr="00096B9B">
        <w:rPr>
          <w:rFonts w:eastAsia="Times New Roman" w:cs="Times New Roman"/>
          <w:lang w:eastAsia="cs-CZ"/>
        </w:rPr>
        <w:t xml:space="preserve">na </w:t>
      </w:r>
      <w:r w:rsidR="00AB5E31" w:rsidRPr="00096B9B">
        <w:rPr>
          <w:rFonts w:eastAsia="Times New Roman" w:cs="Times New Roman"/>
          <w:lang w:eastAsia="cs-CZ"/>
        </w:rPr>
        <w:t>2*35*15.5=1085,000 m</w:t>
      </w:r>
    </w:p>
    <w:p w14:paraId="7FF38C76" w14:textId="5AA0C0DE" w:rsidR="009C57D4" w:rsidRPr="00096B9B" w:rsidRDefault="009C57D4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Položka skládkovného upravována nebyla. Navýšení původního množství po úpravě délek a počtů pilot je cca 27 m3, které budou použity na terénní úpravy v okolí objektu.</w:t>
      </w:r>
    </w:p>
    <w:p w14:paraId="2462C6A9" w14:textId="00A022E7" w:rsidR="00D664C2" w:rsidRPr="00096B9B" w:rsidRDefault="00D664C2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03-19-04_ZD č.5.xlsx“ a „Soupis prací _Královo Pole_ZD č.5.xml“.</w:t>
      </w:r>
    </w:p>
    <w:p w14:paraId="5CBEC7E5" w14:textId="07105A56" w:rsidR="00A167FC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663743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BD6E09" w14:textId="6527FE26" w:rsidR="00581C52" w:rsidRPr="00581C52" w:rsidRDefault="00A167FC" w:rsidP="00096B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104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311C7BEA" w14:textId="55CF7C2B" w:rsidR="007028A3" w:rsidRPr="007028A3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28A3">
        <w:rPr>
          <w:rFonts w:eastAsia="Calibri" w:cs="Times New Roman"/>
          <w:b/>
          <w:lang w:eastAsia="cs-CZ"/>
        </w:rPr>
        <w:t>SO 03-19-04</w:t>
      </w:r>
      <w:r w:rsidRPr="007028A3">
        <w:rPr>
          <w:rFonts w:eastAsia="Calibri" w:cs="Times New Roman"/>
          <w:lang w:eastAsia="cs-CZ"/>
        </w:rPr>
        <w:t xml:space="preserve"> – podle technické zprávy kapitola 4.2.3 má být na každé mikropilotě provedena PIT zkouška a v každé skupině mikropilot, pod každou opěrou minimálně jedna CHA zkouška. V soupisu prací chybí položky pro tyto zkoušky. Doplní zadavatel soupis prací?</w:t>
      </w:r>
    </w:p>
    <w:p w14:paraId="639D6080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8C0902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1B1A55B5" w14:textId="3E890ED9" w:rsidR="00A167FC" w:rsidRPr="00096B9B" w:rsidRDefault="001634A2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 xml:space="preserve">Informace v technické zprávě byla </w:t>
      </w:r>
      <w:r w:rsidR="00937EBB">
        <w:rPr>
          <w:rFonts w:eastAsia="Calibri" w:cs="Times New Roman"/>
          <w:lang w:eastAsia="cs-CZ"/>
        </w:rPr>
        <w:t>nepřesná</w:t>
      </w:r>
      <w:r w:rsidRPr="00096B9B">
        <w:rPr>
          <w:rFonts w:eastAsia="Calibri" w:cs="Times New Roman"/>
          <w:lang w:eastAsia="cs-CZ"/>
        </w:rPr>
        <w:t>. Zkoušky PIT a CHA se provádět nebudou. Informace o zkouškách byla v technické zprávě odstraněna.</w:t>
      </w:r>
    </w:p>
    <w:p w14:paraId="1CDB5775" w14:textId="24C2B427" w:rsidR="00CC5ECC" w:rsidRPr="00096B9B" w:rsidRDefault="00CC5ECC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Přikládáme opravenou Technickou zprávu – soubor SO031904_1_TZ_ZD č.5.pdf.</w:t>
      </w:r>
    </w:p>
    <w:p w14:paraId="614B0628" w14:textId="79795111" w:rsidR="00CC5ECC" w:rsidRPr="00096B9B" w:rsidRDefault="00CC5EC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27EB11" w14:textId="77777777" w:rsidR="00096B9B" w:rsidRP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DCDAC15" w14:textId="2575AEF5" w:rsidR="00A167FC" w:rsidRPr="00096B9B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>Dotaz č. 105:</w:t>
      </w:r>
      <w:r w:rsidR="00581C52" w:rsidRPr="00096B9B">
        <w:rPr>
          <w:rFonts w:eastAsia="Calibri" w:cs="Times New Roman"/>
          <w:b/>
          <w:lang w:eastAsia="cs-CZ"/>
        </w:rPr>
        <w:t xml:space="preserve"> </w:t>
      </w:r>
    </w:p>
    <w:p w14:paraId="60EAD936" w14:textId="6249BDBE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b/>
          <w:lang w:eastAsia="cs-CZ"/>
        </w:rPr>
        <w:t>SO 03-19-04</w:t>
      </w:r>
      <w:r w:rsidRPr="00096B9B">
        <w:rPr>
          <w:rFonts w:eastAsia="Calibri" w:cs="Times New Roman"/>
          <w:lang w:eastAsia="cs-CZ"/>
        </w:rPr>
        <w:t xml:space="preserve"> – pol. č. 9 - DODATEČNÉ KOTVENÍ VLEPENÍM BETONÁŘSKÉ VÝZTUŽE D DO 25MM DO VRTŮ - 30,0 ks, ze soupisu prací ani z projektové dokumentace není jasné, čeho se položka týká. Může zadavatel vysvětlit tuto položku?</w:t>
      </w:r>
    </w:p>
    <w:p w14:paraId="364F9804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87AAFF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3DB7AE70" w14:textId="5161F167" w:rsidR="00A167FC" w:rsidRPr="00096B9B" w:rsidRDefault="00650829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Položka č. 9 byla ze soupisu prací odstraněna.</w:t>
      </w:r>
    </w:p>
    <w:p w14:paraId="3576DDC0" w14:textId="01B00609" w:rsidR="008B0E82" w:rsidRPr="00096B9B" w:rsidRDefault="008B0E82" w:rsidP="00096B9B">
      <w:pPr>
        <w:spacing w:after="0"/>
        <w:rPr>
          <w:rFonts w:eastAsia="Calibri" w:cs="Times New Roman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03-19-04_ZD č.5.xlsx“ a „Soupis prací _Královo Pole_ZD č.5.xml“.</w:t>
      </w:r>
    </w:p>
    <w:p w14:paraId="3A45EB41" w14:textId="4938DE46" w:rsidR="00A167FC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5B40AD5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FE3B1F3" w14:textId="7113FA98" w:rsidR="00A167FC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106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4E15C971" w14:textId="04AD89F2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b/>
          <w:lang w:eastAsia="cs-CZ"/>
        </w:rPr>
        <w:t>SO 03-19-04</w:t>
      </w:r>
      <w:r w:rsidRPr="00096B9B">
        <w:rPr>
          <w:rFonts w:eastAsia="Calibri" w:cs="Times New Roman"/>
          <w:lang w:eastAsia="cs-CZ"/>
        </w:rPr>
        <w:t xml:space="preserve"> – pol. č. 18 - VÝZTUŽ MOSTNÍCH OPĚR A KŘÍDEL Z OCELI 10505, B500B - 61,232 t, v soupisu prací je uveden výpočet množství (31699,4+29533,0)/1000=61,232t, podle výkresů 2.8.1 a 2.8.2 je množství výztuže (43271,3+36580,5)/1000=79,852t . Která výměra je správná, může zadavatel uvést do souladu projektovou dokumentaci a soupis prací?</w:t>
      </w:r>
    </w:p>
    <w:p w14:paraId="5D2EABDE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843AF0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1F80A050" w14:textId="137DE167" w:rsidR="007C1810" w:rsidRPr="00096B9B" w:rsidRDefault="007C1810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Správnou hodnotu uvádějí výkresové přílohy.</w:t>
      </w:r>
    </w:p>
    <w:p w14:paraId="46546016" w14:textId="77777777" w:rsidR="008B0E82" w:rsidRPr="00096B9B" w:rsidRDefault="007C1810" w:rsidP="00096B9B">
      <w:pPr>
        <w:spacing w:after="0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V soupisu prací bylo upraveno množství položky č. 18  - 79,852 T.</w:t>
      </w:r>
      <w:r w:rsidR="008B0E82" w:rsidRPr="00096B9B">
        <w:rPr>
          <w:rFonts w:eastAsia="Calibri" w:cs="Times New Roman"/>
          <w:lang w:eastAsia="cs-CZ"/>
        </w:rPr>
        <w:br/>
      </w:r>
      <w:r w:rsidR="008B0E82"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03-19-04_ZD č.5.xlsx“ a „Soupis prací _Královo Pole_ZD č.5.xml“.</w:t>
      </w:r>
    </w:p>
    <w:p w14:paraId="012191D1" w14:textId="2B8EB7DD" w:rsidR="00A167FC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D306112" w14:textId="25817FE3" w:rsidR="008B0E82" w:rsidRDefault="008B0E82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7A1C60" w14:textId="77777777" w:rsidR="00096B9B" w:rsidRDefault="00096B9B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05FFF2" w14:textId="77777777" w:rsidR="00096B9B" w:rsidRDefault="00096B9B" w:rsidP="00096B9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EE60F6" w14:textId="167A2C66" w:rsidR="00096B9B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107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4276742E" w14:textId="1E8DF4A0" w:rsidR="007028A3" w:rsidRPr="00096B9B" w:rsidRDefault="007028A3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7028A3">
        <w:rPr>
          <w:rFonts w:eastAsia="Calibri" w:cs="Times New Roman"/>
          <w:b/>
          <w:lang w:eastAsia="cs-CZ"/>
        </w:rPr>
        <w:t>SO 03-19-04</w:t>
      </w:r>
      <w:r w:rsidRPr="007028A3">
        <w:rPr>
          <w:rFonts w:eastAsia="Calibri" w:cs="Times New Roman"/>
          <w:lang w:eastAsia="cs-CZ"/>
        </w:rPr>
        <w:t xml:space="preserve"> – filigránová deska je v technické zprávě zmíněna jako prefabrikovaná, v soupisu prací je ale jako monolitická (beton je zvlášť a výztuž je započítána do monolitické desky). Může zadavatel vysvětlit o jakou konstrukci se jedná a případně opravit soupis prací?</w:t>
      </w:r>
    </w:p>
    <w:p w14:paraId="0FC674AF" w14:textId="77777777" w:rsidR="00A167FC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B7711A6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203920EA" w14:textId="77777777" w:rsidR="009D169D" w:rsidRPr="00096B9B" w:rsidRDefault="009D169D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 xml:space="preserve">Filigránová deska je uvažována jako prefabrikovaná. Deska bude spřažena s ocelovým nosníkem. </w:t>
      </w:r>
    </w:p>
    <w:p w14:paraId="4AB067C8" w14:textId="77777777" w:rsidR="009D169D" w:rsidRPr="00096B9B" w:rsidRDefault="009D169D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96B9B">
        <w:rPr>
          <w:rFonts w:eastAsia="Times New Roman" w:cs="Times New Roman"/>
          <w:lang w:eastAsia="cs-CZ"/>
        </w:rPr>
        <w:t>Předpokládáme, že zhotovitel předá výrobci nosníků a filigránových desek přílohy č. 2.7.3 a 2.9.1</w:t>
      </w:r>
    </w:p>
    <w:p w14:paraId="723EE103" w14:textId="79FCEA2C" w:rsidR="009D169D" w:rsidRPr="00096B9B" w:rsidRDefault="009D169D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96B9B">
        <w:rPr>
          <w:rFonts w:eastAsia="Times New Roman" w:cs="Times New Roman"/>
          <w:lang w:eastAsia="cs-CZ"/>
        </w:rPr>
        <w:t>Byla provedena úprava soupisu prací takto:</w:t>
      </w:r>
    </w:p>
    <w:p w14:paraId="11C73D43" w14:textId="2CBBB163" w:rsidR="009D169D" w:rsidRPr="00096B9B" w:rsidRDefault="009D169D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Times New Roman" w:cs="Times New Roman"/>
          <w:lang w:eastAsia="cs-CZ"/>
        </w:rPr>
        <w:t>Položka č. 29 odstraněna (nahrazena položkou č.6</w:t>
      </w:r>
      <w:r w:rsidR="00577215" w:rsidRPr="00096B9B">
        <w:rPr>
          <w:rFonts w:eastAsia="Times New Roman" w:cs="Times New Roman"/>
          <w:lang w:eastAsia="cs-CZ"/>
        </w:rPr>
        <w:t>4</w:t>
      </w:r>
      <w:r w:rsidRPr="00096B9B">
        <w:rPr>
          <w:rFonts w:eastAsia="Times New Roman" w:cs="Times New Roman"/>
          <w:lang w:eastAsia="cs-CZ"/>
        </w:rPr>
        <w:t>)</w:t>
      </w:r>
    </w:p>
    <w:p w14:paraId="31ECF05C" w14:textId="08005CD9" w:rsidR="00A167FC" w:rsidRPr="00096B9B" w:rsidRDefault="009D169D" w:rsidP="00096B9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Times New Roman" w:cs="Times New Roman"/>
          <w:lang w:eastAsia="cs-CZ"/>
        </w:rPr>
        <w:t>Zavedena nová položka č. 6</w:t>
      </w:r>
      <w:r w:rsidR="00577215" w:rsidRPr="00096B9B">
        <w:rPr>
          <w:rFonts w:eastAsia="Times New Roman" w:cs="Times New Roman"/>
          <w:lang w:eastAsia="cs-CZ"/>
        </w:rPr>
        <w:t>4</w:t>
      </w:r>
      <w:r w:rsidRPr="00096B9B">
        <w:rPr>
          <w:rFonts w:eastAsia="Times New Roman" w:cs="Times New Roman"/>
          <w:lang w:eastAsia="cs-CZ"/>
        </w:rPr>
        <w:t xml:space="preserve"> 421127 - MOSTNÍ NOSNÉ DESKOVÉ KONSTR Z DÍLCŮ ŽELBET DO C50/60 – množství totožné se zrušenou položkou č. 29, tj. 31,939 m3</w:t>
      </w:r>
      <w:r w:rsidR="00A71397" w:rsidRPr="00096B9B">
        <w:rPr>
          <w:rFonts w:eastAsia="Times New Roman" w:cs="Times New Roman"/>
          <w:lang w:eastAsia="cs-CZ"/>
        </w:rPr>
        <w:t>.</w:t>
      </w:r>
    </w:p>
    <w:p w14:paraId="027C0901" w14:textId="77777777" w:rsidR="00A71397" w:rsidRPr="00096B9B" w:rsidRDefault="00A71397" w:rsidP="00096B9B">
      <w:pPr>
        <w:spacing w:after="0"/>
        <w:rPr>
          <w:rFonts w:eastAsia="Calibri" w:cs="Times New Roman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03-19-04_ZD č.5.xlsx“ a „Soupis prací _Královo Pole_ZD č.5.xml“.</w:t>
      </w:r>
    </w:p>
    <w:p w14:paraId="18EC3A7B" w14:textId="602324AC" w:rsidR="00A167FC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42D54B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B543C0" w14:textId="7EC526B8" w:rsidR="00A167FC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108</w:t>
      </w:r>
      <w:r w:rsidRPr="00BD5319">
        <w:rPr>
          <w:rFonts w:eastAsia="Calibri" w:cs="Times New Roman"/>
          <w:b/>
          <w:lang w:eastAsia="cs-CZ"/>
        </w:rPr>
        <w:t>:</w:t>
      </w:r>
      <w:r w:rsidR="00581C52" w:rsidRPr="00581C52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21AC4CA5" w14:textId="56961F8F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28A3">
        <w:rPr>
          <w:rFonts w:eastAsia="Calibri" w:cs="Times New Roman"/>
          <w:b/>
          <w:lang w:eastAsia="cs-CZ"/>
        </w:rPr>
        <w:t>SO 03-19-04</w:t>
      </w:r>
      <w:r w:rsidRPr="007028A3">
        <w:rPr>
          <w:rFonts w:eastAsia="Calibri" w:cs="Times New Roman"/>
          <w:lang w:eastAsia="cs-CZ"/>
        </w:rPr>
        <w:t xml:space="preserve"> – pol. č. 22 – 421365 - VÝZTUŽ MOSTNÍ DESKOVÉ KONSTRUKCE Z OCELI 10505, B500B - 29,341 t, v soupisu prací je uveden výpočet množství (11184,7+18156,1)/1000=29,341t, podle výkresů 2.8.3 a 2.8.5 je množství výztuže </w:t>
      </w:r>
      <w:r w:rsidRPr="00096B9B">
        <w:rPr>
          <w:rFonts w:eastAsia="Calibri" w:cs="Times New Roman"/>
          <w:lang w:eastAsia="cs-CZ"/>
        </w:rPr>
        <w:t>(11184,7+19102,4)/1000=30,287t . Která výměra je správná, může zadavatel uvést do souladu projektovou dokumentaci a soupis prací?</w:t>
      </w:r>
    </w:p>
    <w:p w14:paraId="3CF4FDDC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DBBA3FC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413EACB8" w14:textId="77777777" w:rsidR="003A2CA6" w:rsidRPr="00096B9B" w:rsidRDefault="003A2CA6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Správnou hodnotu uvádějí výkresové přílohy.</w:t>
      </w:r>
    </w:p>
    <w:p w14:paraId="428EC3D4" w14:textId="4882C6D7" w:rsidR="00A167FC" w:rsidRPr="00096B9B" w:rsidRDefault="003A2CA6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V soupisu prací bylo upraveno množství u položky č. 22 - 30,287 T.</w:t>
      </w:r>
    </w:p>
    <w:p w14:paraId="1B3E3D9F" w14:textId="77777777" w:rsidR="00A71397" w:rsidRPr="00096B9B" w:rsidRDefault="00A71397" w:rsidP="00096B9B">
      <w:pPr>
        <w:spacing w:after="0"/>
        <w:rPr>
          <w:rFonts w:eastAsia="Calibri" w:cs="Times New Roman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03-19-04_ZD č.5.xlsx“ a „Soupis prací _Královo Pole_ZD č.5.xml“.</w:t>
      </w:r>
    </w:p>
    <w:p w14:paraId="3CD9FBC5" w14:textId="01FD6CED" w:rsidR="00A167FC" w:rsidRPr="00096B9B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4868EE" w14:textId="77777777" w:rsidR="00096B9B" w:rsidRP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D918655" w14:textId="75A4392A" w:rsidR="00A167FC" w:rsidRPr="00096B9B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>Dotaz č. 109:</w:t>
      </w:r>
      <w:r w:rsidR="00581C52" w:rsidRPr="00096B9B">
        <w:rPr>
          <w:rFonts w:eastAsia="Calibri" w:cs="Times New Roman"/>
          <w:b/>
          <w:lang w:eastAsia="cs-CZ"/>
        </w:rPr>
        <w:t xml:space="preserve"> </w:t>
      </w:r>
    </w:p>
    <w:p w14:paraId="33B87FFB" w14:textId="29601870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b/>
          <w:lang w:eastAsia="cs-CZ"/>
        </w:rPr>
        <w:t>SO 03-19-04</w:t>
      </w:r>
      <w:r w:rsidRPr="00096B9B">
        <w:rPr>
          <w:rFonts w:eastAsia="Calibri" w:cs="Times New Roman"/>
          <w:lang w:eastAsia="cs-CZ"/>
        </w:rPr>
        <w:t xml:space="preserve"> – v projektové dokumentaci chybí dle našeho názoru výkres koncových příčníků, tvar, výztuž, detaily zmonolitnění. Kam je započítán beton a výztuž příčníků? Může zadavatel doplnit tyto pro ocenění důležité výkresy?</w:t>
      </w:r>
    </w:p>
    <w:p w14:paraId="32DB53C8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29DE86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70E5863C" w14:textId="77777777" w:rsidR="00FD722D" w:rsidRPr="00096B9B" w:rsidRDefault="00FD722D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Koncové příčníky budou zmonolitněny v jedné fázi společně s monolitickou deskou. Tvar příčníků je patrný v příloze č. 2.7.2.</w:t>
      </w:r>
    </w:p>
    <w:p w14:paraId="305BACC0" w14:textId="77777777" w:rsidR="00FD722D" w:rsidRPr="00096B9B" w:rsidRDefault="00FD722D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Kubatura betonu příčníků je započítána v příloze 2.7.1.</w:t>
      </w:r>
    </w:p>
    <w:p w14:paraId="184A7D5E" w14:textId="47FF0C74" w:rsidR="00A167FC" w:rsidRPr="00096B9B" w:rsidRDefault="00FD722D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Výztuž koncových příčníků je patrná v přílohách č. 2.8.1 a 2.8.2 a její množství je započteno ve výkazu.</w:t>
      </w:r>
    </w:p>
    <w:p w14:paraId="3B699BF9" w14:textId="5EEE7270" w:rsidR="00A167FC" w:rsidRPr="00096B9B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CA92CE4" w14:textId="77777777" w:rsidR="00096B9B" w:rsidRP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705E0A" w14:textId="350519CF" w:rsidR="00A167FC" w:rsidRPr="00096B9B" w:rsidRDefault="00A167FC" w:rsidP="00096B9B">
      <w:pPr>
        <w:spacing w:after="0" w:line="240" w:lineRule="auto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>Dotaz č. 110:</w:t>
      </w:r>
      <w:r w:rsidR="00581C52" w:rsidRPr="00096B9B">
        <w:rPr>
          <w:rFonts w:eastAsia="Calibri" w:cs="Times New Roman"/>
          <w:b/>
          <w:lang w:eastAsia="cs-CZ"/>
        </w:rPr>
        <w:t xml:space="preserve"> </w:t>
      </w:r>
    </w:p>
    <w:p w14:paraId="7A041CA4" w14:textId="14391CCA" w:rsidR="007028A3" w:rsidRPr="00096B9B" w:rsidRDefault="007028A3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b/>
          <w:lang w:eastAsia="cs-CZ"/>
        </w:rPr>
        <w:t>SO 03-19-04</w:t>
      </w:r>
      <w:r w:rsidRPr="00096B9B">
        <w:rPr>
          <w:rFonts w:eastAsia="Calibri" w:cs="Times New Roman"/>
          <w:lang w:eastAsia="cs-CZ"/>
        </w:rPr>
        <w:t xml:space="preserve"> – v soupisu prací chybí položky pro odvodnění desky (odvodňovací trubičky) a položka pro krycí plech přechodové oblasti. Doplní zadavatel položky do soupisu prací?</w:t>
      </w:r>
    </w:p>
    <w:p w14:paraId="38D4A982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177AE14" w14:textId="77777777" w:rsidR="00A167FC" w:rsidRPr="00096B9B" w:rsidRDefault="00A167FC" w:rsidP="00096B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96B9B">
        <w:rPr>
          <w:rFonts w:eastAsia="Calibri" w:cs="Times New Roman"/>
          <w:b/>
          <w:lang w:eastAsia="cs-CZ"/>
        </w:rPr>
        <w:t xml:space="preserve">Odpověď: </w:t>
      </w:r>
    </w:p>
    <w:p w14:paraId="3F19DA94" w14:textId="77777777" w:rsidR="009145FD" w:rsidRPr="00096B9B" w:rsidRDefault="009145FD" w:rsidP="00096B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Do soupisu prací doplněny položky:</w:t>
      </w:r>
    </w:p>
    <w:p w14:paraId="2FAA7924" w14:textId="77777777" w:rsidR="009145FD" w:rsidRPr="00096B9B" w:rsidRDefault="009145FD" w:rsidP="00096B9B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č. 62 MOSTNÍ ODVODŇOVACÍ TRUBKA (POVRCHŮ IZOLACE) Z NEREZ OCELI – 24 kus</w:t>
      </w:r>
    </w:p>
    <w:p w14:paraId="61FFB96B" w14:textId="7106B5DC" w:rsidR="009145FD" w:rsidRPr="00096B9B" w:rsidRDefault="009145FD" w:rsidP="00096B9B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96B9B">
        <w:rPr>
          <w:rFonts w:eastAsia="Calibri" w:cs="Times New Roman"/>
          <w:lang w:eastAsia="cs-CZ"/>
        </w:rPr>
        <w:t>č. 63 DROBNÉ DOPLŇK KONSTR KOVOVÉ – 254,34 kg</w:t>
      </w:r>
    </w:p>
    <w:p w14:paraId="6C12B285" w14:textId="77777777" w:rsidR="00A71397" w:rsidRPr="00096B9B" w:rsidRDefault="00A71397" w:rsidP="00096B9B">
      <w:pPr>
        <w:spacing w:after="0"/>
        <w:rPr>
          <w:rFonts w:eastAsia="Calibri" w:cs="Times New Roman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„D.2.1.4_SO 03-19-04_ZD č.5.xlsx“ a „Soupis prací _Královo Pole_ZD č.5.xml“.</w:t>
      </w:r>
    </w:p>
    <w:p w14:paraId="646CDEA7" w14:textId="012C30DA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5ABECA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A54DD5" w14:textId="69DE10E7" w:rsidR="000629AC" w:rsidRPr="00793997" w:rsidRDefault="000629AC" w:rsidP="00096B9B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111:</w:t>
      </w:r>
      <w:r w:rsidR="00793997">
        <w:rPr>
          <w:rFonts w:eastAsia="Times New Roman" w:cs="Times New Roman"/>
          <w:b/>
          <w:lang w:eastAsia="cs-CZ"/>
        </w:rPr>
        <w:t xml:space="preserve"> </w:t>
      </w:r>
    </w:p>
    <w:p w14:paraId="4AB7CFFA" w14:textId="62A91AC3" w:rsidR="000629AC" w:rsidRDefault="000629AC" w:rsidP="00096B9B">
      <w:pPr>
        <w:spacing w:after="0" w:line="259" w:lineRule="auto"/>
      </w:pPr>
      <w:r>
        <w:t>PS 01-28-01A „</w:t>
      </w:r>
      <w:r w:rsidRPr="00541420">
        <w:t>Žst. Brno-Maloměřice, úprava SZZ pro 1TK</w:t>
      </w:r>
      <w:r>
        <w:t xml:space="preserve">, </w:t>
      </w:r>
      <w:r w:rsidRPr="00CB20D8">
        <w:t>Část A - úprava SZZ</w:t>
      </w:r>
      <w:r>
        <w:t>“. V soupisu prací se nachází položka:</w:t>
      </w:r>
    </w:p>
    <w:p w14:paraId="0C749BE9" w14:textId="77777777" w:rsidR="00096B9B" w:rsidRDefault="00096B9B" w:rsidP="00096B9B">
      <w:pPr>
        <w:spacing w:after="0" w:line="259" w:lineRule="auto"/>
      </w:pPr>
    </w:p>
    <w:tbl>
      <w:tblPr>
        <w:tblW w:w="829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52"/>
        <w:gridCol w:w="211"/>
        <w:gridCol w:w="4653"/>
        <w:gridCol w:w="888"/>
        <w:gridCol w:w="1065"/>
      </w:tblGrid>
      <w:tr w:rsidR="000629AC" w:rsidRPr="00541420" w14:paraId="147D7C3F" w14:textId="77777777" w:rsidTr="002D49C3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87C9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D4F4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R75B811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718E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110E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Úprav technologie AB směr do tratě (druhá stanice)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0FF8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5450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1,000</w:t>
            </w:r>
          </w:p>
        </w:tc>
      </w:tr>
      <w:tr w:rsidR="000629AC" w:rsidRPr="00541420" w14:paraId="2751D257" w14:textId="77777777" w:rsidTr="002D49C3">
        <w:trPr>
          <w:trHeight w:val="25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480B" w14:textId="77777777" w:rsidR="000629AC" w:rsidRPr="00541420" w:rsidRDefault="000629AC" w:rsidP="00096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8896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E458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591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EE19" w14:textId="77777777" w:rsidR="000629AC" w:rsidRPr="00541420" w:rsidRDefault="000629AC" w:rsidP="00096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076E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629AC" w:rsidRPr="00541420" w14:paraId="594256D8" w14:textId="77777777" w:rsidTr="002D49C3">
        <w:trPr>
          <w:trHeight w:val="25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231C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91EF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5078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2D8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i/>
                <w:iCs/>
                <w:sz w:val="20"/>
                <w:szCs w:val="20"/>
                <w:lang w:eastAsia="cs-CZ"/>
              </w:rPr>
              <w:t>Podle Tech.zprávy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2E00" w14:textId="77777777" w:rsidR="000629AC" w:rsidRPr="00541420" w:rsidRDefault="000629AC" w:rsidP="00096B9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6E32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629AC" w:rsidRPr="00541420" w14:paraId="652C976A" w14:textId="77777777" w:rsidTr="002D49C3">
        <w:trPr>
          <w:trHeight w:val="25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7EC6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57C1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818C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AA0F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Zajištění kompatibility SW Adamov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BEE4" w14:textId="77777777" w:rsidR="000629AC" w:rsidRPr="00541420" w:rsidRDefault="000629AC" w:rsidP="00096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0892" w14:textId="77777777" w:rsidR="000629AC" w:rsidRPr="00541420" w:rsidRDefault="000629AC" w:rsidP="00096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46AFB14B" w14:textId="77777777" w:rsidR="000629AC" w:rsidRDefault="000629AC" w:rsidP="00096B9B">
      <w:pPr>
        <w:spacing w:after="0" w:line="240" w:lineRule="auto"/>
        <w:jc w:val="both"/>
      </w:pPr>
    </w:p>
    <w:p w14:paraId="1E69094A" w14:textId="0D7117EE" w:rsidR="000629AC" w:rsidRPr="000629AC" w:rsidRDefault="000629AC" w:rsidP="00096B9B">
      <w:pPr>
        <w:spacing w:after="0" w:line="240" w:lineRule="auto"/>
        <w:jc w:val="both"/>
      </w:pPr>
      <w:r>
        <w:t>Domníváme se, že je text „</w:t>
      </w:r>
      <w:r w:rsidRPr="000629AC">
        <w:t>Zajištění kompatibility SW Adamov“ chybný. Chápeme správně, že se jedná o položku pro úpravy TZZ Brno-Maloměřice – Brno-Královo Pole v žst. Brno-Maloměřice?</w:t>
      </w:r>
    </w:p>
    <w:p w14:paraId="475D31AB" w14:textId="5D473666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FED9A0" w14:textId="6BF71160" w:rsidR="000629AC" w:rsidRPr="00096B9B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96B9B">
        <w:rPr>
          <w:rFonts w:eastAsia="Times New Roman" w:cs="Times New Roman"/>
          <w:b/>
          <w:lang w:eastAsia="cs-CZ"/>
        </w:rPr>
        <w:t>Odpověď:</w:t>
      </w:r>
    </w:p>
    <w:p w14:paraId="1D75D8B1" w14:textId="0FCC0D63" w:rsidR="001F325B" w:rsidRPr="00096B9B" w:rsidRDefault="001F325B" w:rsidP="00096B9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96B9B">
        <w:rPr>
          <w:rFonts w:eastAsia="Times New Roman" w:cs="Times New Roman"/>
          <w:i/>
          <w:lang w:eastAsia="cs-CZ"/>
        </w:rPr>
        <w:t>Ano, text „Zajištění kompatibility SW Adamov“ je chybný.</w:t>
      </w:r>
    </w:p>
    <w:p w14:paraId="3E10018D" w14:textId="0162CAA7" w:rsidR="005A5A1A" w:rsidRPr="00096B9B" w:rsidRDefault="005A5A1A" w:rsidP="00096B9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96B9B">
        <w:rPr>
          <w:rFonts w:eastAsia="Times New Roman" w:cs="Times New Roman"/>
          <w:i/>
          <w:lang w:eastAsia="cs-CZ"/>
        </w:rPr>
        <w:t xml:space="preserve">Upravena specifikace pol. č. 35 na: </w:t>
      </w:r>
    </w:p>
    <w:p w14:paraId="071841D0" w14:textId="29E5A09C" w:rsidR="005A5A1A" w:rsidRPr="00096B9B" w:rsidRDefault="005A5A1A" w:rsidP="00096B9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6B9B">
        <w:rPr>
          <w:rFonts w:eastAsia="Calibri" w:cs="Times New Roman"/>
          <w:i/>
          <w:lang w:eastAsia="cs-CZ"/>
        </w:rPr>
        <w:t>Úpravy TZZ Brno-Maloměřice – Brno-Královo Pole v žst. Brno-Maloměřice</w:t>
      </w:r>
    </w:p>
    <w:p w14:paraId="7C4EB605" w14:textId="5689C4D5" w:rsidR="002D49C3" w:rsidRPr="00096B9B" w:rsidRDefault="002D49C3" w:rsidP="00096B9B">
      <w:pPr>
        <w:spacing w:after="0"/>
        <w:rPr>
          <w:rFonts w:eastAsia="Calibri" w:cs="Times New Roman"/>
          <w:lang w:eastAsia="cs-CZ"/>
        </w:rPr>
      </w:pPr>
      <w:r w:rsidRPr="00096B9B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</w:t>
      </w:r>
      <w:r w:rsidR="001F325B" w:rsidRPr="00096B9B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>.1.</w:t>
      </w:r>
      <w:r w:rsidR="001F325B" w:rsidRPr="00096B9B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>_</w:t>
      </w:r>
      <w:r w:rsidR="001F325B" w:rsidRPr="00096B9B">
        <w:rPr>
          <w:rFonts w:ascii="Arial" w:eastAsia="Times New Roman" w:hAnsi="Arial" w:cs="Arial"/>
          <w:sz w:val="20"/>
          <w:szCs w:val="20"/>
          <w:lang w:eastAsia="cs-CZ"/>
        </w:rPr>
        <w:t>PS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 xml:space="preserve"> 0</w:t>
      </w:r>
      <w:r w:rsidR="001F325B" w:rsidRPr="00096B9B">
        <w:rPr>
          <w:rFonts w:ascii="Arial" w:eastAsia="Times New Roman" w:hAnsi="Arial" w:cs="Arial"/>
          <w:sz w:val="20"/>
          <w:szCs w:val="20"/>
          <w:lang w:eastAsia="cs-CZ"/>
        </w:rPr>
        <w:t>1-28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>-0</w:t>
      </w:r>
      <w:r w:rsidR="001F325B" w:rsidRPr="00096B9B">
        <w:rPr>
          <w:rFonts w:ascii="Arial" w:eastAsia="Times New Roman" w:hAnsi="Arial" w:cs="Arial"/>
          <w:sz w:val="20"/>
          <w:szCs w:val="20"/>
          <w:lang w:eastAsia="cs-CZ"/>
        </w:rPr>
        <w:t>1_PS 01-28-01A</w:t>
      </w:r>
      <w:r w:rsidRPr="00096B9B">
        <w:rPr>
          <w:rFonts w:ascii="Arial" w:eastAsia="Times New Roman" w:hAnsi="Arial" w:cs="Arial"/>
          <w:sz w:val="20"/>
          <w:szCs w:val="20"/>
          <w:lang w:eastAsia="cs-CZ"/>
        </w:rPr>
        <w:t>_ZD č.5.xlsx“ a „Soupis prací _Královo Pole_ZD č.5.xml“.</w:t>
      </w:r>
    </w:p>
    <w:p w14:paraId="5ACE7B57" w14:textId="708DF0CA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05B699A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792933" w14:textId="37845223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2</w:t>
      </w:r>
      <w:r w:rsidRPr="000629AC">
        <w:rPr>
          <w:rFonts w:eastAsia="Times New Roman" w:cs="Times New Roman"/>
          <w:b/>
          <w:lang w:eastAsia="cs-CZ"/>
        </w:rPr>
        <w:t>:</w:t>
      </w:r>
      <w:r w:rsidR="00793997">
        <w:rPr>
          <w:rFonts w:eastAsia="Times New Roman" w:cs="Times New Roman"/>
          <w:b/>
          <w:lang w:eastAsia="cs-CZ"/>
        </w:rPr>
        <w:t xml:space="preserve"> </w:t>
      </w:r>
    </w:p>
    <w:p w14:paraId="255D607B" w14:textId="449F26AE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29AC">
        <w:rPr>
          <w:rFonts w:eastAsia="Times New Roman" w:cs="Times New Roman"/>
          <w:lang w:eastAsia="cs-CZ"/>
        </w:rPr>
        <w:t>PS 01-28-01A „Žst. Brno-Maloměřice, úprava SZZ pro 1TK, Část A - úprava SZZ“. V TZ je uvedeno:</w:t>
      </w:r>
    </w:p>
    <w:p w14:paraId="0A4B0A68" w14:textId="77777777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29AC">
        <w:rPr>
          <w:rFonts w:eastAsia="Times New Roman" w:cs="Times New Roman"/>
          <w:lang w:eastAsia="cs-CZ"/>
        </w:rPr>
        <w:t>„Pro zachování provozu po nevyloučené koleji je nutná překládka kabelizace na mostě v ev.km</w:t>
      </w:r>
    </w:p>
    <w:p w14:paraId="41E9C4C8" w14:textId="0F262EC2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29AC">
        <w:rPr>
          <w:rFonts w:eastAsia="Times New Roman" w:cs="Times New Roman"/>
          <w:lang w:eastAsia="cs-CZ"/>
        </w:rPr>
        <w:t>3,070 – přes vlečku č. 5037 Tomáš Novotný - Cementárna Maloměřice. Před začátkem výluky 1TK</w:t>
      </w:r>
      <w:r>
        <w:rPr>
          <w:rFonts w:eastAsia="Times New Roman" w:cs="Times New Roman"/>
          <w:lang w:eastAsia="cs-CZ"/>
        </w:rPr>
        <w:t xml:space="preserve"> </w:t>
      </w:r>
      <w:r w:rsidRPr="000629AC">
        <w:rPr>
          <w:rFonts w:eastAsia="Times New Roman" w:cs="Times New Roman"/>
          <w:lang w:eastAsia="cs-CZ"/>
        </w:rPr>
        <w:t>budou zhotoveny dva nové protlaky a zřízena nová kabelová trasa a nové spojky.</w:t>
      </w:r>
      <w:r>
        <w:rPr>
          <w:rFonts w:eastAsia="Times New Roman" w:cs="Times New Roman"/>
          <w:lang w:eastAsia="cs-CZ"/>
        </w:rPr>
        <w:t xml:space="preserve"> </w:t>
      </w:r>
      <w:r w:rsidRPr="000629AC">
        <w:rPr>
          <w:rFonts w:eastAsia="Times New Roman" w:cs="Times New Roman"/>
          <w:lang w:eastAsia="cs-CZ"/>
        </w:rPr>
        <w:t>Následně bude</w:t>
      </w:r>
      <w:r>
        <w:rPr>
          <w:rFonts w:eastAsia="Times New Roman" w:cs="Times New Roman"/>
          <w:lang w:eastAsia="cs-CZ"/>
        </w:rPr>
        <w:t xml:space="preserve"> </w:t>
      </w:r>
      <w:r w:rsidRPr="000629AC">
        <w:rPr>
          <w:rFonts w:eastAsia="Times New Roman" w:cs="Times New Roman"/>
          <w:lang w:eastAsia="cs-CZ"/>
        </w:rPr>
        <w:t>stávající trasa na mostě demontována.“</w:t>
      </w:r>
    </w:p>
    <w:p w14:paraId="7CA377AC" w14:textId="402EFBA2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29AC">
        <w:rPr>
          <w:rFonts w:eastAsia="Times New Roman" w:cs="Times New Roman"/>
          <w:lang w:eastAsia="cs-CZ"/>
        </w:rPr>
        <w:t>V soupisu prací se nevyskytují položky pro demontáž kabelizace. Žádáme zadavatele o prověření.</w:t>
      </w:r>
    </w:p>
    <w:p w14:paraId="2D2E6F48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96FEA68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19B27CBE" w14:textId="747EB522" w:rsidR="003C3F3B" w:rsidRPr="00B34028" w:rsidRDefault="003C3F3B" w:rsidP="00096B9B">
      <w:pPr>
        <w:spacing w:after="0" w:line="240" w:lineRule="auto"/>
        <w:jc w:val="both"/>
        <w:rPr>
          <w:rFonts w:ascii="Verdana" w:hAnsi="Verdana" w:cstheme="minorHAnsi"/>
          <w:i/>
        </w:rPr>
      </w:pPr>
      <w:r w:rsidRPr="00B34028">
        <w:rPr>
          <w:rFonts w:ascii="Verdana" w:hAnsi="Verdana" w:cstheme="minorHAnsi"/>
          <w:i/>
        </w:rPr>
        <w:t>Upraven soupis prací takto:</w:t>
      </w:r>
    </w:p>
    <w:p w14:paraId="2CF6A0A9" w14:textId="6FE39D02" w:rsidR="003C3F3B" w:rsidRPr="00B34028" w:rsidRDefault="003C3F3B" w:rsidP="00096B9B">
      <w:pPr>
        <w:pStyle w:val="Odstavecseseznamem"/>
        <w:numPr>
          <w:ilvl w:val="0"/>
          <w:numId w:val="11"/>
        </w:num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přidána pol. č. 3</w:t>
      </w:r>
      <w:r w:rsidR="00225602"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6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 75A238 </w:t>
      </w:r>
      <w:r w:rsidRPr="00B34028">
        <w:rPr>
          <w:rFonts w:eastAsia="Times New Roman" w:cs="Times New Roman"/>
          <w:i/>
          <w:lang w:eastAsia="cs-CZ"/>
        </w:rPr>
        <w:t xml:space="preserve">množství položky 0,8 KMPÁR </w:t>
      </w:r>
    </w:p>
    <w:p w14:paraId="05807C0A" w14:textId="01D66CDA" w:rsidR="000629AC" w:rsidRPr="00B34028" w:rsidRDefault="003C3F3B" w:rsidP="00096B9B">
      <w:pPr>
        <w:pStyle w:val="Odstavecseseznamem"/>
        <w:numPr>
          <w:ilvl w:val="0"/>
          <w:numId w:val="11"/>
        </w:num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přidána pol. č. 3</w:t>
      </w:r>
      <w:r w:rsidR="00225602"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7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 75A248 </w:t>
      </w:r>
      <w:r w:rsidRPr="00B34028">
        <w:rPr>
          <w:rFonts w:eastAsia="Times New Roman" w:cs="Times New Roman"/>
          <w:i/>
          <w:lang w:eastAsia="cs-CZ"/>
        </w:rPr>
        <w:t>množství položky 0,640 KMPÁR</w:t>
      </w:r>
    </w:p>
    <w:p w14:paraId="31C1B30C" w14:textId="77777777" w:rsidR="0067743E" w:rsidRPr="00B34028" w:rsidRDefault="0067743E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01-28-01_PS 01-28-01A_ZD č.5.xlsx“ a „Soupis prací _Královo Pole_ZD č.5.xml“.</w:t>
      </w:r>
    </w:p>
    <w:p w14:paraId="3C6CA484" w14:textId="1DEEE1EF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5E4F02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14E3D33" w14:textId="6BDCE9B1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3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6862A8F0" w14:textId="77777777" w:rsidR="000629AC" w:rsidRPr="000629AC" w:rsidRDefault="000629AC" w:rsidP="00096B9B">
      <w:pPr>
        <w:spacing w:after="0" w:line="259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t>PS 01-28-01A „</w:t>
      </w:r>
      <w:r w:rsidRPr="00541420">
        <w:t>Žst. Brno-Maloměřice, úprava SZZ pro 1TK</w:t>
      </w:r>
      <w:r>
        <w:t xml:space="preserve">, </w:t>
      </w:r>
      <w:r w:rsidRPr="00CB20D8">
        <w:t>Část A - úprava SZZ</w:t>
      </w:r>
      <w:r>
        <w:t>“. V soupisu prací se nachází položka:</w:t>
      </w:r>
    </w:p>
    <w:tbl>
      <w:tblPr>
        <w:tblW w:w="8222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15"/>
        <w:gridCol w:w="271"/>
        <w:gridCol w:w="4625"/>
        <w:gridCol w:w="993"/>
        <w:gridCol w:w="992"/>
      </w:tblGrid>
      <w:tr w:rsidR="000629AC" w:rsidRPr="002E1E75" w14:paraId="0FC69B0D" w14:textId="77777777" w:rsidTr="002D49C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F0DB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CA16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75E1C7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A799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9138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PROTOKOL UTZ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D5C1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20BC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3,000</w:t>
            </w:r>
          </w:p>
        </w:tc>
      </w:tr>
    </w:tbl>
    <w:p w14:paraId="47B237A1" w14:textId="77777777" w:rsidR="000629AC" w:rsidRDefault="000629AC" w:rsidP="00096B9B">
      <w:pPr>
        <w:spacing w:after="0" w:line="240" w:lineRule="auto"/>
        <w:jc w:val="both"/>
      </w:pPr>
    </w:p>
    <w:p w14:paraId="5DD5A688" w14:textId="3BA86EDF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2E1E75">
        <w:t>Žádáme zadavatele o prověření, na která UTZ se vztahuje množství 3ks protokolu.</w:t>
      </w:r>
    </w:p>
    <w:p w14:paraId="218EA63F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88C74C2" w14:textId="77777777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Odpověď:</w:t>
      </w:r>
    </w:p>
    <w:p w14:paraId="68B1BCA9" w14:textId="017674C4" w:rsidR="00841128" w:rsidRPr="00B34028" w:rsidRDefault="00841128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4028">
        <w:rPr>
          <w:rFonts w:ascii="Verdana" w:hAnsi="Verdana" w:cstheme="minorHAnsi"/>
          <w:i/>
        </w:rPr>
        <w:t>Množství položky č. 31 upraveno na 2ks.</w:t>
      </w:r>
    </w:p>
    <w:p w14:paraId="059F896C" w14:textId="2DD958CE" w:rsidR="00841128" w:rsidRPr="00B34028" w:rsidRDefault="00841128" w:rsidP="00096B9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(Po výluce 2TK – 1ks, definitivní TZZ – 1ks = 2ks)</w:t>
      </w:r>
      <w:r w:rsidR="0067743E" w:rsidRPr="00B34028">
        <w:rPr>
          <w:rFonts w:eastAsia="Times New Roman" w:cs="Times New Roman"/>
          <w:i/>
          <w:lang w:eastAsia="cs-CZ"/>
        </w:rPr>
        <w:t>.</w:t>
      </w:r>
    </w:p>
    <w:p w14:paraId="0B6B3507" w14:textId="6D0A00FA" w:rsidR="0067743E" w:rsidRPr="00B34028" w:rsidRDefault="0067743E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01-28-01_PS 01-28-01A_ZD č.5.xlsx“ a „Soupis prací _Královo Pole_ZD č.5.xml“.</w:t>
      </w:r>
    </w:p>
    <w:p w14:paraId="33D45D66" w14:textId="750FDF27" w:rsidR="00096B9B" w:rsidRPr="00B34028" w:rsidRDefault="00096B9B" w:rsidP="00096B9B">
      <w:pPr>
        <w:spacing w:after="0"/>
        <w:rPr>
          <w:rFonts w:eastAsia="Calibri" w:cs="Times New Roman"/>
          <w:lang w:eastAsia="cs-CZ"/>
        </w:rPr>
      </w:pPr>
    </w:p>
    <w:p w14:paraId="7CF0D7D8" w14:textId="77777777" w:rsidR="00096B9B" w:rsidRPr="00B34028" w:rsidRDefault="00096B9B" w:rsidP="00096B9B">
      <w:pPr>
        <w:spacing w:after="0"/>
        <w:rPr>
          <w:rFonts w:eastAsia="Calibri" w:cs="Times New Roman"/>
          <w:lang w:eastAsia="cs-CZ"/>
        </w:rPr>
      </w:pPr>
    </w:p>
    <w:p w14:paraId="04A356F5" w14:textId="61C8A1A1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Dotaz č. 114:</w:t>
      </w:r>
      <w:r w:rsidR="00793997" w:rsidRPr="00B34028">
        <w:rPr>
          <w:rFonts w:eastAsia="Times New Roman" w:cs="Times New Roman"/>
          <w:b/>
          <w:lang w:eastAsia="cs-CZ"/>
        </w:rPr>
        <w:t xml:space="preserve"> </w:t>
      </w:r>
    </w:p>
    <w:p w14:paraId="79BFE3CE" w14:textId="51934BD9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t>PS 03-28-01A „Žst. Brno-Královo Pole, staniční zabezpečovací zařízení, Část A - Definitivní SZZ“. V soupisu prací se nevyskytuje položka pro přezkoušení vlakových cest (pol. č. 75E137 „PŘEZKOUŠENÍ VLAKOVÝCH CEST“ dle OTSKP 2022). Žádáme zadavatele o prověření/vysvětlení.</w:t>
      </w:r>
    </w:p>
    <w:p w14:paraId="094BAF27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8B1CD9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06F51E98" w14:textId="5EC9BA5E" w:rsidR="000629AC" w:rsidRPr="00B34028" w:rsidRDefault="0067743E" w:rsidP="00096B9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Přidána nová</w:t>
      </w:r>
      <w:r w:rsidR="005E4CBB"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pol. č. 146 75E137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,</w:t>
      </w:r>
      <w:r w:rsidR="005E4CBB"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="005E4CBB" w:rsidRPr="00B34028">
        <w:rPr>
          <w:rFonts w:eastAsia="Times New Roman" w:cs="Times New Roman"/>
          <w:i/>
          <w:lang w:eastAsia="cs-CZ"/>
        </w:rPr>
        <w:t>množství položky 228 KUS</w:t>
      </w:r>
      <w:r w:rsidRPr="00B34028">
        <w:rPr>
          <w:rFonts w:eastAsia="Times New Roman" w:cs="Times New Roman"/>
          <w:i/>
          <w:lang w:eastAsia="cs-CZ"/>
        </w:rPr>
        <w:t>.</w:t>
      </w:r>
    </w:p>
    <w:p w14:paraId="1BDFAEE9" w14:textId="77777777" w:rsidR="0067743E" w:rsidRPr="00B34028" w:rsidRDefault="0067743E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01-28-01_PS 01-28-01A_ZD č.5.xlsx“ a „Soupis prací _Královo Pole_ZD č.5.xml“.</w:t>
      </w:r>
    </w:p>
    <w:p w14:paraId="25A3C576" w14:textId="0AB5AC06" w:rsidR="0067743E" w:rsidRPr="00B34028" w:rsidRDefault="0067743E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AAD3808" w14:textId="724B656B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6262EF" w14:textId="2241AE26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5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355578F5" w14:textId="2B0E203A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E730E">
        <w:t>PS 03-28-01A „Žst. Brno-Královo Pole, staniční zabezpečovací zařízení, Část A - Definitivní SZZ“. Domníváme se, že množství 124 ks u pol. č. 122 „PŘEZKOUŠENÍ A REGULACE NÁVĚSTIDEL“ není správné. Výpočtem bylo zjištěno množství 45ks návěstidel. Žádáme zadavatele o prověření</w:t>
      </w:r>
      <w:r>
        <w:t>/vysvětlení</w:t>
      </w:r>
      <w:r w:rsidRPr="004E730E">
        <w:t>.</w:t>
      </w:r>
    </w:p>
    <w:p w14:paraId="137A1D07" w14:textId="77777777" w:rsidR="000629AC" w:rsidRPr="00E70681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B863D8" w14:textId="77777777" w:rsidR="000629AC" w:rsidRPr="00E70681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E70681">
        <w:rPr>
          <w:rFonts w:eastAsia="Times New Roman" w:cs="Times New Roman"/>
          <w:b/>
          <w:lang w:eastAsia="cs-CZ"/>
        </w:rPr>
        <w:t>Odpověď:</w:t>
      </w:r>
    </w:p>
    <w:p w14:paraId="345A951F" w14:textId="7B1C7870" w:rsidR="003E72E9" w:rsidRPr="00E70681" w:rsidRDefault="003E72E9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E70681">
        <w:rPr>
          <w:rFonts w:eastAsia="Times New Roman" w:cs="Times New Roman"/>
          <w:i/>
          <w:lang w:eastAsia="cs-CZ"/>
        </w:rPr>
        <w:t>Upraven</w:t>
      </w:r>
      <w:r w:rsidR="00B34028" w:rsidRPr="00E70681">
        <w:rPr>
          <w:rFonts w:eastAsia="Times New Roman" w:cs="Times New Roman"/>
          <w:i/>
          <w:lang w:eastAsia="cs-CZ"/>
        </w:rPr>
        <w:t>a</w:t>
      </w:r>
      <w:r w:rsidRPr="00E70681">
        <w:rPr>
          <w:rFonts w:eastAsia="Times New Roman" w:cs="Times New Roman"/>
          <w:i/>
          <w:lang w:eastAsia="cs-CZ"/>
        </w:rPr>
        <w:t xml:space="preserve"> položka č.122 75E157 takto:</w:t>
      </w:r>
    </w:p>
    <w:p w14:paraId="12178DD2" w14:textId="5BCED743" w:rsidR="003E72E9" w:rsidRPr="00E70681" w:rsidRDefault="003E72E9" w:rsidP="00096B9B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70681">
        <w:rPr>
          <w:rFonts w:eastAsia="Times New Roman" w:cs="Times New Roman"/>
          <w:i/>
          <w:lang w:eastAsia="cs-CZ"/>
        </w:rPr>
        <w:t>- původní množství položky 12</w:t>
      </w:r>
      <w:r w:rsidR="00F71F58" w:rsidRPr="00E70681">
        <w:rPr>
          <w:rFonts w:eastAsia="Times New Roman" w:cs="Times New Roman"/>
          <w:i/>
          <w:lang w:eastAsia="cs-CZ"/>
        </w:rPr>
        <w:t>4</w:t>
      </w:r>
      <w:r w:rsidRPr="00E70681">
        <w:rPr>
          <w:rFonts w:eastAsia="Times New Roman" w:cs="Times New Roman"/>
          <w:i/>
          <w:lang w:eastAsia="cs-CZ"/>
        </w:rPr>
        <w:t xml:space="preserve"> KUS</w:t>
      </w:r>
    </w:p>
    <w:p w14:paraId="517EA3E5" w14:textId="55535819" w:rsidR="000629AC" w:rsidRPr="00E70681" w:rsidRDefault="003E72E9" w:rsidP="00096B9B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E70681">
        <w:rPr>
          <w:rFonts w:eastAsia="Times New Roman" w:cs="Times New Roman"/>
          <w:i/>
          <w:lang w:eastAsia="cs-CZ"/>
        </w:rPr>
        <w:t xml:space="preserve">- nové množství položky     </w:t>
      </w:r>
      <w:r w:rsidRPr="00E70681">
        <w:rPr>
          <w:rFonts w:ascii="Arial" w:eastAsia="Times New Roman" w:hAnsi="Arial" w:cs="Arial"/>
          <w:i/>
          <w:sz w:val="20"/>
          <w:szCs w:val="20"/>
          <w:lang w:eastAsia="cs-CZ"/>
        </w:rPr>
        <w:t>45 KUS</w:t>
      </w:r>
    </w:p>
    <w:p w14:paraId="591D0961" w14:textId="0FC4D9F4" w:rsidR="00173279" w:rsidRPr="00E70681" w:rsidRDefault="00173279" w:rsidP="00096B9B">
      <w:pPr>
        <w:spacing w:after="0"/>
        <w:rPr>
          <w:rFonts w:eastAsia="Calibri" w:cs="Times New Roman"/>
          <w:lang w:eastAsia="cs-CZ"/>
        </w:rPr>
      </w:pPr>
      <w:r w:rsidRPr="00E70681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</w:t>
      </w:r>
      <w:r w:rsidR="00227C92" w:rsidRPr="00E70681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E70681">
        <w:rPr>
          <w:rFonts w:ascii="Arial" w:eastAsia="Times New Roman" w:hAnsi="Arial" w:cs="Arial"/>
          <w:sz w:val="20"/>
          <w:szCs w:val="20"/>
          <w:lang w:eastAsia="cs-CZ"/>
        </w:rPr>
        <w:t>-28-01_PS 0</w:t>
      </w:r>
      <w:r w:rsidR="00227C92" w:rsidRPr="00E70681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E70681">
        <w:rPr>
          <w:rFonts w:ascii="Arial" w:eastAsia="Times New Roman" w:hAnsi="Arial" w:cs="Arial"/>
          <w:sz w:val="20"/>
          <w:szCs w:val="20"/>
          <w:lang w:eastAsia="cs-CZ"/>
        </w:rPr>
        <w:t>-28-01A_ZD č.5.xlsx“ a „Soupis prací _Královo Pole_ZD č.5.xml“.</w:t>
      </w:r>
    </w:p>
    <w:p w14:paraId="1F1AB5B9" w14:textId="3E958343" w:rsidR="000629AC" w:rsidRPr="00E70681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D97CAE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67155C4" w14:textId="7253841B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6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5DC57997" w14:textId="77777777" w:rsidR="000629AC" w:rsidRDefault="000629AC" w:rsidP="00096B9B">
      <w:pPr>
        <w:spacing w:after="0" w:line="259" w:lineRule="auto"/>
        <w:jc w:val="both"/>
      </w:pPr>
      <w:r w:rsidRPr="004E730E">
        <w:t>PS 03-28-01A „Žst. Brno-Královo Pole, staniční zabezpečovací zařízení, Část A - Definitivní SZZ“.</w:t>
      </w:r>
      <w:r>
        <w:t xml:space="preserve"> V soupisu prací se vyskytuje položka č. 123 „</w:t>
      </w:r>
      <w:r w:rsidRPr="0069661E">
        <w:t>PŘEZKOUŠENÍ A REGULACE AUTOMATICKÉHO BLOKU A KOLEJOVÝCH OBVODŮ PRO JEDNU TRATOVOU KOLEJ V JEDNOM SMĚRU</w:t>
      </w:r>
      <w:r>
        <w:t>“ v množství 4ks.</w:t>
      </w:r>
    </w:p>
    <w:p w14:paraId="703DCC41" w14:textId="77777777" w:rsidR="000629AC" w:rsidRDefault="000629AC" w:rsidP="00096B9B">
      <w:pPr>
        <w:spacing w:after="0"/>
        <w:jc w:val="both"/>
      </w:pPr>
      <w:r>
        <w:t>V PS 02-28-01A se vyskytuje položka č. 22 „</w:t>
      </w:r>
      <w:r w:rsidRPr="0069661E">
        <w:t>PŘEZKOUŠENÍ A REGULACE AUTOMATICKÉHO BLOKU A KOLEJOVÝCH OBVODŮ PRO JEDNU TRATOVOU KOLEJ V JEDNOM SMĚRU</w:t>
      </w:r>
      <w:r>
        <w:t>“ v množství 4ks.</w:t>
      </w:r>
    </w:p>
    <w:p w14:paraId="70AC819D" w14:textId="0FF2CA0B" w:rsidR="000629AC" w:rsidRDefault="000629AC" w:rsidP="00096B9B">
      <w:pPr>
        <w:spacing w:after="0"/>
        <w:jc w:val="both"/>
      </w:pPr>
      <w:r>
        <w:t>V PS 04-28-01A se vyskytuje položka č. 45 „</w:t>
      </w:r>
      <w:r w:rsidRPr="0069661E">
        <w:t>PŘEZKOUŠENÍ A REGULACE AUTOMATICKÉHO BLOKU A KOLEJOVÝCH OBVODŮ PRO JEDNU TRATOVOU KOLEJ V JEDNOM SMĚRU</w:t>
      </w:r>
      <w:r>
        <w:t>“ v množství 4ks.</w:t>
      </w:r>
    </w:p>
    <w:p w14:paraId="0CA980F9" w14:textId="24F54B5D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t>Chápeme správně, že se pol. č. 123 (ve vztahu k pol. č. 22 a 45) myslí položka za účelem přezkoušení staničních kolejových obvodů v žst. Brno-Královo Pole?</w:t>
      </w:r>
    </w:p>
    <w:p w14:paraId="74F43FCE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0A890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4C8850AD" w14:textId="7FDD9B11" w:rsidR="008A5394" w:rsidRPr="00B34028" w:rsidRDefault="008A5394" w:rsidP="00096B9B">
      <w:pPr>
        <w:spacing w:after="0" w:line="240" w:lineRule="auto"/>
        <w:jc w:val="both"/>
        <w:rPr>
          <w:rFonts w:ascii="Verdana" w:hAnsi="Verdana" w:cstheme="minorHAnsi"/>
          <w:i/>
        </w:rPr>
      </w:pPr>
      <w:r w:rsidRPr="00B34028">
        <w:rPr>
          <w:rFonts w:ascii="Verdana" w:hAnsi="Verdana" w:cstheme="minorHAnsi"/>
          <w:i/>
        </w:rPr>
        <w:t xml:space="preserve">opraven soupis </w:t>
      </w:r>
      <w:r w:rsidRPr="00B34028">
        <w:rPr>
          <w:i/>
        </w:rPr>
        <w:t>PS 03-28-01A</w:t>
      </w:r>
    </w:p>
    <w:p w14:paraId="248BE96C" w14:textId="4F99BA96" w:rsidR="008A5394" w:rsidRPr="00B34028" w:rsidRDefault="008A5394" w:rsidP="00096B9B">
      <w:pPr>
        <w:spacing w:after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položka č.123 75E177 </w:t>
      </w:r>
      <w:r w:rsidR="00B51527" w:rsidRPr="00B34028">
        <w:rPr>
          <w:rFonts w:eastAsia="Times New Roman" w:cs="Times New Roman"/>
          <w:i/>
          <w:lang w:eastAsia="cs-CZ"/>
        </w:rPr>
        <w:t xml:space="preserve">v </w:t>
      </w:r>
      <w:r w:rsidRPr="00B34028">
        <w:rPr>
          <w:i/>
        </w:rPr>
        <w:t>PS 03-28-01A</w:t>
      </w:r>
      <w:r w:rsidR="00B51527" w:rsidRPr="00B34028">
        <w:rPr>
          <w:i/>
        </w:rPr>
        <w:t xml:space="preserve"> zrušena</w:t>
      </w:r>
      <w:r w:rsidRPr="00B34028">
        <w:rPr>
          <w:rFonts w:eastAsia="Times New Roman" w:cs="Times New Roman"/>
          <w:i/>
          <w:lang w:eastAsia="cs-CZ"/>
        </w:rPr>
        <w:t xml:space="preserve"> (V SZZ přezkoušení nebude.)</w:t>
      </w:r>
    </w:p>
    <w:p w14:paraId="6EAA1B73" w14:textId="16948CAB" w:rsidR="00B5126E" w:rsidRPr="00B34028" w:rsidRDefault="00B5126E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03-28-01_PS 03-28-01A_ZD č.5.xlsx“ a „Soupis prací _Královo Pole_ZD č.5.xml“.</w:t>
      </w:r>
    </w:p>
    <w:p w14:paraId="208F775A" w14:textId="21B9502E" w:rsidR="000629AC" w:rsidRPr="00B34028" w:rsidRDefault="00B51527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O</w:t>
      </w:r>
      <w:r w:rsidR="008A5394" w:rsidRPr="00B34028">
        <w:rPr>
          <w:rFonts w:eastAsia="Times New Roman" w:cs="Times New Roman"/>
          <w:i/>
          <w:lang w:eastAsia="cs-CZ"/>
        </w:rPr>
        <w:t xml:space="preserve">statní přezkoušení budou ponechány (vždy v TZZ - </w:t>
      </w:r>
      <w:r w:rsidR="008A5394" w:rsidRPr="00B34028">
        <w:rPr>
          <w:i/>
        </w:rPr>
        <w:t>PS 02-28-01A a PS 04-28-01A)</w:t>
      </w:r>
    </w:p>
    <w:p w14:paraId="2BE11F0F" w14:textId="3AE285C5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32BABF" w14:textId="7833059A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8D729B1" w14:textId="1DF4B019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7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33F96E1F" w14:textId="77777777" w:rsidR="000629AC" w:rsidRPr="00A810D9" w:rsidRDefault="000629AC" w:rsidP="00096B9B">
      <w:pPr>
        <w:spacing w:after="0" w:line="259" w:lineRule="auto"/>
        <w:jc w:val="both"/>
      </w:pPr>
      <w:r w:rsidRPr="00A810D9">
        <w:t>PS 03-28-01B „Žst. Brno-Královo Pole, staniční zabezpečovací zařízení, Část B - Provizorní SZZ“. V soupisu prací se vyskytuj</w:t>
      </w:r>
      <w:r>
        <w:t>í</w:t>
      </w:r>
      <w:r w:rsidRPr="00A810D9">
        <w:t xml:space="preserve"> položk</w:t>
      </w:r>
      <w:r>
        <w:t>y č. 66 a 67 pro pronájem kontejnerů mobilní provizorní DK (resp. dle TZ 1ks pro DK a 1ks pro SSZT OŘ Brno). Pro tyto položky postrádáme v soupisu prací položky pro montáž a demontáž. Žádáme zadavatele o prověření.</w:t>
      </w:r>
    </w:p>
    <w:p w14:paraId="11672466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EC2044" w14:textId="77777777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Odpověď:</w:t>
      </w:r>
    </w:p>
    <w:p w14:paraId="65B54D26" w14:textId="77777777" w:rsidR="00A44890" w:rsidRPr="00B34028" w:rsidRDefault="00A44890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Upravena položka č. 66 a 67, R75E216 a R75E226</w:t>
      </w:r>
    </w:p>
    <w:p w14:paraId="499EA7EB" w14:textId="775D93A0" w:rsidR="000629AC" w:rsidRPr="00B34028" w:rsidRDefault="00A44890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Doplněna technická specifikace (kde jsou stanoveny požadavky)</w:t>
      </w:r>
    </w:p>
    <w:p w14:paraId="586AEB71" w14:textId="63B67D87" w:rsidR="000629AC" w:rsidRPr="00B34028" w:rsidRDefault="00C54362" w:rsidP="00096B9B">
      <w:pPr>
        <w:spacing w:after="0"/>
        <w:rPr>
          <w:rFonts w:eastAsia="Times New Roman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03-28-01_PS 03-28-01B_ZD č.5.xlsx“ a „Soupis prací _Královo Pole_ZD č.5.xml“.</w:t>
      </w:r>
    </w:p>
    <w:p w14:paraId="286598D7" w14:textId="5CA5313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3597FCE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9FCC5F6" w14:textId="1A90E2CD" w:rsidR="000629AC" w:rsidRPr="00793997" w:rsidRDefault="000629AC" w:rsidP="00096B9B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8</w:t>
      </w:r>
      <w:r w:rsidRPr="000629AC">
        <w:rPr>
          <w:rFonts w:eastAsia="Times New Roman" w:cs="Times New Roman"/>
          <w:b/>
          <w:lang w:eastAsia="cs-CZ"/>
        </w:rPr>
        <w:t>:</w:t>
      </w:r>
      <w:r w:rsidR="00793997">
        <w:rPr>
          <w:rFonts w:eastAsia="Times New Roman" w:cs="Times New Roman"/>
          <w:b/>
          <w:lang w:eastAsia="cs-CZ"/>
        </w:rPr>
        <w:t xml:space="preserve"> </w:t>
      </w:r>
    </w:p>
    <w:p w14:paraId="40D082E9" w14:textId="77777777" w:rsidR="000629AC" w:rsidRDefault="000629AC" w:rsidP="00096B9B">
      <w:pPr>
        <w:spacing w:after="0" w:line="259" w:lineRule="auto"/>
      </w:pPr>
      <w:r>
        <w:t>PS 02-28-01A „</w:t>
      </w:r>
      <w:r w:rsidRPr="005A514B">
        <w:t>T.ú. Brno-Maloměřice - Brno-Královo Pole, TZZ</w:t>
      </w:r>
      <w:r>
        <w:t xml:space="preserve">, </w:t>
      </w:r>
      <w:r w:rsidRPr="005A514B">
        <w:t>Část A - Úprava TZZ pro 1TK</w:t>
      </w:r>
      <w:r>
        <w:t>“. V soupisu prací se nachází položka:</w:t>
      </w:r>
    </w:p>
    <w:tbl>
      <w:tblPr>
        <w:tblW w:w="8117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15"/>
        <w:gridCol w:w="211"/>
        <w:gridCol w:w="4685"/>
        <w:gridCol w:w="993"/>
        <w:gridCol w:w="887"/>
      </w:tblGrid>
      <w:tr w:rsidR="000629AC" w:rsidRPr="005A514B" w14:paraId="75BFA435" w14:textId="77777777" w:rsidTr="002D49C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FF63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2B2A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75E1C7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DEEB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D675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PROTOKOL UTZ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0E5C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C0AE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2,000</w:t>
            </w:r>
          </w:p>
        </w:tc>
      </w:tr>
    </w:tbl>
    <w:p w14:paraId="540B6CA7" w14:textId="2BD646FC" w:rsidR="000629AC" w:rsidRDefault="000629AC" w:rsidP="00096B9B">
      <w:pPr>
        <w:spacing w:after="0"/>
      </w:pPr>
      <w:r w:rsidRPr="002E1E75">
        <w:t>Žádáme zadavatele o prověření</w:t>
      </w:r>
      <w:r>
        <w:t xml:space="preserve"> množství 2ks.</w:t>
      </w:r>
    </w:p>
    <w:p w14:paraId="5B83C8D4" w14:textId="77777777" w:rsidR="00C54362" w:rsidRPr="00B34028" w:rsidRDefault="00C54362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FF06B80" w14:textId="331F86D1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1A8F45AC" w14:textId="73512308" w:rsidR="00FD2217" w:rsidRPr="00B34028" w:rsidRDefault="00FD2217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</w:t>
      </w:r>
      <w:r w:rsidR="005D54A7" w:rsidRPr="00B34028">
        <w:rPr>
          <w:rFonts w:eastAsia="Times New Roman" w:cs="Times New Roman"/>
          <w:i/>
          <w:lang w:eastAsia="cs-CZ"/>
        </w:rPr>
        <w:t>o</w:t>
      </w:r>
      <w:r w:rsidRPr="00B34028">
        <w:rPr>
          <w:rFonts w:eastAsia="Times New Roman" w:cs="Times New Roman"/>
          <w:i/>
          <w:lang w:eastAsia="cs-CZ"/>
        </w:rPr>
        <w:t xml:space="preserve"> množství položky č. 24 – nově 1ks</w:t>
      </w:r>
    </w:p>
    <w:p w14:paraId="39EF7D18" w14:textId="0358028D" w:rsidR="00672888" w:rsidRPr="00B34028" w:rsidRDefault="00672888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</w:t>
      </w:r>
      <w:r w:rsidR="00DB5B65" w:rsidRPr="00B34028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B34028">
        <w:rPr>
          <w:rFonts w:ascii="Arial" w:eastAsia="Times New Roman" w:hAnsi="Arial" w:cs="Arial"/>
          <w:sz w:val="20"/>
          <w:szCs w:val="20"/>
          <w:lang w:eastAsia="cs-CZ"/>
        </w:rPr>
        <w:t>_PS 02-28-01_PS 02-28-01A_ZD č.5.xlsx“ a „Soupis prací _Královo Pole_ZD č.5.xml“.</w:t>
      </w:r>
    </w:p>
    <w:p w14:paraId="6E1C03A1" w14:textId="5B88D78D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C234A2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2178F1" w14:textId="64C8BBB8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9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1560F4A5" w14:textId="77777777" w:rsidR="000629AC" w:rsidRDefault="000629AC" w:rsidP="00096B9B">
      <w:pPr>
        <w:spacing w:after="0" w:line="259" w:lineRule="auto"/>
      </w:pPr>
      <w:r>
        <w:t>PS 04-28-01A „</w:t>
      </w:r>
      <w:r w:rsidRPr="005A514B">
        <w:t>T.ú. Brno-Maloměřice - Brno-Královo Pole, TZZ</w:t>
      </w:r>
      <w:r>
        <w:t xml:space="preserve">, </w:t>
      </w:r>
      <w:r w:rsidRPr="005A514B">
        <w:t>Část A - Úprava TZZ pro 1TK</w:t>
      </w:r>
      <w:r>
        <w:t>“. V soupisu prací se nachází položka:</w:t>
      </w:r>
    </w:p>
    <w:tbl>
      <w:tblPr>
        <w:tblW w:w="8117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15"/>
        <w:gridCol w:w="211"/>
        <w:gridCol w:w="4685"/>
        <w:gridCol w:w="993"/>
        <w:gridCol w:w="887"/>
      </w:tblGrid>
      <w:tr w:rsidR="000629AC" w:rsidRPr="005A514B" w14:paraId="68B5193A" w14:textId="77777777" w:rsidTr="002D49C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17C9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5C8C" w14:textId="77777777" w:rsidR="000629AC" w:rsidRPr="00F72DED" w:rsidRDefault="000629AC" w:rsidP="00096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75E1C7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6197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CC13" w14:textId="77777777" w:rsidR="000629AC" w:rsidRPr="00F72DED" w:rsidRDefault="000629AC" w:rsidP="00096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PROTOKOL UTZ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D629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B3E5" w14:textId="77777777" w:rsidR="000629AC" w:rsidRPr="00F72DED" w:rsidRDefault="000629AC" w:rsidP="00096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2DED">
              <w:rPr>
                <w:rFonts w:eastAsia="Times New Roman" w:cstheme="minorHAnsi"/>
                <w:sz w:val="20"/>
                <w:szCs w:val="20"/>
                <w:lang w:eastAsia="cs-CZ"/>
              </w:rPr>
              <w:t>2,000</w:t>
            </w:r>
          </w:p>
        </w:tc>
      </w:tr>
    </w:tbl>
    <w:p w14:paraId="5896344B" w14:textId="0695B964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2E1E75">
        <w:t>Žádáme zadavatele o prověření</w:t>
      </w:r>
      <w:r>
        <w:t xml:space="preserve"> množství 2ks.</w:t>
      </w:r>
    </w:p>
    <w:p w14:paraId="62297085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CE7648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06879204" w14:textId="098BDFAF" w:rsidR="005D54A7" w:rsidRPr="00B34028" w:rsidRDefault="005D54A7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Upraveno množství položky č. 47 – nově 1ks</w:t>
      </w:r>
    </w:p>
    <w:p w14:paraId="1F57EA12" w14:textId="544C0131" w:rsidR="00662A96" w:rsidRPr="00B34028" w:rsidRDefault="00662A96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</w:t>
      </w:r>
      <w:r w:rsidR="00DB5B65" w:rsidRPr="00B34028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B34028">
        <w:rPr>
          <w:rFonts w:ascii="Arial" w:eastAsia="Times New Roman" w:hAnsi="Arial" w:cs="Arial"/>
          <w:sz w:val="20"/>
          <w:szCs w:val="20"/>
          <w:lang w:eastAsia="cs-CZ"/>
        </w:rPr>
        <w:t>_PS 04-28-01_PS 04-28-01A_ZD č.5.xlsx“ a „Soupis prací _Královo Pole_ZD č.5.xml“.</w:t>
      </w:r>
    </w:p>
    <w:p w14:paraId="509BDF2F" w14:textId="546A00B8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1AA72D5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FF57A9" w14:textId="211AD60C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20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2FFDDD86" w14:textId="77777777" w:rsidR="000629AC" w:rsidRDefault="000629AC" w:rsidP="00096B9B">
      <w:pPr>
        <w:spacing w:after="0" w:line="259" w:lineRule="auto"/>
        <w:jc w:val="both"/>
      </w:pPr>
      <w:r w:rsidRPr="00874337">
        <w:t>PS 05-28-01A</w:t>
      </w:r>
      <w:r>
        <w:t xml:space="preserve"> „</w:t>
      </w:r>
      <w:r w:rsidRPr="00874337">
        <w:t>Žst.Kuřim, navázání TZZ na SZZ</w:t>
      </w:r>
      <w:r>
        <w:t xml:space="preserve">, </w:t>
      </w:r>
      <w:r w:rsidRPr="00874337">
        <w:t>Část A - rekonstrukce SZZ</w:t>
      </w:r>
      <w:r>
        <w:t xml:space="preserve">“. Dle TZ se předpokládá soustředění vnitřní výstroje (touto stavbou nově budovaných) elektronických kolejových obvodů z t.ú. Brno-Královo Pole – Kuřim do sousedních žst. Podle dělení výstroje do obou přilehlých stanic (dle SS) se předpokládá umístění vnitřní výstroje pro 12 KO z uvedeného t.ú. Brno-Královo Pole – Kuřim do žst. Kuřim. </w:t>
      </w:r>
    </w:p>
    <w:p w14:paraId="39281A73" w14:textId="77777777" w:rsidR="000629AC" w:rsidRDefault="000629AC" w:rsidP="00096B9B">
      <w:pPr>
        <w:pStyle w:val="Odstavecseseznamem"/>
        <w:numPr>
          <w:ilvl w:val="0"/>
          <w:numId w:val="9"/>
        </w:numPr>
        <w:spacing w:after="0" w:line="259" w:lineRule="auto"/>
        <w:jc w:val="both"/>
      </w:pPr>
      <w:r>
        <w:t>V soupisu prací postrádáme položky pro vybudování vnitřní výstroje s NJ/RJ jednotkami (i viz TZ str. 10 „</w:t>
      </w:r>
      <w:r w:rsidRPr="00700400">
        <w:t>Ve</w:t>
      </w:r>
      <w:r>
        <w:t xml:space="preserve"> stavědlové </w:t>
      </w:r>
      <w:r w:rsidRPr="00700400">
        <w:t>ústředně se doplní skříň</w:t>
      </w:r>
      <w:r>
        <w:t xml:space="preserve"> kolejových</w:t>
      </w:r>
      <w:r w:rsidRPr="00700400">
        <w:t xml:space="preserve"> obvodů KO </w:t>
      </w:r>
      <w:r>
        <w:t xml:space="preserve">6301 na </w:t>
      </w:r>
      <w:r w:rsidRPr="00700400">
        <w:t>pozici 42</w:t>
      </w:r>
      <w:r>
        <w:t xml:space="preserve">“). </w:t>
      </w:r>
    </w:p>
    <w:p w14:paraId="528B6D2A" w14:textId="77777777" w:rsidR="000629AC" w:rsidRDefault="000629AC" w:rsidP="00096B9B">
      <w:pPr>
        <w:pStyle w:val="Odstavecseseznamem"/>
        <w:numPr>
          <w:ilvl w:val="0"/>
          <w:numId w:val="9"/>
        </w:numPr>
        <w:spacing w:after="0" w:line="259" w:lineRule="auto"/>
        <w:jc w:val="both"/>
      </w:pPr>
      <w:r>
        <w:t>V soupisu prací postrádáme R položky pro úpravu/doplnění stávající vnitřní výstroje kolejových obvodů s přijímacími jednotkami.</w:t>
      </w:r>
    </w:p>
    <w:p w14:paraId="7B9C2329" w14:textId="4A9E9D83" w:rsidR="000629AC" w:rsidRPr="000629AC" w:rsidRDefault="000629AC" w:rsidP="00096B9B">
      <w:pPr>
        <w:spacing w:after="0"/>
        <w:jc w:val="both"/>
      </w:pPr>
      <w:r>
        <w:t>Žádáme zadavatele o prověření.</w:t>
      </w:r>
    </w:p>
    <w:p w14:paraId="43D2C084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3064CB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38122E0D" w14:textId="6F0609E0" w:rsidR="009920FF" w:rsidRPr="00B34028" w:rsidRDefault="009920FF" w:rsidP="00096B9B">
      <w:pPr>
        <w:spacing w:after="0" w:line="240" w:lineRule="auto"/>
        <w:jc w:val="both"/>
        <w:rPr>
          <w:rFonts w:ascii="Verdana" w:hAnsi="Verdana" w:cstheme="minorHAnsi"/>
          <w:i/>
        </w:rPr>
      </w:pPr>
      <w:r w:rsidRPr="00B34028">
        <w:rPr>
          <w:rFonts w:ascii="Verdana" w:hAnsi="Verdana" w:cstheme="minorHAnsi"/>
          <w:i/>
        </w:rPr>
        <w:t>Upraven soupis prací takto:</w:t>
      </w:r>
    </w:p>
    <w:p w14:paraId="6770CFB0" w14:textId="0206B79B" w:rsidR="009920FF" w:rsidRPr="00B34028" w:rsidRDefault="009920FF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doplněna položka č. 42 75B821 SKŘÍŇ KOLEJOVÝCH OBVODŮ V DOPRAVNĚ S NJ A RJ VYSTROJENÁ DO 15-TI KO – DODÁVKA  - množství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1 KUS</w:t>
      </w:r>
    </w:p>
    <w:p w14:paraId="6697753E" w14:textId="1CAFE1AD" w:rsidR="000629AC" w:rsidRPr="00B34028" w:rsidRDefault="009920FF" w:rsidP="00096B9B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doplněna položka č.43 75B827 SKŘÍŇ KOLEJOVÝCH OBVODŮ V DOPRAVNĚ S NJ A RJ VYSTROJENÁ DO 15-TI KO – MONTÁŽ - množství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1 KUS</w:t>
      </w:r>
      <w:r w:rsidR="00352FD5"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.</w:t>
      </w:r>
    </w:p>
    <w:p w14:paraId="204DBFE8" w14:textId="2A3C3708" w:rsidR="00352FD5" w:rsidRPr="00B34028" w:rsidRDefault="00352FD5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05-28-01_PS 05-28-01A_ZD č.5.xlsx“ a „Soupis prací _Královo Pole_ZD č.5.xml“.</w:t>
      </w:r>
    </w:p>
    <w:p w14:paraId="68C344AC" w14:textId="0303FCA5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B000050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CB68B3F" w14:textId="12D165C4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21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4FD6B321" w14:textId="77777777" w:rsidR="000629AC" w:rsidRDefault="000629AC" w:rsidP="00096B9B">
      <w:pPr>
        <w:spacing w:after="0" w:line="259" w:lineRule="auto"/>
      </w:pPr>
      <w:r w:rsidRPr="00874337">
        <w:t>PS 05-28-01A</w:t>
      </w:r>
      <w:r>
        <w:t xml:space="preserve"> „</w:t>
      </w:r>
      <w:r w:rsidRPr="00874337">
        <w:t>Žst.Kuřim, navázání TZZ na SZZ</w:t>
      </w:r>
      <w:r>
        <w:t xml:space="preserve">, </w:t>
      </w:r>
      <w:r w:rsidRPr="00874337">
        <w:t>Část A - rekonstrukce SZZ</w:t>
      </w:r>
      <w:r>
        <w:t>“. V TZ se píše:</w:t>
      </w:r>
    </w:p>
    <w:p w14:paraId="51C4349A" w14:textId="5EDC7FA6" w:rsidR="000629AC" w:rsidRDefault="000629AC" w:rsidP="00096B9B">
      <w:pPr>
        <w:spacing w:after="0"/>
      </w:pPr>
      <w:r>
        <w:t>„2.10.1 Umístění zařízení ve stávající místnosti kabelových závěrů kabelů ZZ v 1.NP technologické Budovy</w:t>
      </w:r>
    </w:p>
    <w:p w14:paraId="28E4BA84" w14:textId="69B9B6FA" w:rsidR="000629AC" w:rsidRDefault="000629AC" w:rsidP="00096B9B">
      <w:pPr>
        <w:spacing w:after="0"/>
      </w:pPr>
      <w:r>
        <w:t>…</w:t>
      </w:r>
      <w:r w:rsidRPr="00180908">
        <w:t xml:space="preserve"> </w:t>
      </w:r>
      <w:r>
        <w:t>Kabely se ukončí v nové kabelové skříni K0. Z nové kabelové skříně se vyvedou vnitřní kabely po stěně po stávajících svislých žlabech do stavědlové ústředny do 1.poschodí…“</w:t>
      </w:r>
    </w:p>
    <w:p w14:paraId="0F6C7BD1" w14:textId="69D42B19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t>V soupisu prací se nevyskytují položky pro vybudování nové kabelové skříně K0. Žádáme zadavatele o prověření.</w:t>
      </w:r>
    </w:p>
    <w:p w14:paraId="0208DCFD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127502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09FFD99E" w14:textId="77777777" w:rsidR="000A3775" w:rsidRPr="00B34028" w:rsidRDefault="000A3775" w:rsidP="00096B9B">
      <w:pPr>
        <w:spacing w:after="0" w:line="240" w:lineRule="auto"/>
        <w:jc w:val="both"/>
        <w:rPr>
          <w:rFonts w:ascii="Verdana" w:hAnsi="Verdana" w:cstheme="minorHAnsi"/>
          <w:i/>
        </w:rPr>
      </w:pPr>
      <w:r w:rsidRPr="00B34028">
        <w:rPr>
          <w:rFonts w:ascii="Verdana" w:hAnsi="Verdana" w:cstheme="minorHAnsi"/>
          <w:i/>
        </w:rPr>
        <w:t>Upraven soupis prací takto:</w:t>
      </w:r>
    </w:p>
    <w:p w14:paraId="509C4FF9" w14:textId="151199E5" w:rsidR="000A3775" w:rsidRPr="00B34028" w:rsidRDefault="000A3775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doplněna položka č.44 75B121 VNITŘNÍ KABELOVÉ ROZVODY PŘES 20 DO 50 KABELŮ – DODÁVKA - množství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1 KUS</w:t>
      </w:r>
    </w:p>
    <w:p w14:paraId="17B4DFFF" w14:textId="31255E8A" w:rsidR="000A3775" w:rsidRPr="00B34028" w:rsidRDefault="000A3775" w:rsidP="00096B9B">
      <w:pPr>
        <w:pStyle w:val="Odstavecseseznamem"/>
        <w:spacing w:after="0"/>
        <w:ind w:left="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doplněna položka č.45 75B127 VNITŘNÍ KABELOVÉ ROZVODY PŘES 20 DO 50 KABELŮ – MONTÁŽ – množství 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1 KUS</w:t>
      </w:r>
    </w:p>
    <w:p w14:paraId="0E4C03F4" w14:textId="77777777" w:rsidR="00DB5B65" w:rsidRPr="00B34028" w:rsidRDefault="00DB5B65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05-28-01_PS 05-28-01A_ZD č.5.xlsx“ a „Soupis prací _Královo Pole_ZD č.5.xml“.</w:t>
      </w:r>
    </w:p>
    <w:p w14:paraId="01D583AF" w14:textId="77297596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688B91F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F881630" w14:textId="5A18DAA4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22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041202F1" w14:textId="4207919F" w:rsidR="0017183B" w:rsidRPr="000629AC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874337">
        <w:t>PS 05-28-01</w:t>
      </w:r>
      <w:r>
        <w:t xml:space="preserve"> „</w:t>
      </w:r>
      <w:r w:rsidRPr="0008110E">
        <w:t>Žst.Kuřim, navázání TZZ na SZZ</w:t>
      </w:r>
      <w:r>
        <w:t>“. Dle ZD se předpokládá také zrušení úvazky demontovaného AB3-74. Žádáme zadavatele o prověření, do které položky soupisu prací si má uchazeč zahrnout náklady na demontáž úvazky demontovaného AB3-74?</w:t>
      </w:r>
    </w:p>
    <w:p w14:paraId="12C7F905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CA8F688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161540E9" w14:textId="2CF63E3A" w:rsidR="002A0D53" w:rsidRPr="00B34028" w:rsidRDefault="002A0D53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Doplněna položka do soupisu prací č.46 R75B548</w:t>
      </w:r>
    </w:p>
    <w:p w14:paraId="0C90F15C" w14:textId="0E4550B5" w:rsidR="000629AC" w:rsidRPr="00B34028" w:rsidRDefault="002A0D53" w:rsidP="00096B9B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-SKŘÍŇ (STOJAN) VOLNÉ VAZBY (úvazky demontovaného AB3-74) - DEMONTÁŽ - množství </w:t>
      </w:r>
      <w:r w:rsidR="00B34028" w:rsidRPr="00B34028">
        <w:rPr>
          <w:rFonts w:eastAsia="Times New Roman" w:cs="Times New Roman"/>
          <w:i/>
          <w:lang w:eastAsia="cs-CZ"/>
        </w:rPr>
        <w:br/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1 KUS</w:t>
      </w:r>
    </w:p>
    <w:p w14:paraId="7F92E8A9" w14:textId="77777777" w:rsidR="00DB5B65" w:rsidRPr="00B34028" w:rsidRDefault="00DB5B65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05-28-01_PS 05-28-01A_ZD č.5.xlsx“ a „Soupis prací _Královo Pole_ZD č.5.xml“.</w:t>
      </w:r>
    </w:p>
    <w:p w14:paraId="4768E397" w14:textId="1DEFF90A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CF89763" w14:textId="77777777" w:rsidR="00096B9B" w:rsidRPr="00B34028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16C44EC" w14:textId="4632912F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Dotaz č. 123:</w:t>
      </w:r>
      <w:r w:rsidR="00793997" w:rsidRPr="00B34028">
        <w:rPr>
          <w:rFonts w:eastAsia="Times New Roman" w:cs="Times New Roman"/>
          <w:b/>
          <w:lang w:eastAsia="cs-CZ"/>
        </w:rPr>
        <w:t xml:space="preserve"> </w:t>
      </w:r>
    </w:p>
    <w:p w14:paraId="56C4D855" w14:textId="58AC2006" w:rsidR="0017183B" w:rsidRPr="00B34028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b/>
        </w:rPr>
        <w:t xml:space="preserve">PS 04-28-01 „T.ú. Brno Královo Pole - Kuřim, traťové zabezpečovací zařízení část A, definitivní TZZ“ </w:t>
      </w:r>
      <w:r w:rsidRPr="00B34028">
        <w:t>V soupisu prací u položek č. 39 a č. 40 „KABELOVÝ OBJEKT“ dodávka a montáž 7 ks neodpovídá množství v situačním schéma 9 ks. Žádáme zadavatele o prověření.</w:t>
      </w:r>
    </w:p>
    <w:p w14:paraId="319CB7F3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449B12E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2ABC4159" w14:textId="248E28AC" w:rsidR="00DE3E4E" w:rsidRPr="00B34028" w:rsidRDefault="00DE3E4E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Správné množství je 9 ks dle situačního schématu.</w:t>
      </w:r>
    </w:p>
    <w:p w14:paraId="7930FC3A" w14:textId="39219BE2" w:rsidR="00DE3E4E" w:rsidRPr="00B34028" w:rsidRDefault="00DE3E4E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Upraveno množství u položek č. 39 a 40</w:t>
      </w:r>
    </w:p>
    <w:p w14:paraId="674926CB" w14:textId="403CCB60" w:rsidR="00DE3E4E" w:rsidRPr="00B34028" w:rsidRDefault="00DE3E4E" w:rsidP="00096B9B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- původní množství položek 7 KUS</w:t>
      </w:r>
    </w:p>
    <w:p w14:paraId="7A1F1720" w14:textId="37C4CB04" w:rsidR="000629AC" w:rsidRPr="00B34028" w:rsidRDefault="00DE3E4E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- nové množství položek     9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KUS</w:t>
      </w:r>
    </w:p>
    <w:p w14:paraId="718776A9" w14:textId="77777777" w:rsidR="00DB5B65" w:rsidRPr="00B34028" w:rsidRDefault="00DB5B65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„D.1.1.2_PS 04-28-01_PS 04-28-01A_ZD č.5.xlsx“ a „Soupis prací _Královo Pole_ZD č.5.xml“.</w:t>
      </w:r>
    </w:p>
    <w:p w14:paraId="106C2FE8" w14:textId="21768F7B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63119E" w14:textId="77777777" w:rsidR="00096B9B" w:rsidRPr="00B34028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46AC84F" w14:textId="07D4663E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Dotaz č. 124:</w:t>
      </w:r>
      <w:r w:rsidR="00793997" w:rsidRPr="00B34028">
        <w:rPr>
          <w:rFonts w:eastAsia="Times New Roman" w:cs="Times New Roman"/>
          <w:b/>
          <w:lang w:eastAsia="cs-CZ"/>
        </w:rPr>
        <w:t xml:space="preserve"> </w:t>
      </w:r>
    </w:p>
    <w:p w14:paraId="5CCB14BC" w14:textId="77777777" w:rsidR="0017183B" w:rsidRPr="00B34028" w:rsidRDefault="0017183B" w:rsidP="00096B9B">
      <w:pPr>
        <w:pStyle w:val="Odstavecseseznamem"/>
        <w:spacing w:after="0" w:line="259" w:lineRule="auto"/>
        <w:ind w:left="0"/>
        <w:rPr>
          <w:b/>
        </w:rPr>
      </w:pPr>
      <w:r w:rsidRPr="00B34028">
        <w:rPr>
          <w:b/>
        </w:rPr>
        <w:t xml:space="preserve">PS 04-28-01 „T.ú. Brno Královo Pole - Kuřim, traťové zabezpečovací zařízení část A, definitivní TZZ“ </w:t>
      </w:r>
      <w:r w:rsidRPr="00B34028">
        <w:t>V soupisu prací jsme pro položku č. 36 „SADA PROPOJEK PRO PŘIPOJENÍ STYKOVÉHO TRANSFORMÁTORU, SYMETRIZAČNÍ TLUMIVKY KE KOLEJNICI – DODÁVKA“ 4 ks nenalezli uplatnění. Prosíme zadavatele o prověření.</w:t>
      </w:r>
    </w:p>
    <w:p w14:paraId="5F933E29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EC4A554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5C6B1E00" w14:textId="53DA15F4" w:rsidR="000629AC" w:rsidRPr="00B34028" w:rsidRDefault="001132CC" w:rsidP="00096B9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Položka č. 36</w:t>
      </w:r>
      <w:r w:rsidRPr="00B34028">
        <w:t xml:space="preserve"> </w:t>
      </w:r>
      <w:r w:rsidRPr="00B34028">
        <w:rPr>
          <w:rFonts w:eastAsia="Times New Roman" w:cs="Times New Roman"/>
          <w:i/>
          <w:lang w:eastAsia="cs-CZ"/>
        </w:rPr>
        <w:t>75C851 ze soupisu prací odstraněna.</w:t>
      </w:r>
    </w:p>
    <w:p w14:paraId="1DCB54AB" w14:textId="77777777" w:rsidR="00454306" w:rsidRPr="00B34028" w:rsidRDefault="00454306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„D.1.1.2_PS 04-28-01_PS 04-28-01A_ZD č.5.xlsx“ a „Soupis prací _Královo Pole_ZD č.5.xml“.</w:t>
      </w:r>
    </w:p>
    <w:p w14:paraId="5015FEBF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46A9D43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2CB41CB" w14:textId="76DAD6AD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25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4076A184" w14:textId="2665091B" w:rsidR="0017183B" w:rsidRPr="00B34028" w:rsidRDefault="0017183B" w:rsidP="00096B9B">
      <w:pPr>
        <w:pStyle w:val="Odstavecseseznamem"/>
        <w:spacing w:after="0" w:line="259" w:lineRule="auto"/>
        <w:ind w:left="0"/>
        <w:rPr>
          <w:b/>
        </w:rPr>
      </w:pPr>
      <w:r w:rsidRPr="00E2426A">
        <w:rPr>
          <w:b/>
        </w:rPr>
        <w:t xml:space="preserve">PS 04-28-01 </w:t>
      </w:r>
      <w:r>
        <w:rPr>
          <w:b/>
        </w:rPr>
        <w:t>„</w:t>
      </w:r>
      <w:r w:rsidRPr="00E2426A">
        <w:rPr>
          <w:b/>
        </w:rPr>
        <w:t>T.ú. Brno Královo Pole - Kuřim,</w:t>
      </w:r>
      <w:r>
        <w:rPr>
          <w:b/>
        </w:rPr>
        <w:t xml:space="preserve"> traťové zabezpečovací zařízení </w:t>
      </w:r>
      <w:r w:rsidRPr="00E2426A">
        <w:rPr>
          <w:b/>
        </w:rPr>
        <w:t>Část B, provizorní TZZ</w:t>
      </w:r>
      <w:r>
        <w:rPr>
          <w:b/>
        </w:rPr>
        <w:t xml:space="preserve">“ </w:t>
      </w:r>
      <w:r>
        <w:t xml:space="preserve">V soupisu prací postrádáme položku demontáže kabelového objektu </w:t>
      </w:r>
      <w:r w:rsidRPr="00B34028">
        <w:t>v množství 12 ks. Žádáme zadavatele o prověření.</w:t>
      </w:r>
    </w:p>
    <w:p w14:paraId="5AA7EA60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6D758B6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49FC79F4" w14:textId="098EBEB9" w:rsidR="001A44F0" w:rsidRPr="00B34028" w:rsidRDefault="001A44F0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Do soupisu prací doplněna položka č.21 75D158</w:t>
      </w:r>
    </w:p>
    <w:p w14:paraId="3E733747" w14:textId="7D9B30DD" w:rsidR="000629AC" w:rsidRPr="00B34028" w:rsidRDefault="001A44F0" w:rsidP="00096B9B">
      <w:pPr>
        <w:pStyle w:val="Odstavecseseznamem"/>
        <w:spacing w:after="0"/>
        <w:ind w:left="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množství položky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12 KUS</w:t>
      </w:r>
    </w:p>
    <w:p w14:paraId="7F924680" w14:textId="40F8F471" w:rsidR="00454306" w:rsidRPr="00B34028" w:rsidRDefault="00454306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„D.1.1.2_PS 04-28-01_PS 04-28-01B_ZD č.5.xlsx“ a „Soupis prací _Královo Pole_ZD č.5.xml“.</w:t>
      </w:r>
    </w:p>
    <w:p w14:paraId="758B7B60" w14:textId="77777777" w:rsidR="00B34028" w:rsidRPr="00B34028" w:rsidRDefault="00B34028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B0ABD6B" w14:textId="77777777" w:rsidR="00B34028" w:rsidRPr="00B34028" w:rsidRDefault="00B34028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6EA12514" w14:textId="0308FE2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Dotaz č. 126:</w:t>
      </w:r>
      <w:r w:rsidR="00793997" w:rsidRPr="00B34028">
        <w:rPr>
          <w:rFonts w:eastAsia="Times New Roman" w:cs="Times New Roman"/>
          <w:b/>
          <w:lang w:eastAsia="cs-CZ"/>
        </w:rPr>
        <w:t xml:space="preserve"> </w:t>
      </w:r>
    </w:p>
    <w:p w14:paraId="5AD3A799" w14:textId="04D18E86" w:rsidR="0017183B" w:rsidRPr="00B34028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b/>
        </w:rPr>
        <w:t xml:space="preserve">PS 04-28-01 „T.ú. Brno Královo Pole - Kuřim, traťové zabezpečovací zařízení Část B, provizorní TZZ“ </w:t>
      </w:r>
      <w:r w:rsidRPr="00B34028">
        <w:t>V soupisu prací u položky č. 8 „STYKOVÝ TRANSFORMÁTOR, SYMETRIZAČNÍ A UKOLEJŇOVACÍ TLUMIVKA - DEMONTÁŽ“ 26 ks neodpovídá množství demontáží v situačním schéma 24 ks. Žádáme zadavatele o prověření.</w:t>
      </w:r>
    </w:p>
    <w:p w14:paraId="371872A4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F2D984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18E4B992" w14:textId="6CB94C1D" w:rsidR="001C0DE1" w:rsidRPr="00B34028" w:rsidRDefault="001C0DE1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Správné množství je 24 ks dle situačního schématu.</w:t>
      </w:r>
    </w:p>
    <w:p w14:paraId="34F2A338" w14:textId="57A2979B" w:rsidR="001C0DE1" w:rsidRPr="00B34028" w:rsidRDefault="001C0DE1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Upraveno množství u položky č.8</w:t>
      </w:r>
      <w:r w:rsidRPr="00B34028">
        <w:t xml:space="preserve"> </w:t>
      </w:r>
      <w:r w:rsidRPr="00B34028">
        <w:rPr>
          <w:rFonts w:eastAsia="Times New Roman" w:cs="Times New Roman"/>
          <w:i/>
          <w:lang w:eastAsia="cs-CZ"/>
        </w:rPr>
        <w:t>75C848</w:t>
      </w:r>
    </w:p>
    <w:p w14:paraId="5B6C618D" w14:textId="77777777" w:rsidR="001C0DE1" w:rsidRPr="00B34028" w:rsidRDefault="001C0DE1" w:rsidP="00096B9B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- původní množství položky 26 KUS</w:t>
      </w:r>
    </w:p>
    <w:p w14:paraId="67E73FA1" w14:textId="77777777" w:rsidR="001C0DE1" w:rsidRPr="00B34028" w:rsidRDefault="001C0DE1" w:rsidP="00096B9B">
      <w:pPr>
        <w:pStyle w:val="Odstavecseseznamem"/>
        <w:spacing w:after="0"/>
        <w:ind w:left="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- nové množství položky     2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4 KUS</w:t>
      </w:r>
    </w:p>
    <w:p w14:paraId="6ADDD2BD" w14:textId="77777777" w:rsidR="00454306" w:rsidRPr="00B34028" w:rsidRDefault="00454306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„D.1.1.2_PS 04-28-01_PS 04-28-01B_ZD č.5.xlsx“ a „Soupis prací _Královo Pole_ZD č.5.xml“.</w:t>
      </w:r>
    </w:p>
    <w:p w14:paraId="3BC0CE5E" w14:textId="491FFB44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F73711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6D062B" w14:textId="046C5B9B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27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2D77A83F" w14:textId="627E34E7" w:rsidR="0017183B" w:rsidRPr="00B34028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E2426A">
        <w:rPr>
          <w:b/>
        </w:rPr>
        <w:t xml:space="preserve">PS 04-28-01 </w:t>
      </w:r>
      <w:r>
        <w:rPr>
          <w:b/>
        </w:rPr>
        <w:t>„</w:t>
      </w:r>
      <w:r w:rsidRPr="00E2426A">
        <w:rPr>
          <w:b/>
        </w:rPr>
        <w:t>T.ú. Brno Královo Pole - Kuřim,</w:t>
      </w:r>
      <w:r>
        <w:rPr>
          <w:b/>
        </w:rPr>
        <w:t xml:space="preserve"> traťové zabezpečovací zařízení </w:t>
      </w:r>
      <w:r w:rsidRPr="00E2426A">
        <w:rPr>
          <w:b/>
        </w:rPr>
        <w:t>Část B, provizorní TZZ</w:t>
      </w:r>
      <w:r>
        <w:rPr>
          <w:b/>
        </w:rPr>
        <w:t xml:space="preserve">“ </w:t>
      </w:r>
      <w:r w:rsidRPr="00C67CC0">
        <w:t xml:space="preserve">V soupisu </w:t>
      </w:r>
      <w:r>
        <w:t>prací jsme pro položku č. 9</w:t>
      </w:r>
      <w:r w:rsidRPr="00C67CC0">
        <w:t xml:space="preserve"> „</w:t>
      </w:r>
      <w:r w:rsidRPr="00E2426A">
        <w:t>SADA PROPOJEK PRO PŘIPOJENÍ STYKOVÉHO TRANSFORMÁTORU, SYMETRIZAČNÍ TLUMIVKY KE KOLEJNICI - DEMONTÁŽ</w:t>
      </w:r>
      <w:r w:rsidRPr="00C67CC0">
        <w:t>“</w:t>
      </w:r>
      <w:r>
        <w:t xml:space="preserve"> 4 ks </w:t>
      </w:r>
      <w:r w:rsidRPr="00B34028">
        <w:t>nenalezli uplatnění. Prosíme zadavatele o prověření.</w:t>
      </w:r>
    </w:p>
    <w:p w14:paraId="179287C6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B6F7CD6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2F1509A4" w14:textId="0BEDC05F" w:rsidR="000629AC" w:rsidRPr="00B34028" w:rsidRDefault="006E3A4B" w:rsidP="00096B9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Položka č.9</w:t>
      </w:r>
      <w:r w:rsidRPr="00B34028">
        <w:t xml:space="preserve"> </w:t>
      </w:r>
      <w:r w:rsidRPr="00B34028">
        <w:rPr>
          <w:rFonts w:eastAsia="Times New Roman" w:cs="Times New Roman"/>
          <w:i/>
          <w:lang w:eastAsia="cs-CZ"/>
        </w:rPr>
        <w:t>75C858 byla ze soupisu prací odstraněna.</w:t>
      </w:r>
    </w:p>
    <w:p w14:paraId="4A5736C7" w14:textId="77777777" w:rsidR="00454306" w:rsidRPr="00B34028" w:rsidRDefault="00454306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„D.1.1.2_PS 04-28-01_PS 04-28-01B_ZD č.5.xlsx“ a „Soupis prací _Královo Pole_ZD č.5.xml“.</w:t>
      </w:r>
    </w:p>
    <w:p w14:paraId="3988A183" w14:textId="49A8FA60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60DB3B2" w14:textId="77777777" w:rsidR="00096B9B" w:rsidRPr="00B34028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E219267" w14:textId="29087F70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Dotaz č. 128:</w:t>
      </w:r>
      <w:r w:rsidR="00793997" w:rsidRPr="00B34028">
        <w:rPr>
          <w:rFonts w:eastAsia="Times New Roman" w:cs="Times New Roman"/>
          <w:b/>
          <w:lang w:eastAsia="cs-CZ"/>
        </w:rPr>
        <w:t xml:space="preserve"> </w:t>
      </w:r>
    </w:p>
    <w:p w14:paraId="32EFD9B1" w14:textId="367F1E70" w:rsidR="0017183B" w:rsidRPr="00B34028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b/>
        </w:rPr>
        <w:t xml:space="preserve">PS 04-28-01 „T.ú. Brno Královo Pole - Kuřim, traťové zabezpečovací zařízení Část B, provizorní TZZ“ </w:t>
      </w:r>
      <w:r w:rsidRPr="00B34028">
        <w:t>V soupisu prací je položka č. 7 „STOŽÁROVÉ NÁVĚSTIDLO TŘÍSVĚTLOVÉ – DEMONTÁŽ“ v množství 20 ks. Dle situačního schéma jsme napočítali demontáží třísvětlových návěstidel 4 ks a demontáží oboustranných třísvětlových návěstidel 8 ks. Žádáme zadavatele o prověření.</w:t>
      </w:r>
    </w:p>
    <w:p w14:paraId="08FA2B19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5421F9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7A32D8BC" w14:textId="0E8743A1" w:rsidR="0028397C" w:rsidRPr="00B34028" w:rsidRDefault="0028397C" w:rsidP="00096B9B">
      <w:pPr>
        <w:spacing w:after="0" w:line="240" w:lineRule="auto"/>
        <w:jc w:val="both"/>
        <w:rPr>
          <w:rFonts w:ascii="Verdana" w:hAnsi="Verdana" w:cstheme="minorHAnsi"/>
          <w:i/>
        </w:rPr>
      </w:pPr>
      <w:r w:rsidRPr="00B34028">
        <w:rPr>
          <w:rFonts w:ascii="Verdana" w:hAnsi="Verdana" w:cstheme="minorHAnsi"/>
          <w:i/>
        </w:rPr>
        <w:t xml:space="preserve">Správná množství jsou v situačním schématu. </w:t>
      </w:r>
    </w:p>
    <w:p w14:paraId="763A4077" w14:textId="51088615" w:rsidR="0028397C" w:rsidRPr="00B34028" w:rsidRDefault="0028397C" w:rsidP="00096B9B">
      <w:pPr>
        <w:spacing w:after="0" w:line="240" w:lineRule="auto"/>
        <w:jc w:val="both"/>
        <w:rPr>
          <w:rFonts w:ascii="Verdana" w:hAnsi="Verdana" w:cstheme="minorHAnsi"/>
          <w:i/>
        </w:rPr>
      </w:pPr>
      <w:r w:rsidRPr="00B34028">
        <w:rPr>
          <w:rFonts w:ascii="Verdana" w:hAnsi="Verdana" w:cstheme="minorHAnsi"/>
          <w:i/>
        </w:rPr>
        <w:t>Upraven soupis prací takto:</w:t>
      </w:r>
    </w:p>
    <w:p w14:paraId="0BB19BF6" w14:textId="65B8DD2B" w:rsidR="0028397C" w:rsidRPr="00B34028" w:rsidRDefault="0028397C" w:rsidP="00096B9B">
      <w:pPr>
        <w:pStyle w:val="Odstavecseseznamem"/>
        <w:numPr>
          <w:ilvl w:val="0"/>
          <w:numId w:val="12"/>
        </w:numPr>
        <w:spacing w:after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Upraveno množství položky č.7</w:t>
      </w:r>
      <w:r w:rsidRPr="00B34028">
        <w:t xml:space="preserve"> </w:t>
      </w:r>
      <w:r w:rsidRPr="00B34028">
        <w:rPr>
          <w:rFonts w:eastAsia="Times New Roman" w:cs="Times New Roman"/>
          <w:i/>
          <w:lang w:eastAsia="cs-CZ"/>
        </w:rPr>
        <w:t>75C528 STOŽÁROVÉ NÁVĚSTIDLO TŘÍSVĚTLOVÉ - DEMONTÁŽ</w:t>
      </w:r>
    </w:p>
    <w:p w14:paraId="37B8E2FE" w14:textId="77777777" w:rsidR="0028397C" w:rsidRPr="00B34028" w:rsidRDefault="0028397C" w:rsidP="00096B9B">
      <w:pPr>
        <w:spacing w:after="0" w:line="240" w:lineRule="auto"/>
        <w:ind w:firstLine="708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- původní množství položky 20 KUS</w:t>
      </w:r>
    </w:p>
    <w:p w14:paraId="4AE8EDB5" w14:textId="77777777" w:rsidR="0028397C" w:rsidRPr="00B34028" w:rsidRDefault="0028397C" w:rsidP="00096B9B">
      <w:pPr>
        <w:pStyle w:val="Odstavecseseznamem"/>
        <w:spacing w:after="0"/>
        <w:ind w:left="0" w:firstLine="708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nové množství položky      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4 KUS</w:t>
      </w:r>
    </w:p>
    <w:p w14:paraId="05378357" w14:textId="1D351F09" w:rsidR="0028397C" w:rsidRPr="00B34028" w:rsidRDefault="0028397C" w:rsidP="00096B9B">
      <w:pPr>
        <w:pStyle w:val="Odstavecseseznamem"/>
        <w:numPr>
          <w:ilvl w:val="0"/>
          <w:numId w:val="12"/>
        </w:numPr>
        <w:spacing w:after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Doplněna položka č.20 75C548 STOŽÁROVÉ NÁVĚSTIDLO TŘÍSVĚTLOVÉ OBOUSMĚRNÉ – DEMONTÁŽ v množství 8 KUS</w:t>
      </w:r>
    </w:p>
    <w:p w14:paraId="799F3191" w14:textId="77777777" w:rsidR="00454306" w:rsidRPr="00B34028" w:rsidRDefault="00454306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„D.1.1.2_PS 04-28-01_PS 04-28-01B_ZD č.5.xlsx“ a „Soupis prací _Královo Pole_ZD č.5.xml“.</w:t>
      </w:r>
    </w:p>
    <w:p w14:paraId="7EBBDCE3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EE3A93E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99477F7" w14:textId="0815FEFB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29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0AB14449" w14:textId="4D9566AE" w:rsidR="0017183B" w:rsidRPr="000629AC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90077">
        <w:rPr>
          <w:b/>
        </w:rPr>
        <w:t xml:space="preserve">PS 03-28-01 „Žst. Brno-Královo Pole, staniční zabezpečovací zařízení, Část A, definitivní SZZ“ </w:t>
      </w:r>
      <w:r w:rsidRPr="00B90077">
        <w:t>V soupisu</w:t>
      </w:r>
      <w:r w:rsidRPr="00C67CC0">
        <w:t xml:space="preserve"> </w:t>
      </w:r>
      <w:r>
        <w:t>prací je položka č. 122 „</w:t>
      </w:r>
      <w:r w:rsidRPr="008B0D91">
        <w:t>PŘEZKOUŠENÍ A REGULACE NÁVĚSTIDEL</w:t>
      </w:r>
      <w:r>
        <w:t>“ v množství 124 ks. Dle situačního schéma a soupisu prací je dodáváno a montováno 45 ks</w:t>
      </w:r>
      <w:r w:rsidRPr="00021593">
        <w:t xml:space="preserve"> </w:t>
      </w:r>
      <w:r>
        <w:t>nových návěstidel. Žádáme zadavatele o prověření.</w:t>
      </w:r>
    </w:p>
    <w:p w14:paraId="2FCB3425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9C3B1F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4AD3B825" w14:textId="68FFF4E4" w:rsidR="003C2224" w:rsidRPr="00B34028" w:rsidRDefault="003C2224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Totožný dotaz s dotazem č.115. Stejná odpověď</w:t>
      </w:r>
      <w:r w:rsidR="0020637D" w:rsidRPr="00B34028">
        <w:rPr>
          <w:rFonts w:eastAsia="Times New Roman" w:cs="Times New Roman"/>
          <w:i/>
          <w:lang w:eastAsia="cs-CZ"/>
        </w:rPr>
        <w:t>.</w:t>
      </w:r>
    </w:p>
    <w:p w14:paraId="50D96B5C" w14:textId="52F160F0" w:rsidR="003C2224" w:rsidRPr="00B34028" w:rsidRDefault="003C2224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Upraven</w:t>
      </w:r>
      <w:r w:rsidR="00B34028" w:rsidRPr="00B34028">
        <w:rPr>
          <w:rFonts w:eastAsia="Times New Roman" w:cs="Times New Roman"/>
          <w:i/>
          <w:lang w:eastAsia="cs-CZ"/>
        </w:rPr>
        <w:t>a</w:t>
      </w:r>
      <w:r w:rsidRPr="00B34028">
        <w:rPr>
          <w:rFonts w:eastAsia="Times New Roman" w:cs="Times New Roman"/>
          <w:i/>
          <w:lang w:eastAsia="cs-CZ"/>
        </w:rPr>
        <w:t xml:space="preserve"> položka č.122 75E157 takto:</w:t>
      </w:r>
    </w:p>
    <w:p w14:paraId="3FF87766" w14:textId="77777777" w:rsidR="003C2224" w:rsidRPr="00B34028" w:rsidRDefault="003C2224" w:rsidP="00096B9B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- původní množství položky 124 KUS</w:t>
      </w:r>
    </w:p>
    <w:p w14:paraId="0194D946" w14:textId="4BE786A7" w:rsidR="000629AC" w:rsidRPr="00B34028" w:rsidRDefault="003C2224" w:rsidP="00096B9B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nové množství položky    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>45 KUS</w:t>
      </w:r>
    </w:p>
    <w:p w14:paraId="30AFBD9D" w14:textId="380BD919" w:rsidR="00227C92" w:rsidRPr="00B34028" w:rsidRDefault="00227C92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03-28-01_PS 03-28-01A_ZD č.5.xlsx“ a „Soupis prací _Královo Pole_ZD č.5.xml“.</w:t>
      </w:r>
    </w:p>
    <w:p w14:paraId="4A91E1E9" w14:textId="0EE082FF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60E3173" w14:textId="77777777" w:rsidR="00096B9B" w:rsidRPr="00B34028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BCEFC39" w14:textId="75127A3D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Dotaz č. 130:</w:t>
      </w:r>
      <w:r w:rsidR="00793997" w:rsidRPr="00B34028">
        <w:rPr>
          <w:rFonts w:eastAsia="Times New Roman" w:cs="Times New Roman"/>
          <w:b/>
          <w:lang w:eastAsia="cs-CZ"/>
        </w:rPr>
        <w:t xml:space="preserve"> </w:t>
      </w:r>
    </w:p>
    <w:p w14:paraId="08308314" w14:textId="482153A2" w:rsidR="0017183B" w:rsidRPr="00B34028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b/>
        </w:rPr>
        <w:t xml:space="preserve">PS 03-28-01 „Žst. Brno-Královo Pole, staniční zabezpečovací zařízení Část B, provizorní SZZ“ </w:t>
      </w:r>
      <w:r w:rsidRPr="00B34028">
        <w:t>V soupisu prací</w:t>
      </w:r>
      <w:r w:rsidRPr="00B34028">
        <w:rPr>
          <w:b/>
        </w:rPr>
        <w:t xml:space="preserve"> </w:t>
      </w:r>
      <w:r w:rsidRPr="00B34028">
        <w:t>postrádáme položku pro přezkoušení a regulaci návěstidel pro provizorní stavy. Žádáme zadavatele o prověření.</w:t>
      </w:r>
    </w:p>
    <w:p w14:paraId="7EAF16C2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08FAA7" w14:textId="77777777" w:rsidR="000629AC" w:rsidRPr="00B34028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34028">
        <w:rPr>
          <w:rFonts w:eastAsia="Times New Roman" w:cs="Times New Roman"/>
          <w:b/>
          <w:lang w:eastAsia="cs-CZ"/>
        </w:rPr>
        <w:t>Odpověď:</w:t>
      </w:r>
    </w:p>
    <w:p w14:paraId="6094C1FE" w14:textId="36056ECD" w:rsidR="0020637D" w:rsidRPr="00B34028" w:rsidRDefault="0020637D" w:rsidP="00096B9B">
      <w:pPr>
        <w:pStyle w:val="Odstavecseseznamem"/>
        <w:spacing w:after="0"/>
        <w:ind w:left="0"/>
        <w:rPr>
          <w:rFonts w:eastAsia="Times New Roman" w:cs="Times New Roman"/>
          <w:i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Do soupisu prací doplněna položka č.72 75E157</w:t>
      </w:r>
    </w:p>
    <w:p w14:paraId="660513A1" w14:textId="5A8B62A7" w:rsidR="000629AC" w:rsidRPr="00B34028" w:rsidRDefault="0020637D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 xml:space="preserve">- množství položky 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45 KUS def. náv. + 16 KUS náv. přezkoušená pro MPZZ </w:t>
      </w:r>
      <w:r w:rsidRPr="00B34028">
        <w:rPr>
          <w:rFonts w:eastAsia="Times New Roman" w:cs="Times New Roman"/>
          <w:i/>
          <w:lang w:eastAsia="cs-CZ"/>
        </w:rPr>
        <w:t xml:space="preserve">= </w:t>
      </w:r>
      <w:r w:rsidRPr="00B34028">
        <w:rPr>
          <w:rFonts w:eastAsia="Times New Roman" w:cs="Times New Roman"/>
          <w:b/>
          <w:i/>
          <w:lang w:eastAsia="cs-CZ"/>
        </w:rPr>
        <w:t>61 KUS</w:t>
      </w:r>
    </w:p>
    <w:p w14:paraId="1308D894" w14:textId="010F29A4" w:rsidR="00556243" w:rsidRPr="00B34028" w:rsidRDefault="00556243" w:rsidP="00096B9B">
      <w:pPr>
        <w:spacing w:after="0"/>
        <w:rPr>
          <w:rFonts w:eastAsia="Calibri" w:cs="Times New Roman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03-28-01_PS 03-28-01B_ZD č.5.xlsx“ a „Soupis prací _Královo Pole_ZD č.5.xml“.</w:t>
      </w:r>
    </w:p>
    <w:p w14:paraId="0F320591" w14:textId="798BE72F" w:rsidR="00A167FC" w:rsidRPr="00B34028" w:rsidRDefault="00A167F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30F12F" w14:textId="77777777" w:rsidR="00096B9B" w:rsidRDefault="00096B9B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44D3499" w14:textId="43DBB281" w:rsid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31</w:t>
      </w:r>
      <w:r w:rsidRPr="000629AC">
        <w:rPr>
          <w:rFonts w:eastAsia="Times New Roman" w:cs="Times New Roman"/>
          <w:b/>
          <w:lang w:eastAsia="cs-CZ"/>
        </w:rPr>
        <w:t>:</w:t>
      </w:r>
      <w:r w:rsidR="00793997" w:rsidRPr="0079399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39DC0186" w14:textId="4833418E" w:rsidR="0017183B" w:rsidRPr="000629AC" w:rsidRDefault="0017183B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90077">
        <w:rPr>
          <w:b/>
        </w:rPr>
        <w:t xml:space="preserve">PS 03-28-01 </w:t>
      </w:r>
      <w:r>
        <w:rPr>
          <w:b/>
        </w:rPr>
        <w:t>„</w:t>
      </w:r>
      <w:r w:rsidRPr="00B90077">
        <w:rPr>
          <w:b/>
        </w:rPr>
        <w:t>Žst. Brno-Královo Pole, staniční zabezpečovací zařízení Část B, provizorní SZZ</w:t>
      </w:r>
      <w:r>
        <w:rPr>
          <w:b/>
        </w:rPr>
        <w:t>“</w:t>
      </w:r>
      <w:r w:rsidRPr="00021593">
        <w:t xml:space="preserve"> </w:t>
      </w:r>
      <w:r>
        <w:t>V soupisu prací postrádáme položku demontáže kabelových objektů. Žádáme zadavatele o prověření.</w:t>
      </w:r>
    </w:p>
    <w:p w14:paraId="20E780CA" w14:textId="77777777" w:rsidR="000629AC" w:rsidRDefault="000629AC" w:rsidP="00096B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A6CF06" w14:textId="77777777" w:rsidR="00B34028" w:rsidRDefault="00B34028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6C44897E" w14:textId="1120C15D" w:rsidR="000629AC" w:rsidRPr="000629AC" w:rsidRDefault="000629AC" w:rsidP="00096B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629AC">
        <w:rPr>
          <w:rFonts w:eastAsia="Times New Roman" w:cs="Times New Roman"/>
          <w:b/>
          <w:lang w:eastAsia="cs-CZ"/>
        </w:rPr>
        <w:t>Odpověď:</w:t>
      </w:r>
    </w:p>
    <w:p w14:paraId="7B1578F9" w14:textId="01D98ED1" w:rsidR="009D198E" w:rsidRPr="00B34028" w:rsidRDefault="009D198E" w:rsidP="00096B9B">
      <w:pPr>
        <w:pStyle w:val="Odstavecseseznamem"/>
        <w:spacing w:after="0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r w:rsidRPr="00B34028">
        <w:rPr>
          <w:rFonts w:eastAsia="Times New Roman" w:cs="Times New Roman"/>
          <w:i/>
          <w:lang w:eastAsia="cs-CZ"/>
        </w:rPr>
        <w:t>Do soupisu prací doplněna</w:t>
      </w:r>
      <w:r w:rsidRPr="00B34028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pol. č. 71, 75D158 </w:t>
      </w:r>
      <w:r w:rsidRPr="00B34028">
        <w:rPr>
          <w:rFonts w:eastAsia="Times New Roman" w:cs="Times New Roman"/>
          <w:i/>
          <w:lang w:eastAsia="cs-CZ"/>
        </w:rPr>
        <w:t xml:space="preserve">množství položky 3 KUS proviz + 10ks stávajících= </w:t>
      </w:r>
      <w:r w:rsidRPr="00B34028">
        <w:rPr>
          <w:rFonts w:eastAsia="Times New Roman" w:cs="Times New Roman"/>
          <w:b/>
          <w:i/>
          <w:lang w:eastAsia="cs-CZ"/>
        </w:rPr>
        <w:t>13 KUS.</w:t>
      </w:r>
    </w:p>
    <w:p w14:paraId="1D870C48" w14:textId="16AFB923" w:rsidR="00556243" w:rsidRPr="00B34028" w:rsidRDefault="00556243" w:rsidP="00096B9B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B34028">
        <w:rPr>
          <w:rFonts w:ascii="Arial" w:eastAsia="Times New Roman" w:hAnsi="Arial" w:cs="Arial"/>
          <w:sz w:val="20"/>
          <w:szCs w:val="20"/>
          <w:lang w:eastAsia="cs-CZ"/>
        </w:rPr>
        <w:t>Přikládáme opravené soupisy prací – soubory „D.1.1.1_PS 03-28-01_PS 03-28-01B_ZD č.5.xlsx“ a „Soupis prací _Královo Pole_ZD č.5.xml“.</w:t>
      </w:r>
    </w:p>
    <w:p w14:paraId="6E5E2E62" w14:textId="2E26480F" w:rsidR="00096B9B" w:rsidRDefault="00096B9B" w:rsidP="00096B9B">
      <w:pPr>
        <w:spacing w:after="0"/>
        <w:rPr>
          <w:rFonts w:eastAsia="Calibri" w:cs="Times New Roman"/>
          <w:color w:val="FF0000"/>
          <w:lang w:eastAsia="cs-CZ"/>
        </w:rPr>
      </w:pPr>
    </w:p>
    <w:p w14:paraId="0DA73501" w14:textId="77777777" w:rsidR="00096B9B" w:rsidRPr="0091604E" w:rsidRDefault="00096B9B" w:rsidP="00096B9B">
      <w:pPr>
        <w:spacing w:after="0"/>
        <w:rPr>
          <w:rFonts w:eastAsia="Calibri" w:cs="Times New Roman"/>
          <w:color w:val="FF0000"/>
          <w:lang w:eastAsia="cs-CZ"/>
        </w:rPr>
      </w:pPr>
    </w:p>
    <w:p w14:paraId="2B3E08C0" w14:textId="77777777" w:rsidR="00FE716B" w:rsidRPr="006932FB" w:rsidRDefault="00FE716B" w:rsidP="00FE716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5E273BD" w14:textId="7029AAB7" w:rsidR="00FE716B" w:rsidRPr="00BD5319" w:rsidRDefault="00FE716B" w:rsidP="006932FB">
      <w:pPr>
        <w:spacing w:after="0" w:line="240" w:lineRule="auto"/>
        <w:rPr>
          <w:rFonts w:eastAsia="Times New Roman" w:cs="Times New Roman"/>
          <w:lang w:eastAsia="cs-CZ"/>
        </w:rPr>
      </w:pPr>
      <w:r w:rsidRPr="006932F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932F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6932FB" w:rsidRPr="006932FB">
        <w:rPr>
          <w:rFonts w:eastAsia="Times New Roman" w:cs="Times New Roman"/>
          <w:b/>
          <w:lang w:eastAsia="cs-CZ"/>
        </w:rPr>
        <w:t>30. 6. 2023</w:t>
      </w:r>
      <w:r w:rsidR="006932FB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na den </w:t>
      </w:r>
      <w:r w:rsidR="006932FB" w:rsidRPr="006932FB">
        <w:rPr>
          <w:rFonts w:eastAsia="Times New Roman" w:cs="Times New Roman"/>
          <w:b/>
          <w:lang w:eastAsia="cs-CZ"/>
        </w:rPr>
        <w:t>3. 7. 2023</w:t>
      </w:r>
      <w:r w:rsidRPr="00BD5319">
        <w:rPr>
          <w:rFonts w:eastAsia="Times New Roman" w:cs="Times New Roman"/>
          <w:lang w:eastAsia="cs-CZ"/>
        </w:rPr>
        <w:t>.</w:t>
      </w:r>
    </w:p>
    <w:p w14:paraId="5B7EBFCC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90E069" w14:textId="2C1FCF4E" w:rsidR="00FE716B" w:rsidRPr="00BD5319" w:rsidRDefault="00FE716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A167FC" w:rsidRPr="00520554">
            <w:rPr>
              <w:rStyle w:val="Hypertextovodkaz"/>
              <w:rFonts w:eastAsia="Times New Roman" w:cs="Times New Roman"/>
              <w:lang w:eastAsia="cs-CZ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E14AD3">
        <w:rPr>
          <w:rFonts w:eastAsia="Times New Roman" w:cs="Times New Roman"/>
          <w:lang w:eastAsia="cs-CZ"/>
        </w:rPr>
        <w:t>Z2023-022065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8FDD3D1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CB3D132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96D1D97" w14:textId="36E7E5BC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932FB">
        <w:rPr>
          <w:rFonts w:eastAsia="Times New Roman" w:cs="Times New Roman"/>
          <w:lang w:eastAsia="cs-CZ"/>
        </w:rPr>
        <w:t>26. 6. 2023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6932FB" w:rsidRPr="006932FB">
        <w:rPr>
          <w:rFonts w:eastAsia="Times New Roman" w:cs="Times New Roman"/>
          <w:b/>
          <w:lang w:eastAsia="cs-CZ"/>
        </w:rPr>
        <w:t>3. 7. 2023</w:t>
      </w:r>
      <w:r w:rsidRPr="006932FB">
        <w:rPr>
          <w:rFonts w:eastAsia="Times New Roman" w:cs="Times New Roman"/>
          <w:b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A150D10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04A2E52D" w14:textId="34DD9CDF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932FB">
        <w:rPr>
          <w:rFonts w:eastAsia="Times New Roman" w:cs="Times New Roman"/>
          <w:lang w:eastAsia="cs-CZ"/>
        </w:rPr>
        <w:t>26. 6. 2023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6932FB" w:rsidRPr="006932FB">
        <w:rPr>
          <w:rFonts w:eastAsia="Times New Roman" w:cs="Times New Roman"/>
          <w:b/>
          <w:lang w:eastAsia="cs-CZ"/>
        </w:rPr>
        <w:t>3. 7. 2023</w:t>
      </w:r>
      <w:r w:rsidRPr="006932FB">
        <w:rPr>
          <w:rFonts w:eastAsia="Times New Roman" w:cs="Times New Roman"/>
          <w:b/>
          <w:lang w:eastAsia="cs-CZ"/>
        </w:rPr>
        <w:t xml:space="preserve"> v 10:00 hod.</w:t>
      </w:r>
    </w:p>
    <w:p w14:paraId="6AA8F49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6EBD29D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77777777"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52692175" w14:textId="396DE76D" w:rsidR="00BD5319" w:rsidRPr="006932FB" w:rsidRDefault="00717B9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</w:t>
      </w:r>
      <w:r w:rsidR="004D687C" w:rsidRPr="006932F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6932FB">
        <w:rPr>
          <w:rFonts w:ascii="Arial" w:eastAsia="Times New Roman" w:hAnsi="Arial" w:cs="Arial"/>
          <w:sz w:val="20"/>
          <w:szCs w:val="20"/>
          <w:lang w:eastAsia="cs-CZ"/>
        </w:rPr>
        <w:t>.xml“</w:t>
      </w:r>
    </w:p>
    <w:p w14:paraId="23CA4B5F" w14:textId="700209ED" w:rsidR="00540527" w:rsidRPr="006932FB" w:rsidRDefault="00540527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</w:t>
      </w:r>
      <w:r w:rsidR="004D687C" w:rsidRPr="006932F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6932FB">
        <w:rPr>
          <w:rFonts w:ascii="Arial" w:eastAsia="Times New Roman" w:hAnsi="Arial" w:cs="Arial"/>
          <w:sz w:val="20"/>
          <w:szCs w:val="20"/>
          <w:lang w:eastAsia="cs-CZ"/>
        </w:rPr>
        <w:t>.xls</w:t>
      </w:r>
      <w:r w:rsidR="00F579BE" w:rsidRPr="006932FB">
        <w:rPr>
          <w:rFonts w:ascii="Arial" w:eastAsia="Times New Roman" w:hAnsi="Arial" w:cs="Arial"/>
          <w:sz w:val="20"/>
          <w:szCs w:val="20"/>
          <w:lang w:eastAsia="cs-CZ"/>
        </w:rPr>
        <w:t>x</w:t>
      </w:r>
      <w:r w:rsidRPr="006932FB">
        <w:rPr>
          <w:rFonts w:ascii="Arial" w:eastAsia="Times New Roman" w:hAnsi="Arial" w:cs="Arial"/>
          <w:sz w:val="20"/>
          <w:szCs w:val="20"/>
          <w:lang w:eastAsia="cs-CZ"/>
        </w:rPr>
        <w:t>“</w:t>
      </w:r>
    </w:p>
    <w:p w14:paraId="1943B752" w14:textId="66AE62D4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B123F60" w14:textId="44B6F308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lang w:eastAsia="cs-CZ"/>
        </w:rPr>
        <w:t>Opravené dílčí výkazy výměr:</w:t>
      </w:r>
    </w:p>
    <w:p w14:paraId="39CA8926" w14:textId="1F32E3A2" w:rsidR="004E56F0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D.1.1.1_PS 01-28-01_PS 01-28-01A_ZD č.5.xlsx</w:t>
      </w:r>
    </w:p>
    <w:p w14:paraId="7E538B2D" w14:textId="3910289D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D.1.1.1_PS 03-28-01_PS 03-28-01A_ZD č.5.xlsx</w:t>
      </w:r>
    </w:p>
    <w:p w14:paraId="3BF2DD56" w14:textId="6AA6B6B9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D.1.1.1_PS 03-28-01_PS 03-28-01B_ZD č.5.xlsx</w:t>
      </w:r>
    </w:p>
    <w:p w14:paraId="18BCD3AA" w14:textId="300A58C0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D.1.1.1_PS 05-28-01_PS 05-28-01A_ZD č.5.xlsx</w:t>
      </w:r>
    </w:p>
    <w:p w14:paraId="17FB8F80" w14:textId="2EE943FD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D.1.1.2_PS 02-28-01_PS 02-28-01A_ZD č.5.xlsx</w:t>
      </w:r>
    </w:p>
    <w:p w14:paraId="45E21953" w14:textId="4BDE9FD8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D.1.1.2_PS 04-28-01_PS 04-28-01A_ZD č.5.xlsx</w:t>
      </w:r>
    </w:p>
    <w:p w14:paraId="36A7007B" w14:textId="6F157F64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D.1.1.2_PS 04-28-01_PS 04-28-01B_ZD č.5.xlsx</w:t>
      </w:r>
    </w:p>
    <w:p w14:paraId="26C519C3" w14:textId="5223D58E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D.2.1.4_SO 03-19-03.1_ZD č.5.xlsx</w:t>
      </w:r>
    </w:p>
    <w:p w14:paraId="43C48D71" w14:textId="0072274B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D.2.1.4_SO 03-19-04_ZD č.5.xlsx</w:t>
      </w:r>
    </w:p>
    <w:p w14:paraId="61D4D9DF" w14:textId="77777777" w:rsidR="00F00E18" w:rsidRPr="006932FB" w:rsidRDefault="00F00E18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14:paraId="673F9C85" w14:textId="3E7C18A7" w:rsidR="00540527" w:rsidRPr="006932FB" w:rsidRDefault="00540527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u w:val="single"/>
          <w:lang w:eastAsia="cs-CZ"/>
        </w:rPr>
        <w:t>Opravované přílohy:</w:t>
      </w:r>
    </w:p>
    <w:p w14:paraId="79932827" w14:textId="77777777" w:rsidR="00540527" w:rsidRPr="006932FB" w:rsidRDefault="00540527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lang w:eastAsia="cs-CZ"/>
        </w:rPr>
        <w:t>SO031903.1_02_05_01_ZD č.5.pdf</w:t>
      </w:r>
    </w:p>
    <w:p w14:paraId="2E3E7D1C" w14:textId="39524F21" w:rsidR="00540527" w:rsidRPr="006932FB" w:rsidRDefault="00540527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lang w:eastAsia="cs-CZ"/>
        </w:rPr>
        <w:t>SO031903.1_2.5.1_ZD č.5.pdf</w:t>
      </w:r>
    </w:p>
    <w:p w14:paraId="25B27F6E" w14:textId="68CEEA74" w:rsidR="00CC5ECC" w:rsidRPr="006932FB" w:rsidRDefault="00CC5ECC" w:rsidP="00540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932FB">
        <w:rPr>
          <w:rFonts w:ascii="Arial" w:eastAsia="Times New Roman" w:hAnsi="Arial" w:cs="Arial"/>
          <w:sz w:val="20"/>
          <w:szCs w:val="20"/>
          <w:lang w:eastAsia="cs-CZ"/>
        </w:rPr>
        <w:t>SO031904_1_TZ_ZD č.5.pdf</w:t>
      </w:r>
    </w:p>
    <w:p w14:paraId="1F8403A7" w14:textId="77777777" w:rsidR="0091604E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D003A7" w14:textId="77777777" w:rsidR="0091604E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86C25F" w14:textId="5BAB2A63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85ED15" w14:textId="46BA61D6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482AAD" w14:textId="528B9C06" w:rsidR="003B689C" w:rsidRDefault="003B68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C6DCB9" w14:textId="77777777" w:rsidR="00713082" w:rsidRDefault="00713082" w:rsidP="00713082">
      <w:pPr>
        <w:pStyle w:val="Default"/>
      </w:pPr>
    </w:p>
    <w:p w14:paraId="440E4ECB" w14:textId="6D24F136" w:rsidR="00713082" w:rsidRDefault="00713082" w:rsidP="00713082">
      <w:pPr>
        <w:pStyle w:val="Default"/>
        <w:rPr>
          <w:sz w:val="18"/>
          <w:szCs w:val="18"/>
        </w:rPr>
      </w:pPr>
      <w:bookmarkStart w:id="3" w:name="_GoBack"/>
      <w:bookmarkEnd w:id="3"/>
      <w:r>
        <w:rPr>
          <w:b/>
          <w:bCs/>
          <w:sz w:val="18"/>
          <w:szCs w:val="18"/>
        </w:rPr>
        <w:t xml:space="preserve">Štěpán Hošna </w:t>
      </w:r>
    </w:p>
    <w:p w14:paraId="73F19450" w14:textId="77777777" w:rsidR="00713082" w:rsidRDefault="00713082" w:rsidP="0071308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vedoucí odd. zadávání investic, odbor investiční </w:t>
      </w:r>
    </w:p>
    <w:p w14:paraId="15D3C7B6" w14:textId="77777777" w:rsidR="00713082" w:rsidRDefault="00713082" w:rsidP="0071308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na základě „Pověření“ č. 7-NM ze dne 24. 10. 2022 </w:t>
      </w:r>
    </w:p>
    <w:p w14:paraId="50ED7D8D" w14:textId="78A15453" w:rsidR="003B689C" w:rsidRDefault="00713082" w:rsidP="00713082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t>Správa železnic, státní organizace</w:t>
      </w:r>
    </w:p>
    <w:sectPr w:rsidR="003B689C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7DF71" w14:textId="77777777" w:rsidR="00211833" w:rsidRDefault="00211833" w:rsidP="00962258">
      <w:pPr>
        <w:spacing w:after="0" w:line="240" w:lineRule="auto"/>
      </w:pPr>
      <w:r>
        <w:separator/>
      </w:r>
    </w:p>
  </w:endnote>
  <w:endnote w:type="continuationSeparator" w:id="0">
    <w:p w14:paraId="53DC9D7F" w14:textId="77777777" w:rsidR="00211833" w:rsidRDefault="002118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6B9B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6DCEA051" w:rsidR="00096B9B" w:rsidRPr="00B8518B" w:rsidRDefault="00096B9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255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255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096B9B" w:rsidRDefault="00096B9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096B9B" w:rsidRDefault="00096B9B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096B9B" w:rsidRDefault="00096B9B" w:rsidP="00D831A3">
          <w:pPr>
            <w:pStyle w:val="Zpat"/>
          </w:pPr>
        </w:p>
      </w:tc>
    </w:tr>
  </w:tbl>
  <w:p w14:paraId="4BC717A3" w14:textId="77777777" w:rsidR="00096B9B" w:rsidRPr="00B8518B" w:rsidRDefault="00096B9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6B9B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4A5C5FA8" w:rsidR="00096B9B" w:rsidRPr="00B8518B" w:rsidRDefault="00096B9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18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18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096B9B" w:rsidRDefault="00096B9B" w:rsidP="002D49C3">
          <w:pPr>
            <w:pStyle w:val="Zpat"/>
          </w:pPr>
          <w:r>
            <w:t>Správa železnic, státní organizace</w:t>
          </w:r>
        </w:p>
        <w:p w14:paraId="78A77960" w14:textId="77777777" w:rsidR="00096B9B" w:rsidRDefault="00096B9B" w:rsidP="002D49C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096B9B" w:rsidRDefault="00096B9B" w:rsidP="002D49C3">
          <w:pPr>
            <w:pStyle w:val="Zpat"/>
          </w:pPr>
          <w:r>
            <w:t>Sídlo: Dlážděná 1003/7, 110 00 Praha 1</w:t>
          </w:r>
        </w:p>
        <w:p w14:paraId="2CBB5B40" w14:textId="77777777" w:rsidR="00096B9B" w:rsidRDefault="00096B9B" w:rsidP="002D49C3">
          <w:pPr>
            <w:pStyle w:val="Zpat"/>
          </w:pPr>
          <w:r>
            <w:t>IČO: 709 94 234 DIČ: CZ 709 94 234</w:t>
          </w:r>
        </w:p>
        <w:p w14:paraId="2AA87A9F" w14:textId="77777777" w:rsidR="00096B9B" w:rsidRDefault="00096B9B" w:rsidP="002D49C3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C74ED78" w14:textId="77777777" w:rsidR="00096B9B" w:rsidRPr="00D84AC6" w:rsidRDefault="00096B9B" w:rsidP="002D49C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096B9B" w:rsidRPr="00D84AC6" w:rsidRDefault="00096B9B" w:rsidP="002D49C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096B9B" w:rsidRPr="00D84AC6" w:rsidRDefault="00096B9B" w:rsidP="002D49C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096B9B" w:rsidRDefault="00096B9B" w:rsidP="002D49C3">
          <w:pPr>
            <w:pStyle w:val="Zpat"/>
          </w:pPr>
        </w:p>
      </w:tc>
    </w:tr>
  </w:tbl>
  <w:p w14:paraId="05626F38" w14:textId="77777777" w:rsidR="00096B9B" w:rsidRPr="00B8518B" w:rsidRDefault="00096B9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096B9B" w:rsidRPr="00460660" w:rsidRDefault="00096B9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805FF" w14:textId="77777777" w:rsidR="00211833" w:rsidRDefault="00211833" w:rsidP="00962258">
      <w:pPr>
        <w:spacing w:after="0" w:line="240" w:lineRule="auto"/>
      </w:pPr>
      <w:r>
        <w:separator/>
      </w:r>
    </w:p>
  </w:footnote>
  <w:footnote w:type="continuationSeparator" w:id="0">
    <w:p w14:paraId="08588C47" w14:textId="77777777" w:rsidR="00211833" w:rsidRDefault="002118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6B9B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096B9B" w:rsidRPr="00B8518B" w:rsidRDefault="00096B9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096B9B" w:rsidRDefault="00096B9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096B9B" w:rsidRPr="00D6163D" w:rsidRDefault="00096B9B" w:rsidP="00D6163D">
          <w:pPr>
            <w:pStyle w:val="Druhdokumentu"/>
          </w:pPr>
        </w:p>
      </w:tc>
    </w:tr>
  </w:tbl>
  <w:p w14:paraId="7E04E6EA" w14:textId="77777777" w:rsidR="00096B9B" w:rsidRPr="00D6163D" w:rsidRDefault="00096B9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6B9B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096B9B" w:rsidRPr="00B8518B" w:rsidRDefault="00096B9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096B9B" w:rsidRDefault="00096B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096B9B" w:rsidRPr="00D6163D" w:rsidRDefault="00096B9B" w:rsidP="00FC6389">
          <w:pPr>
            <w:pStyle w:val="Druhdokumentu"/>
          </w:pPr>
        </w:p>
      </w:tc>
    </w:tr>
    <w:tr w:rsidR="00096B9B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096B9B" w:rsidRPr="00B8518B" w:rsidRDefault="00096B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096B9B" w:rsidRDefault="00096B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096B9B" w:rsidRDefault="00096B9B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096B9B" w:rsidRPr="00D6163D" w:rsidRDefault="00096B9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096B9B" w:rsidRPr="00460660" w:rsidRDefault="00096B9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5E70B5"/>
    <w:multiLevelType w:val="hybridMultilevel"/>
    <w:tmpl w:val="08F4FCAE"/>
    <w:lvl w:ilvl="0" w:tplc="92EE381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241DE3"/>
    <w:multiLevelType w:val="hybridMultilevel"/>
    <w:tmpl w:val="8F90FB96"/>
    <w:lvl w:ilvl="0" w:tplc="4A4251D0">
      <w:start w:val="1"/>
      <w:numFmt w:val="decimal"/>
      <w:lvlText w:val="%1."/>
      <w:lvlJc w:val="left"/>
      <w:pPr>
        <w:ind w:left="397" w:hanging="284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B054CB"/>
    <w:multiLevelType w:val="hybridMultilevel"/>
    <w:tmpl w:val="CC9ACFEA"/>
    <w:lvl w:ilvl="0" w:tplc="DF3C7A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FD56FC4"/>
    <w:multiLevelType w:val="hybridMultilevel"/>
    <w:tmpl w:val="04FED6F4"/>
    <w:lvl w:ilvl="0" w:tplc="16B8103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25386"/>
    <w:multiLevelType w:val="hybridMultilevel"/>
    <w:tmpl w:val="9F5C0B1E"/>
    <w:lvl w:ilvl="0" w:tplc="16B8103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8216842"/>
    <w:multiLevelType w:val="hybridMultilevel"/>
    <w:tmpl w:val="A28A3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  <w:num w:numId="12">
    <w:abstractNumId w:val="12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070E8"/>
    <w:rsid w:val="00033432"/>
    <w:rsid w:val="000335CC"/>
    <w:rsid w:val="000417E0"/>
    <w:rsid w:val="00061CE6"/>
    <w:rsid w:val="000629AC"/>
    <w:rsid w:val="00072C1E"/>
    <w:rsid w:val="00096B9B"/>
    <w:rsid w:val="000A3775"/>
    <w:rsid w:val="000B3A82"/>
    <w:rsid w:val="000B6C7E"/>
    <w:rsid w:val="000B7907"/>
    <w:rsid w:val="000C0429"/>
    <w:rsid w:val="000C45E8"/>
    <w:rsid w:val="001132CC"/>
    <w:rsid w:val="00114472"/>
    <w:rsid w:val="00127402"/>
    <w:rsid w:val="00161ECB"/>
    <w:rsid w:val="001634A2"/>
    <w:rsid w:val="00170EC5"/>
    <w:rsid w:val="0017183B"/>
    <w:rsid w:val="0017318F"/>
    <w:rsid w:val="00173279"/>
    <w:rsid w:val="001746A7"/>
    <w:rsid w:val="001747C1"/>
    <w:rsid w:val="0018596A"/>
    <w:rsid w:val="001A44F0"/>
    <w:rsid w:val="001B69C2"/>
    <w:rsid w:val="001C0DE1"/>
    <w:rsid w:val="001C4DA0"/>
    <w:rsid w:val="001C611F"/>
    <w:rsid w:val="001D5541"/>
    <w:rsid w:val="001F325B"/>
    <w:rsid w:val="0020637D"/>
    <w:rsid w:val="00207DF5"/>
    <w:rsid w:val="00211833"/>
    <w:rsid w:val="002173EA"/>
    <w:rsid w:val="00225602"/>
    <w:rsid w:val="00227C92"/>
    <w:rsid w:val="00232DA1"/>
    <w:rsid w:val="0024765D"/>
    <w:rsid w:val="00267369"/>
    <w:rsid w:val="0026785D"/>
    <w:rsid w:val="0028397C"/>
    <w:rsid w:val="002A0D53"/>
    <w:rsid w:val="002C31BF"/>
    <w:rsid w:val="002D49C3"/>
    <w:rsid w:val="002E0CD7"/>
    <w:rsid w:val="002F026B"/>
    <w:rsid w:val="00317C59"/>
    <w:rsid w:val="00352FD5"/>
    <w:rsid w:val="00357BC6"/>
    <w:rsid w:val="003676F4"/>
    <w:rsid w:val="0037111D"/>
    <w:rsid w:val="003756B9"/>
    <w:rsid w:val="003956C6"/>
    <w:rsid w:val="003A2CA6"/>
    <w:rsid w:val="003B689C"/>
    <w:rsid w:val="003C2224"/>
    <w:rsid w:val="003C3F3B"/>
    <w:rsid w:val="003E6B9A"/>
    <w:rsid w:val="003E72E9"/>
    <w:rsid w:val="003E74C4"/>
    <w:rsid w:val="003E75CE"/>
    <w:rsid w:val="0041380F"/>
    <w:rsid w:val="004231A4"/>
    <w:rsid w:val="00424E15"/>
    <w:rsid w:val="00450F07"/>
    <w:rsid w:val="00453CD3"/>
    <w:rsid w:val="00454306"/>
    <w:rsid w:val="00455BC7"/>
    <w:rsid w:val="00460660"/>
    <w:rsid w:val="00460CCB"/>
    <w:rsid w:val="00477370"/>
    <w:rsid w:val="00486107"/>
    <w:rsid w:val="00491827"/>
    <w:rsid w:val="004926B0"/>
    <w:rsid w:val="004962E0"/>
    <w:rsid w:val="004A7C69"/>
    <w:rsid w:val="004C4399"/>
    <w:rsid w:val="004C69ED"/>
    <w:rsid w:val="004C787C"/>
    <w:rsid w:val="004D2B55"/>
    <w:rsid w:val="004D687C"/>
    <w:rsid w:val="004E56F0"/>
    <w:rsid w:val="004F4B9B"/>
    <w:rsid w:val="00501654"/>
    <w:rsid w:val="00511AB9"/>
    <w:rsid w:val="00523EA7"/>
    <w:rsid w:val="00526670"/>
    <w:rsid w:val="00526C74"/>
    <w:rsid w:val="00540527"/>
    <w:rsid w:val="00542527"/>
    <w:rsid w:val="00545020"/>
    <w:rsid w:val="00551D1F"/>
    <w:rsid w:val="00553375"/>
    <w:rsid w:val="00556243"/>
    <w:rsid w:val="005658A6"/>
    <w:rsid w:val="005720E7"/>
    <w:rsid w:val="005722BB"/>
    <w:rsid w:val="005736B7"/>
    <w:rsid w:val="00575E5A"/>
    <w:rsid w:val="00577215"/>
    <w:rsid w:val="00581C52"/>
    <w:rsid w:val="00584E2A"/>
    <w:rsid w:val="00596C7E"/>
    <w:rsid w:val="005A5A1A"/>
    <w:rsid w:val="005A5F24"/>
    <w:rsid w:val="005A64E9"/>
    <w:rsid w:val="005B5EE9"/>
    <w:rsid w:val="005D54A7"/>
    <w:rsid w:val="005E0355"/>
    <w:rsid w:val="005E4CBB"/>
    <w:rsid w:val="006104F6"/>
    <w:rsid w:val="0061068E"/>
    <w:rsid w:val="00650829"/>
    <w:rsid w:val="006526D3"/>
    <w:rsid w:val="00660AD3"/>
    <w:rsid w:val="006615E7"/>
    <w:rsid w:val="00662A96"/>
    <w:rsid w:val="00672888"/>
    <w:rsid w:val="0067743E"/>
    <w:rsid w:val="006903BD"/>
    <w:rsid w:val="006932FB"/>
    <w:rsid w:val="006A5570"/>
    <w:rsid w:val="006A689C"/>
    <w:rsid w:val="006B3D79"/>
    <w:rsid w:val="006B714B"/>
    <w:rsid w:val="006E0578"/>
    <w:rsid w:val="006E314D"/>
    <w:rsid w:val="006E3A4B"/>
    <w:rsid w:val="006E5420"/>
    <w:rsid w:val="006E7F06"/>
    <w:rsid w:val="007028A3"/>
    <w:rsid w:val="00710723"/>
    <w:rsid w:val="00712ED1"/>
    <w:rsid w:val="00713082"/>
    <w:rsid w:val="00714560"/>
    <w:rsid w:val="00717B92"/>
    <w:rsid w:val="00723ED1"/>
    <w:rsid w:val="00735ED4"/>
    <w:rsid w:val="00743525"/>
    <w:rsid w:val="0075079E"/>
    <w:rsid w:val="007531A0"/>
    <w:rsid w:val="0076286B"/>
    <w:rsid w:val="00764595"/>
    <w:rsid w:val="00766846"/>
    <w:rsid w:val="00767709"/>
    <w:rsid w:val="0077673A"/>
    <w:rsid w:val="007846E1"/>
    <w:rsid w:val="00793997"/>
    <w:rsid w:val="00795683"/>
    <w:rsid w:val="007B570C"/>
    <w:rsid w:val="007C0C39"/>
    <w:rsid w:val="007C1810"/>
    <w:rsid w:val="007D4F7F"/>
    <w:rsid w:val="007E4A6E"/>
    <w:rsid w:val="007F56A7"/>
    <w:rsid w:val="00807DD0"/>
    <w:rsid w:val="00813F11"/>
    <w:rsid w:val="00840998"/>
    <w:rsid w:val="00841128"/>
    <w:rsid w:val="00891334"/>
    <w:rsid w:val="008A3568"/>
    <w:rsid w:val="008A5394"/>
    <w:rsid w:val="008B0E82"/>
    <w:rsid w:val="008D03B9"/>
    <w:rsid w:val="008D5C23"/>
    <w:rsid w:val="008F18D6"/>
    <w:rsid w:val="00904780"/>
    <w:rsid w:val="00906DCC"/>
    <w:rsid w:val="009113A8"/>
    <w:rsid w:val="00912FDD"/>
    <w:rsid w:val="009145FD"/>
    <w:rsid w:val="0091604E"/>
    <w:rsid w:val="00922385"/>
    <w:rsid w:val="009223DF"/>
    <w:rsid w:val="00936091"/>
    <w:rsid w:val="00937EBB"/>
    <w:rsid w:val="00940052"/>
    <w:rsid w:val="00940D8A"/>
    <w:rsid w:val="00944817"/>
    <w:rsid w:val="00962258"/>
    <w:rsid w:val="009678B7"/>
    <w:rsid w:val="00982411"/>
    <w:rsid w:val="009920FF"/>
    <w:rsid w:val="00992D9C"/>
    <w:rsid w:val="00996CB8"/>
    <w:rsid w:val="009A432F"/>
    <w:rsid w:val="009A7568"/>
    <w:rsid w:val="009B2E97"/>
    <w:rsid w:val="009B3C69"/>
    <w:rsid w:val="009B72CC"/>
    <w:rsid w:val="009C57D4"/>
    <w:rsid w:val="009D169D"/>
    <w:rsid w:val="009D198E"/>
    <w:rsid w:val="009D1E02"/>
    <w:rsid w:val="009E07F4"/>
    <w:rsid w:val="009F392E"/>
    <w:rsid w:val="00A004F4"/>
    <w:rsid w:val="00A1284C"/>
    <w:rsid w:val="00A167FC"/>
    <w:rsid w:val="00A32FB8"/>
    <w:rsid w:val="00A34313"/>
    <w:rsid w:val="00A44328"/>
    <w:rsid w:val="00A44890"/>
    <w:rsid w:val="00A6177B"/>
    <w:rsid w:val="00A66136"/>
    <w:rsid w:val="00A71397"/>
    <w:rsid w:val="00A82E93"/>
    <w:rsid w:val="00AA4CBB"/>
    <w:rsid w:val="00AA65FA"/>
    <w:rsid w:val="00AA7351"/>
    <w:rsid w:val="00AB0437"/>
    <w:rsid w:val="00AB5E31"/>
    <w:rsid w:val="00AD056F"/>
    <w:rsid w:val="00AD2773"/>
    <w:rsid w:val="00AD6731"/>
    <w:rsid w:val="00AE1DDE"/>
    <w:rsid w:val="00B15B5E"/>
    <w:rsid w:val="00B15D0D"/>
    <w:rsid w:val="00B23CA3"/>
    <w:rsid w:val="00B34028"/>
    <w:rsid w:val="00B3491A"/>
    <w:rsid w:val="00B45E9E"/>
    <w:rsid w:val="00B5126E"/>
    <w:rsid w:val="00B51527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3946"/>
    <w:rsid w:val="00C30759"/>
    <w:rsid w:val="00C4215A"/>
    <w:rsid w:val="00C44F6A"/>
    <w:rsid w:val="00C539C2"/>
    <w:rsid w:val="00C54362"/>
    <w:rsid w:val="00C7047C"/>
    <w:rsid w:val="00C727E5"/>
    <w:rsid w:val="00C73072"/>
    <w:rsid w:val="00C8207D"/>
    <w:rsid w:val="00CB7B5A"/>
    <w:rsid w:val="00CC1E2B"/>
    <w:rsid w:val="00CC5ECC"/>
    <w:rsid w:val="00CD1FC4"/>
    <w:rsid w:val="00CE1DA5"/>
    <w:rsid w:val="00CE371D"/>
    <w:rsid w:val="00D02A4D"/>
    <w:rsid w:val="00D21061"/>
    <w:rsid w:val="00D316A7"/>
    <w:rsid w:val="00D4108E"/>
    <w:rsid w:val="00D6163D"/>
    <w:rsid w:val="00D63009"/>
    <w:rsid w:val="00D664C2"/>
    <w:rsid w:val="00D831A3"/>
    <w:rsid w:val="00D902AD"/>
    <w:rsid w:val="00DA6FFE"/>
    <w:rsid w:val="00DB5B65"/>
    <w:rsid w:val="00DC1EAE"/>
    <w:rsid w:val="00DC3110"/>
    <w:rsid w:val="00DD3B8B"/>
    <w:rsid w:val="00DD46F3"/>
    <w:rsid w:val="00DD58A6"/>
    <w:rsid w:val="00DE3E4E"/>
    <w:rsid w:val="00DE56F2"/>
    <w:rsid w:val="00DE7DAF"/>
    <w:rsid w:val="00DF116D"/>
    <w:rsid w:val="00E02EB7"/>
    <w:rsid w:val="00E10710"/>
    <w:rsid w:val="00E14AD3"/>
    <w:rsid w:val="00E66796"/>
    <w:rsid w:val="00E70681"/>
    <w:rsid w:val="00E824F1"/>
    <w:rsid w:val="00EB104F"/>
    <w:rsid w:val="00ED14BD"/>
    <w:rsid w:val="00ED2AEF"/>
    <w:rsid w:val="00EF6A2B"/>
    <w:rsid w:val="00F00E18"/>
    <w:rsid w:val="00F01440"/>
    <w:rsid w:val="00F12DEC"/>
    <w:rsid w:val="00F1715C"/>
    <w:rsid w:val="00F30255"/>
    <w:rsid w:val="00F310F8"/>
    <w:rsid w:val="00F35939"/>
    <w:rsid w:val="00F45607"/>
    <w:rsid w:val="00F579BE"/>
    <w:rsid w:val="00F64786"/>
    <w:rsid w:val="00F659EB"/>
    <w:rsid w:val="00F673DA"/>
    <w:rsid w:val="00F71F58"/>
    <w:rsid w:val="00F804A7"/>
    <w:rsid w:val="00F862D6"/>
    <w:rsid w:val="00F86BA6"/>
    <w:rsid w:val="00FC6389"/>
    <w:rsid w:val="00FD2217"/>
    <w:rsid w:val="00FD2F51"/>
    <w:rsid w:val="00FD722D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0AAC2A-B2B1-497B-87E0-631C3D4A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3713</Words>
  <Characters>21908</Characters>
  <Application>Microsoft Office Word</Application>
  <DocSecurity>0</DocSecurity>
  <Lines>182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Hošna Štěpán, Mgr.</cp:lastModifiedBy>
  <cp:revision>4</cp:revision>
  <cp:lastPrinted>2023-06-12T16:42:00Z</cp:lastPrinted>
  <dcterms:created xsi:type="dcterms:W3CDTF">2023-06-12T16:42:00Z</dcterms:created>
  <dcterms:modified xsi:type="dcterms:W3CDTF">2023-06-12T16:44:00Z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