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58155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="0056588C">
        <w:rPr>
          <w:rFonts w:ascii="Verdana" w:hAnsi="Verdana"/>
          <w:sz w:val="18"/>
          <w:szCs w:val="18"/>
        </w:rPr>
        <w:t xml:space="preserve">zakázku s názvem </w:t>
      </w:r>
      <w:r w:rsidR="0056588C" w:rsidRPr="0056588C">
        <w:rPr>
          <w:rFonts w:ascii="Verdana" w:hAnsi="Verdana"/>
          <w:b/>
          <w:sz w:val="18"/>
          <w:szCs w:val="18"/>
        </w:rPr>
        <w:t>„Pravidelný servis, revize a údržba VZT a klimatizace na objektech v obvodu OŘ Praha 2023-2025“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230" w:rsidRDefault="006A7230">
      <w:r>
        <w:separator/>
      </w:r>
    </w:p>
  </w:endnote>
  <w:endnote w:type="continuationSeparator" w:id="0">
    <w:p w:rsidR="006A7230" w:rsidRDefault="006A7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6588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6588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230" w:rsidRDefault="006A7230">
      <w:r>
        <w:separator/>
      </w:r>
    </w:p>
  </w:footnote>
  <w:footnote w:type="continuationSeparator" w:id="0">
    <w:p w:rsidR="006A7230" w:rsidRDefault="006A72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6588C"/>
    <w:rsid w:val="0057585E"/>
    <w:rsid w:val="00581554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6A7230"/>
    <w:rsid w:val="007042D7"/>
    <w:rsid w:val="0075099A"/>
    <w:rsid w:val="00756D7A"/>
    <w:rsid w:val="00771970"/>
    <w:rsid w:val="00791FB1"/>
    <w:rsid w:val="007B0A93"/>
    <w:rsid w:val="007B55B1"/>
    <w:rsid w:val="007B7F33"/>
    <w:rsid w:val="007E34A4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87BDB"/>
    <w:rsid w:val="00E92A17"/>
    <w:rsid w:val="00EA0204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FF5366C"/>
  <w15:docId w15:val="{6238C545-8B40-4087-BFE9-3144D5F0F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A33D2"/>
    <w:rsid w:val="000C4C75"/>
    <w:rsid w:val="00333A22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BD48D9-8A60-4A2C-961E-CCCEE46AE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A58A60-C5D1-4EC9-A217-F8F7777BC3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42A1AA-167A-4B4C-930D-214ED13A8F32}">
  <ds:schemaRefs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A9F2245-4FF1-4DFC-A277-6BDEE15A1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343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5</cp:revision>
  <cp:lastPrinted>2023-05-10T12:15:00Z</cp:lastPrinted>
  <dcterms:created xsi:type="dcterms:W3CDTF">2021-06-24T08:20:00Z</dcterms:created>
  <dcterms:modified xsi:type="dcterms:W3CDTF">2023-05-10T12:16:00Z</dcterms:modified>
</cp:coreProperties>
</file>