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707A1A" w:rsidRDefault="00707A1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707A1A" w:rsidRDefault="00707A1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66C5E0B9" w:rsidR="00F862D6" w:rsidRPr="0091604E" w:rsidRDefault="00FE716B" w:rsidP="0037111D">
            <w:pPr>
              <w:rPr>
                <w:highlight w:val="yellow"/>
              </w:rPr>
            </w:pPr>
            <w:r w:rsidRPr="00FE716B">
              <w:rPr>
                <w:rFonts w:ascii="Helvetica" w:hAnsi="Helvetica"/>
              </w:rPr>
              <w:t>6054/2023-SŽ-SSV-Ú3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Pr="002462C4" w:rsidRDefault="00C23946" w:rsidP="00C23946">
            <w:r w:rsidRPr="002462C4">
              <w:t>Listů/příloh</w:t>
            </w:r>
          </w:p>
        </w:tc>
        <w:tc>
          <w:tcPr>
            <w:tcW w:w="2552" w:type="dxa"/>
          </w:tcPr>
          <w:p w14:paraId="33325CAE" w14:textId="04E78C26" w:rsidR="00C23946" w:rsidRPr="002462C4" w:rsidRDefault="0009623F" w:rsidP="00C23946">
            <w:r>
              <w:t>5</w:t>
            </w:r>
            <w:r w:rsidR="00C23946" w:rsidRPr="002462C4">
              <w:t>/</w:t>
            </w:r>
            <w:r w:rsidR="002462C4" w:rsidRPr="002462C4">
              <w:t>2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00C9A6B5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06296B33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14B4AF6B" w:rsidR="00C23946" w:rsidRPr="003E6B9A" w:rsidRDefault="0014091B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16DE4E9A" w:rsidR="00C23946" w:rsidRPr="003E6B9A" w:rsidRDefault="00F22950" w:rsidP="00C23946">
            <w:bookmarkStart w:id="0" w:name="Datum"/>
            <w:r>
              <w:t>5</w:t>
            </w:r>
            <w:r w:rsidR="00AB0437">
              <w:t xml:space="preserve">. </w:t>
            </w:r>
            <w:r w:rsidR="0091604E">
              <w:t>červn</w:t>
            </w:r>
            <w:r w:rsidR="00AB0437">
              <w:t>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2F258E21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79B119CD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C23946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295BF67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337C38" w14:textId="77777777" w:rsidR="006B0AB7" w:rsidRDefault="006B0AB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A0F5D" w14:textId="229744B4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0AFB3A15" w14:textId="77777777" w:rsidR="0091604E" w:rsidRPr="0091604E" w:rsidRDefault="0091604E" w:rsidP="0091604E">
      <w:pPr>
        <w:spacing w:after="200" w:line="276" w:lineRule="auto"/>
        <w:rPr>
          <w:rFonts w:ascii="Calibri" w:eastAsia="Times New Roman" w:hAnsi="Calibri" w:cs="Calibri"/>
          <w:sz w:val="22"/>
          <w:szCs w:val="22"/>
          <w:u w:val="single"/>
        </w:rPr>
      </w:pPr>
      <w:r w:rsidRPr="0091604E">
        <w:rPr>
          <w:rFonts w:ascii="Calibri" w:eastAsia="Times New Roman" w:hAnsi="Calibri" w:cs="Calibri"/>
          <w:sz w:val="22"/>
          <w:szCs w:val="22"/>
          <w:u w:val="single"/>
        </w:rPr>
        <w:t>SO 90-90</w:t>
      </w:r>
    </w:p>
    <w:tbl>
      <w:tblPr>
        <w:tblStyle w:val="Mkatabulky1"/>
        <w:tblW w:w="9067" w:type="dxa"/>
        <w:tblLook w:val="04A0" w:firstRow="1" w:lastRow="0" w:firstColumn="1" w:lastColumn="0" w:noHBand="0" w:noVBand="1"/>
      </w:tblPr>
      <w:tblGrid>
        <w:gridCol w:w="439"/>
        <w:gridCol w:w="1028"/>
        <w:gridCol w:w="439"/>
        <w:gridCol w:w="6073"/>
        <w:gridCol w:w="371"/>
        <w:gridCol w:w="717"/>
      </w:tblGrid>
      <w:tr w:rsidR="00FE49C1" w:rsidRPr="00FE49C1" w14:paraId="2E6ED820" w14:textId="77777777" w:rsidTr="0091604E">
        <w:trPr>
          <w:trHeight w:val="187"/>
        </w:trPr>
        <w:tc>
          <w:tcPr>
            <w:tcW w:w="439" w:type="dxa"/>
            <w:noWrap/>
            <w:hideMark/>
          </w:tcPr>
          <w:p w14:paraId="62EFFF8F" w14:textId="77777777" w:rsidR="0091604E" w:rsidRPr="00FE49C1" w:rsidRDefault="0091604E" w:rsidP="009160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1028" w:type="dxa"/>
            <w:noWrap/>
            <w:hideMark/>
          </w:tcPr>
          <w:p w14:paraId="2C2BF92D" w14:textId="77777777" w:rsidR="0091604E" w:rsidRPr="00FE49C1" w:rsidRDefault="0091604E" w:rsidP="0091604E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R015680</w:t>
            </w:r>
          </w:p>
        </w:tc>
        <w:tc>
          <w:tcPr>
            <w:tcW w:w="439" w:type="dxa"/>
            <w:noWrap/>
            <w:hideMark/>
          </w:tcPr>
          <w:p w14:paraId="2E03003A" w14:textId="77777777" w:rsidR="0091604E" w:rsidRPr="00FE49C1" w:rsidRDefault="0091604E" w:rsidP="0091604E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6082" w:type="dxa"/>
            <w:hideMark/>
          </w:tcPr>
          <w:p w14:paraId="442C727C" w14:textId="77777777" w:rsidR="0091604E" w:rsidRPr="00FE49C1" w:rsidRDefault="0091604E" w:rsidP="0091604E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LIKVIDACI ODPADŮ NEBEZPEČNÝCH – 16 06 05* JINÉ BATERIE A AKUMULÁTORY (NAPŘ. S LITHIEM), VČETNĚ DOPRAVY</w:t>
            </w:r>
          </w:p>
        </w:tc>
        <w:tc>
          <w:tcPr>
            <w:tcW w:w="371" w:type="dxa"/>
            <w:noWrap/>
            <w:hideMark/>
          </w:tcPr>
          <w:p w14:paraId="7830C879" w14:textId="77777777" w:rsidR="0091604E" w:rsidRPr="00FE49C1" w:rsidRDefault="0091604E" w:rsidP="009160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708" w:type="dxa"/>
            <w:noWrap/>
            <w:hideMark/>
          </w:tcPr>
          <w:p w14:paraId="0287CA77" w14:textId="77777777" w:rsidR="0091604E" w:rsidRPr="00FE49C1" w:rsidRDefault="0091604E" w:rsidP="0091604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3,000</w:t>
            </w:r>
          </w:p>
        </w:tc>
      </w:tr>
    </w:tbl>
    <w:p w14:paraId="0006F81C" w14:textId="29550F86" w:rsidR="0091604E" w:rsidRPr="00FE49C1" w:rsidRDefault="0091604E" w:rsidP="0091604E">
      <w:pPr>
        <w:spacing w:after="0" w:line="276" w:lineRule="auto"/>
        <w:rPr>
          <w:rFonts w:eastAsia="Times New Roman" w:cs="Calibri"/>
        </w:rPr>
      </w:pPr>
      <w:r w:rsidRPr="00FE49C1">
        <w:rPr>
          <w:rFonts w:eastAsia="Times New Roman" w:cs="Calibri"/>
        </w:rPr>
        <w:t>Domníváme se, že je tato položka chybně nazvaná, správně by se zde měla nacházet položka odpadu z objektu SO 03-15-01:</w:t>
      </w:r>
    </w:p>
    <w:tbl>
      <w:tblPr>
        <w:tblStyle w:val="Mkatabulky1"/>
        <w:tblW w:w="9067" w:type="dxa"/>
        <w:tblLook w:val="04A0" w:firstRow="1" w:lastRow="0" w:firstColumn="1" w:lastColumn="0" w:noHBand="0" w:noVBand="1"/>
      </w:tblPr>
      <w:tblGrid>
        <w:gridCol w:w="1028"/>
        <w:gridCol w:w="439"/>
        <w:gridCol w:w="6511"/>
        <w:gridCol w:w="372"/>
        <w:gridCol w:w="717"/>
      </w:tblGrid>
      <w:tr w:rsidR="00FE49C1" w:rsidRPr="00FE49C1" w14:paraId="13E6EEB8" w14:textId="77777777" w:rsidTr="0091604E">
        <w:trPr>
          <w:trHeight w:val="152"/>
        </w:trPr>
        <w:tc>
          <w:tcPr>
            <w:tcW w:w="1028" w:type="dxa"/>
            <w:noWrap/>
            <w:hideMark/>
          </w:tcPr>
          <w:p w14:paraId="2668FF26" w14:textId="77777777" w:rsidR="0091604E" w:rsidRPr="00FE49C1" w:rsidRDefault="0091604E" w:rsidP="0091604E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R015680</w:t>
            </w:r>
          </w:p>
        </w:tc>
        <w:tc>
          <w:tcPr>
            <w:tcW w:w="439" w:type="dxa"/>
            <w:noWrap/>
            <w:hideMark/>
          </w:tcPr>
          <w:p w14:paraId="25111865" w14:textId="77777777" w:rsidR="0091604E" w:rsidRPr="00FE49C1" w:rsidRDefault="0091604E" w:rsidP="0091604E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90</w:t>
            </w:r>
          </w:p>
        </w:tc>
        <w:tc>
          <w:tcPr>
            <w:tcW w:w="6511" w:type="dxa"/>
            <w:hideMark/>
          </w:tcPr>
          <w:p w14:paraId="1BE195AA" w14:textId="77777777" w:rsidR="0091604E" w:rsidRPr="00FE49C1" w:rsidRDefault="0091604E" w:rsidP="0091604E">
            <w:pPr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POPLATKY ZA LIKVIDACI ODPADŮ NEBEZPEČNÝCH –  17 06 05* STAVEBNÍ MATERIÁLY OBSAHUJÍCÍ AZBEST, VČETNĚ DOPRAVY</w:t>
            </w:r>
          </w:p>
        </w:tc>
        <w:tc>
          <w:tcPr>
            <w:tcW w:w="372" w:type="dxa"/>
            <w:noWrap/>
            <w:hideMark/>
          </w:tcPr>
          <w:p w14:paraId="38374C5C" w14:textId="77777777" w:rsidR="0091604E" w:rsidRPr="00FE49C1" w:rsidRDefault="0091604E" w:rsidP="0091604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717" w:type="dxa"/>
            <w:noWrap/>
            <w:hideMark/>
          </w:tcPr>
          <w:p w14:paraId="3C7948B4" w14:textId="77777777" w:rsidR="0091604E" w:rsidRPr="00FE49C1" w:rsidRDefault="0091604E" w:rsidP="0091604E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FE49C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3,000</w:t>
            </w:r>
          </w:p>
        </w:tc>
      </w:tr>
    </w:tbl>
    <w:p w14:paraId="489D8971" w14:textId="42CE2FC4" w:rsidR="0091604E" w:rsidRPr="00FE49C1" w:rsidRDefault="0091604E" w:rsidP="0091604E">
      <w:pPr>
        <w:spacing w:after="200" w:line="276" w:lineRule="auto"/>
        <w:rPr>
          <w:rFonts w:ascii="Calibri" w:eastAsia="Times New Roman" w:hAnsi="Calibri" w:cs="Calibri"/>
          <w:sz w:val="22"/>
          <w:szCs w:val="22"/>
        </w:rPr>
      </w:pPr>
      <w:r w:rsidRPr="00FE49C1">
        <w:rPr>
          <w:rFonts w:ascii="Calibri" w:eastAsia="Times New Roman" w:hAnsi="Calibri" w:cs="Calibri"/>
          <w:sz w:val="22"/>
          <w:szCs w:val="22"/>
        </w:rPr>
        <w:t>Žádáme zadavatele o prověření.</w:t>
      </w:r>
    </w:p>
    <w:p w14:paraId="1A418839" w14:textId="77777777" w:rsidR="00BD5319" w:rsidRPr="006B0AB7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bookmarkStart w:id="1" w:name="_Hlk136506188"/>
      <w:r w:rsidRPr="006B0AB7">
        <w:rPr>
          <w:rFonts w:eastAsia="Calibri" w:cs="Times New Roman"/>
          <w:b/>
          <w:lang w:eastAsia="cs-CZ"/>
        </w:rPr>
        <w:t xml:space="preserve">Odpověď: </w:t>
      </w:r>
    </w:p>
    <w:p w14:paraId="5788FBF3" w14:textId="08C68641" w:rsidR="00EF6A2B" w:rsidRPr="006B0AB7" w:rsidRDefault="002E695F" w:rsidP="00232DA1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6B0AB7">
        <w:rPr>
          <w:rFonts w:eastAsia="Calibri" w:cs="Times New Roman"/>
          <w:i/>
          <w:lang w:eastAsia="cs-CZ"/>
        </w:rPr>
        <w:t xml:space="preserve">Název položky </w:t>
      </w:r>
      <w:r w:rsidR="00817D79" w:rsidRPr="006B0AB7">
        <w:rPr>
          <w:rFonts w:eastAsia="Calibri" w:cs="Times New Roman"/>
          <w:i/>
          <w:lang w:eastAsia="cs-CZ"/>
        </w:rPr>
        <w:t xml:space="preserve">R015680 </w:t>
      </w:r>
      <w:r w:rsidRPr="006B0AB7">
        <w:rPr>
          <w:rFonts w:eastAsia="Calibri" w:cs="Times New Roman"/>
          <w:i/>
          <w:lang w:eastAsia="cs-CZ"/>
        </w:rPr>
        <w:t xml:space="preserve">v objektu SO 90-90 byl opraven. Správně má být název </w:t>
      </w:r>
      <w:r w:rsidR="00817D79" w:rsidRPr="006B0AB7">
        <w:rPr>
          <w:rFonts w:eastAsia="Calibri" w:cs="Times New Roman"/>
          <w:i/>
          <w:lang w:eastAsia="cs-CZ"/>
        </w:rPr>
        <w:t xml:space="preserve">této položky </w:t>
      </w:r>
      <w:r w:rsidRPr="006B0AB7">
        <w:rPr>
          <w:rFonts w:eastAsia="Calibri" w:cs="Times New Roman"/>
          <w:i/>
          <w:lang w:eastAsia="cs-CZ"/>
        </w:rPr>
        <w:t>dle SO 03-15-01 a to:</w:t>
      </w:r>
    </w:p>
    <w:p w14:paraId="6DE0CAEF" w14:textId="3FA7560C" w:rsidR="002E695F" w:rsidRPr="006B0AB7" w:rsidRDefault="002E695F" w:rsidP="00817D79">
      <w:pPr>
        <w:pStyle w:val="Odstavecseseznamem"/>
        <w:numPr>
          <w:ilvl w:val="0"/>
          <w:numId w:val="8"/>
        </w:numPr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6B0AB7">
        <w:rPr>
          <w:rFonts w:ascii="Arial" w:eastAsia="Times New Roman" w:hAnsi="Arial" w:cs="Arial"/>
          <w:sz w:val="20"/>
          <w:szCs w:val="20"/>
          <w:lang w:eastAsia="cs-CZ"/>
        </w:rPr>
        <w:t>POPLATKY ZA LIKVIDACI ODPADŮ NEBEZPEČNÝCH –  17 06 05* STAVEBNÍ MATERIÁLY OBSAHUJÍCÍ AZBEST, VČETNĚ DOPRAVY</w:t>
      </w:r>
    </w:p>
    <w:p w14:paraId="119CCF5F" w14:textId="5A4DC306" w:rsidR="007D7702" w:rsidRPr="00FE49C1" w:rsidRDefault="007D7702" w:rsidP="007D7702">
      <w:pPr>
        <w:pStyle w:val="Odstavecseseznamem"/>
        <w:ind w:left="0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6B0AB7">
        <w:rPr>
          <w:rFonts w:ascii="Arial" w:eastAsia="Times New Roman" w:hAnsi="Arial" w:cs="Arial"/>
          <w:i/>
          <w:sz w:val="20"/>
          <w:szCs w:val="20"/>
          <w:lang w:eastAsia="cs-CZ"/>
        </w:rPr>
        <w:t xml:space="preserve">Přikládáme opravený </w:t>
      </w:r>
      <w:r w:rsidRPr="00FE49C1">
        <w:rPr>
          <w:rFonts w:ascii="Arial" w:eastAsia="Times New Roman" w:hAnsi="Arial" w:cs="Arial"/>
          <w:i/>
          <w:sz w:val="20"/>
          <w:szCs w:val="20"/>
          <w:lang w:eastAsia="cs-CZ"/>
        </w:rPr>
        <w:t>výkaz výměr k ocenění „SO 90-90_ZD č.1_02062023.xlsx“ a „Soupis prací_Královo Pole_ZD č.1_02062023.xml“.</w:t>
      </w:r>
    </w:p>
    <w:p w14:paraId="743FB1B1" w14:textId="77777777" w:rsidR="002462C4" w:rsidRPr="00FE49C1" w:rsidRDefault="002462C4" w:rsidP="007D7702">
      <w:pPr>
        <w:pStyle w:val="Odstavecseseznamem"/>
        <w:ind w:left="0"/>
        <w:rPr>
          <w:rFonts w:ascii="Arial" w:eastAsia="Times New Roman" w:hAnsi="Arial" w:cs="Arial"/>
          <w:sz w:val="20"/>
          <w:szCs w:val="20"/>
          <w:lang w:eastAsia="cs-CZ"/>
        </w:rPr>
      </w:pPr>
    </w:p>
    <w:bookmarkEnd w:id="1"/>
    <w:p w14:paraId="708C7804" w14:textId="7A126371" w:rsidR="0091604E" w:rsidRPr="00FE49C1" w:rsidRDefault="0091604E" w:rsidP="0091604E">
      <w:pPr>
        <w:spacing w:after="0" w:line="240" w:lineRule="auto"/>
        <w:rPr>
          <w:rFonts w:eastAsia="Calibri" w:cs="Times New Roman"/>
          <w:b/>
          <w:lang w:eastAsia="cs-CZ"/>
        </w:rPr>
      </w:pPr>
      <w:r w:rsidRPr="00FE49C1">
        <w:rPr>
          <w:rFonts w:eastAsia="Calibri" w:cs="Times New Roman"/>
          <w:b/>
          <w:lang w:eastAsia="cs-CZ"/>
        </w:rPr>
        <w:t>Dotaz č. 2:</w:t>
      </w:r>
    </w:p>
    <w:p w14:paraId="5D05B81C" w14:textId="77777777" w:rsidR="0091604E" w:rsidRPr="00FE49C1" w:rsidRDefault="0091604E" w:rsidP="0091604E">
      <w:pPr>
        <w:spacing w:after="0" w:line="276" w:lineRule="auto"/>
        <w:rPr>
          <w:rFonts w:asciiTheme="majorHAnsi" w:eastAsia="Times New Roman" w:hAnsiTheme="majorHAnsi" w:cs="Calibri"/>
          <w:u w:val="single"/>
        </w:rPr>
      </w:pPr>
      <w:r w:rsidRPr="00FE49C1">
        <w:rPr>
          <w:rFonts w:asciiTheme="majorHAnsi" w:eastAsia="Times New Roman" w:hAnsiTheme="majorHAnsi" w:cs="Calibri"/>
          <w:u w:val="single"/>
        </w:rPr>
        <w:t>SO 90-90</w:t>
      </w:r>
    </w:p>
    <w:p w14:paraId="452EEB66" w14:textId="63470C99" w:rsidR="0091604E" w:rsidRDefault="0091604E" w:rsidP="0091604E">
      <w:pPr>
        <w:spacing w:after="0" w:line="276" w:lineRule="auto"/>
        <w:rPr>
          <w:rFonts w:asciiTheme="majorHAnsi" w:eastAsia="Times New Roman" w:hAnsiTheme="majorHAnsi" w:cs="Calibri"/>
        </w:rPr>
      </w:pPr>
      <w:r w:rsidRPr="00FE49C1">
        <w:rPr>
          <w:rFonts w:asciiTheme="majorHAnsi" w:eastAsia="Times New Roman" w:hAnsiTheme="majorHAnsi" w:cs="Calibri"/>
        </w:rPr>
        <w:t xml:space="preserve">Celkové množství odpadu v objektu SO 90-90 se u některých druhů odpadu liší od vysčítaného evidenčního množství odpadů </w:t>
      </w:r>
      <w:r w:rsidRPr="0091604E">
        <w:rPr>
          <w:rFonts w:asciiTheme="majorHAnsi" w:eastAsia="Times New Roman" w:hAnsiTheme="majorHAnsi" w:cs="Calibri"/>
        </w:rPr>
        <w:t>v jednotlivých PS a SO.</w:t>
      </w:r>
    </w:p>
    <w:tbl>
      <w:tblPr>
        <w:tblW w:w="864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373"/>
        <w:gridCol w:w="4390"/>
        <w:gridCol w:w="460"/>
        <w:gridCol w:w="1087"/>
        <w:gridCol w:w="1403"/>
      </w:tblGrid>
      <w:tr w:rsidR="00707A1A" w:rsidRPr="005B140F" w14:paraId="64054B8C" w14:textId="77777777" w:rsidTr="00707A1A">
        <w:trPr>
          <w:trHeight w:val="462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B42CCC9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kód odpadu</w:t>
            </w:r>
          </w:p>
        </w:tc>
        <w:tc>
          <w:tcPr>
            <w:tcW w:w="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extDirection w:val="btLr"/>
            <w:vAlign w:val="center"/>
            <w:hideMark/>
          </w:tcPr>
          <w:p w14:paraId="5CB7202C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kat.</w:t>
            </w:r>
          </w:p>
        </w:tc>
        <w:tc>
          <w:tcPr>
            <w:tcW w:w="44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85A1A10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název odpadu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3A6CF19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m.j.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163D284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Množství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v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SO 90-90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D8FE307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Množství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 xml:space="preserve"> v 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br/>
              <w:t>PS a SO</w:t>
            </w:r>
          </w:p>
        </w:tc>
      </w:tr>
      <w:tr w:rsidR="00707A1A" w:rsidRPr="005B140F" w14:paraId="3EE5BAA3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0290E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17 05 04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C6D7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0E4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VYTĚŽENÉ ZEMINY A HORNINY - I. TŘÍDA TĚŽITELNOSTI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BFE2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2D12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148 934,960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B01EC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148 934,954</w:t>
            </w:r>
          </w:p>
        </w:tc>
      </w:tr>
      <w:tr w:rsidR="00707A1A" w:rsidRPr="005B140F" w14:paraId="1E4E9F8F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DB74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17 05 04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BB9F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8B5E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VYTĚŽENÉ ZEMINY A HORNINY - II. TŘÍDA TĚŽITELNOSTI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16F5D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A10F0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8 249,720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8BF9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8 249,720</w:t>
            </w:r>
          </w:p>
        </w:tc>
      </w:tr>
      <w:tr w:rsidR="00707A1A" w:rsidRPr="005B140F" w14:paraId="38C1FDE9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EB18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17 05 04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CFC4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2FB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VYTĚŽENÉ ZEMINY A HORNINY - III. TŘÍDA TĚŽITELNOSTI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BBC7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91FE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1 504,000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988CE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1 504,000</w:t>
            </w:r>
          </w:p>
        </w:tc>
      </w:tr>
      <w:tr w:rsidR="00707A1A" w:rsidRPr="005B140F" w14:paraId="6908D246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9A88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17 01 07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007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A8E6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STAVEBNÍ A DEMOLIČNÍ SUŤ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03BB9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FC93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11 034,458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8179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11 034,458</w:t>
            </w:r>
          </w:p>
        </w:tc>
      </w:tr>
      <w:tr w:rsidR="00707A1A" w:rsidRPr="005B140F" w14:paraId="423D25D5" w14:textId="77777777" w:rsidTr="00707A1A">
        <w:trPr>
          <w:trHeight w:val="21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C70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lastRenderedPageBreak/>
              <w:t>17 09 04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B6490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95F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SMĚSNÉ STAVEBNÍ A DEMOLIČNÍ ODPADY Z INTERIÉRŮ BUDOV, RÁMY OKEN SE SKLENĚNOU VÝPLNÍ,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3024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BD01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0,570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4A6BA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0,570</w:t>
            </w:r>
          </w:p>
        </w:tc>
      </w:tr>
      <w:tr w:rsidR="00707A1A" w:rsidRPr="005B140F" w14:paraId="2BBFF708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2463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17 03 02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B2CB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04DE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VYBOURANÝ ASFALTOVÝ BETON BEZ DEHTU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47A70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E09A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1 668,825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20FA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1 668,825</w:t>
            </w:r>
          </w:p>
        </w:tc>
      </w:tr>
      <w:tr w:rsidR="00707A1A" w:rsidRPr="005B140F" w14:paraId="0AE92B79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4AA12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17 01 01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6F45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984A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BETON Z DEMOLIC OBJEKTŮ, ZÁKLADŮ TV, KŮLY A SLOUPY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909C8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E84B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16 296,509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4648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16 296,510</w:t>
            </w:r>
          </w:p>
        </w:tc>
      </w:tr>
      <w:tr w:rsidR="00707A1A" w:rsidRPr="005B140F" w14:paraId="2E02C256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896A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17 05 08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573C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7BC6A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ŠTĚRK Z KOLEJIŠTĚ (ODPAD PO RECYKLACI)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F28B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95A3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cs-CZ"/>
              </w:rPr>
              <w:t>28 503,200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7191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  <w:t>5 960,180</w:t>
            </w:r>
          </w:p>
        </w:tc>
      </w:tr>
      <w:tr w:rsidR="00707A1A" w:rsidRPr="005B140F" w14:paraId="42D1058E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61DFB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02 01 03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FDA0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BBFE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SMÝCENÉ STROMY A KEŘE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6C315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6E53B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2 066,500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4D1C9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2 066,200</w:t>
            </w:r>
          </w:p>
        </w:tc>
      </w:tr>
      <w:tr w:rsidR="00707A1A" w:rsidRPr="005B140F" w14:paraId="7315071A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E40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17 02 01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2A1B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F272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DŘEVO PO STAVEBNÍM POUŽITÍ, Z DEMOLIC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7F8CB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08DD6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8,083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41F5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8,083</w:t>
            </w:r>
          </w:p>
        </w:tc>
      </w:tr>
      <w:tr w:rsidR="00707A1A" w:rsidRPr="005B140F" w14:paraId="0990A1CA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6C0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17 01 01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22A13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C7DC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ŽELEZNIČNÍ PRAŽCE BETONOVÉ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1C2A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9378C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5 911,724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4C9DC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5 954,491</w:t>
            </w:r>
          </w:p>
        </w:tc>
      </w:tr>
      <w:tr w:rsidR="00707A1A" w:rsidRPr="005B140F" w14:paraId="254D67C5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83F3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16 02 14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1B248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460E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TRAFO BEZ NÁPLNĚ PCB A ŠKODLIVIN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4F04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34AE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14,200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C416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14,200</w:t>
            </w:r>
          </w:p>
        </w:tc>
      </w:tr>
      <w:tr w:rsidR="00707A1A" w:rsidRPr="005B140F" w14:paraId="472B5477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2BA00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20 03 01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45C7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AA7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SMĚSNÝ KOMUNÁLNÍ ODPAD,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BD33A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27DE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2,789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D5AA4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2,356</w:t>
            </w:r>
          </w:p>
        </w:tc>
      </w:tr>
      <w:tr w:rsidR="00707A1A" w:rsidRPr="005B140F" w14:paraId="6A1AC3E4" w14:textId="77777777" w:rsidTr="00707A1A">
        <w:trPr>
          <w:trHeight w:val="21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4420E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17 02 03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F15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AA23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PLASTY: POLYETYLÉNOVÉ PODLOŽKY (ŽEL. SVRŠEK), HDPE TRUBKY, KANALIZAČNÍ TRUBKY,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CF382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8032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cs-CZ"/>
              </w:rPr>
              <w:t>96,553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B9F4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  <w:t>16,236</w:t>
            </w:r>
          </w:p>
        </w:tc>
      </w:tr>
      <w:tr w:rsidR="00707A1A" w:rsidRPr="005B140F" w14:paraId="30AD4048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0495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07 02 99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7A2F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21D7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PRYŽOVÉ PODLOŽKY (ŽEL. SVRŠEK),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2CA7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DC9C6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highlight w:val="yellow"/>
                <w:lang w:eastAsia="cs-CZ"/>
              </w:rPr>
              <w:t>87,790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2993A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highlight w:val="yellow"/>
                <w:lang w:eastAsia="cs-CZ"/>
              </w:rPr>
              <w:t>8,073</w:t>
            </w:r>
          </w:p>
        </w:tc>
      </w:tr>
      <w:tr w:rsidR="00707A1A" w:rsidRPr="005B140F" w14:paraId="28A1477B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7C787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17 01 03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3074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A4A3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IZOLÁTORY PORCELÁNOVÉ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E5FF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926E1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19,100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44E8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19,100</w:t>
            </w:r>
          </w:p>
        </w:tc>
      </w:tr>
      <w:tr w:rsidR="00707A1A" w:rsidRPr="005B140F" w14:paraId="4997F9C2" w14:textId="77777777" w:rsidTr="00707A1A">
        <w:trPr>
          <w:trHeight w:val="21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0134C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16 02 14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2DBE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916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ELEKTROŠROT (VYŘAZENÁ ELEKTRICKÁ ZAŘÍZENÍ A PŘÍSTROJE),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5C9C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A310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38,310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8736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38,310</w:t>
            </w:r>
          </w:p>
        </w:tc>
      </w:tr>
      <w:tr w:rsidR="00707A1A" w:rsidRPr="005B140F" w14:paraId="339BACC6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6AD4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17 06 04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41AC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4A97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ZBYTKY IZOLAČNÍCH MATERIÁLŮ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E33EF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30B1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BA1C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0,100</w:t>
            </w:r>
          </w:p>
        </w:tc>
      </w:tr>
      <w:tr w:rsidR="00707A1A" w:rsidRPr="005B140F" w14:paraId="6848E83E" w14:textId="77777777" w:rsidTr="00707A1A">
        <w:trPr>
          <w:trHeight w:val="21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FF148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17 05 07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50B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61C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ŠTĚRK Z KOLEJIŠTĚ (VÝHYBKY) LOKÁLNĚ ZNEČIŠTĚNÁ NEBEZPEČNÝMI LÁTKAMI (NAPŘ. As, Pb) - SKLÁDKA S-NO,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EFF96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C222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655F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5,000</w:t>
            </w:r>
          </w:p>
        </w:tc>
      </w:tr>
      <w:tr w:rsidR="00707A1A" w:rsidRPr="005B140F" w14:paraId="2C51B6E7" w14:textId="77777777" w:rsidTr="00707A1A">
        <w:trPr>
          <w:trHeight w:val="21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8098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17 05 03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1A8B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F95F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ZEMINA Z KOLEJIŠTĚ (VÝHYBKY) LOKÁLNĚ ZNEČIŠTĚNÁ ROPNÝMI LÁTKAMI - BIODEGRADACE,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9829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5740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33 017,000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23EA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33 016,521</w:t>
            </w:r>
          </w:p>
        </w:tc>
      </w:tr>
      <w:tr w:rsidR="00707A1A" w:rsidRPr="005B140F" w14:paraId="42958ACD" w14:textId="77777777" w:rsidTr="00707A1A">
        <w:trPr>
          <w:trHeight w:val="21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28F2A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17 05 03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B1087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F5D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ZEMINA Z KOLEJIŠTĚ (VÝHYBKY) LOKÁLNĚ ZNEČIŠTĚNÁ NEBEZPEČNÝMI LÁTKAMI (NAPŘ. As, Pb) - SKLÁDKA S-NO,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4269E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777A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2 082,000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67BBB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2 081,975</w:t>
            </w:r>
          </w:p>
        </w:tc>
      </w:tr>
      <w:tr w:rsidR="00707A1A" w:rsidRPr="005B140F" w14:paraId="060530BA" w14:textId="77777777" w:rsidTr="00707A1A">
        <w:trPr>
          <w:trHeight w:val="21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ABA74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17 02 04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E822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1AB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ŽELEZNIČNÍ PRAŽCE DŘEVĚNÉ, KŮLY A SLOUPY DŘEVĚNÉ, MOSTNICE - IMPREGNACE NEBEZPEČNÝMI LÁTKAMI,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F1CB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2B045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255,300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11166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255,287</w:t>
            </w:r>
          </w:p>
        </w:tc>
      </w:tr>
      <w:tr w:rsidR="00707A1A" w:rsidRPr="005B140F" w14:paraId="220E662F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0BAB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17 04 09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B4628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5EB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KOVOVÝ ODPAD (VÝHYBKY) ZNEČIŠTĚNÉ MAZADLY,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B227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5EEE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80,000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A55C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80,000</w:t>
            </w:r>
          </w:p>
        </w:tc>
      </w:tr>
      <w:tr w:rsidR="00707A1A" w:rsidRPr="005B140F" w14:paraId="2EBA9858" w14:textId="77777777" w:rsidTr="00707A1A">
        <w:trPr>
          <w:trHeight w:val="21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CF8D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17 03 01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109B8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CC35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ASFALTOVÉ SMĚSI OBSAHUJÍCÍ DEHET (VOZOVKA, IZOLACE, STAVEBNÍ NÁTĚRY),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CEA77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BAF91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213,585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53CD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213,585</w:t>
            </w:r>
          </w:p>
        </w:tc>
      </w:tr>
      <w:tr w:rsidR="00707A1A" w:rsidRPr="005B140F" w14:paraId="31C644B2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3CA3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16 06 01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A1CCC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F80F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OLOVĚNÉ AKUMULÁTORY,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9EA7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4550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0,330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BCF7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0,330</w:t>
            </w:r>
          </w:p>
        </w:tc>
      </w:tr>
      <w:tr w:rsidR="00707A1A" w:rsidRPr="005B140F" w14:paraId="6044EAB3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28F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16 06 02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96CD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EEBE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NIKL - KADMIOVÉ BATERIE A AKUMULÁTORY,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2D8AD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F1CAC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B253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0,130</w:t>
            </w:r>
          </w:p>
        </w:tc>
      </w:tr>
      <w:tr w:rsidR="00707A1A" w:rsidRPr="005B140F" w14:paraId="46923AAB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CB8FB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16 06 05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5ADC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966A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JINÉ BATERIE A AKUMULÁTORY (NAPŘ. S LITHIEM),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6150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F6D4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0,130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08C5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0,130</w:t>
            </w:r>
          </w:p>
        </w:tc>
      </w:tr>
      <w:tr w:rsidR="00707A1A" w:rsidRPr="005B140F" w14:paraId="52312361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8870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16 06 05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141E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N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9E3D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JINÉ BATERIE A AKUMULÁTORY (NAPŘ. S LITHIEM),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F4DC0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6C14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3,000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D3759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AZBEST?</w:t>
            </w:r>
          </w:p>
        </w:tc>
      </w:tr>
      <w:tr w:rsidR="00707A1A" w:rsidRPr="005B140F" w14:paraId="67F2CBC0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161B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17 04 05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E9CA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DE60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ŽELEZNÝ A OCELOVÝ ŠROT,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C33E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20E79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965,501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1EFA1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965,482</w:t>
            </w:r>
          </w:p>
        </w:tc>
      </w:tr>
      <w:tr w:rsidR="00707A1A" w:rsidRPr="005B140F" w14:paraId="35817C01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83E7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17 04 07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181F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49FB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ŠROT SMĚSNÝCH KOVŮ,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9119A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1EAE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0,546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6DBF8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0,546</w:t>
            </w:r>
          </w:p>
        </w:tc>
      </w:tr>
      <w:tr w:rsidR="00707A1A" w:rsidRPr="005B140F" w14:paraId="348B53D7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1412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17 04 01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1CAFB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F438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ODPAD MĚDI A JEJÍCH SLITIN,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FE0E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46B7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24,000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995F9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24,000</w:t>
            </w:r>
          </w:p>
        </w:tc>
      </w:tr>
      <w:tr w:rsidR="00707A1A" w:rsidRPr="005B140F" w14:paraId="6494CFDF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2589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17 04 11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8EF15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CB33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KABELY A VODIČE BEZ NEBEZPEČNÝCH LÁTEK,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843D0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45B4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22,310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B446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22,310</w:t>
            </w:r>
          </w:p>
        </w:tc>
      </w:tr>
      <w:tr w:rsidR="00707A1A" w:rsidRPr="005B140F" w14:paraId="476E173A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9453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15 01 02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06BA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C77D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OBALY PLASTOVÉ,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EFE9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8DE4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6,662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5245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6,437</w:t>
            </w:r>
          </w:p>
        </w:tc>
      </w:tr>
      <w:tr w:rsidR="00707A1A" w:rsidRPr="005B140F" w14:paraId="1788AF5F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F711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15 01 01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2FB4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ECEC7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OBALY PAPÍROVÉ,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F7F97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686C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1,841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C349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1,611</w:t>
            </w:r>
          </w:p>
        </w:tc>
      </w:tr>
      <w:tr w:rsidR="00707A1A" w:rsidRPr="005B140F" w14:paraId="371B9DD3" w14:textId="77777777" w:rsidTr="00707A1A">
        <w:trPr>
          <w:trHeight w:val="10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A00F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15 01 03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4367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</w:t>
            </w:r>
          </w:p>
        </w:tc>
        <w:tc>
          <w:tcPr>
            <w:tcW w:w="4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AC3F" w14:textId="77777777" w:rsidR="00707A1A" w:rsidRPr="005B140F" w:rsidRDefault="00707A1A" w:rsidP="00707A1A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OBALY DŘEVĚNÉ, VČETNĚ DOPRAVY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C108" w14:textId="77777777" w:rsidR="00707A1A" w:rsidRPr="005B140F" w:rsidRDefault="00707A1A" w:rsidP="00707A1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T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2912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000000"/>
                <w:sz w:val="20"/>
                <w:szCs w:val="20"/>
                <w:lang w:eastAsia="cs-CZ"/>
              </w:rPr>
              <w:t>0,710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773A" w14:textId="77777777" w:rsidR="00707A1A" w:rsidRPr="005B140F" w:rsidRDefault="00707A1A" w:rsidP="00707A1A">
            <w:pPr>
              <w:spacing w:after="0" w:line="240" w:lineRule="auto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</w:pPr>
            <w:r w:rsidRPr="005B140F">
              <w:rPr>
                <w:rFonts w:ascii="Arial" w:hAnsi="Arial" w:cs="Arial"/>
                <w:color w:val="FF0000"/>
                <w:sz w:val="20"/>
                <w:szCs w:val="20"/>
                <w:lang w:eastAsia="cs-CZ"/>
              </w:rPr>
              <w:t>0,490</w:t>
            </w:r>
          </w:p>
        </w:tc>
      </w:tr>
    </w:tbl>
    <w:p w14:paraId="1C328B47" w14:textId="20AD9016" w:rsidR="0091604E" w:rsidRDefault="0091604E" w:rsidP="0091604E">
      <w:pPr>
        <w:spacing w:after="200" w:line="276" w:lineRule="auto"/>
        <w:rPr>
          <w:rFonts w:asciiTheme="majorHAnsi" w:eastAsia="Times New Roman" w:hAnsiTheme="majorHAnsi" w:cs="Calibri"/>
        </w:rPr>
      </w:pPr>
      <w:r w:rsidRPr="0091604E">
        <w:rPr>
          <w:rFonts w:ascii="Calibri" w:eastAsia="Times New Roman" w:hAnsi="Calibri" w:cs="Calibri"/>
          <w:i/>
          <w:iCs/>
        </w:rPr>
        <w:t>Tab.1 – seznam odpadů vycházející z SO 90-90 a porovnání s celkovým množstvím odpadů z jednotlivých PS/SO</w:t>
      </w:r>
    </w:p>
    <w:p w14:paraId="3DD3E978" w14:textId="451C3F7C" w:rsidR="0091604E" w:rsidRPr="002B737A" w:rsidRDefault="0091604E" w:rsidP="0091604E">
      <w:pPr>
        <w:spacing w:after="200" w:line="276" w:lineRule="auto"/>
        <w:rPr>
          <w:rFonts w:asciiTheme="majorHAnsi" w:eastAsia="Times New Roman" w:hAnsiTheme="majorHAnsi" w:cs="Calibri"/>
        </w:rPr>
      </w:pPr>
      <w:r w:rsidRPr="0091604E">
        <w:rPr>
          <w:rFonts w:asciiTheme="majorHAnsi" w:eastAsia="Times New Roman" w:hAnsiTheme="majorHAnsi" w:cs="Calibri"/>
        </w:rPr>
        <w:t xml:space="preserve">Žádáme zadavatele o prověření množství odpadů uvedených v SO 90-90.  </w:t>
      </w:r>
    </w:p>
    <w:p w14:paraId="05B070FF" w14:textId="77777777" w:rsidR="0091604E" w:rsidRPr="0091604E" w:rsidRDefault="0091604E" w:rsidP="0091604E">
      <w:pPr>
        <w:spacing w:after="200" w:line="276" w:lineRule="auto"/>
        <w:rPr>
          <w:rFonts w:asciiTheme="majorHAnsi" w:eastAsia="Times New Roman" w:hAnsiTheme="majorHAnsi" w:cs="Calibri"/>
        </w:rPr>
      </w:pPr>
      <w:r w:rsidRPr="0091604E">
        <w:rPr>
          <w:rFonts w:asciiTheme="majorHAnsi" w:eastAsia="Times New Roman" w:hAnsiTheme="majorHAnsi" w:cs="Calibri"/>
        </w:rPr>
        <w:t>U druhů odpadů níže jsou evidenční množství uvedená v jednotlivých PS/SO značně rozdílná oproti celkovému množství v SO 90-90.</w:t>
      </w:r>
    </w:p>
    <w:p w14:paraId="5CEB964A" w14:textId="77777777" w:rsidR="0091604E" w:rsidRPr="0091604E" w:rsidRDefault="0091604E" w:rsidP="0091604E">
      <w:pPr>
        <w:spacing w:after="200" w:line="276" w:lineRule="auto"/>
        <w:rPr>
          <w:rFonts w:asciiTheme="majorHAnsi" w:eastAsia="Times New Roman" w:hAnsiTheme="majorHAnsi" w:cs="Calibri"/>
        </w:rPr>
      </w:pPr>
      <w:r w:rsidRPr="0091604E">
        <w:rPr>
          <w:rFonts w:asciiTheme="majorHAnsi" w:eastAsia="Times New Roman" w:hAnsiTheme="majorHAnsi" w:cs="Calibri"/>
        </w:rPr>
        <w:t>17 05 08 – Štěrk z kolejiště</w:t>
      </w:r>
      <w:r w:rsidRPr="0091604E">
        <w:rPr>
          <w:rFonts w:asciiTheme="majorHAnsi" w:eastAsia="Times New Roman" w:hAnsiTheme="majorHAnsi" w:cs="Calibri"/>
        </w:rPr>
        <w:br/>
        <w:t>17 02 03 – Polyetylenové podložky</w:t>
      </w:r>
      <w:r w:rsidRPr="0091604E">
        <w:rPr>
          <w:rFonts w:asciiTheme="majorHAnsi" w:eastAsia="Times New Roman" w:hAnsiTheme="majorHAnsi" w:cs="Calibri"/>
        </w:rPr>
        <w:br/>
        <w:t>07 02 99 – Pryžové podložky</w:t>
      </w:r>
    </w:p>
    <w:p w14:paraId="7712DC6D" w14:textId="1741F345" w:rsidR="0091604E" w:rsidRPr="0091604E" w:rsidRDefault="0091604E" w:rsidP="0091604E">
      <w:pPr>
        <w:spacing w:after="200" w:line="276" w:lineRule="auto"/>
        <w:rPr>
          <w:rFonts w:asciiTheme="majorHAnsi" w:eastAsia="Times New Roman" w:hAnsiTheme="majorHAnsi" w:cs="Calibri"/>
        </w:rPr>
      </w:pPr>
      <w:r w:rsidRPr="0091604E">
        <w:rPr>
          <w:rFonts w:asciiTheme="majorHAnsi" w:eastAsia="Times New Roman" w:hAnsiTheme="majorHAnsi" w:cs="Calibri"/>
        </w:rPr>
        <w:t>Z jakých hodnot objektů vychází celkové množství v SO 90-90?</w:t>
      </w:r>
    </w:p>
    <w:p w14:paraId="3056C6DD" w14:textId="77777777" w:rsidR="0091604E" w:rsidRPr="00BD5319" w:rsidRDefault="0091604E" w:rsidP="0091604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0C17DD70" w14:textId="4F3F8E95" w:rsidR="0091604E" w:rsidRPr="00FE49C1" w:rsidRDefault="002B737A" w:rsidP="0091604E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E49C1">
        <w:rPr>
          <w:rFonts w:eastAsia="Calibri" w:cs="Times New Roman"/>
          <w:i/>
          <w:lang w:eastAsia="cs-CZ"/>
        </w:rPr>
        <w:t xml:space="preserve">Hodnoty množství odpadů </w:t>
      </w:r>
      <w:r w:rsidR="007D7702" w:rsidRPr="00FE49C1">
        <w:rPr>
          <w:rFonts w:eastAsia="Calibri" w:cs="Times New Roman"/>
          <w:i/>
          <w:lang w:eastAsia="cs-CZ"/>
        </w:rPr>
        <w:t>v</w:t>
      </w:r>
      <w:r w:rsidRPr="00FE49C1">
        <w:rPr>
          <w:rFonts w:eastAsia="Calibri" w:cs="Times New Roman"/>
          <w:i/>
          <w:lang w:eastAsia="cs-CZ"/>
        </w:rPr>
        <w:t xml:space="preserve"> objektu SO 90-90 jsou vysčítávány z jednotlivých PS/SO. Byla provedena oprava množství odpadů objektu SO 90-90 dle posledníh</w:t>
      </w:r>
      <w:r w:rsidR="00D50A7E" w:rsidRPr="00FE49C1">
        <w:rPr>
          <w:rFonts w:eastAsia="Calibri" w:cs="Times New Roman"/>
          <w:i/>
          <w:lang w:eastAsia="cs-CZ"/>
        </w:rPr>
        <w:t xml:space="preserve">o sloupce </w:t>
      </w:r>
      <w:r w:rsidR="00E057AC">
        <w:rPr>
          <w:rFonts w:eastAsia="Calibri" w:cs="Times New Roman"/>
          <w:i/>
          <w:lang w:eastAsia="cs-CZ"/>
        </w:rPr>
        <w:t>níže</w:t>
      </w:r>
      <w:r w:rsidR="00D50A7E" w:rsidRPr="00FE49C1">
        <w:rPr>
          <w:rFonts w:eastAsia="Calibri" w:cs="Times New Roman"/>
          <w:i/>
          <w:lang w:eastAsia="cs-CZ"/>
        </w:rPr>
        <w:t xml:space="preserve"> uvedené tabulky </w:t>
      </w:r>
      <w:r w:rsidR="00E057AC">
        <w:rPr>
          <w:rFonts w:eastAsia="Calibri" w:cs="Times New Roman"/>
          <w:i/>
          <w:lang w:eastAsia="cs-CZ"/>
        </w:rPr>
        <w:t xml:space="preserve">(oprava </w:t>
      </w:r>
      <w:r w:rsidR="00D50A7E" w:rsidRPr="00FE49C1">
        <w:rPr>
          <w:rFonts w:eastAsia="Calibri" w:cs="Times New Roman"/>
          <w:i/>
          <w:lang w:eastAsia="cs-CZ"/>
        </w:rPr>
        <w:t>podbarven</w:t>
      </w:r>
      <w:r w:rsidR="00E057AC">
        <w:rPr>
          <w:rFonts w:eastAsia="Calibri" w:cs="Times New Roman"/>
          <w:i/>
          <w:lang w:eastAsia="cs-CZ"/>
        </w:rPr>
        <w:t>a</w:t>
      </w:r>
      <w:r w:rsidR="00D50A7E" w:rsidRPr="00FE49C1">
        <w:rPr>
          <w:rFonts w:eastAsia="Calibri" w:cs="Times New Roman"/>
          <w:i/>
          <w:lang w:eastAsia="cs-CZ"/>
        </w:rPr>
        <w:t xml:space="preserve"> </w:t>
      </w:r>
      <w:r w:rsidR="0061172F" w:rsidRPr="00FE49C1">
        <w:rPr>
          <w:rFonts w:eastAsia="Calibri" w:cs="Times New Roman"/>
          <w:i/>
          <w:lang w:eastAsia="cs-CZ"/>
        </w:rPr>
        <w:t>zeleně</w:t>
      </w:r>
      <w:r w:rsidR="00E057AC">
        <w:rPr>
          <w:rFonts w:eastAsia="Calibri" w:cs="Times New Roman"/>
          <w:i/>
          <w:lang w:eastAsia="cs-CZ"/>
        </w:rPr>
        <w:t>)</w:t>
      </w:r>
      <w:bookmarkStart w:id="2" w:name="_GoBack"/>
      <w:bookmarkEnd w:id="2"/>
      <w:r w:rsidR="00D50A7E" w:rsidRPr="00FE49C1">
        <w:rPr>
          <w:rFonts w:eastAsia="Calibri" w:cs="Times New Roman"/>
          <w:i/>
          <w:lang w:eastAsia="cs-CZ"/>
        </w:rPr>
        <w:t>.</w:t>
      </w:r>
    </w:p>
    <w:p w14:paraId="7A4A7232" w14:textId="6269E814" w:rsidR="00EA7C5D" w:rsidRPr="00FE49C1" w:rsidRDefault="00EA7C5D" w:rsidP="0091604E">
      <w:pPr>
        <w:spacing w:after="0" w:line="240" w:lineRule="auto"/>
        <w:jc w:val="both"/>
        <w:rPr>
          <w:rFonts w:eastAsia="Calibri" w:cs="Times New Roman"/>
          <w:i/>
          <w:lang w:eastAsia="cs-CZ"/>
        </w:rPr>
      </w:pPr>
      <w:r w:rsidRPr="00FE49C1">
        <w:rPr>
          <w:rFonts w:eastAsia="Calibri" w:cs="Times New Roman"/>
          <w:i/>
          <w:lang w:eastAsia="cs-CZ"/>
        </w:rPr>
        <w:t>Ve výše uvedené tabulce je také zaznačena změna v názvu položky R015680 objektu SO 90-90 dle odpovědi v dotazu č.1 – změna podbarvena zeleně.</w:t>
      </w:r>
    </w:p>
    <w:p w14:paraId="334711B3" w14:textId="67770D64" w:rsidR="00707A1A" w:rsidRPr="00707A1A" w:rsidRDefault="007D7702" w:rsidP="00707A1A">
      <w:pPr>
        <w:pStyle w:val="Odstavecseseznamem"/>
        <w:ind w:left="0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FE49C1">
        <w:rPr>
          <w:rFonts w:ascii="Arial" w:eastAsia="Times New Roman" w:hAnsi="Arial" w:cs="Arial"/>
          <w:i/>
          <w:sz w:val="20"/>
          <w:szCs w:val="20"/>
          <w:lang w:eastAsia="cs-CZ"/>
        </w:rPr>
        <w:t>Přikládáme opravený výkaz výměr k ocenění „SO 90-90_ZD č.1_02062023.xlsx“ a „Soupis prací_Královo Pole_ZD č.1_02062023.xml“.</w:t>
      </w:r>
    </w:p>
    <w:tbl>
      <w:tblPr>
        <w:tblW w:w="9498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410"/>
        <w:gridCol w:w="3971"/>
        <w:gridCol w:w="430"/>
        <w:gridCol w:w="1171"/>
        <w:gridCol w:w="1276"/>
        <w:gridCol w:w="1276"/>
      </w:tblGrid>
      <w:tr w:rsidR="00707A1A" w:rsidRPr="00D50A7E" w14:paraId="7C5700F4" w14:textId="77777777" w:rsidTr="000E613D">
        <w:trPr>
          <w:trHeight w:val="452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87EDCDD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kód odpadu</w:t>
            </w: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textDirection w:val="btLr"/>
            <w:vAlign w:val="center"/>
            <w:hideMark/>
          </w:tcPr>
          <w:p w14:paraId="45EBE626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kat.</w:t>
            </w:r>
          </w:p>
        </w:tc>
        <w:tc>
          <w:tcPr>
            <w:tcW w:w="39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5E90DCF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název odpadu</w:t>
            </w:r>
          </w:p>
        </w:tc>
        <w:tc>
          <w:tcPr>
            <w:tcW w:w="4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8C3750C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m.j.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D6E25B3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Množství v </w:t>
            </w: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br/>
              <w:t>SO 90-90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65A923C9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Množství v </w:t>
            </w: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br/>
              <w:t>PS a SO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4CEB51B" w14:textId="77777777" w:rsidR="00707A1A" w:rsidRPr="0061172F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Nové množství v SO 90-90</w:t>
            </w:r>
          </w:p>
          <w:p w14:paraId="2906938B" w14:textId="77777777" w:rsidR="00707A1A" w:rsidRPr="0061172F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032B16F7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C7918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17 05 04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494A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E5EDE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VYTĚŽENÉ ZEMINY A HORNINY - I. TŘÍDA TĚŽITELNOSTI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5352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B6779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148 934,960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D825E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148 934,954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F4231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148 934,954</w:t>
            </w:r>
          </w:p>
        </w:tc>
      </w:tr>
      <w:tr w:rsidR="00707A1A" w:rsidRPr="00D50A7E" w14:paraId="6F8212A4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A7F2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17 05 04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BAD2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D4D8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VYTĚŽENÉ ZEMINY A HORNINY - II. TŘÍDA TĚŽITELNOSTI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320C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A616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8 249,720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88EE2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8 249,720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E355E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4BB9827A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1FFF5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17 05 04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46E1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D65E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VYTĚŽENÉ ZEMINY A HORNINY - III. TŘÍDA TĚŽITELNOSTI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8A991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FC37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1 504,000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89F8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1 504,000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6CD94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74CDB637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68C0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17 01 07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24CD6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ABB2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STAVEBNÍ A DEMOLIČNÍ SUŤ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9B28B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4109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11 034,458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B523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11 034,458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2BC267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3ACE92A2" w14:textId="77777777" w:rsidTr="000E613D">
        <w:trPr>
          <w:trHeight w:val="209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6327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17 09 04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9CB7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5189C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SMĚSNÉ STAVEBNÍ A DEMOLIČNÍ ODPADY Z INTERIÉRŮ BUDOV, RÁMY OKEN SE SKLENĚNOU VÝPLNÍ,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E386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7720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F2C0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96759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7596D787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15CA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17 03 02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C9E0F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575B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VYBOURANÝ ASFALTOVÝ BETON BEZ DEHTU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F07C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A840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1 668,825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48BF8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1 668,825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A986F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5DAA2302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743F7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17 01 01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2030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B9E3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BETON Z DEMOLIC OBJEKTŮ, ZÁKLADŮ TV, KŮLY A SLOUPY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1B65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DB0B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16 296,509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F775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16 296,510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621C3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16 296,510</w:t>
            </w:r>
          </w:p>
        </w:tc>
      </w:tr>
      <w:tr w:rsidR="00707A1A" w:rsidRPr="00D50A7E" w14:paraId="3166B59E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F697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17 05 08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EA28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B834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ŠTĚRK Z KOLEJIŠTĚ (ODPAD PO RECYKLACI)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F7B28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48652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  <w:t>28 503,200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DAFF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highlight w:val="yellow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highlight w:val="yellow"/>
                <w:lang w:eastAsia="cs-CZ"/>
              </w:rPr>
              <w:t>5 960,180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2EFE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5 960,180</w:t>
            </w:r>
          </w:p>
        </w:tc>
      </w:tr>
      <w:tr w:rsidR="00707A1A" w:rsidRPr="00D50A7E" w14:paraId="588AABB1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4517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02 01 03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6344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EE5D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SMÝCENÉ STROMY A KEŘE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2446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7E00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2 066,500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B306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2 066,200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4ABAB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2 066,200</w:t>
            </w:r>
          </w:p>
        </w:tc>
      </w:tr>
      <w:tr w:rsidR="00707A1A" w:rsidRPr="00D50A7E" w14:paraId="1B929D85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986C8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17 02 01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48C8F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24FD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DŘEVO PO STAVEBNÍM POUŽITÍ, Z DEMOLIC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4CBFC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66BA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8,083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C1CA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8,083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64285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679DAC71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1A971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17 01 01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41BF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133B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ŽELEZNIČNÍ PRAŽCE BETONOVÉ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85EB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946C8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5 911,724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729F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5 954,491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3234B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5 954,491</w:t>
            </w:r>
          </w:p>
        </w:tc>
      </w:tr>
      <w:tr w:rsidR="00707A1A" w:rsidRPr="00D50A7E" w14:paraId="7A070330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D4DBC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16 02 14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F83D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3F49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TRAFO BEZ NÁPLNĚ PCB A ŠKODLIVIN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A890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E7C5F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1D1C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14,200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7716B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63D83C89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4929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20 03 01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AC7F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4EB1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SMĚSNÝ KOMUNÁLNÍ ODPAD,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ABE1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8679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2,789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781E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2,356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3FE86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2,356</w:t>
            </w:r>
          </w:p>
        </w:tc>
      </w:tr>
      <w:tr w:rsidR="00707A1A" w:rsidRPr="00D50A7E" w14:paraId="31651070" w14:textId="77777777" w:rsidTr="000E613D">
        <w:trPr>
          <w:trHeight w:val="209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73626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17 02 03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3C9A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AFE6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PLASTY: POLYETYLÉNOVÉ PODLOŽKY (ŽEL. SVRŠEK), HDPE TRUBKY, KANALIZAČNÍ TRUBKY,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2B6C3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371F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  <w:t>96,553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89C3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highlight w:val="yellow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highlight w:val="yellow"/>
                <w:lang w:eastAsia="cs-CZ"/>
              </w:rPr>
              <w:t>16,236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ECE17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16,236</w:t>
            </w:r>
          </w:p>
        </w:tc>
      </w:tr>
      <w:tr w:rsidR="00707A1A" w:rsidRPr="00D50A7E" w14:paraId="36E0B7C9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687D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07 02 99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480C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B685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PRYŽOVÉ PODLOŽKY (ŽEL. SVRŠEK),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F512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96478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highlight w:val="yellow"/>
                <w:lang w:eastAsia="cs-CZ"/>
              </w:rPr>
              <w:t>87,790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1A85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highlight w:val="yellow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highlight w:val="yellow"/>
                <w:lang w:eastAsia="cs-CZ"/>
              </w:rPr>
              <w:t>8,073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652BC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8,073</w:t>
            </w:r>
          </w:p>
        </w:tc>
      </w:tr>
      <w:tr w:rsidR="00707A1A" w:rsidRPr="00D50A7E" w14:paraId="4C467637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76A6A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17 01 03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60E3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D263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IZOLÁTORY PORCELÁNOVÉ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E559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68D1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D976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19,100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358545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4D0A2EDE" w14:textId="77777777" w:rsidTr="000E613D">
        <w:trPr>
          <w:trHeight w:val="209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0721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16 02 14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4D17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22580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ELEKTROŠROT (VYŘAZENÁ ELEKTRICKÁ ZAŘÍZENÍ A PŘÍSTROJE),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5778B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D361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38,310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1FCE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38,310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20D6F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11703CD3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E8CC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17 06 04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8E09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C464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ZBYTKY IZOLAČNÍCH MATERIÁLŮ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F0FE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10BF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74C60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9C251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2328E265" w14:textId="77777777" w:rsidTr="000E613D">
        <w:trPr>
          <w:trHeight w:val="209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2241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17 05 07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D034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3233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ŠTĚRK Z KOLEJIŠTĚ (VÝHYBKY) LOKÁLNĚ ZNEČIŠTĚNÁ NEBEZPEČNÝMI LÁTKAMI (NAPŘ. As, Pb) - SKLÁDKA S-NO,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B7F3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D4FF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0DCF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5,000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58980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277D4165" w14:textId="77777777" w:rsidTr="000E613D">
        <w:trPr>
          <w:trHeight w:val="209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0FEF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17 05 03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3C76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3F6D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ZEMINA Z KOLEJIŠTĚ (VÝHYBKY) LOKÁLNĚ ZNEČIŠTĚNÁ ROPNÝMI LÁTKAMI - BIODEGRADACE,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1A29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4E0A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33 017,000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C9D8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33 016,521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0E591C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33 016,521</w:t>
            </w:r>
          </w:p>
        </w:tc>
      </w:tr>
      <w:tr w:rsidR="00707A1A" w:rsidRPr="00D50A7E" w14:paraId="7BA780A0" w14:textId="77777777" w:rsidTr="000E613D">
        <w:trPr>
          <w:trHeight w:val="209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7857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17 05 03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F615F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4318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ZEMINA Z KOLEJIŠTĚ (VÝHYBKY) LOKÁLNĚ ZNEČIŠTĚNÁ NEBEZPEČNÝMI LÁTKAMI (NAPŘ. As, Pb) - SKLÁDKA S-NO,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B16E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AE43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2 082,000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305B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2 081,975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2021B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2 081,975</w:t>
            </w:r>
          </w:p>
        </w:tc>
      </w:tr>
      <w:tr w:rsidR="00707A1A" w:rsidRPr="00D50A7E" w14:paraId="55A49B85" w14:textId="77777777" w:rsidTr="000E613D">
        <w:trPr>
          <w:trHeight w:val="209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E6A84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17 02 04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357A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55E6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ŽELEZNIČNÍ PRAŽCE DŘEVĚNÉ, KŮLY A SLOUPY DŘEVĚNÉ, MOSTNICE - IMPREGNACE NEBEZPEČNÝMI LÁTKAMI,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2476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766C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255,300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7BF83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255,287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9AD9DC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255,287</w:t>
            </w:r>
          </w:p>
        </w:tc>
      </w:tr>
      <w:tr w:rsidR="00707A1A" w:rsidRPr="00D50A7E" w14:paraId="07A892DB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2BEA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17 04 09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46761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D6FE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KOVOVÝ ODPAD (VÝHYBKY) ZNEČIŠTĚNÉ MAZADLY,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B78C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05792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2A1F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80,000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8B5F0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62225F09" w14:textId="77777777" w:rsidTr="000E613D">
        <w:trPr>
          <w:trHeight w:val="209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686CA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17 03 01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EC2B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FFF9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ASFALTOVÉ SMĚSI OBSAHUJÍCÍ DEHET (VOZOVKA, IZOLACE, STAVEBNÍ NÁTĚRY),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9878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2975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213,585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653A2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213,585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3376E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19041AF1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4C192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16 06 01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EE0E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7E21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OLOVĚNÉ AKUMULÁTORY,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992C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F704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199C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2689C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07DC99B8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432D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16 06 02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F4F5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2C27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NIKL - KADMIOVÉ BATERIE A AKUMULÁTORY,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BA324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E8727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3AC60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8A41B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3FB67DFA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1EFB3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16 06 05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58749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CC85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JINÉ BATERIE A AKUMULÁTORY (NAPŘ. S LITHIEM),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CB5A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2F02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4E8C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D1D36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4A9BE1B8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C63F" w14:textId="5C6531D3" w:rsidR="00707A1A" w:rsidRPr="00D50A7E" w:rsidRDefault="00707A1A" w:rsidP="00E057A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057AC">
              <w:rPr>
                <w:rFonts w:ascii="Arial" w:eastAsia="Times New Roman" w:hAnsi="Arial" w:cs="Arial"/>
                <w:color w:val="000000"/>
                <w:highlight w:val="green"/>
                <w:lang w:eastAsia="cs-CZ"/>
              </w:rPr>
              <w:t>1</w:t>
            </w:r>
            <w:r w:rsidR="00E057AC" w:rsidRPr="00E057AC">
              <w:rPr>
                <w:rFonts w:ascii="Arial" w:eastAsia="Times New Roman" w:hAnsi="Arial" w:cs="Arial"/>
                <w:color w:val="000000"/>
                <w:highlight w:val="green"/>
                <w:lang w:eastAsia="cs-CZ"/>
              </w:rPr>
              <w:t>7</w:t>
            </w:r>
            <w:r w:rsidRPr="00E057AC">
              <w:rPr>
                <w:rFonts w:ascii="Arial" w:eastAsia="Times New Roman" w:hAnsi="Arial" w:cs="Arial"/>
                <w:color w:val="000000"/>
                <w:highlight w:val="green"/>
                <w:lang w:eastAsia="cs-CZ"/>
              </w:rPr>
              <w:t xml:space="preserve"> 06 05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4456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N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9533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A7C5D">
              <w:rPr>
                <w:rFonts w:ascii="Arial" w:eastAsia="Times New Roman" w:hAnsi="Arial" w:cs="Arial"/>
                <w:color w:val="000000"/>
                <w:highlight w:val="green"/>
                <w:lang w:eastAsia="cs-CZ"/>
              </w:rPr>
              <w:t>POPLATKY ZA LIKVIDACI ODPADŮ NEBEZPEČNÝCH –  17 06 05* STAVEBNÍ MATERIÁLY OBSAHUJÍCÍ AZBEST,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3860A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1689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F44A3" w14:textId="3AE910E4" w:rsidR="00707A1A" w:rsidRPr="00E057AC" w:rsidRDefault="00E057AC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057AC">
              <w:rPr>
                <w:rFonts w:ascii="Arial" w:eastAsia="Times New Roman" w:hAnsi="Arial" w:cs="Arial"/>
                <w:color w:val="000000"/>
                <w:lang w:eastAsia="cs-CZ"/>
              </w:rPr>
              <w:t>3,000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8E3E7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506199DC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30A6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17 04 05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A4439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F21C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ŽELEZNÝ A OCELOVÝ ŠROT,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FE6E1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13E3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965,501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D69D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965,482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21522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965,482</w:t>
            </w:r>
          </w:p>
        </w:tc>
      </w:tr>
      <w:tr w:rsidR="00707A1A" w:rsidRPr="00D50A7E" w14:paraId="62EE923F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64F6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17 04 07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1B9E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459A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ŠROT SMĚSNÝCH KOVŮ,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1108A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780B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E05C8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07D96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04DD15F4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D61E9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17 04 01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21E7C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31D1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ODPAD MĚDI A JEJÍCH SLITIN,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16A9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43A9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6844E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24,000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EA358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58639C6E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E0D9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17 04 11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A8F2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03AA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KABELY A VODIČE BEZ NEBEZPEČNÝCH LÁTEK,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49A1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85A9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22,310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703A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22,310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70DA6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</w:p>
        </w:tc>
      </w:tr>
      <w:tr w:rsidR="00707A1A" w:rsidRPr="00D50A7E" w14:paraId="2E775630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4FD02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15 01 02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EF6C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D6D4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OBALY PLASTOVÉ,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16B22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A68E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6,662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D8010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6,437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69D8F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6,437</w:t>
            </w:r>
          </w:p>
        </w:tc>
      </w:tr>
      <w:tr w:rsidR="00707A1A" w:rsidRPr="00D50A7E" w14:paraId="3D66044D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234BF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15 01 01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5DE7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2A94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OBALY PAPÍROVÉ,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F4A6E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72F90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1,841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5360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1,611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F335DB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1,611</w:t>
            </w:r>
          </w:p>
        </w:tc>
      </w:tr>
      <w:tr w:rsidR="00707A1A" w:rsidRPr="00D50A7E" w14:paraId="05F233EE" w14:textId="77777777" w:rsidTr="000E613D">
        <w:trPr>
          <w:trHeight w:val="104"/>
        </w:trPr>
        <w:tc>
          <w:tcPr>
            <w:tcW w:w="96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CDA0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15 01 03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29D3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4E0E" w14:textId="77777777" w:rsidR="00707A1A" w:rsidRPr="00D50A7E" w:rsidRDefault="00707A1A" w:rsidP="00707A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OBALY DŘEVĚNÉ, VČETNĚ DOPRAVY</w:t>
            </w:r>
          </w:p>
        </w:tc>
        <w:tc>
          <w:tcPr>
            <w:tcW w:w="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5716" w14:textId="77777777" w:rsidR="00707A1A" w:rsidRPr="00D50A7E" w:rsidRDefault="00707A1A" w:rsidP="00707A1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T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C553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000000"/>
                <w:lang w:eastAsia="cs-CZ"/>
              </w:rPr>
              <w:t>0,710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F54C" w14:textId="77777777" w:rsidR="00707A1A" w:rsidRPr="00D50A7E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0000"/>
                <w:lang w:eastAsia="cs-CZ"/>
              </w:rPr>
            </w:pPr>
            <w:r w:rsidRPr="00D50A7E">
              <w:rPr>
                <w:rFonts w:ascii="Arial" w:eastAsia="Times New Roman" w:hAnsi="Arial" w:cs="Arial"/>
                <w:color w:val="FF0000"/>
                <w:lang w:eastAsia="cs-CZ"/>
              </w:rPr>
              <w:t>0,490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F2068D" w14:textId="77777777" w:rsidR="00707A1A" w:rsidRPr="0061172F" w:rsidRDefault="00707A1A" w:rsidP="00707A1A">
            <w:pPr>
              <w:spacing w:after="0" w:line="240" w:lineRule="auto"/>
              <w:jc w:val="right"/>
              <w:rPr>
                <w:rFonts w:ascii="Arial" w:eastAsia="Times New Roman" w:hAnsi="Arial" w:cs="Arial"/>
                <w:highlight w:val="green"/>
                <w:lang w:eastAsia="cs-CZ"/>
              </w:rPr>
            </w:pPr>
            <w:r w:rsidRPr="0061172F">
              <w:rPr>
                <w:rFonts w:ascii="Arial" w:eastAsia="Times New Roman" w:hAnsi="Arial" w:cs="Arial"/>
                <w:highlight w:val="green"/>
                <w:lang w:eastAsia="cs-CZ"/>
              </w:rPr>
              <w:t>0,490</w:t>
            </w:r>
          </w:p>
        </w:tc>
      </w:tr>
    </w:tbl>
    <w:p w14:paraId="5609DFA8" w14:textId="6BA423AB" w:rsidR="00707A1A" w:rsidRDefault="00707A1A" w:rsidP="007D7702">
      <w:pPr>
        <w:pStyle w:val="Odstavecseseznamem"/>
        <w:ind w:left="0"/>
        <w:rPr>
          <w:rFonts w:ascii="Arial" w:eastAsia="Times New Roman" w:hAnsi="Arial" w:cs="Arial"/>
          <w:sz w:val="20"/>
          <w:szCs w:val="20"/>
          <w:lang w:eastAsia="cs-CZ"/>
        </w:rPr>
      </w:pPr>
      <w:bookmarkStart w:id="3" w:name="_Hlk136607153"/>
    </w:p>
    <w:bookmarkEnd w:id="3"/>
    <w:p w14:paraId="2B3E08C0" w14:textId="77777777" w:rsidR="00FE716B" w:rsidRPr="00BD5319" w:rsidRDefault="00FE716B" w:rsidP="00FE716B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05E273BD" w14:textId="271794D0" w:rsidR="00FE716B" w:rsidRPr="00BD5319" w:rsidRDefault="00FE716B" w:rsidP="00321B70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707A1A">
        <w:rPr>
          <w:rFonts w:eastAsia="Times New Roman" w:cs="Times New Roman"/>
          <w:b/>
          <w:lang w:eastAsia="cs-CZ"/>
        </w:rPr>
        <w:t xml:space="preserve">změny/doplnění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707A1A">
        <w:rPr>
          <w:rFonts w:eastAsia="Times New Roman" w:cs="Times New Roman"/>
          <w:lang w:eastAsia="cs-CZ"/>
        </w:rPr>
        <w:t>26. 6. 2023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707A1A">
        <w:rPr>
          <w:rFonts w:eastAsia="Times New Roman" w:cs="Times New Roman"/>
          <w:lang w:eastAsia="cs-CZ"/>
        </w:rPr>
        <w:t>27. 6. 2023</w:t>
      </w:r>
      <w:r w:rsidRPr="00BD5319">
        <w:rPr>
          <w:rFonts w:eastAsia="Times New Roman" w:cs="Times New Roman"/>
          <w:lang w:eastAsia="cs-CZ"/>
        </w:rPr>
        <w:t>.</w:t>
      </w:r>
    </w:p>
    <w:p w14:paraId="5B7EBFCC" w14:textId="77777777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2890E069" w14:textId="40DE3D33" w:rsidR="00FE716B" w:rsidRPr="000E613D" w:rsidRDefault="00FE716B" w:rsidP="00FE716B">
      <w:pPr>
        <w:spacing w:after="0" w:line="240" w:lineRule="auto"/>
        <w:jc w:val="both"/>
        <w:rPr>
          <w:rFonts w:eastAsia="Times New Roman" w:cs="Times New Roman"/>
          <w:color w:val="0000FF"/>
          <w:u w:val="single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="000E613D" w:rsidRPr="00520554">
          <w:rPr>
            <w:rStyle w:val="Hypertextovodkaz"/>
            <w:rFonts w:eastAsia="Times New Roman" w:cs="Times New Roman"/>
            <w:lang w:eastAsia="cs-CZ"/>
          </w:rPr>
          <w:t>https://vvz.nipez.cz</w:t>
        </w:r>
      </w:hyperlink>
      <w:r w:rsidR="000E613D">
        <w:rPr>
          <w:rFonts w:eastAsia="Times New Roman" w:cs="Times New Roman"/>
          <w:color w:val="0000FF"/>
          <w:u w:val="single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 xml:space="preserve">(evidenční č. VZ </w:t>
      </w:r>
      <w:r w:rsidR="00321B70">
        <w:rPr>
          <w:rFonts w:eastAsia="Times New Roman" w:cs="Times New Roman"/>
          <w:lang w:eastAsia="cs-CZ"/>
        </w:rPr>
        <w:t>Z2023-009780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8FDD3D1" w14:textId="77777777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CB3D132" w14:textId="77777777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96D1D97" w14:textId="3E1CCD7A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707A1A">
        <w:rPr>
          <w:rFonts w:eastAsia="Times New Roman" w:cs="Times New Roman"/>
          <w:lang w:eastAsia="cs-CZ"/>
        </w:rPr>
        <w:t>26. 6. 2023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707A1A">
        <w:rPr>
          <w:rFonts w:eastAsia="Times New Roman" w:cs="Times New Roman"/>
          <w:lang w:eastAsia="cs-CZ"/>
        </w:rPr>
        <w:t>27. 6. 2023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2A150D10" w14:textId="77777777" w:rsidR="00FE716B" w:rsidRPr="00BD5319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04A2E52D" w14:textId="512E7848" w:rsidR="00FE716B" w:rsidRPr="000E613D" w:rsidRDefault="00FE716B" w:rsidP="00FE716B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E613D">
        <w:rPr>
          <w:rFonts w:eastAsia="Times New Roman" w:cs="Times New Roman"/>
          <w:lang w:eastAsia="cs-CZ"/>
        </w:rPr>
        <w:t xml:space="preserve">rušíme datum </w:t>
      </w:r>
      <w:r w:rsidR="00707A1A" w:rsidRPr="000E613D">
        <w:rPr>
          <w:rFonts w:eastAsia="Times New Roman" w:cs="Times New Roman"/>
          <w:lang w:eastAsia="cs-CZ"/>
        </w:rPr>
        <w:t>26. 6. 2023</w:t>
      </w:r>
      <w:r w:rsidRPr="000E613D">
        <w:rPr>
          <w:rFonts w:eastAsia="Times New Roman" w:cs="Times New Roman"/>
          <w:lang w:eastAsia="cs-CZ"/>
        </w:rPr>
        <w:t xml:space="preserve"> v 10:00 hod. a nahrazujeme datem </w:t>
      </w:r>
      <w:r w:rsidR="00707A1A" w:rsidRPr="000E613D">
        <w:rPr>
          <w:rFonts w:eastAsia="Times New Roman" w:cs="Times New Roman"/>
          <w:lang w:eastAsia="cs-CZ"/>
        </w:rPr>
        <w:t>27. 6. 2023</w:t>
      </w:r>
      <w:r w:rsidRPr="000E613D">
        <w:rPr>
          <w:rFonts w:eastAsia="Times New Roman" w:cs="Times New Roman"/>
          <w:lang w:eastAsia="cs-CZ"/>
        </w:rPr>
        <w:t xml:space="preserve"> v 10:00 hod.</w:t>
      </w:r>
    </w:p>
    <w:p w14:paraId="6AA8F49D" w14:textId="77777777" w:rsidR="00BD5319" w:rsidRPr="000E613D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6EBD29D0" w14:textId="10BC4B09" w:rsidR="00BD5319" w:rsidRPr="000E613D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0E613D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r w:rsidRPr="000E613D">
        <w:rPr>
          <w:rFonts w:eastAsia="Calibri" w:cs="Times New Roman"/>
          <w:u w:val="single"/>
          <w:lang w:eastAsia="cs-CZ"/>
        </w:rPr>
        <w:t>https://zakazky.</w:t>
      </w:r>
      <w:r w:rsidR="005A5F24" w:rsidRPr="000E613D">
        <w:rPr>
          <w:rFonts w:eastAsia="Calibri" w:cs="Times New Roman"/>
          <w:u w:val="single"/>
          <w:lang w:eastAsia="cs-CZ"/>
        </w:rPr>
        <w:t>spravazeleznic</w:t>
      </w:r>
      <w:r w:rsidRPr="000E613D">
        <w:rPr>
          <w:rFonts w:eastAsia="Calibri" w:cs="Times New Roman"/>
          <w:u w:val="single"/>
          <w:lang w:eastAsia="cs-CZ"/>
        </w:rPr>
        <w:t>.cz/.</w:t>
      </w:r>
    </w:p>
    <w:p w14:paraId="69F9F749" w14:textId="77777777" w:rsidR="00BD5319" w:rsidRPr="006B0AB7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D11ECA" w14:textId="77777777" w:rsidR="006526D3" w:rsidRPr="006B0AB7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B0AB7">
        <w:rPr>
          <w:rFonts w:eastAsia="Calibri" w:cs="Times New Roman"/>
          <w:b/>
          <w:bCs/>
          <w:lang w:eastAsia="cs-CZ"/>
        </w:rPr>
        <w:t xml:space="preserve">Příloha: </w:t>
      </w:r>
    </w:p>
    <w:p w14:paraId="52692175" w14:textId="164D8C2B" w:rsidR="00BD5319" w:rsidRPr="006B0AB7" w:rsidRDefault="007D7702" w:rsidP="006B0A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AB7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 90-90_ZD č.1_02062023.xlsx“</w:t>
      </w:r>
    </w:p>
    <w:p w14:paraId="5C724F02" w14:textId="56B2EFF5" w:rsidR="007D7702" w:rsidRPr="006B0AB7" w:rsidRDefault="007D7702" w:rsidP="006B0AB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6B0AB7">
        <w:rPr>
          <w:rFonts w:ascii="Arial" w:eastAsia="Times New Roman" w:hAnsi="Arial" w:cs="Arial"/>
          <w:sz w:val="20"/>
          <w:szCs w:val="20"/>
          <w:lang w:eastAsia="cs-CZ"/>
        </w:rPr>
        <w:t>opravený výkaz výměr k ocenění „Soupis prací_Královo Pole_ZD č.1_02062023.xml“</w:t>
      </w:r>
    </w:p>
    <w:p w14:paraId="1F8403A7" w14:textId="77777777" w:rsidR="0091604E" w:rsidRPr="006B0AB7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D003A7" w14:textId="77777777" w:rsidR="0091604E" w:rsidRPr="000E613D" w:rsidRDefault="0091604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86C25F" w14:textId="5C2D43EE" w:rsidR="006526D3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93F79F" w14:textId="77777777" w:rsidR="006B0AB7" w:rsidRPr="000E613D" w:rsidRDefault="006B0AB7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85ED15" w14:textId="3CE525A8" w:rsidR="00FE716B" w:rsidRPr="000E613D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DE26E81" w14:textId="77777777" w:rsidR="00FE716B" w:rsidRPr="000E613D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1A8AFE3" w14:textId="77777777" w:rsidR="00FE716B" w:rsidRPr="000E613D" w:rsidRDefault="00FE716B" w:rsidP="00FE716B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E613D">
        <w:rPr>
          <w:rFonts w:eastAsia="Calibri" w:cs="Times New Roman"/>
          <w:b/>
          <w:bCs/>
          <w:lang w:eastAsia="cs-CZ"/>
        </w:rPr>
        <w:t>Ing. Karel Švejda, MBA</w:t>
      </w:r>
    </w:p>
    <w:p w14:paraId="4F708708" w14:textId="77777777" w:rsidR="00FE716B" w:rsidRPr="000E613D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0E613D">
        <w:rPr>
          <w:rFonts w:eastAsia="Calibri" w:cs="Times New Roman"/>
          <w:lang w:eastAsia="cs-CZ"/>
        </w:rPr>
        <w:t>ředitel odboru investičního</w:t>
      </w:r>
    </w:p>
    <w:p w14:paraId="2AF92981" w14:textId="77777777" w:rsidR="00FE716B" w:rsidRPr="000E613D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0E613D">
        <w:rPr>
          <w:rFonts w:eastAsia="Calibri" w:cs="Times New Roman"/>
          <w:lang w:eastAsia="cs-CZ"/>
        </w:rPr>
        <w:t>na základě „Pověření“ č. 2449</w:t>
      </w:r>
    </w:p>
    <w:p w14:paraId="33BA0D69" w14:textId="77777777" w:rsidR="00FE716B" w:rsidRPr="000E613D" w:rsidRDefault="00FE716B" w:rsidP="00FE716B">
      <w:pPr>
        <w:spacing w:after="0" w:line="240" w:lineRule="auto"/>
        <w:rPr>
          <w:rFonts w:eastAsia="Calibri" w:cs="Times New Roman"/>
          <w:lang w:eastAsia="cs-CZ"/>
        </w:rPr>
      </w:pPr>
      <w:r w:rsidRPr="000E613D">
        <w:rPr>
          <w:rFonts w:eastAsia="Calibri" w:cs="Times New Roman"/>
          <w:lang w:eastAsia="cs-CZ"/>
        </w:rPr>
        <w:t>ze dne 11. 5. 2018</w:t>
      </w:r>
    </w:p>
    <w:p w14:paraId="03A13CEE" w14:textId="77777777" w:rsidR="00FE716B" w:rsidRPr="000E613D" w:rsidRDefault="00FE716B" w:rsidP="00FE716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0E613D">
        <w:rPr>
          <w:rFonts w:eastAsia="Calibri" w:cs="Times New Roman"/>
          <w:lang w:eastAsia="cs-CZ"/>
        </w:rPr>
        <w:t>Správa železnic, státní organizace</w:t>
      </w:r>
    </w:p>
    <w:p w14:paraId="56513505" w14:textId="39B3370A" w:rsidR="00BD5319" w:rsidRPr="000E613D" w:rsidRDefault="00BD5319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BD5319" w:rsidRPr="000E613D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ED414" w14:textId="77777777" w:rsidR="0014091B" w:rsidRDefault="0014091B" w:rsidP="00962258">
      <w:pPr>
        <w:spacing w:after="0" w:line="240" w:lineRule="auto"/>
      </w:pPr>
      <w:r>
        <w:separator/>
      </w:r>
    </w:p>
  </w:endnote>
  <w:endnote w:type="continuationSeparator" w:id="0">
    <w:p w14:paraId="53E881C7" w14:textId="77777777" w:rsidR="0014091B" w:rsidRDefault="0014091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07A1A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42824233" w:rsidR="00707A1A" w:rsidRPr="00B8518B" w:rsidRDefault="00707A1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057A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057AC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707A1A" w:rsidRDefault="00707A1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707A1A" w:rsidRDefault="00707A1A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707A1A" w:rsidRDefault="00707A1A" w:rsidP="00D831A3">
          <w:pPr>
            <w:pStyle w:val="Zpat"/>
          </w:pPr>
        </w:p>
      </w:tc>
    </w:tr>
  </w:tbl>
  <w:p w14:paraId="4BC717A3" w14:textId="77777777" w:rsidR="00707A1A" w:rsidRPr="00B8518B" w:rsidRDefault="00707A1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07A1A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7E676AE7" w:rsidR="00707A1A" w:rsidRPr="00B8518B" w:rsidRDefault="00707A1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409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409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07A1A" w:rsidRDefault="00707A1A" w:rsidP="00707A1A">
          <w:pPr>
            <w:pStyle w:val="Zpat"/>
          </w:pPr>
          <w:r>
            <w:t>Správa železnic, státní organizace</w:t>
          </w:r>
        </w:p>
        <w:p w14:paraId="78A77960" w14:textId="77777777" w:rsidR="00707A1A" w:rsidRDefault="00707A1A" w:rsidP="00707A1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07A1A" w:rsidRDefault="00707A1A" w:rsidP="00707A1A">
          <w:pPr>
            <w:pStyle w:val="Zpat"/>
          </w:pPr>
          <w:r>
            <w:t>Sídlo: Dlážděná 1003/7, 110 00 Praha 1</w:t>
          </w:r>
        </w:p>
        <w:p w14:paraId="2CBB5B40" w14:textId="77777777" w:rsidR="00707A1A" w:rsidRDefault="00707A1A" w:rsidP="00707A1A">
          <w:pPr>
            <w:pStyle w:val="Zpat"/>
          </w:pPr>
          <w:r>
            <w:t>IČO: 709 94 234 DIČ: CZ 709 94 234</w:t>
          </w:r>
        </w:p>
        <w:p w14:paraId="2AA87A9F" w14:textId="77777777" w:rsidR="00707A1A" w:rsidRDefault="00707A1A" w:rsidP="00707A1A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C74ED78" w14:textId="77777777" w:rsidR="00707A1A" w:rsidRPr="00D84AC6" w:rsidRDefault="00707A1A" w:rsidP="00707A1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07A1A" w:rsidRPr="00D84AC6" w:rsidRDefault="00707A1A" w:rsidP="00707A1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07A1A" w:rsidRPr="00D84AC6" w:rsidRDefault="00707A1A" w:rsidP="00707A1A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07A1A" w:rsidRDefault="00707A1A" w:rsidP="00707A1A">
          <w:pPr>
            <w:pStyle w:val="Zpat"/>
          </w:pPr>
        </w:p>
      </w:tc>
    </w:tr>
  </w:tbl>
  <w:p w14:paraId="05626F38" w14:textId="77777777" w:rsidR="00707A1A" w:rsidRPr="00B8518B" w:rsidRDefault="00707A1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707A1A" w:rsidRPr="00460660" w:rsidRDefault="00707A1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73ABA" w14:textId="77777777" w:rsidR="0014091B" w:rsidRDefault="0014091B" w:rsidP="00962258">
      <w:pPr>
        <w:spacing w:after="0" w:line="240" w:lineRule="auto"/>
      </w:pPr>
      <w:r>
        <w:separator/>
      </w:r>
    </w:p>
  </w:footnote>
  <w:footnote w:type="continuationSeparator" w:id="0">
    <w:p w14:paraId="60AA50E6" w14:textId="77777777" w:rsidR="0014091B" w:rsidRDefault="0014091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07A1A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707A1A" w:rsidRPr="00B8518B" w:rsidRDefault="00707A1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707A1A" w:rsidRDefault="00707A1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707A1A" w:rsidRPr="00D6163D" w:rsidRDefault="00707A1A" w:rsidP="00D6163D">
          <w:pPr>
            <w:pStyle w:val="Druhdokumentu"/>
          </w:pPr>
        </w:p>
      </w:tc>
    </w:tr>
  </w:tbl>
  <w:p w14:paraId="7E04E6EA" w14:textId="77777777" w:rsidR="00707A1A" w:rsidRPr="00D6163D" w:rsidRDefault="00707A1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07A1A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707A1A" w:rsidRPr="00B8518B" w:rsidRDefault="00707A1A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707A1A" w:rsidRDefault="00707A1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707A1A" w:rsidRPr="00D6163D" w:rsidRDefault="00707A1A" w:rsidP="00FC6389">
          <w:pPr>
            <w:pStyle w:val="Druhdokumentu"/>
          </w:pPr>
        </w:p>
      </w:tc>
    </w:tr>
    <w:tr w:rsidR="00707A1A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707A1A" w:rsidRPr="00B8518B" w:rsidRDefault="00707A1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707A1A" w:rsidRDefault="00707A1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707A1A" w:rsidRDefault="00707A1A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707A1A" w:rsidRPr="00D6163D" w:rsidRDefault="00707A1A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707A1A" w:rsidRPr="00460660" w:rsidRDefault="00707A1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AC71CCF"/>
    <w:multiLevelType w:val="hybridMultilevel"/>
    <w:tmpl w:val="5B94C7E8"/>
    <w:lvl w:ilvl="0" w:tplc="EAAC62F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color w:val="FF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9D04D1B"/>
    <w:multiLevelType w:val="hybridMultilevel"/>
    <w:tmpl w:val="01EAF04A"/>
    <w:lvl w:ilvl="0" w:tplc="D3D41D2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7"/>
  </w:num>
  <w:num w:numId="9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47"/>
    <w:rsid w:val="00033432"/>
    <w:rsid w:val="000335CC"/>
    <w:rsid w:val="00072C1E"/>
    <w:rsid w:val="0009623F"/>
    <w:rsid w:val="000B3A82"/>
    <w:rsid w:val="000B6C7E"/>
    <w:rsid w:val="000B7907"/>
    <w:rsid w:val="000C0429"/>
    <w:rsid w:val="000C45E8"/>
    <w:rsid w:val="000E613D"/>
    <w:rsid w:val="00114472"/>
    <w:rsid w:val="0014091B"/>
    <w:rsid w:val="00170EC5"/>
    <w:rsid w:val="001747C1"/>
    <w:rsid w:val="0018596A"/>
    <w:rsid w:val="001B69C2"/>
    <w:rsid w:val="001C4DA0"/>
    <w:rsid w:val="00207DF5"/>
    <w:rsid w:val="00232DA1"/>
    <w:rsid w:val="002462C4"/>
    <w:rsid w:val="00267369"/>
    <w:rsid w:val="0026785D"/>
    <w:rsid w:val="002B737A"/>
    <w:rsid w:val="002C31BF"/>
    <w:rsid w:val="002E0CD7"/>
    <w:rsid w:val="002E695F"/>
    <w:rsid w:val="002F026B"/>
    <w:rsid w:val="00321B70"/>
    <w:rsid w:val="00357BC6"/>
    <w:rsid w:val="0037111D"/>
    <w:rsid w:val="003756B9"/>
    <w:rsid w:val="003956C6"/>
    <w:rsid w:val="003E6B9A"/>
    <w:rsid w:val="003E74C4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D6CDD"/>
    <w:rsid w:val="004F4B9B"/>
    <w:rsid w:val="00501654"/>
    <w:rsid w:val="00511AB9"/>
    <w:rsid w:val="00523EA7"/>
    <w:rsid w:val="00526670"/>
    <w:rsid w:val="00526C74"/>
    <w:rsid w:val="00542527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1172F"/>
    <w:rsid w:val="006526D3"/>
    <w:rsid w:val="00660AD3"/>
    <w:rsid w:val="006A5570"/>
    <w:rsid w:val="006A689C"/>
    <w:rsid w:val="006B0AB7"/>
    <w:rsid w:val="006B3D79"/>
    <w:rsid w:val="006E0578"/>
    <w:rsid w:val="006E314D"/>
    <w:rsid w:val="006E7F06"/>
    <w:rsid w:val="00707A1A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7702"/>
    <w:rsid w:val="007E4A6E"/>
    <w:rsid w:val="007F56A7"/>
    <w:rsid w:val="00807DD0"/>
    <w:rsid w:val="00813F11"/>
    <w:rsid w:val="00817D79"/>
    <w:rsid w:val="00891334"/>
    <w:rsid w:val="008A3568"/>
    <w:rsid w:val="008D03B9"/>
    <w:rsid w:val="008F18D6"/>
    <w:rsid w:val="00904780"/>
    <w:rsid w:val="009113A8"/>
    <w:rsid w:val="0091604E"/>
    <w:rsid w:val="00922385"/>
    <w:rsid w:val="009223DF"/>
    <w:rsid w:val="00936091"/>
    <w:rsid w:val="00940052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34313"/>
    <w:rsid w:val="00A44328"/>
    <w:rsid w:val="00A6177B"/>
    <w:rsid w:val="00A66136"/>
    <w:rsid w:val="00A82E93"/>
    <w:rsid w:val="00AA4CBB"/>
    <w:rsid w:val="00AA65FA"/>
    <w:rsid w:val="00AA7351"/>
    <w:rsid w:val="00AB043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3946"/>
    <w:rsid w:val="00C30759"/>
    <w:rsid w:val="00C4215A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50A7E"/>
    <w:rsid w:val="00D6163D"/>
    <w:rsid w:val="00D63009"/>
    <w:rsid w:val="00D831A3"/>
    <w:rsid w:val="00D902AD"/>
    <w:rsid w:val="00DA6FFE"/>
    <w:rsid w:val="00DC0813"/>
    <w:rsid w:val="00DC3110"/>
    <w:rsid w:val="00DD46F3"/>
    <w:rsid w:val="00DD58A6"/>
    <w:rsid w:val="00DE56F2"/>
    <w:rsid w:val="00DF116D"/>
    <w:rsid w:val="00E057AC"/>
    <w:rsid w:val="00E10710"/>
    <w:rsid w:val="00E824F1"/>
    <w:rsid w:val="00EA7C5D"/>
    <w:rsid w:val="00EB104F"/>
    <w:rsid w:val="00ED14BD"/>
    <w:rsid w:val="00ED2AEF"/>
    <w:rsid w:val="00EF6A2B"/>
    <w:rsid w:val="00F01440"/>
    <w:rsid w:val="00F12DEC"/>
    <w:rsid w:val="00F1715C"/>
    <w:rsid w:val="00F22950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E49C1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321B70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21B7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2B01B0-A9E0-44E6-A18A-050A43829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0</TotalTime>
  <Pages>5</Pages>
  <Words>1477</Words>
  <Characters>8716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Hošna Štěpán, Mgr.</cp:lastModifiedBy>
  <cp:revision>2</cp:revision>
  <cp:lastPrinted>2023-06-02T11:13:00Z</cp:lastPrinted>
  <dcterms:created xsi:type="dcterms:W3CDTF">2023-06-05T12:01:00Z</dcterms:created>
  <dcterms:modified xsi:type="dcterms:W3CDTF">2023-06-05T12:01:00Z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