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B7B" w:rsidRDefault="00B204E3" w:rsidP="00B204E3">
      <w:pPr>
        <w:pStyle w:val="Titul1"/>
      </w:pPr>
      <w:r>
        <w:t>Dopis nabídky</w:t>
      </w:r>
    </w:p>
    <w:p w:rsidR="009226C1" w:rsidRDefault="006C3ECD" w:rsidP="00B204E3">
      <w:pPr>
        <w:pStyle w:val="Textbezodsazen"/>
      </w:pPr>
      <w:r w:rsidRPr="006C3ECD">
        <w:rPr>
          <w:b/>
          <w:sz w:val="36"/>
          <w:szCs w:val="32"/>
        </w:rPr>
        <w:t>Název zakázky: „Rekonstrukce ŽST Brno – Královo Pole“</w:t>
      </w: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lastRenderedPageBreak/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ECD" w:rsidRDefault="006C3ECD" w:rsidP="00962258">
      <w:pPr>
        <w:spacing w:after="0" w:line="240" w:lineRule="auto"/>
      </w:pPr>
      <w:r>
        <w:separator/>
      </w:r>
    </w:p>
  </w:endnote>
  <w:endnote w:type="continuationSeparator" w:id="0">
    <w:p w:rsidR="006C3ECD" w:rsidRDefault="006C3E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0D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0D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0D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0D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912" w:rsidRDefault="002F2057" w:rsidP="00065912">
    <w:pPr>
      <w:pStyle w:val="Zpat"/>
      <w:jc w:val="center"/>
    </w:pPr>
    <w:r>
      <w:rPr>
        <w:noProof/>
        <w:lang w:eastAsia="cs-CZ"/>
      </w:rPr>
      <w:drawing>
        <wp:inline distT="0" distB="0" distL="0" distR="0">
          <wp:extent cx="4665600" cy="54000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D3_EU+MD Barevné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56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ECD" w:rsidRDefault="006C3ECD" w:rsidP="00962258">
      <w:pPr>
        <w:spacing w:after="0" w:line="240" w:lineRule="auto"/>
      </w:pPr>
      <w:r>
        <w:separator/>
      </w:r>
    </w:p>
  </w:footnote>
  <w:footnote w:type="continuationSeparator" w:id="0">
    <w:p w:rsidR="006C3ECD" w:rsidRDefault="006C3E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CD"/>
    <w:rsid w:val="00012EC4"/>
    <w:rsid w:val="00014708"/>
    <w:rsid w:val="00017F3C"/>
    <w:rsid w:val="00041EC8"/>
    <w:rsid w:val="00042EE2"/>
    <w:rsid w:val="00054FC6"/>
    <w:rsid w:val="0006465A"/>
    <w:rsid w:val="0006588D"/>
    <w:rsid w:val="00065912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2057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B558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3ECD"/>
    <w:rsid w:val="006C442A"/>
    <w:rsid w:val="006E0578"/>
    <w:rsid w:val="006E19F1"/>
    <w:rsid w:val="006E314D"/>
    <w:rsid w:val="006F3E42"/>
    <w:rsid w:val="006F51F5"/>
    <w:rsid w:val="00700D94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32F6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809C7BEB-E4AD-4218-B41B-B846996F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s00000olcnt002.d01.uadf.cz\pravnici\Odd&#283;len&#237;%20VZ%20a%20pl&#225;nu\ZD_stavebn&#237;%20pr&#225;ce\600_MAJ_Rekonstrukce%20&#381;ST.%20Brno%20&#8211;%20Kr&#225;lovo%20Pole\03_ZD\2_Z&#193;VAZN&#221;%20VZOR%20SMLOUVY\Dopis_nab&#237;dky_R-F-04-20_OPD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FFD18F-F014-45DF-9DD1-8942F1E9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Dopis_nabídky_R-F-04-20_OPD3</Template>
  <TotalTime>2</TotalTime>
  <Pages>2</Pages>
  <Words>399</Words>
  <Characters>2355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Majerová Renáta</dc:creator>
  <cp:lastModifiedBy>Majerová Renáta</cp:lastModifiedBy>
  <cp:revision>1</cp:revision>
  <cp:lastPrinted>2022-12-05T13:17:00Z</cp:lastPrinted>
  <dcterms:created xsi:type="dcterms:W3CDTF">2023-03-09T09:36:00Z</dcterms:created>
  <dcterms:modified xsi:type="dcterms:W3CDTF">2023-03-09T09:38:00Z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