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52F7E36" w14:textId="77777777" w:rsidTr="00F862D6">
        <w:tc>
          <w:tcPr>
            <w:tcW w:w="1020" w:type="dxa"/>
          </w:tcPr>
          <w:p w14:paraId="57017F40" w14:textId="77777777" w:rsidR="00F64786" w:rsidRDefault="00F64786" w:rsidP="0077673A"/>
        </w:tc>
        <w:tc>
          <w:tcPr>
            <w:tcW w:w="2552" w:type="dxa"/>
          </w:tcPr>
          <w:p w14:paraId="6F7B9656" w14:textId="77777777" w:rsidR="00F64786" w:rsidRDefault="00F64786" w:rsidP="0077673A"/>
        </w:tc>
        <w:tc>
          <w:tcPr>
            <w:tcW w:w="823" w:type="dxa"/>
          </w:tcPr>
          <w:p w14:paraId="73434425" w14:textId="77777777" w:rsidR="00F64786" w:rsidRDefault="00F64786" w:rsidP="0077673A"/>
        </w:tc>
        <w:tc>
          <w:tcPr>
            <w:tcW w:w="3685" w:type="dxa"/>
          </w:tcPr>
          <w:p w14:paraId="769A36A6" w14:textId="77777777" w:rsidR="00F64786" w:rsidRDefault="00F64786" w:rsidP="0077673A"/>
        </w:tc>
      </w:tr>
      <w:tr w:rsidR="00F862D6" w14:paraId="01DD453C" w14:textId="77777777" w:rsidTr="00596C7E">
        <w:tc>
          <w:tcPr>
            <w:tcW w:w="1020" w:type="dxa"/>
          </w:tcPr>
          <w:p w14:paraId="5A09937D" w14:textId="77777777" w:rsidR="00F862D6" w:rsidRDefault="00F862D6" w:rsidP="0077673A"/>
        </w:tc>
        <w:tc>
          <w:tcPr>
            <w:tcW w:w="2552" w:type="dxa"/>
          </w:tcPr>
          <w:p w14:paraId="3C6C1341" w14:textId="77777777" w:rsidR="00F862D6" w:rsidRDefault="00F862D6" w:rsidP="00764595"/>
        </w:tc>
        <w:tc>
          <w:tcPr>
            <w:tcW w:w="823" w:type="dxa"/>
          </w:tcPr>
          <w:p w14:paraId="192B6D39" w14:textId="77777777" w:rsidR="00F862D6" w:rsidRDefault="00F862D6" w:rsidP="0077673A"/>
        </w:tc>
        <w:tc>
          <w:tcPr>
            <w:tcW w:w="3685" w:type="dxa"/>
            <w:vMerge w:val="restart"/>
          </w:tcPr>
          <w:p w14:paraId="3209D78F" w14:textId="77777777" w:rsidR="00596C7E" w:rsidRDefault="00124FD9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t>Prostřednictvím E-ZAK</w:t>
            </w:r>
          </w:p>
          <w:p w14:paraId="3E9F571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26B720D" w14:textId="77777777" w:rsidTr="00F862D6">
        <w:tc>
          <w:tcPr>
            <w:tcW w:w="1020" w:type="dxa"/>
          </w:tcPr>
          <w:p w14:paraId="20B5B88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67519EA" w14:textId="37EBB58A" w:rsidR="00F862D6" w:rsidRPr="003E6B9A" w:rsidRDefault="006E4154" w:rsidP="0037111D">
            <w:r w:rsidRPr="006E4154">
              <w:rPr>
                <w:rFonts w:ascii="Helvetica" w:hAnsi="Helvetica"/>
              </w:rPr>
              <w:t>4916/2023-SŽ-SSV-Ú3</w:t>
            </w:r>
          </w:p>
        </w:tc>
        <w:tc>
          <w:tcPr>
            <w:tcW w:w="823" w:type="dxa"/>
          </w:tcPr>
          <w:p w14:paraId="0570150E" w14:textId="77777777" w:rsidR="00F862D6" w:rsidRDefault="00F862D6" w:rsidP="0077673A"/>
        </w:tc>
        <w:tc>
          <w:tcPr>
            <w:tcW w:w="3685" w:type="dxa"/>
            <w:vMerge/>
          </w:tcPr>
          <w:p w14:paraId="37E4750E" w14:textId="77777777" w:rsidR="00F862D6" w:rsidRDefault="00F862D6" w:rsidP="0077673A"/>
        </w:tc>
      </w:tr>
      <w:tr w:rsidR="00F862D6" w14:paraId="7A11CAC0" w14:textId="77777777" w:rsidTr="00F862D6">
        <w:tc>
          <w:tcPr>
            <w:tcW w:w="1020" w:type="dxa"/>
          </w:tcPr>
          <w:p w14:paraId="7F034000" w14:textId="77777777" w:rsidR="00F862D6" w:rsidRPr="00BB1FC0" w:rsidRDefault="00F862D6" w:rsidP="0077673A">
            <w:r w:rsidRPr="00BB1FC0">
              <w:t>Listů/příloh</w:t>
            </w:r>
          </w:p>
        </w:tc>
        <w:tc>
          <w:tcPr>
            <w:tcW w:w="2552" w:type="dxa"/>
          </w:tcPr>
          <w:p w14:paraId="3ABB33B1" w14:textId="289289B3" w:rsidR="00F862D6" w:rsidRPr="00BB1FC0" w:rsidRDefault="006E4154" w:rsidP="00CC1E2B">
            <w:r w:rsidRPr="00BB1FC0">
              <w:t>3/1</w:t>
            </w:r>
          </w:p>
        </w:tc>
        <w:tc>
          <w:tcPr>
            <w:tcW w:w="823" w:type="dxa"/>
          </w:tcPr>
          <w:p w14:paraId="3ABAD229" w14:textId="77777777" w:rsidR="00F862D6" w:rsidRDefault="00F862D6" w:rsidP="0077673A"/>
        </w:tc>
        <w:tc>
          <w:tcPr>
            <w:tcW w:w="3685" w:type="dxa"/>
            <w:vMerge/>
          </w:tcPr>
          <w:p w14:paraId="2C1D45F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5741CE5" w14:textId="77777777" w:rsidTr="00B23CA3">
        <w:trPr>
          <w:trHeight w:val="77"/>
        </w:trPr>
        <w:tc>
          <w:tcPr>
            <w:tcW w:w="1020" w:type="dxa"/>
          </w:tcPr>
          <w:p w14:paraId="179C2688" w14:textId="77777777" w:rsidR="00F862D6" w:rsidRDefault="00F862D6" w:rsidP="0077673A"/>
        </w:tc>
        <w:tc>
          <w:tcPr>
            <w:tcW w:w="2552" w:type="dxa"/>
          </w:tcPr>
          <w:p w14:paraId="5C7EEFC5" w14:textId="77777777" w:rsidR="00F862D6" w:rsidRPr="003E6B9A" w:rsidRDefault="00F862D6" w:rsidP="0077673A"/>
        </w:tc>
        <w:tc>
          <w:tcPr>
            <w:tcW w:w="823" w:type="dxa"/>
          </w:tcPr>
          <w:p w14:paraId="0CC13388" w14:textId="77777777" w:rsidR="00F862D6" w:rsidRDefault="00F862D6" w:rsidP="0077673A"/>
        </w:tc>
        <w:tc>
          <w:tcPr>
            <w:tcW w:w="3685" w:type="dxa"/>
            <w:vMerge/>
          </w:tcPr>
          <w:p w14:paraId="6AE2AF83" w14:textId="77777777" w:rsidR="00F862D6" w:rsidRDefault="00F862D6" w:rsidP="0077673A"/>
        </w:tc>
      </w:tr>
      <w:tr w:rsidR="00F862D6" w14:paraId="464289C9" w14:textId="77777777" w:rsidTr="00F862D6">
        <w:tc>
          <w:tcPr>
            <w:tcW w:w="1020" w:type="dxa"/>
          </w:tcPr>
          <w:p w14:paraId="22852AA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9C2EC23" w14:textId="77777777" w:rsidR="00F862D6" w:rsidRPr="003E6B9A" w:rsidRDefault="00124FD9" w:rsidP="00FE3455">
            <w:r>
              <w:t>Ing. Kamila Přerovská</w:t>
            </w:r>
          </w:p>
        </w:tc>
        <w:tc>
          <w:tcPr>
            <w:tcW w:w="823" w:type="dxa"/>
          </w:tcPr>
          <w:p w14:paraId="75E9EAE1" w14:textId="77777777" w:rsidR="00F862D6" w:rsidRDefault="00F862D6" w:rsidP="0077673A"/>
        </w:tc>
        <w:tc>
          <w:tcPr>
            <w:tcW w:w="3685" w:type="dxa"/>
            <w:vMerge/>
          </w:tcPr>
          <w:p w14:paraId="29E4B6B8" w14:textId="77777777" w:rsidR="00F862D6" w:rsidRDefault="00F862D6" w:rsidP="0077673A"/>
        </w:tc>
      </w:tr>
      <w:tr w:rsidR="009A7568" w14:paraId="17683270" w14:textId="77777777" w:rsidTr="00F862D6">
        <w:tc>
          <w:tcPr>
            <w:tcW w:w="1020" w:type="dxa"/>
          </w:tcPr>
          <w:p w14:paraId="01ACAECD" w14:textId="77777777" w:rsidR="009A7568" w:rsidRDefault="009A7568" w:rsidP="009A7568"/>
        </w:tc>
        <w:tc>
          <w:tcPr>
            <w:tcW w:w="2552" w:type="dxa"/>
          </w:tcPr>
          <w:p w14:paraId="58BAAC96" w14:textId="77777777" w:rsidR="009A7568" w:rsidRPr="003E6B9A" w:rsidRDefault="009A7568" w:rsidP="009A7568"/>
        </w:tc>
        <w:tc>
          <w:tcPr>
            <w:tcW w:w="823" w:type="dxa"/>
          </w:tcPr>
          <w:p w14:paraId="0C7BE697" w14:textId="77777777" w:rsidR="009A7568" w:rsidRDefault="009A7568" w:rsidP="009A7568"/>
        </w:tc>
        <w:tc>
          <w:tcPr>
            <w:tcW w:w="3685" w:type="dxa"/>
            <w:vMerge/>
          </w:tcPr>
          <w:p w14:paraId="0849EF26" w14:textId="77777777" w:rsidR="009A7568" w:rsidRDefault="009A7568" w:rsidP="009A7568"/>
        </w:tc>
      </w:tr>
      <w:tr w:rsidR="009A7568" w14:paraId="0BFA4CC7" w14:textId="77777777" w:rsidTr="00F862D6">
        <w:tc>
          <w:tcPr>
            <w:tcW w:w="1020" w:type="dxa"/>
          </w:tcPr>
          <w:p w14:paraId="1363BDE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479A1EE" w14:textId="77777777" w:rsidR="009A7568" w:rsidRPr="003E6B9A" w:rsidRDefault="00124FD9" w:rsidP="009A7568">
            <w:r>
              <w:t>+420 702 164 086</w:t>
            </w:r>
          </w:p>
        </w:tc>
        <w:tc>
          <w:tcPr>
            <w:tcW w:w="823" w:type="dxa"/>
          </w:tcPr>
          <w:p w14:paraId="79462530" w14:textId="77777777" w:rsidR="009A7568" w:rsidRDefault="009A7568" w:rsidP="009A7568"/>
        </w:tc>
        <w:tc>
          <w:tcPr>
            <w:tcW w:w="3685" w:type="dxa"/>
            <w:vMerge/>
          </w:tcPr>
          <w:p w14:paraId="130D9ADA" w14:textId="77777777" w:rsidR="009A7568" w:rsidRDefault="009A7568" w:rsidP="009A7568"/>
        </w:tc>
      </w:tr>
      <w:tr w:rsidR="009A7568" w14:paraId="13795D1B" w14:textId="77777777" w:rsidTr="00F862D6">
        <w:tc>
          <w:tcPr>
            <w:tcW w:w="1020" w:type="dxa"/>
          </w:tcPr>
          <w:p w14:paraId="1C602EE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0F35D9C" w14:textId="77777777" w:rsidR="009A7568" w:rsidRPr="003E6B9A" w:rsidRDefault="001E0E74" w:rsidP="006104F6">
            <w:hyperlink r:id="rId11" w:history="1">
              <w:r w:rsidR="00124FD9" w:rsidRPr="00125AAD">
                <w:rPr>
                  <w:rStyle w:val="Hypertextovodkaz"/>
                </w:rPr>
                <w:t>Prerovska@spravazeleznic.cz</w:t>
              </w:r>
            </w:hyperlink>
            <w:r w:rsidR="00124FD9">
              <w:t xml:space="preserve"> </w:t>
            </w:r>
          </w:p>
        </w:tc>
        <w:tc>
          <w:tcPr>
            <w:tcW w:w="823" w:type="dxa"/>
          </w:tcPr>
          <w:p w14:paraId="035AE46B" w14:textId="77777777" w:rsidR="009A7568" w:rsidRDefault="009A7568" w:rsidP="009A7568"/>
        </w:tc>
        <w:tc>
          <w:tcPr>
            <w:tcW w:w="3685" w:type="dxa"/>
            <w:vMerge/>
          </w:tcPr>
          <w:p w14:paraId="50F99FEE" w14:textId="77777777" w:rsidR="009A7568" w:rsidRDefault="009A7568" w:rsidP="009A7568"/>
        </w:tc>
      </w:tr>
      <w:tr w:rsidR="009A7568" w14:paraId="44939110" w14:textId="77777777" w:rsidTr="00F862D6">
        <w:tc>
          <w:tcPr>
            <w:tcW w:w="1020" w:type="dxa"/>
          </w:tcPr>
          <w:p w14:paraId="31F5A103" w14:textId="77777777" w:rsidR="009A7568" w:rsidRDefault="009A7568" w:rsidP="009A7568"/>
        </w:tc>
        <w:tc>
          <w:tcPr>
            <w:tcW w:w="2552" w:type="dxa"/>
          </w:tcPr>
          <w:p w14:paraId="372EBF84" w14:textId="77777777" w:rsidR="009A7568" w:rsidRPr="003E6B9A" w:rsidRDefault="009A7568" w:rsidP="009A7568"/>
        </w:tc>
        <w:tc>
          <w:tcPr>
            <w:tcW w:w="823" w:type="dxa"/>
          </w:tcPr>
          <w:p w14:paraId="1775F31D" w14:textId="77777777" w:rsidR="009A7568" w:rsidRDefault="009A7568" w:rsidP="009A7568"/>
        </w:tc>
        <w:tc>
          <w:tcPr>
            <w:tcW w:w="3685" w:type="dxa"/>
          </w:tcPr>
          <w:p w14:paraId="22FC4FF1" w14:textId="77777777" w:rsidR="009A7568" w:rsidRDefault="009A7568" w:rsidP="009A7568"/>
        </w:tc>
      </w:tr>
      <w:tr w:rsidR="009A7568" w14:paraId="566C3718" w14:textId="77777777" w:rsidTr="00F862D6">
        <w:tc>
          <w:tcPr>
            <w:tcW w:w="1020" w:type="dxa"/>
          </w:tcPr>
          <w:p w14:paraId="6C30FBB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E355A59" w14:textId="44A5A8C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E0E74">
              <w:rPr>
                <w:noProof/>
              </w:rPr>
              <w:t>5.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FD7CB18" w14:textId="77777777" w:rsidR="009A7568" w:rsidRDefault="009A7568" w:rsidP="009A7568"/>
        </w:tc>
        <w:tc>
          <w:tcPr>
            <w:tcW w:w="3685" w:type="dxa"/>
          </w:tcPr>
          <w:p w14:paraId="24972B7E" w14:textId="77777777" w:rsidR="009A7568" w:rsidRDefault="009A7568" w:rsidP="009A7568"/>
        </w:tc>
      </w:tr>
      <w:tr w:rsidR="00F64786" w14:paraId="589542B3" w14:textId="77777777" w:rsidTr="00F862D6">
        <w:tc>
          <w:tcPr>
            <w:tcW w:w="1020" w:type="dxa"/>
          </w:tcPr>
          <w:p w14:paraId="108A8803" w14:textId="77777777" w:rsidR="00F64786" w:rsidRDefault="00F64786" w:rsidP="0077673A"/>
        </w:tc>
        <w:tc>
          <w:tcPr>
            <w:tcW w:w="2552" w:type="dxa"/>
          </w:tcPr>
          <w:p w14:paraId="2D908AF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D30288F" w14:textId="77777777" w:rsidR="00F64786" w:rsidRDefault="00F64786" w:rsidP="0077673A"/>
        </w:tc>
        <w:tc>
          <w:tcPr>
            <w:tcW w:w="3685" w:type="dxa"/>
          </w:tcPr>
          <w:p w14:paraId="5B90AEF8" w14:textId="77777777" w:rsidR="00F64786" w:rsidRDefault="00F64786" w:rsidP="0077673A"/>
        </w:tc>
      </w:tr>
      <w:tr w:rsidR="00F862D6" w14:paraId="78C98319" w14:textId="77777777" w:rsidTr="00B45E9E">
        <w:trPr>
          <w:trHeight w:val="794"/>
        </w:trPr>
        <w:tc>
          <w:tcPr>
            <w:tcW w:w="1020" w:type="dxa"/>
          </w:tcPr>
          <w:p w14:paraId="712CA85D" w14:textId="77777777" w:rsidR="00F862D6" w:rsidRDefault="00F862D6" w:rsidP="0077673A"/>
        </w:tc>
        <w:tc>
          <w:tcPr>
            <w:tcW w:w="2552" w:type="dxa"/>
          </w:tcPr>
          <w:p w14:paraId="5943E1BC" w14:textId="77777777" w:rsidR="00F862D6" w:rsidRDefault="00F862D6" w:rsidP="00F310F8"/>
        </w:tc>
        <w:tc>
          <w:tcPr>
            <w:tcW w:w="823" w:type="dxa"/>
          </w:tcPr>
          <w:p w14:paraId="1C37BD25" w14:textId="77777777" w:rsidR="00F862D6" w:rsidRDefault="00F862D6" w:rsidP="0077673A"/>
        </w:tc>
        <w:tc>
          <w:tcPr>
            <w:tcW w:w="3685" w:type="dxa"/>
          </w:tcPr>
          <w:p w14:paraId="215FF1BC" w14:textId="77777777" w:rsidR="00F862D6" w:rsidRDefault="00F862D6" w:rsidP="0077673A"/>
        </w:tc>
      </w:tr>
    </w:tbl>
    <w:p w14:paraId="65B7530F" w14:textId="77777777" w:rsidR="00124FD9" w:rsidRDefault="00124FD9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Věc:</w:t>
      </w:r>
    </w:p>
    <w:p w14:paraId="44FA65C1" w14:textId="77777777" w:rsidR="00124FD9" w:rsidRDefault="00124FD9" w:rsidP="00124FD9">
      <w:pPr>
        <w:spacing w:after="0"/>
        <w:rPr>
          <w:rFonts w:cs="Arial"/>
          <w:b/>
        </w:rPr>
      </w:pPr>
      <w:r>
        <w:rPr>
          <w:rFonts w:cs="Arial"/>
          <w:b/>
        </w:rPr>
        <w:t>Soubor staveb:</w:t>
      </w:r>
    </w:p>
    <w:p w14:paraId="551E67E4" w14:textId="77777777" w:rsidR="00124FD9" w:rsidRPr="00F8337F" w:rsidRDefault="00124FD9" w:rsidP="00124FD9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1. </w:t>
      </w:r>
      <w:r w:rsidRPr="00F8337F">
        <w:rPr>
          <w:rFonts w:cs="Arial"/>
          <w:b/>
        </w:rPr>
        <w:t xml:space="preserve">„Úprava neutrálních úseků u TT Břeclav – </w:t>
      </w:r>
      <w:proofErr w:type="spellStart"/>
      <w:r w:rsidRPr="00F8337F">
        <w:rPr>
          <w:rFonts w:cs="Arial"/>
          <w:b/>
        </w:rPr>
        <w:t>t.ú</w:t>
      </w:r>
      <w:proofErr w:type="spellEnd"/>
      <w:r w:rsidRPr="00F8337F">
        <w:rPr>
          <w:rFonts w:cs="Arial"/>
          <w:b/>
        </w:rPr>
        <w:t>. Břeclav – Hrušky“</w:t>
      </w:r>
    </w:p>
    <w:p w14:paraId="0A847A50" w14:textId="77777777" w:rsidR="00124FD9" w:rsidRPr="00D118F0" w:rsidRDefault="00124FD9" w:rsidP="00124FD9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2. </w:t>
      </w:r>
      <w:r w:rsidRPr="00F8337F">
        <w:rPr>
          <w:rFonts w:cs="Arial"/>
          <w:b/>
        </w:rPr>
        <w:t xml:space="preserve">„Úprava neutrálních úseků u TT Břeclav – </w:t>
      </w:r>
      <w:proofErr w:type="spellStart"/>
      <w:r w:rsidRPr="00F8337F">
        <w:rPr>
          <w:rFonts w:cs="Arial"/>
          <w:b/>
        </w:rPr>
        <w:t>t.ú</w:t>
      </w:r>
      <w:proofErr w:type="spellEnd"/>
      <w:r w:rsidRPr="00F8337F">
        <w:rPr>
          <w:rFonts w:cs="Arial"/>
          <w:b/>
        </w:rPr>
        <w:t>. Břeclav – Podivín“</w:t>
      </w:r>
    </w:p>
    <w:p w14:paraId="1754F26E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24FD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24FD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30E535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467EBB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F78BCB2" w14:textId="77777777" w:rsidR="00535125" w:rsidRPr="00535125" w:rsidRDefault="00535125" w:rsidP="0053512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5125">
        <w:rPr>
          <w:rFonts w:eastAsia="Calibri" w:cs="Times New Roman"/>
          <w:lang w:eastAsia="cs-CZ"/>
        </w:rPr>
        <w:t xml:space="preserve">Z textu technické zprávy PS 02-05-01 </w:t>
      </w:r>
      <w:proofErr w:type="spellStart"/>
      <w:r w:rsidRPr="00535125">
        <w:rPr>
          <w:rFonts w:eastAsia="Calibri" w:cs="Times New Roman"/>
          <w:lang w:eastAsia="cs-CZ"/>
        </w:rPr>
        <w:t>Žst</w:t>
      </w:r>
      <w:proofErr w:type="spellEnd"/>
      <w:r w:rsidRPr="00535125">
        <w:rPr>
          <w:rFonts w:eastAsia="Calibri" w:cs="Times New Roman"/>
          <w:lang w:eastAsia="cs-CZ"/>
        </w:rPr>
        <w:t xml:space="preserve">. Břeclav, zařízení DŘT vč. doplnění řídicího systému na ED Brno (stavba "Úprava neutrálních úseků u TT Břeclav - </w:t>
      </w:r>
      <w:proofErr w:type="spellStart"/>
      <w:r w:rsidRPr="00535125">
        <w:rPr>
          <w:rFonts w:eastAsia="Calibri" w:cs="Times New Roman"/>
          <w:lang w:eastAsia="cs-CZ"/>
        </w:rPr>
        <w:t>t.ú</w:t>
      </w:r>
      <w:proofErr w:type="spellEnd"/>
      <w:r w:rsidRPr="00535125">
        <w:rPr>
          <w:rFonts w:eastAsia="Calibri" w:cs="Times New Roman"/>
          <w:lang w:eastAsia="cs-CZ"/>
        </w:rPr>
        <w:t xml:space="preserve">. Břeclav - Hrušky") a PS 01-05-01 </w:t>
      </w:r>
      <w:proofErr w:type="spellStart"/>
      <w:r w:rsidRPr="00535125">
        <w:rPr>
          <w:rFonts w:eastAsia="Calibri" w:cs="Times New Roman"/>
          <w:lang w:eastAsia="cs-CZ"/>
        </w:rPr>
        <w:t>Žst</w:t>
      </w:r>
      <w:proofErr w:type="spellEnd"/>
      <w:r w:rsidRPr="00535125">
        <w:rPr>
          <w:rFonts w:eastAsia="Calibri" w:cs="Times New Roman"/>
          <w:lang w:eastAsia="cs-CZ"/>
        </w:rPr>
        <w:t xml:space="preserve">. Břeclav, úprava zařízení DŘT (stavba "Úprava neutrálních úseků u TT Břeclav - </w:t>
      </w:r>
      <w:proofErr w:type="spellStart"/>
      <w:r w:rsidRPr="00535125">
        <w:rPr>
          <w:rFonts w:eastAsia="Calibri" w:cs="Times New Roman"/>
          <w:lang w:eastAsia="cs-CZ"/>
        </w:rPr>
        <w:t>t.ú</w:t>
      </w:r>
      <w:proofErr w:type="spellEnd"/>
      <w:r w:rsidRPr="00535125">
        <w:rPr>
          <w:rFonts w:eastAsia="Calibri" w:cs="Times New Roman"/>
          <w:lang w:eastAsia="cs-CZ"/>
        </w:rPr>
        <w:t>. Břeclav - Podivín</w:t>
      </w:r>
      <w:r w:rsidR="00A07B83">
        <w:rPr>
          <w:rFonts w:eastAsia="Calibri" w:cs="Times New Roman"/>
          <w:lang w:eastAsia="cs-CZ"/>
        </w:rPr>
        <w:t xml:space="preserve">"), čl. 1.3 Základní vymezení, </w:t>
      </w:r>
      <w:r w:rsidRPr="00535125">
        <w:rPr>
          <w:rFonts w:eastAsia="Calibri" w:cs="Times New Roman"/>
          <w:lang w:eastAsia="cs-CZ"/>
        </w:rPr>
        <w:t xml:space="preserve">a položek soupisů prací vyplývá, že obsahují duplicitní dodávku nového telemechanického zařízení RDRT pro objekt </w:t>
      </w:r>
      <w:proofErr w:type="spellStart"/>
      <w:r w:rsidRPr="00535125">
        <w:rPr>
          <w:rFonts w:eastAsia="Calibri" w:cs="Times New Roman"/>
          <w:lang w:eastAsia="cs-CZ"/>
        </w:rPr>
        <w:t>žst</w:t>
      </w:r>
      <w:proofErr w:type="spellEnd"/>
      <w:r w:rsidRPr="00535125">
        <w:rPr>
          <w:rFonts w:eastAsia="Calibri" w:cs="Times New Roman"/>
          <w:lang w:eastAsia="cs-CZ"/>
        </w:rPr>
        <w:t xml:space="preserve">. Břeclav, ústřední stavědlo, z důvodu nejasného časového harmonogramu v době zpracování projektové dokumentace. </w:t>
      </w:r>
    </w:p>
    <w:p w14:paraId="55EC0707" w14:textId="77777777" w:rsidR="00535125" w:rsidRPr="00535125" w:rsidRDefault="00535125" w:rsidP="0053512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D675E0" w14:textId="612A495B" w:rsidR="00124FD9" w:rsidRDefault="00535125" w:rsidP="0053512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35125">
        <w:rPr>
          <w:rFonts w:eastAsia="Calibri" w:cs="Times New Roman"/>
          <w:lang w:eastAsia="cs-CZ"/>
        </w:rPr>
        <w:t>Vzhledem k souběžné realizaci obou staveb prosíme zadavatele o úpravu soupisu prací PS 02-05-01 nebo PS 01-05-01 tak, aby byla duplicita odstraněna.</w:t>
      </w:r>
    </w:p>
    <w:p w14:paraId="2E4D1288" w14:textId="77777777" w:rsidR="001E0E74" w:rsidRDefault="001E0E74" w:rsidP="0053512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4CEC01" w14:textId="69A3E6AD" w:rsidR="001E0E74" w:rsidRPr="00535125" w:rsidRDefault="001E0E74" w:rsidP="0053512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E0E74">
        <w:rPr>
          <w:rFonts w:eastAsia="Calibri" w:cs="Times New Roman"/>
          <w:lang w:eastAsia="cs-CZ"/>
        </w:rPr>
        <w:t>Žádáme o vysvětlení.</w:t>
      </w:r>
    </w:p>
    <w:p w14:paraId="7075068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87BE4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69ACEC1" w14:textId="2652B818" w:rsidR="00CB7B5A" w:rsidRDefault="00EB72E5" w:rsidP="00EB72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Duplicitní dodávka nového telemechanického zařízení RDRT v </w:t>
      </w:r>
      <w:proofErr w:type="spellStart"/>
      <w:r>
        <w:rPr>
          <w:rFonts w:eastAsia="Calibri" w:cs="Times New Roman"/>
          <w:b/>
          <w:lang w:eastAsia="cs-CZ"/>
        </w:rPr>
        <w:t>žst.Břeclav</w:t>
      </w:r>
      <w:proofErr w:type="spellEnd"/>
      <w:r>
        <w:rPr>
          <w:rFonts w:eastAsia="Calibri" w:cs="Times New Roman"/>
          <w:b/>
          <w:lang w:eastAsia="cs-CZ"/>
        </w:rPr>
        <w:t xml:space="preserve"> ústřední stavědlo v rámci „PS 02-05-01 </w:t>
      </w:r>
      <w:proofErr w:type="spellStart"/>
      <w:r>
        <w:rPr>
          <w:rFonts w:eastAsia="Calibri" w:cs="Times New Roman"/>
          <w:b/>
          <w:lang w:eastAsia="cs-CZ"/>
        </w:rPr>
        <w:t>Žst.Břeclav</w:t>
      </w:r>
      <w:proofErr w:type="spellEnd"/>
      <w:r>
        <w:rPr>
          <w:rFonts w:eastAsia="Calibri" w:cs="Times New Roman"/>
          <w:b/>
          <w:lang w:eastAsia="cs-CZ"/>
        </w:rPr>
        <w:t xml:space="preserve">, zařízení DŘT </w:t>
      </w:r>
      <w:proofErr w:type="spellStart"/>
      <w:proofErr w:type="gramStart"/>
      <w:r>
        <w:rPr>
          <w:rFonts w:eastAsia="Calibri" w:cs="Times New Roman"/>
          <w:b/>
          <w:lang w:eastAsia="cs-CZ"/>
        </w:rPr>
        <w:t>vč.doplnění</w:t>
      </w:r>
      <w:proofErr w:type="spellEnd"/>
      <w:proofErr w:type="gramEnd"/>
      <w:r>
        <w:rPr>
          <w:rFonts w:eastAsia="Calibri" w:cs="Times New Roman"/>
          <w:b/>
          <w:lang w:eastAsia="cs-CZ"/>
        </w:rPr>
        <w:t xml:space="preserve"> řídicího systému na ED Brno“ byla odstraněna formou úpravy soupisu prací.</w:t>
      </w:r>
    </w:p>
    <w:p w14:paraId="4E6D258B" w14:textId="351A1A78" w:rsidR="00EB72E5" w:rsidRDefault="00EB72E5" w:rsidP="00EB72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Provozní soubory DŘT v rámci </w:t>
      </w:r>
      <w:proofErr w:type="spellStart"/>
      <w:r>
        <w:rPr>
          <w:rFonts w:eastAsia="Calibri" w:cs="Times New Roman"/>
          <w:b/>
          <w:lang w:eastAsia="cs-CZ"/>
        </w:rPr>
        <w:t>stravby</w:t>
      </w:r>
      <w:proofErr w:type="spellEnd"/>
      <w:r>
        <w:rPr>
          <w:rFonts w:eastAsia="Calibri" w:cs="Times New Roman"/>
          <w:b/>
          <w:lang w:eastAsia="cs-CZ"/>
        </w:rPr>
        <w:t xml:space="preserve"> „Úprava neutrálních úseků u TT Břeclav – </w:t>
      </w:r>
      <w:proofErr w:type="spellStart"/>
      <w:r>
        <w:rPr>
          <w:rFonts w:eastAsia="Calibri" w:cs="Times New Roman"/>
          <w:b/>
          <w:lang w:eastAsia="cs-CZ"/>
        </w:rPr>
        <w:t>t.ú.Břeclav</w:t>
      </w:r>
      <w:proofErr w:type="spellEnd"/>
      <w:r>
        <w:rPr>
          <w:rFonts w:eastAsia="Calibri" w:cs="Times New Roman"/>
          <w:b/>
          <w:lang w:eastAsia="cs-CZ"/>
        </w:rPr>
        <w:t xml:space="preserve"> – Podivín zůstávají beze změny.</w:t>
      </w:r>
    </w:p>
    <w:p w14:paraId="457646C2" w14:textId="65856028" w:rsidR="00EB72E5" w:rsidRDefault="00EB72E5" w:rsidP="00EB72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8C6DD03" w14:textId="1C57CC61" w:rsidR="00EB72E5" w:rsidRPr="00EB72E5" w:rsidRDefault="00EB72E5" w:rsidP="00EB72E5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EB72E5">
        <w:rPr>
          <w:rFonts w:eastAsia="Calibri" w:cs="Times New Roman"/>
          <w:b/>
          <w:u w:val="single"/>
          <w:lang w:eastAsia="cs-CZ"/>
        </w:rPr>
        <w:t>Úpravy soupisu prací PS 02-05-01</w:t>
      </w:r>
    </w:p>
    <w:p w14:paraId="1C5CF46F" w14:textId="47FB7992" w:rsidR="00EB72E5" w:rsidRPr="00A515A5" w:rsidRDefault="00EB72E5" w:rsidP="00CB7B5A">
      <w:pPr>
        <w:spacing w:after="0" w:line="240" w:lineRule="auto"/>
        <w:rPr>
          <w:rFonts w:eastAsia="Calibri" w:cs="Times New Roman"/>
          <w:b/>
          <w:i/>
          <w:iCs/>
          <w:u w:val="single"/>
          <w:lang w:eastAsia="cs-CZ"/>
        </w:rPr>
      </w:pPr>
      <w:r w:rsidRPr="00A515A5">
        <w:rPr>
          <w:rFonts w:eastAsia="Calibri" w:cs="Times New Roman"/>
          <w:b/>
          <w:i/>
          <w:iCs/>
          <w:u w:val="single"/>
          <w:lang w:eastAsia="cs-CZ"/>
        </w:rPr>
        <w:t>Byly upraveny z důvodu duplicity následující položky:</w:t>
      </w:r>
    </w:p>
    <w:p w14:paraId="1573B979" w14:textId="3A561AEA" w:rsidR="00EB72E5" w:rsidRPr="00507F6F" w:rsidRDefault="00EB72E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č.1,   kód</w:t>
      </w:r>
      <w:proofErr w:type="gramEnd"/>
      <w:r w:rsidRPr="00507F6F">
        <w:rPr>
          <w:rFonts w:eastAsia="Calibri" w:cs="Times New Roman"/>
          <w:b/>
          <w:lang w:eastAsia="cs-CZ"/>
        </w:rPr>
        <w:t xml:space="preserve"> položky 7034</w:t>
      </w:r>
      <w:r w:rsidR="008B2FF7" w:rsidRPr="00507F6F">
        <w:rPr>
          <w:rFonts w:eastAsia="Calibri" w:cs="Times New Roman"/>
          <w:b/>
          <w:lang w:eastAsia="cs-CZ"/>
        </w:rPr>
        <w:t>1</w:t>
      </w:r>
      <w:r w:rsidRPr="00507F6F">
        <w:rPr>
          <w:rFonts w:eastAsia="Calibri" w:cs="Times New Roman"/>
          <w:b/>
          <w:lang w:eastAsia="cs-CZ"/>
        </w:rPr>
        <w:t xml:space="preserve">1, změna </w:t>
      </w:r>
      <w:r w:rsidR="00B60AED" w:rsidRPr="00507F6F">
        <w:rPr>
          <w:rFonts w:eastAsia="Calibri" w:cs="Times New Roman"/>
          <w:b/>
          <w:lang w:eastAsia="cs-CZ"/>
        </w:rPr>
        <w:t>metráže</w:t>
      </w:r>
    </w:p>
    <w:p w14:paraId="70E399A5" w14:textId="6E7BD340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č.10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C7155A" w:rsidRPr="00507F6F">
        <w:rPr>
          <w:rFonts w:eastAsia="Calibri" w:cs="Times New Roman"/>
          <w:b/>
          <w:lang w:eastAsia="cs-CZ"/>
        </w:rPr>
        <w:t>42J14</w:t>
      </w:r>
      <w:r w:rsidRPr="00507F6F">
        <w:rPr>
          <w:rFonts w:eastAsia="Calibri" w:cs="Times New Roman"/>
          <w:b/>
          <w:lang w:eastAsia="cs-CZ"/>
        </w:rPr>
        <w:t xml:space="preserve">, změna </w:t>
      </w:r>
      <w:r w:rsidR="00287D53" w:rsidRPr="00507F6F">
        <w:rPr>
          <w:rFonts w:eastAsia="Calibri" w:cs="Times New Roman"/>
          <w:b/>
          <w:lang w:eastAsia="cs-CZ"/>
        </w:rPr>
        <w:t>počtu kusů</w:t>
      </w:r>
    </w:p>
    <w:p w14:paraId="668A4CE5" w14:textId="628A58B8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č.11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C7155A" w:rsidRPr="00507F6F">
        <w:rPr>
          <w:rFonts w:eastAsia="Calibri" w:cs="Times New Roman"/>
          <w:b/>
          <w:lang w:eastAsia="cs-CZ"/>
        </w:rPr>
        <w:t>42J21</w:t>
      </w:r>
      <w:r w:rsidRPr="00507F6F">
        <w:rPr>
          <w:rFonts w:eastAsia="Calibri" w:cs="Times New Roman"/>
          <w:b/>
          <w:lang w:eastAsia="cs-CZ"/>
        </w:rPr>
        <w:t xml:space="preserve">, změna </w:t>
      </w:r>
      <w:r w:rsidR="00287D53" w:rsidRPr="00507F6F">
        <w:rPr>
          <w:rFonts w:eastAsia="Calibri" w:cs="Times New Roman"/>
          <w:b/>
          <w:lang w:eastAsia="cs-CZ"/>
        </w:rPr>
        <w:t>metráže</w:t>
      </w:r>
    </w:p>
    <w:p w14:paraId="27CC6479" w14:textId="663B82ED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č.14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C7155A" w:rsidRPr="00507F6F">
        <w:rPr>
          <w:rFonts w:eastAsia="Calibri" w:cs="Times New Roman"/>
          <w:b/>
          <w:lang w:eastAsia="cs-CZ"/>
        </w:rPr>
        <w:t>42J51</w:t>
      </w:r>
      <w:r w:rsidRPr="00507F6F">
        <w:rPr>
          <w:rFonts w:eastAsia="Calibri" w:cs="Times New Roman"/>
          <w:b/>
          <w:lang w:eastAsia="cs-CZ"/>
        </w:rPr>
        <w:t xml:space="preserve">, změna </w:t>
      </w:r>
      <w:r w:rsidR="00287D53" w:rsidRPr="00507F6F">
        <w:rPr>
          <w:rFonts w:eastAsia="Calibri" w:cs="Times New Roman"/>
          <w:b/>
          <w:lang w:eastAsia="cs-CZ"/>
        </w:rPr>
        <w:t>počtu kusů</w:t>
      </w:r>
    </w:p>
    <w:p w14:paraId="67374B00" w14:textId="6E39CF44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č.18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C7155A" w:rsidRPr="00507F6F">
        <w:rPr>
          <w:rFonts w:eastAsia="Calibri" w:cs="Times New Roman"/>
          <w:b/>
          <w:lang w:eastAsia="cs-CZ"/>
        </w:rPr>
        <w:t>42M11</w:t>
      </w:r>
      <w:r w:rsidRPr="00507F6F">
        <w:rPr>
          <w:rFonts w:eastAsia="Calibri" w:cs="Times New Roman"/>
          <w:b/>
          <w:lang w:eastAsia="cs-CZ"/>
        </w:rPr>
        <w:t xml:space="preserve">, změna </w:t>
      </w:r>
      <w:r w:rsidR="00287D53" w:rsidRPr="00507F6F">
        <w:rPr>
          <w:rFonts w:eastAsia="Calibri" w:cs="Times New Roman"/>
          <w:b/>
          <w:lang w:eastAsia="cs-CZ"/>
        </w:rPr>
        <w:t>počtu kusů</w:t>
      </w:r>
    </w:p>
    <w:p w14:paraId="4F451F0F" w14:textId="6A033033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č.20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C7155A" w:rsidRPr="00507F6F">
        <w:rPr>
          <w:rFonts w:eastAsia="Calibri" w:cs="Times New Roman"/>
          <w:b/>
          <w:lang w:eastAsia="cs-CZ"/>
        </w:rPr>
        <w:t>42P15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287D53" w:rsidRPr="00507F6F">
        <w:rPr>
          <w:rFonts w:eastAsia="Calibri" w:cs="Times New Roman"/>
          <w:b/>
          <w:lang w:eastAsia="cs-CZ"/>
        </w:rPr>
        <w:t>změna počtu kusů</w:t>
      </w:r>
    </w:p>
    <w:p w14:paraId="29C5570C" w14:textId="3ECC7AFE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č.50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466A9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12A91D9C" w14:textId="52DEF941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č.51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466AD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7CE1B0A0" w14:textId="6EF91434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č.53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466AM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7941EAD9" w14:textId="78CD00C5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č.54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466AQ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70DB896E" w14:textId="49796807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č.56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47213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313431E1" w14:textId="694CD86F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č.57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47301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kusů</w:t>
      </w:r>
    </w:p>
    <w:p w14:paraId="3A6A5463" w14:textId="0EA0AE2C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č.58</w:t>
      </w:r>
      <w:proofErr w:type="gramEnd"/>
      <w:r w:rsidRPr="00507F6F">
        <w:rPr>
          <w:rFonts w:eastAsia="Calibri" w:cs="Times New Roman"/>
          <w:b/>
          <w:lang w:eastAsia="cs-CZ"/>
        </w:rPr>
        <w:t>, kód položky 7</w:t>
      </w:r>
      <w:r w:rsidR="0095345A" w:rsidRPr="00507F6F">
        <w:rPr>
          <w:rFonts w:eastAsia="Calibri" w:cs="Times New Roman"/>
          <w:b/>
          <w:lang w:eastAsia="cs-CZ"/>
        </w:rPr>
        <w:t>47701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E27164" w:rsidRPr="00507F6F">
        <w:rPr>
          <w:rFonts w:eastAsia="Calibri" w:cs="Times New Roman"/>
          <w:b/>
          <w:lang w:eastAsia="cs-CZ"/>
        </w:rPr>
        <w:t>změna počtu hodin</w:t>
      </w:r>
    </w:p>
    <w:p w14:paraId="28A9E20A" w14:textId="682B780D" w:rsidR="00EB72E5" w:rsidRPr="00507F6F" w:rsidRDefault="00EB72E5" w:rsidP="00EB72E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2C4454" w14:textId="016E58CB" w:rsidR="00A515A5" w:rsidRPr="00507F6F" w:rsidRDefault="00A515A5" w:rsidP="00A515A5">
      <w:pPr>
        <w:spacing w:after="0" w:line="240" w:lineRule="auto"/>
        <w:rPr>
          <w:rFonts w:eastAsia="Calibri" w:cs="Times New Roman"/>
          <w:b/>
          <w:i/>
          <w:iCs/>
          <w:u w:val="single"/>
          <w:lang w:eastAsia="cs-CZ"/>
        </w:rPr>
      </w:pPr>
      <w:r w:rsidRPr="00507F6F">
        <w:rPr>
          <w:rFonts w:eastAsia="Calibri" w:cs="Times New Roman"/>
          <w:b/>
          <w:i/>
          <w:iCs/>
          <w:u w:val="single"/>
          <w:lang w:eastAsia="cs-CZ"/>
        </w:rPr>
        <w:t>Položky neměnné:</w:t>
      </w:r>
    </w:p>
    <w:p w14:paraId="1D4266CA" w14:textId="172A8BE9" w:rsidR="00A515A5" w:rsidRPr="00507F6F" w:rsidRDefault="00A515A5" w:rsidP="00A515A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 xml:space="preserve">č.4, </w:t>
      </w:r>
      <w:r w:rsidR="002735C1" w:rsidRPr="00507F6F">
        <w:rPr>
          <w:rFonts w:eastAsia="Calibri" w:cs="Times New Roman"/>
          <w:b/>
          <w:lang w:eastAsia="cs-CZ"/>
        </w:rPr>
        <w:t xml:space="preserve"> </w:t>
      </w:r>
      <w:r w:rsidRPr="00507F6F">
        <w:rPr>
          <w:rFonts w:eastAsia="Calibri" w:cs="Times New Roman"/>
          <w:b/>
          <w:lang w:eastAsia="cs-CZ"/>
        </w:rPr>
        <w:t>kód</w:t>
      </w:r>
      <w:proofErr w:type="gramEnd"/>
      <w:r w:rsidRPr="00507F6F">
        <w:rPr>
          <w:rFonts w:eastAsia="Calibri" w:cs="Times New Roman"/>
          <w:b/>
          <w:lang w:eastAsia="cs-CZ"/>
        </w:rPr>
        <w:t xml:space="preserve"> položky 7</w:t>
      </w:r>
      <w:r w:rsidR="002735C1" w:rsidRPr="00507F6F">
        <w:rPr>
          <w:rFonts w:eastAsia="Calibri" w:cs="Times New Roman"/>
          <w:b/>
          <w:lang w:eastAsia="cs-CZ"/>
        </w:rPr>
        <w:t>03751</w:t>
      </w:r>
      <w:r w:rsidRPr="00507F6F">
        <w:rPr>
          <w:rFonts w:eastAsia="Calibri" w:cs="Times New Roman"/>
          <w:b/>
          <w:lang w:eastAsia="cs-CZ"/>
        </w:rPr>
        <w:t>, zůstává beze změny</w:t>
      </w:r>
    </w:p>
    <w:p w14:paraId="52DE8587" w14:textId="6A77F623" w:rsidR="00A515A5" w:rsidRPr="00507F6F" w:rsidRDefault="00A515A5" w:rsidP="00A515A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</w:t>
      </w:r>
      <w:r w:rsidR="002735C1" w:rsidRPr="00507F6F">
        <w:rPr>
          <w:rFonts w:eastAsia="Calibri" w:cs="Times New Roman"/>
          <w:b/>
          <w:lang w:eastAsia="cs-CZ"/>
        </w:rPr>
        <w:t>5</w:t>
      </w:r>
      <w:r w:rsidRPr="00507F6F">
        <w:rPr>
          <w:rFonts w:eastAsia="Calibri" w:cs="Times New Roman"/>
          <w:b/>
          <w:lang w:eastAsia="cs-CZ"/>
        </w:rPr>
        <w:t>,</w:t>
      </w:r>
      <w:r w:rsidR="002735C1" w:rsidRPr="00507F6F">
        <w:rPr>
          <w:rFonts w:eastAsia="Calibri" w:cs="Times New Roman"/>
          <w:b/>
          <w:lang w:eastAsia="cs-CZ"/>
        </w:rPr>
        <w:t xml:space="preserve"> </w:t>
      </w:r>
      <w:r w:rsidRPr="00507F6F">
        <w:rPr>
          <w:rFonts w:eastAsia="Calibri" w:cs="Times New Roman"/>
          <w:b/>
          <w:lang w:eastAsia="cs-CZ"/>
        </w:rPr>
        <w:t xml:space="preserve"> kód</w:t>
      </w:r>
      <w:proofErr w:type="gramEnd"/>
      <w:r w:rsidRPr="00507F6F">
        <w:rPr>
          <w:rFonts w:eastAsia="Calibri" w:cs="Times New Roman"/>
          <w:b/>
          <w:lang w:eastAsia="cs-CZ"/>
        </w:rPr>
        <w:t xml:space="preserve"> položky 7</w:t>
      </w:r>
      <w:r w:rsidR="002735C1" w:rsidRPr="00507F6F">
        <w:rPr>
          <w:rFonts w:eastAsia="Calibri" w:cs="Times New Roman"/>
          <w:b/>
          <w:lang w:eastAsia="cs-CZ"/>
        </w:rPr>
        <w:t>03756</w:t>
      </w:r>
      <w:r w:rsidRPr="00507F6F">
        <w:rPr>
          <w:rFonts w:eastAsia="Calibri" w:cs="Times New Roman"/>
          <w:b/>
          <w:lang w:eastAsia="cs-CZ"/>
        </w:rPr>
        <w:t>, zůstává beze změny</w:t>
      </w:r>
    </w:p>
    <w:p w14:paraId="3DB5685B" w14:textId="44A64162" w:rsidR="00A515A5" w:rsidRPr="00507F6F" w:rsidRDefault="00A515A5" w:rsidP="00A515A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2735C1" w:rsidRPr="00507F6F">
        <w:rPr>
          <w:rFonts w:eastAsia="Calibri" w:cs="Times New Roman"/>
          <w:b/>
          <w:lang w:eastAsia="cs-CZ"/>
        </w:rPr>
        <w:t>21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2735C1" w:rsidRPr="00507F6F">
        <w:rPr>
          <w:rFonts w:eastAsia="Calibri" w:cs="Times New Roman"/>
          <w:b/>
          <w:lang w:eastAsia="cs-CZ"/>
        </w:rPr>
        <w:t>3B16</w:t>
      </w:r>
      <w:r w:rsidRPr="00507F6F">
        <w:rPr>
          <w:rFonts w:eastAsia="Calibri" w:cs="Times New Roman"/>
          <w:b/>
          <w:lang w:eastAsia="cs-CZ"/>
        </w:rPr>
        <w:t>, zůstává beze změny</w:t>
      </w:r>
    </w:p>
    <w:p w14:paraId="73713C81" w14:textId="11B58420" w:rsidR="00A515A5" w:rsidRPr="00507F6F" w:rsidRDefault="00A515A5" w:rsidP="00A515A5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2735C1" w:rsidRPr="00507F6F">
        <w:rPr>
          <w:rFonts w:eastAsia="Calibri" w:cs="Times New Roman"/>
          <w:b/>
          <w:lang w:eastAsia="cs-CZ"/>
        </w:rPr>
        <w:t>3</w:t>
      </w:r>
      <w:r w:rsidRPr="00507F6F">
        <w:rPr>
          <w:rFonts w:eastAsia="Calibri" w:cs="Times New Roman"/>
          <w:b/>
          <w:lang w:eastAsia="cs-CZ"/>
        </w:rPr>
        <w:t>4, kód položky 74</w:t>
      </w:r>
      <w:r w:rsidR="002735C1" w:rsidRPr="00507F6F">
        <w:rPr>
          <w:rFonts w:eastAsia="Calibri" w:cs="Times New Roman"/>
          <w:b/>
          <w:lang w:eastAsia="cs-CZ"/>
        </w:rPr>
        <w:t>6651</w:t>
      </w:r>
      <w:r w:rsidRPr="00507F6F">
        <w:rPr>
          <w:rFonts w:eastAsia="Calibri" w:cs="Times New Roman"/>
          <w:b/>
          <w:lang w:eastAsia="cs-CZ"/>
        </w:rPr>
        <w:t>, zůstává beze změny</w:t>
      </w:r>
    </w:p>
    <w:p w14:paraId="637BEF93" w14:textId="2BDBA486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lastRenderedPageBreak/>
        <w:t>Položka č.35, kód položky 746656, zůstává beze změny</w:t>
      </w:r>
    </w:p>
    <w:p w14:paraId="24A2C0FB" w14:textId="45AEA7C7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č.37, kód položky 746658, zůstává beze změny</w:t>
      </w:r>
    </w:p>
    <w:p w14:paraId="19B1090D" w14:textId="4C7AE0C8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č.39, kód položky 74665G, zůstává beze změny</w:t>
      </w:r>
    </w:p>
    <w:p w14:paraId="37B4EFD8" w14:textId="4098BDD3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č.40</w:t>
      </w:r>
      <w:proofErr w:type="gramEnd"/>
      <w:r w:rsidRPr="00507F6F">
        <w:rPr>
          <w:rFonts w:eastAsia="Calibri" w:cs="Times New Roman"/>
          <w:b/>
          <w:lang w:eastAsia="cs-CZ"/>
        </w:rPr>
        <w:t>, kód položky 74665K, zůstává beze změny</w:t>
      </w:r>
    </w:p>
    <w:p w14:paraId="33620D2F" w14:textId="154139D2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č.42, kód položky 746689, zůstává beze změny</w:t>
      </w:r>
    </w:p>
    <w:p w14:paraId="53A08423" w14:textId="5938B628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č.46, kód položky 746696, zůstává beze změny</w:t>
      </w:r>
    </w:p>
    <w:p w14:paraId="4FFA182B" w14:textId="4991CF59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č.47, kód položky 746697, zůstává beze změny</w:t>
      </w:r>
    </w:p>
    <w:p w14:paraId="487E0136" w14:textId="602DA9EA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č.48, kód položky 7466A1, zůstává beze změny</w:t>
      </w:r>
    </w:p>
    <w:p w14:paraId="25015B6C" w14:textId="25A394E5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č.49, kód položky 7466A5, zůstává beze změny</w:t>
      </w:r>
    </w:p>
    <w:p w14:paraId="39E3D371" w14:textId="3892F8FF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č.59, kód položky 747703, zůstává beze změny</w:t>
      </w:r>
    </w:p>
    <w:p w14:paraId="74337355" w14:textId="51ABADAE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č.60, kód položky 747704, zůstává beze změny</w:t>
      </w:r>
    </w:p>
    <w:p w14:paraId="74DC898C" w14:textId="027536AF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č.61, kód položky 75I821, zůstává beze změny</w:t>
      </w:r>
    </w:p>
    <w:p w14:paraId="4B95C1DC" w14:textId="1426F4C5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č.62, kód položky 75I82X, zůstává beze změny</w:t>
      </w:r>
    </w:p>
    <w:p w14:paraId="51017948" w14:textId="65626AFB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č.65, kód položky R741, zůstává beze změny</w:t>
      </w:r>
    </w:p>
    <w:p w14:paraId="5817295B" w14:textId="77777777" w:rsidR="002735C1" w:rsidRPr="00507F6F" w:rsidRDefault="002735C1" w:rsidP="00273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1B071A" w14:textId="611ACDAA" w:rsidR="0095345A" w:rsidRPr="00507F6F" w:rsidRDefault="0095345A" w:rsidP="0095345A">
      <w:pPr>
        <w:spacing w:after="0" w:line="240" w:lineRule="auto"/>
        <w:rPr>
          <w:rFonts w:eastAsia="Calibri" w:cs="Times New Roman"/>
          <w:b/>
          <w:i/>
          <w:iCs/>
          <w:u w:val="single"/>
          <w:lang w:eastAsia="cs-CZ"/>
        </w:rPr>
      </w:pPr>
      <w:r w:rsidRPr="00507F6F">
        <w:rPr>
          <w:rFonts w:eastAsia="Calibri" w:cs="Times New Roman"/>
          <w:b/>
          <w:i/>
          <w:iCs/>
          <w:u w:val="single"/>
          <w:lang w:eastAsia="cs-CZ"/>
        </w:rPr>
        <w:t>Položky rušené z důvodu duplicity:</w:t>
      </w:r>
    </w:p>
    <w:p w14:paraId="22EB3993" w14:textId="27B6D2EB" w:rsidR="0095345A" w:rsidRPr="00507F6F" w:rsidRDefault="0095345A" w:rsidP="0095345A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č.2,   kód položky 703</w:t>
      </w:r>
      <w:r w:rsidR="00BD3B78" w:rsidRPr="00507F6F">
        <w:rPr>
          <w:rFonts w:eastAsia="Calibri" w:cs="Times New Roman"/>
          <w:b/>
          <w:lang w:eastAsia="cs-CZ"/>
        </w:rPr>
        <w:t>511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BD3B78" w:rsidRPr="00507F6F">
        <w:rPr>
          <w:rFonts w:eastAsia="Calibri" w:cs="Times New Roman"/>
          <w:b/>
          <w:lang w:eastAsia="cs-CZ"/>
        </w:rPr>
        <w:t>zrušeno</w:t>
      </w:r>
    </w:p>
    <w:p w14:paraId="3C93D53A" w14:textId="04A41E7C" w:rsidR="0095345A" w:rsidRPr="00507F6F" w:rsidRDefault="0095345A" w:rsidP="0095345A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č.3,   kód položky 703</w:t>
      </w:r>
      <w:r w:rsidR="00BD3B78" w:rsidRPr="00507F6F">
        <w:rPr>
          <w:rFonts w:eastAsia="Calibri" w:cs="Times New Roman"/>
          <w:b/>
          <w:lang w:eastAsia="cs-CZ"/>
        </w:rPr>
        <w:t>512</w:t>
      </w:r>
      <w:r w:rsidRPr="00507F6F">
        <w:rPr>
          <w:rFonts w:eastAsia="Calibri" w:cs="Times New Roman"/>
          <w:b/>
          <w:lang w:eastAsia="cs-CZ"/>
        </w:rPr>
        <w:t>, z</w:t>
      </w:r>
      <w:r w:rsidR="00BD3B78" w:rsidRPr="00507F6F">
        <w:rPr>
          <w:rFonts w:eastAsia="Calibri" w:cs="Times New Roman"/>
          <w:b/>
          <w:lang w:eastAsia="cs-CZ"/>
        </w:rPr>
        <w:t>rušeno</w:t>
      </w:r>
    </w:p>
    <w:p w14:paraId="0E67D669" w14:textId="62612F29" w:rsidR="0095345A" w:rsidRPr="00507F6F" w:rsidRDefault="0095345A" w:rsidP="0095345A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č.6,   kód položky 7</w:t>
      </w:r>
      <w:r w:rsidR="00BD3B78" w:rsidRPr="00507F6F">
        <w:rPr>
          <w:rFonts w:eastAsia="Calibri" w:cs="Times New Roman"/>
          <w:b/>
          <w:lang w:eastAsia="cs-CZ"/>
        </w:rPr>
        <w:t>41C02</w:t>
      </w:r>
      <w:r w:rsidRPr="00507F6F">
        <w:rPr>
          <w:rFonts w:eastAsia="Calibri" w:cs="Times New Roman"/>
          <w:b/>
          <w:lang w:eastAsia="cs-CZ"/>
        </w:rPr>
        <w:t xml:space="preserve">, </w:t>
      </w:r>
      <w:r w:rsidR="00BD3B78" w:rsidRPr="00507F6F">
        <w:rPr>
          <w:rFonts w:eastAsia="Calibri" w:cs="Times New Roman"/>
          <w:b/>
          <w:lang w:eastAsia="cs-CZ"/>
        </w:rPr>
        <w:t>zrušeno</w:t>
      </w:r>
    </w:p>
    <w:p w14:paraId="174E19FC" w14:textId="42D7C9A1" w:rsidR="0095345A" w:rsidRPr="00507F6F" w:rsidRDefault="0095345A" w:rsidP="0095345A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BD3B78" w:rsidRPr="00507F6F">
        <w:rPr>
          <w:rFonts w:eastAsia="Calibri" w:cs="Times New Roman"/>
          <w:b/>
          <w:lang w:eastAsia="cs-CZ"/>
        </w:rPr>
        <w:t>7</w:t>
      </w:r>
      <w:r w:rsidRPr="00507F6F">
        <w:rPr>
          <w:rFonts w:eastAsia="Calibri" w:cs="Times New Roman"/>
          <w:b/>
          <w:lang w:eastAsia="cs-CZ"/>
        </w:rPr>
        <w:t>,   kód položky 7</w:t>
      </w:r>
      <w:r w:rsidR="00BD3B78" w:rsidRPr="00507F6F">
        <w:rPr>
          <w:rFonts w:eastAsia="Calibri" w:cs="Times New Roman"/>
          <w:b/>
          <w:lang w:eastAsia="cs-CZ"/>
        </w:rPr>
        <w:t>41C04</w:t>
      </w:r>
      <w:r w:rsidRPr="00507F6F">
        <w:rPr>
          <w:rFonts w:eastAsia="Calibri" w:cs="Times New Roman"/>
          <w:b/>
          <w:lang w:eastAsia="cs-CZ"/>
        </w:rPr>
        <w:t>, z</w:t>
      </w:r>
      <w:r w:rsidR="00BD3B78" w:rsidRPr="00507F6F">
        <w:rPr>
          <w:rFonts w:eastAsia="Calibri" w:cs="Times New Roman"/>
          <w:b/>
          <w:lang w:eastAsia="cs-CZ"/>
        </w:rPr>
        <w:t>rušeno</w:t>
      </w:r>
    </w:p>
    <w:p w14:paraId="2A6956FA" w14:textId="2903F072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č.8,   kód položky 742F12, zrušeno</w:t>
      </w:r>
    </w:p>
    <w:p w14:paraId="263A7782" w14:textId="4AB8ABF9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č.9,   kód položky 742J11, zrušeno</w:t>
      </w:r>
    </w:p>
    <w:p w14:paraId="2C078308" w14:textId="7D43F06B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č.12, kód položky 742J23, zrušeno</w:t>
      </w:r>
    </w:p>
    <w:p w14:paraId="373A845A" w14:textId="727589E4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č.13, kód položky 742J29, zrušeno</w:t>
      </w:r>
    </w:p>
    <w:p w14:paraId="4296A134" w14:textId="45B314FC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č.15, kód položky 742K12, zrušeno</w:t>
      </w:r>
    </w:p>
    <w:p w14:paraId="27B30D6D" w14:textId="0FC8E6F4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č.16, kód položky 742L11, zrušeno</w:t>
      </w:r>
    </w:p>
    <w:p w14:paraId="1B16D7A8" w14:textId="50FB66AF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č.17, kód položky 742L12, zrušeno</w:t>
      </w:r>
    </w:p>
    <w:p w14:paraId="565BFF54" w14:textId="25DD6F1C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062174" w:rsidRPr="00507F6F">
        <w:rPr>
          <w:rFonts w:eastAsia="Calibri" w:cs="Times New Roman"/>
          <w:b/>
          <w:lang w:eastAsia="cs-CZ"/>
        </w:rPr>
        <w:t>19</w:t>
      </w:r>
      <w:r w:rsidRPr="00507F6F">
        <w:rPr>
          <w:rFonts w:eastAsia="Calibri" w:cs="Times New Roman"/>
          <w:b/>
          <w:lang w:eastAsia="cs-CZ"/>
        </w:rPr>
        <w:t>, kód položky 742N12, zrušeno</w:t>
      </w:r>
    </w:p>
    <w:p w14:paraId="38CC9799" w14:textId="7E06D112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2</w:t>
      </w:r>
      <w:r w:rsidRPr="00507F6F">
        <w:rPr>
          <w:rFonts w:eastAsia="Calibri" w:cs="Times New Roman"/>
          <w:b/>
          <w:lang w:eastAsia="cs-CZ"/>
        </w:rPr>
        <w:t>, kód položky 744613, zrušeno</w:t>
      </w:r>
    </w:p>
    <w:p w14:paraId="1BE09B4E" w14:textId="70AC6325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3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4J21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12B2C732" w14:textId="348ACF12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4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4Q42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F90840E" w14:textId="164AE449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5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4R35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16270473" w14:textId="73EE1EF1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6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4R36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71E270E3" w14:textId="2EC3A17A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7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6632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1ABCD42E" w14:textId="2B8D6DD9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č.2</w:t>
      </w:r>
      <w:r w:rsidR="00062174" w:rsidRPr="00507F6F">
        <w:rPr>
          <w:rFonts w:eastAsia="Calibri" w:cs="Times New Roman"/>
          <w:b/>
          <w:lang w:eastAsia="cs-CZ"/>
        </w:rPr>
        <w:t>8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6642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5924B18A" w14:textId="2A9FEB65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062174" w:rsidRPr="00507F6F">
        <w:rPr>
          <w:rFonts w:eastAsia="Calibri" w:cs="Times New Roman"/>
          <w:b/>
          <w:lang w:eastAsia="cs-CZ"/>
        </w:rPr>
        <w:t>29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6643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FBBEA40" w14:textId="4F0B605B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</w:t>
      </w:r>
      <w:r w:rsidR="00062174" w:rsidRPr="00507F6F">
        <w:rPr>
          <w:rFonts w:eastAsia="Calibri" w:cs="Times New Roman"/>
          <w:b/>
          <w:lang w:eastAsia="cs-CZ"/>
        </w:rPr>
        <w:t>0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6644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17168167" w14:textId="22F4FC3F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</w:t>
      </w:r>
      <w:r w:rsidR="00062174" w:rsidRPr="00507F6F">
        <w:rPr>
          <w:rFonts w:eastAsia="Calibri" w:cs="Times New Roman"/>
          <w:b/>
          <w:lang w:eastAsia="cs-CZ"/>
        </w:rPr>
        <w:t>1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6646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556F127A" w14:textId="2D868170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</w:t>
      </w:r>
      <w:r w:rsidR="00062174" w:rsidRPr="00507F6F">
        <w:rPr>
          <w:rFonts w:eastAsia="Calibri" w:cs="Times New Roman"/>
          <w:b/>
          <w:lang w:eastAsia="cs-CZ"/>
        </w:rPr>
        <w:t>2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062174" w:rsidRPr="00507F6F">
        <w:rPr>
          <w:rFonts w:eastAsia="Calibri" w:cs="Times New Roman"/>
          <w:b/>
          <w:lang w:eastAsia="cs-CZ"/>
        </w:rPr>
        <w:t>6</w:t>
      </w:r>
      <w:r w:rsidR="00D261B8" w:rsidRPr="00507F6F">
        <w:rPr>
          <w:rFonts w:eastAsia="Calibri" w:cs="Times New Roman"/>
          <w:b/>
          <w:lang w:eastAsia="cs-CZ"/>
        </w:rPr>
        <w:t>649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2124A5CB" w14:textId="41F7802B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č.3</w:t>
      </w:r>
      <w:r w:rsidR="00062174" w:rsidRPr="00507F6F">
        <w:rPr>
          <w:rFonts w:eastAsia="Calibri" w:cs="Times New Roman"/>
          <w:b/>
          <w:lang w:eastAsia="cs-CZ"/>
        </w:rPr>
        <w:t>3</w:t>
      </w:r>
      <w:proofErr w:type="gramEnd"/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664A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15F91D90" w14:textId="44611E3C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č.3</w:t>
      </w:r>
      <w:r w:rsidR="00062174" w:rsidRPr="00507F6F">
        <w:rPr>
          <w:rFonts w:eastAsia="Calibri" w:cs="Times New Roman"/>
          <w:b/>
          <w:lang w:eastAsia="cs-CZ"/>
        </w:rPr>
        <w:t>6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6657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7185B949" w14:textId="1BCB453A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 xml:space="preserve">Položka </w:t>
      </w:r>
      <w:proofErr w:type="gramStart"/>
      <w:r w:rsidRPr="00507F6F">
        <w:rPr>
          <w:rFonts w:eastAsia="Calibri" w:cs="Times New Roman"/>
          <w:b/>
          <w:lang w:eastAsia="cs-CZ"/>
        </w:rPr>
        <w:t>č.</w:t>
      </w:r>
      <w:r w:rsidR="00062174" w:rsidRPr="00507F6F">
        <w:rPr>
          <w:rFonts w:eastAsia="Calibri" w:cs="Times New Roman"/>
          <w:b/>
          <w:lang w:eastAsia="cs-CZ"/>
        </w:rPr>
        <w:t>38</w:t>
      </w:r>
      <w:proofErr w:type="gramEnd"/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665C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3222153D" w14:textId="3F8BD027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</w:t>
      </w:r>
      <w:r w:rsidR="00062174" w:rsidRPr="00507F6F">
        <w:rPr>
          <w:rFonts w:eastAsia="Calibri" w:cs="Times New Roman"/>
          <w:b/>
          <w:lang w:eastAsia="cs-CZ"/>
        </w:rPr>
        <w:t>1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6674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0959867" w14:textId="0B5CF35E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</w:t>
      </w:r>
      <w:r w:rsidR="00062174" w:rsidRPr="00507F6F">
        <w:rPr>
          <w:rFonts w:eastAsia="Calibri" w:cs="Times New Roman"/>
          <w:b/>
          <w:lang w:eastAsia="cs-CZ"/>
        </w:rPr>
        <w:t>3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6691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604A00D" w14:textId="6DFD0CFF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č.4</w:t>
      </w:r>
      <w:r w:rsidR="00062174" w:rsidRPr="00507F6F">
        <w:rPr>
          <w:rFonts w:eastAsia="Calibri" w:cs="Times New Roman"/>
          <w:b/>
          <w:lang w:eastAsia="cs-CZ"/>
        </w:rPr>
        <w:t>4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6693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5A7CFD7F" w14:textId="30F3B4A9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062174" w:rsidRPr="00507F6F">
        <w:rPr>
          <w:rFonts w:eastAsia="Calibri" w:cs="Times New Roman"/>
          <w:b/>
          <w:lang w:eastAsia="cs-CZ"/>
        </w:rPr>
        <w:t>45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6694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C432CCB" w14:textId="5E646D50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č.5</w:t>
      </w:r>
      <w:r w:rsidR="00062174" w:rsidRPr="00507F6F">
        <w:rPr>
          <w:rFonts w:eastAsia="Calibri" w:cs="Times New Roman"/>
          <w:b/>
          <w:lang w:eastAsia="cs-CZ"/>
        </w:rPr>
        <w:t>2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66AH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681A62A0" w14:textId="1869BC5E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</w:t>
      </w:r>
      <w:r w:rsidR="00062174" w:rsidRPr="00507F6F">
        <w:rPr>
          <w:rFonts w:eastAsia="Calibri" w:cs="Times New Roman"/>
          <w:b/>
          <w:lang w:eastAsia="cs-CZ"/>
        </w:rPr>
        <w:t>55</w:t>
      </w:r>
      <w:r w:rsidRPr="00507F6F">
        <w:rPr>
          <w:rFonts w:eastAsia="Calibri" w:cs="Times New Roman"/>
          <w:b/>
          <w:lang w:eastAsia="cs-CZ"/>
        </w:rPr>
        <w:t>, kód položky 74</w:t>
      </w:r>
      <w:r w:rsidR="00D261B8" w:rsidRPr="00507F6F">
        <w:rPr>
          <w:rFonts w:eastAsia="Calibri" w:cs="Times New Roman"/>
          <w:b/>
          <w:lang w:eastAsia="cs-CZ"/>
        </w:rPr>
        <w:t>6Z71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28A1DF9E" w14:textId="3D84B7FB" w:rsidR="00BD3B78" w:rsidRPr="00507F6F" w:rsidRDefault="00BD3B78" w:rsidP="00BD3B78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</w:t>
      </w:r>
      <w:r w:rsidR="00062174" w:rsidRPr="00507F6F">
        <w:rPr>
          <w:rFonts w:eastAsia="Calibri" w:cs="Times New Roman"/>
          <w:b/>
          <w:lang w:eastAsia="cs-CZ"/>
        </w:rPr>
        <w:t>3</w:t>
      </w:r>
      <w:r w:rsidRPr="00507F6F">
        <w:rPr>
          <w:rFonts w:eastAsia="Calibri" w:cs="Times New Roman"/>
          <w:b/>
          <w:lang w:eastAsia="cs-CZ"/>
        </w:rPr>
        <w:t>, kód položky 7</w:t>
      </w:r>
      <w:r w:rsidR="00D261B8" w:rsidRPr="00507F6F">
        <w:rPr>
          <w:rFonts w:eastAsia="Calibri" w:cs="Times New Roman"/>
          <w:b/>
          <w:lang w:eastAsia="cs-CZ"/>
        </w:rPr>
        <w:t>5J912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73ED3004" w14:textId="78802C2B" w:rsidR="00062174" w:rsidRDefault="00062174" w:rsidP="00062174">
      <w:pPr>
        <w:spacing w:after="0" w:line="240" w:lineRule="auto"/>
        <w:rPr>
          <w:rFonts w:eastAsia="Calibri" w:cs="Times New Roman"/>
          <w:b/>
          <w:lang w:eastAsia="cs-CZ"/>
        </w:rPr>
      </w:pPr>
      <w:r w:rsidRPr="00507F6F">
        <w:rPr>
          <w:rFonts w:eastAsia="Calibri" w:cs="Times New Roman"/>
          <w:b/>
          <w:lang w:eastAsia="cs-CZ"/>
        </w:rPr>
        <w:t>Položka č.64, kód položky 7</w:t>
      </w:r>
      <w:r w:rsidR="00DD3031" w:rsidRPr="00507F6F">
        <w:rPr>
          <w:rFonts w:eastAsia="Calibri" w:cs="Times New Roman"/>
          <w:b/>
          <w:lang w:eastAsia="cs-CZ"/>
        </w:rPr>
        <w:t>5J91X</w:t>
      </w:r>
      <w:r w:rsidRPr="00507F6F">
        <w:rPr>
          <w:rFonts w:eastAsia="Calibri" w:cs="Times New Roman"/>
          <w:b/>
          <w:lang w:eastAsia="cs-CZ"/>
        </w:rPr>
        <w:t>, zrušeno</w:t>
      </w:r>
    </w:p>
    <w:p w14:paraId="22F7144A" w14:textId="11744C43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1100416" w14:textId="7338E583" w:rsidR="002735C1" w:rsidRDefault="002735C1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7805B54" w14:textId="708C9EF1" w:rsidR="00CB7B5A" w:rsidRPr="00124FD9" w:rsidRDefault="00CB7B5A" w:rsidP="006E4154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623C517F" w14:textId="59D250A6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E4154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6E4154" w:rsidRPr="006E4154">
        <w:rPr>
          <w:rFonts w:eastAsia="Times New Roman" w:cs="Times New Roman"/>
          <w:b/>
          <w:lang w:eastAsia="cs-CZ"/>
        </w:rPr>
        <w:t>změny</w:t>
      </w:r>
      <w:r w:rsidRPr="006E4154">
        <w:rPr>
          <w:rFonts w:eastAsia="Times New Roman" w:cs="Times New Roman"/>
          <w:b/>
          <w:color w:val="FF0000"/>
          <w:lang w:eastAsia="cs-CZ"/>
        </w:rPr>
        <w:t xml:space="preserve"> </w:t>
      </w:r>
      <w:r w:rsidRPr="006E4154">
        <w:rPr>
          <w:rFonts w:eastAsia="Times New Roman" w:cs="Times New Roman"/>
          <w:b/>
          <w:lang w:eastAsia="cs-CZ"/>
        </w:rPr>
        <w:t>zadávací dokumentace</w:t>
      </w:r>
      <w:r w:rsidRPr="006E4154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6E4154">
        <w:rPr>
          <w:rFonts w:eastAsia="Times New Roman" w:cs="Times New Roman"/>
          <w:lang w:eastAsia="cs-CZ"/>
        </w:rPr>
        <w:br/>
      </w:r>
      <w:r w:rsidR="006E4154" w:rsidRPr="006E4154">
        <w:rPr>
          <w:rFonts w:eastAsia="Times New Roman" w:cs="Times New Roman"/>
          <w:b/>
          <w:lang w:eastAsia="cs-CZ"/>
        </w:rPr>
        <w:t>11. 5. 2023</w:t>
      </w:r>
      <w:r w:rsidR="00AA5AE0">
        <w:rPr>
          <w:rFonts w:eastAsia="Times New Roman" w:cs="Times New Roman"/>
          <w:b/>
          <w:lang w:eastAsia="cs-CZ"/>
        </w:rPr>
        <w:t>, v 9:30 hod.</w:t>
      </w:r>
      <w:r w:rsidR="00AA5AE0">
        <w:rPr>
          <w:rFonts w:eastAsia="Times New Roman" w:cs="Times New Roman"/>
          <w:lang w:eastAsia="cs-CZ"/>
        </w:rPr>
        <w:t>,</w:t>
      </w:r>
      <w:r w:rsidRPr="006E4154">
        <w:rPr>
          <w:rFonts w:eastAsia="Times New Roman" w:cs="Times New Roman"/>
          <w:lang w:eastAsia="cs-CZ"/>
        </w:rPr>
        <w:t xml:space="preserve"> na den </w:t>
      </w:r>
      <w:r w:rsidR="006E4154" w:rsidRPr="006E4154">
        <w:rPr>
          <w:rFonts w:eastAsia="Times New Roman" w:cs="Times New Roman"/>
          <w:b/>
          <w:lang w:eastAsia="cs-CZ"/>
        </w:rPr>
        <w:t>1</w:t>
      </w:r>
      <w:r w:rsidR="00BB1FC0">
        <w:rPr>
          <w:rFonts w:eastAsia="Times New Roman" w:cs="Times New Roman"/>
          <w:b/>
          <w:lang w:eastAsia="cs-CZ"/>
        </w:rPr>
        <w:t>5</w:t>
      </w:r>
      <w:r w:rsidR="006E4154" w:rsidRPr="006E4154">
        <w:rPr>
          <w:rFonts w:eastAsia="Times New Roman" w:cs="Times New Roman"/>
          <w:b/>
          <w:lang w:eastAsia="cs-CZ"/>
        </w:rPr>
        <w:t>. 5. 2023</w:t>
      </w:r>
      <w:r w:rsidR="00AA5AE0">
        <w:rPr>
          <w:rFonts w:eastAsia="Times New Roman" w:cs="Times New Roman"/>
          <w:b/>
          <w:lang w:eastAsia="cs-CZ"/>
        </w:rPr>
        <w:t>, v</w:t>
      </w:r>
      <w:r w:rsidR="00BB1FC0">
        <w:rPr>
          <w:rFonts w:eastAsia="Times New Roman" w:cs="Times New Roman"/>
          <w:b/>
          <w:lang w:eastAsia="cs-CZ"/>
        </w:rPr>
        <w:t> 8:00 hod.</w:t>
      </w:r>
      <w:r w:rsidRPr="006E4154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3F0F66E1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6C1448" w14:textId="455DB700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53072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4FD9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346BD8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BE109C1" w14:textId="0C826A1B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A5AE0">
        <w:rPr>
          <w:rFonts w:eastAsia="Calibri" w:cs="Times New Roman"/>
          <w:b/>
          <w:bCs/>
          <w:lang w:eastAsia="cs-CZ"/>
        </w:rPr>
        <w:lastRenderedPageBreak/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AA5AE0" w:rsidRPr="00AA5AE0">
        <w:rPr>
          <w:rFonts w:eastAsia="Calibri" w:cs="Times New Roman"/>
          <w:bCs/>
          <w:lang w:eastAsia="cs-CZ"/>
        </w:rPr>
        <w:t xml:space="preserve">19125 </w:t>
      </w:r>
      <w:proofErr w:type="spellStart"/>
      <w:r w:rsidR="00AA5AE0" w:rsidRPr="00AA5AE0">
        <w:rPr>
          <w:rFonts w:eastAsia="Calibri" w:cs="Times New Roman"/>
          <w:bCs/>
          <w:lang w:eastAsia="cs-CZ"/>
        </w:rPr>
        <w:t>Bv</w:t>
      </w:r>
      <w:proofErr w:type="spellEnd"/>
      <w:r w:rsidR="00AA5AE0" w:rsidRPr="00AA5AE0">
        <w:rPr>
          <w:rFonts w:eastAsia="Calibri" w:cs="Times New Roman"/>
          <w:bCs/>
          <w:lang w:eastAsia="cs-CZ"/>
        </w:rPr>
        <w:t>- Hrušky rozpočty komplet-</w:t>
      </w:r>
      <w:proofErr w:type="spellStart"/>
      <w:r w:rsidR="00AA5AE0" w:rsidRPr="00AA5AE0">
        <w:rPr>
          <w:rFonts w:eastAsia="Calibri" w:cs="Times New Roman"/>
          <w:bCs/>
          <w:lang w:eastAsia="cs-CZ"/>
        </w:rPr>
        <w:t>rev</w:t>
      </w:r>
      <w:proofErr w:type="spellEnd"/>
      <w:r w:rsidR="00AA5AE0" w:rsidRPr="00AA5AE0">
        <w:rPr>
          <w:rFonts w:eastAsia="Calibri" w:cs="Times New Roman"/>
          <w:bCs/>
          <w:lang w:eastAsia="cs-CZ"/>
        </w:rPr>
        <w:t xml:space="preserve"> 1</w:t>
      </w:r>
      <w:r w:rsidR="00AA5AE0">
        <w:rPr>
          <w:rFonts w:eastAsia="Calibri" w:cs="Times New Roman"/>
          <w:bCs/>
          <w:lang w:eastAsia="cs-CZ"/>
        </w:rPr>
        <w:t>.vlsx</w:t>
      </w:r>
    </w:p>
    <w:p w14:paraId="63400FA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A61C2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935991" w14:textId="530FDC2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A5AE0">
        <w:rPr>
          <w:rFonts w:eastAsia="Calibri" w:cs="Times New Roman"/>
          <w:lang w:eastAsia="cs-CZ"/>
        </w:rPr>
        <w:t>5. 5. 2023</w:t>
      </w:r>
    </w:p>
    <w:p w14:paraId="15DFCF25" w14:textId="5FBD865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D8BD3D" w14:textId="77777777" w:rsidR="006E4154" w:rsidRDefault="006E41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1A6C26" w14:textId="77777777" w:rsidR="00124FD9" w:rsidRDefault="00124F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EB3BFFF" w14:textId="77777777" w:rsidR="00124FD9" w:rsidRPr="00CB7B5A" w:rsidRDefault="00124F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D9A3CE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86DED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C40152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177DFC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ED04C4D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80C079B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0002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5B9CEB88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2B26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F70C26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227970" w14:textId="59F554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E7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E7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99B2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6499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24F8366" w14:textId="77777777" w:rsidR="00F1715C" w:rsidRDefault="00F1715C" w:rsidP="00D831A3">
          <w:pPr>
            <w:pStyle w:val="Zpat"/>
          </w:pPr>
        </w:p>
      </w:tc>
    </w:tr>
  </w:tbl>
  <w:p w14:paraId="53E0093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D6926" wp14:editId="040783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8242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5F48B1" wp14:editId="757488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3EA1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EE11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9ABE1A" w14:textId="2796B6C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E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E7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7BC0F0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1A59AB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2C5A87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99F25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DF2D2D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78F56C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100CDA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6DE9D2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5404D44" w14:textId="77777777" w:rsidR="00490C88" w:rsidRDefault="00490C88" w:rsidP="00331004">
          <w:pPr>
            <w:pStyle w:val="Zpat"/>
          </w:pPr>
        </w:p>
      </w:tc>
    </w:tr>
  </w:tbl>
  <w:p w14:paraId="4B54460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79224E" wp14:editId="6F25D4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D624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597EEC" wp14:editId="1966E41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D2F78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0EFE8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587C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5898E563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ADD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FC4C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32C16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316B5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EF14C2" w14:textId="77777777" w:rsidR="00F1715C" w:rsidRPr="00D6163D" w:rsidRDefault="00F1715C" w:rsidP="00D6163D">
          <w:pPr>
            <w:pStyle w:val="Druhdokumentu"/>
          </w:pPr>
        </w:p>
      </w:tc>
    </w:tr>
  </w:tbl>
  <w:p w14:paraId="761D93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31FCB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9FC5F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2A8DDFA" wp14:editId="7358807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79D7D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592CFE" w14:textId="77777777" w:rsidR="00F3199A" w:rsidRPr="00D6163D" w:rsidRDefault="00F3199A" w:rsidP="00FC6389">
          <w:pPr>
            <w:pStyle w:val="Druhdokumentu"/>
          </w:pPr>
        </w:p>
      </w:tc>
    </w:tr>
    <w:tr w:rsidR="00F3199A" w14:paraId="134CAEE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C99D6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45E586" wp14:editId="0582FC7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A76FF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7F863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FDE4288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1BBF84" wp14:editId="7C8EE87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254AA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CAB56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2174"/>
    <w:rsid w:val="00072C1E"/>
    <w:rsid w:val="000B1153"/>
    <w:rsid w:val="000B6C7E"/>
    <w:rsid w:val="000B7907"/>
    <w:rsid w:val="000C0429"/>
    <w:rsid w:val="000C45E8"/>
    <w:rsid w:val="00114472"/>
    <w:rsid w:val="00124FD9"/>
    <w:rsid w:val="00170EC5"/>
    <w:rsid w:val="001747C1"/>
    <w:rsid w:val="0018596A"/>
    <w:rsid w:val="001B69C2"/>
    <w:rsid w:val="001C4DA0"/>
    <w:rsid w:val="001E0E74"/>
    <w:rsid w:val="00207DF5"/>
    <w:rsid w:val="00267369"/>
    <w:rsid w:val="0026785D"/>
    <w:rsid w:val="002735C1"/>
    <w:rsid w:val="00287D53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07F6F"/>
    <w:rsid w:val="00511AB9"/>
    <w:rsid w:val="00523EA7"/>
    <w:rsid w:val="0053512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4154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2FF7"/>
    <w:rsid w:val="008D03B9"/>
    <w:rsid w:val="008F18D6"/>
    <w:rsid w:val="00904780"/>
    <w:rsid w:val="009113A8"/>
    <w:rsid w:val="00922385"/>
    <w:rsid w:val="009223DF"/>
    <w:rsid w:val="00936091"/>
    <w:rsid w:val="00940D8A"/>
    <w:rsid w:val="0095345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7B83"/>
    <w:rsid w:val="00A44328"/>
    <w:rsid w:val="00A515A5"/>
    <w:rsid w:val="00A6177B"/>
    <w:rsid w:val="00A66136"/>
    <w:rsid w:val="00AA4CBB"/>
    <w:rsid w:val="00AA5AE0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0AED"/>
    <w:rsid w:val="00B75EE1"/>
    <w:rsid w:val="00B77481"/>
    <w:rsid w:val="00B8518B"/>
    <w:rsid w:val="00BB1FC0"/>
    <w:rsid w:val="00BB3740"/>
    <w:rsid w:val="00BD3B78"/>
    <w:rsid w:val="00BD7E91"/>
    <w:rsid w:val="00BF374D"/>
    <w:rsid w:val="00C02D0A"/>
    <w:rsid w:val="00C03A6E"/>
    <w:rsid w:val="00C30759"/>
    <w:rsid w:val="00C44F6A"/>
    <w:rsid w:val="00C7155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261B8"/>
    <w:rsid w:val="00D316A7"/>
    <w:rsid w:val="00D4108E"/>
    <w:rsid w:val="00D6163D"/>
    <w:rsid w:val="00D63009"/>
    <w:rsid w:val="00D831A3"/>
    <w:rsid w:val="00D902AD"/>
    <w:rsid w:val="00DA6FFE"/>
    <w:rsid w:val="00DC3110"/>
    <w:rsid w:val="00DD3031"/>
    <w:rsid w:val="00DD46F3"/>
    <w:rsid w:val="00DD58A6"/>
    <w:rsid w:val="00DE56F2"/>
    <w:rsid w:val="00DF116D"/>
    <w:rsid w:val="00E27164"/>
    <w:rsid w:val="00E824F1"/>
    <w:rsid w:val="00EB104F"/>
    <w:rsid w:val="00EB72E5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0F8977"/>
  <w14:defaultImageDpi w14:val="32767"/>
  <w15:docId w15:val="{FAB7854A-76FA-400B-BDEE-9991C452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D9C08C-D4C8-4549-94F0-0772B7C2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3</Pages>
  <Words>803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2023-05-05T06:47:00Z</cp:lastPrinted>
  <dcterms:created xsi:type="dcterms:W3CDTF">2023-05-04T10:52:00Z</dcterms:created>
  <dcterms:modified xsi:type="dcterms:W3CDTF">2023-05-05T06:52:00Z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