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2CD8911" w14:textId="77777777" w:rsidTr="00F862D6">
        <w:tc>
          <w:tcPr>
            <w:tcW w:w="1020" w:type="dxa"/>
          </w:tcPr>
          <w:p w14:paraId="50079DFC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9C77B9C" wp14:editId="74DE0DB3">
                      <wp:simplePos x="0" y="0"/>
                      <wp:positionH relativeFrom="page">
                        <wp:posOffset>2577465</wp:posOffset>
                      </wp:positionH>
                      <wp:positionV relativeFrom="page">
                        <wp:posOffset>177165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E39B06" w14:textId="77777777" w:rsidR="0025769E" w:rsidRDefault="0025769E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58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2.95pt;margin-top:13.9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1Gc45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25769E" w:rsidRDefault="0025769E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F44BA2B" w14:textId="77777777" w:rsidR="00F64786" w:rsidRDefault="00F64786" w:rsidP="0077673A"/>
        </w:tc>
        <w:tc>
          <w:tcPr>
            <w:tcW w:w="823" w:type="dxa"/>
          </w:tcPr>
          <w:p w14:paraId="1AA6D37F" w14:textId="77777777" w:rsidR="00F64786" w:rsidRDefault="00F64786" w:rsidP="0077673A"/>
        </w:tc>
        <w:tc>
          <w:tcPr>
            <w:tcW w:w="3685" w:type="dxa"/>
          </w:tcPr>
          <w:p w14:paraId="0D0C7ABE" w14:textId="77777777" w:rsidR="00F64786" w:rsidRDefault="00F64786" w:rsidP="0077673A"/>
        </w:tc>
      </w:tr>
      <w:tr w:rsidR="00F862D6" w14:paraId="1B9A389A" w14:textId="77777777" w:rsidTr="00596C7E">
        <w:tc>
          <w:tcPr>
            <w:tcW w:w="1020" w:type="dxa"/>
          </w:tcPr>
          <w:p w14:paraId="121013F1" w14:textId="77777777" w:rsidR="00F862D6" w:rsidRDefault="00F862D6" w:rsidP="0077673A"/>
        </w:tc>
        <w:tc>
          <w:tcPr>
            <w:tcW w:w="2552" w:type="dxa"/>
          </w:tcPr>
          <w:p w14:paraId="0DD9B1F6" w14:textId="77777777" w:rsidR="00F862D6" w:rsidRDefault="00F862D6" w:rsidP="00764595"/>
        </w:tc>
        <w:tc>
          <w:tcPr>
            <w:tcW w:w="823" w:type="dxa"/>
          </w:tcPr>
          <w:p w14:paraId="738CE0B0" w14:textId="77777777" w:rsidR="00F862D6" w:rsidRDefault="00F862D6" w:rsidP="0077673A"/>
        </w:tc>
        <w:tc>
          <w:tcPr>
            <w:tcW w:w="3685" w:type="dxa"/>
            <w:vMerge w:val="restart"/>
          </w:tcPr>
          <w:p w14:paraId="7E94B439" w14:textId="77777777" w:rsidR="00596C7E" w:rsidRDefault="00596C7E" w:rsidP="00596C7E">
            <w:pPr>
              <w:rPr>
                <w:rStyle w:val="Potovnadresa"/>
              </w:rPr>
            </w:pPr>
          </w:p>
          <w:p w14:paraId="29D2EB5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318E87E" w14:textId="77777777" w:rsidTr="00F862D6">
        <w:tc>
          <w:tcPr>
            <w:tcW w:w="1020" w:type="dxa"/>
          </w:tcPr>
          <w:p w14:paraId="067A2BF0" w14:textId="77777777" w:rsidR="00F862D6" w:rsidRPr="00387699" w:rsidRDefault="00F862D6" w:rsidP="0077673A">
            <w:r w:rsidRPr="00387699">
              <w:t>Naše zn.</w:t>
            </w:r>
          </w:p>
        </w:tc>
        <w:tc>
          <w:tcPr>
            <w:tcW w:w="2552" w:type="dxa"/>
          </w:tcPr>
          <w:p w14:paraId="17F44E50" w14:textId="2E33F1D9" w:rsidR="00F862D6" w:rsidRPr="00387699" w:rsidRDefault="00311A8E" w:rsidP="0037111D">
            <w:r w:rsidRPr="00387699">
              <w:rPr>
                <w:rFonts w:ascii="Helvetica" w:hAnsi="Helvetica"/>
              </w:rPr>
              <w:t>4839</w:t>
            </w:r>
            <w:r w:rsidR="00334B5C" w:rsidRPr="00387699">
              <w:rPr>
                <w:rFonts w:ascii="Helvetica" w:hAnsi="Helvetica"/>
              </w:rPr>
              <w:t>/</w:t>
            </w:r>
            <w:r w:rsidR="00C24C51" w:rsidRPr="00387699">
              <w:rPr>
                <w:rFonts w:ascii="Helvetica" w:hAnsi="Helvetica"/>
              </w:rPr>
              <w:t>2023-SŽ-SSV-Ú3</w:t>
            </w:r>
          </w:p>
        </w:tc>
        <w:tc>
          <w:tcPr>
            <w:tcW w:w="823" w:type="dxa"/>
          </w:tcPr>
          <w:p w14:paraId="126D086A" w14:textId="77777777" w:rsidR="00F862D6" w:rsidRDefault="00F862D6" w:rsidP="0077673A"/>
        </w:tc>
        <w:tc>
          <w:tcPr>
            <w:tcW w:w="3685" w:type="dxa"/>
            <w:vMerge/>
          </w:tcPr>
          <w:p w14:paraId="7BE88A91" w14:textId="77777777" w:rsidR="00F862D6" w:rsidRDefault="00F862D6" w:rsidP="0077673A"/>
        </w:tc>
      </w:tr>
      <w:tr w:rsidR="00F862D6" w14:paraId="42AFDE8B" w14:textId="77777777" w:rsidTr="00F862D6">
        <w:tc>
          <w:tcPr>
            <w:tcW w:w="1020" w:type="dxa"/>
          </w:tcPr>
          <w:p w14:paraId="0D9C0185" w14:textId="77777777" w:rsidR="00F862D6" w:rsidRPr="00387699" w:rsidRDefault="00F862D6" w:rsidP="0077673A">
            <w:r w:rsidRPr="00387699">
              <w:t>Listů/příloh</w:t>
            </w:r>
          </w:p>
        </w:tc>
        <w:tc>
          <w:tcPr>
            <w:tcW w:w="2552" w:type="dxa"/>
          </w:tcPr>
          <w:p w14:paraId="34F2F354" w14:textId="6BA82C0D" w:rsidR="00F862D6" w:rsidRPr="00387699" w:rsidRDefault="00CF2FCD" w:rsidP="00CC1E2B">
            <w:r w:rsidRPr="00387699">
              <w:t>2</w:t>
            </w:r>
            <w:r w:rsidR="003E6B9A" w:rsidRPr="00387699">
              <w:t>/</w:t>
            </w:r>
            <w:r w:rsidR="00387699" w:rsidRPr="00387699">
              <w:t>5</w:t>
            </w:r>
          </w:p>
        </w:tc>
        <w:tc>
          <w:tcPr>
            <w:tcW w:w="823" w:type="dxa"/>
          </w:tcPr>
          <w:p w14:paraId="676DB734" w14:textId="77777777" w:rsidR="00F862D6" w:rsidRDefault="00F862D6" w:rsidP="0077673A"/>
        </w:tc>
        <w:tc>
          <w:tcPr>
            <w:tcW w:w="3685" w:type="dxa"/>
            <w:vMerge/>
          </w:tcPr>
          <w:p w14:paraId="771A2FF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F139E2D" w14:textId="77777777" w:rsidTr="00B23CA3">
        <w:trPr>
          <w:trHeight w:val="77"/>
        </w:trPr>
        <w:tc>
          <w:tcPr>
            <w:tcW w:w="1020" w:type="dxa"/>
          </w:tcPr>
          <w:p w14:paraId="6FF9480B" w14:textId="77777777" w:rsidR="00F862D6" w:rsidRDefault="00F862D6" w:rsidP="0077673A"/>
        </w:tc>
        <w:tc>
          <w:tcPr>
            <w:tcW w:w="2552" w:type="dxa"/>
          </w:tcPr>
          <w:p w14:paraId="494DCE20" w14:textId="77777777" w:rsidR="00F862D6" w:rsidRPr="003E6B9A" w:rsidRDefault="00F862D6" w:rsidP="0077673A"/>
        </w:tc>
        <w:tc>
          <w:tcPr>
            <w:tcW w:w="823" w:type="dxa"/>
          </w:tcPr>
          <w:p w14:paraId="48E96C7A" w14:textId="77777777" w:rsidR="00F862D6" w:rsidRDefault="00F862D6" w:rsidP="0077673A"/>
        </w:tc>
        <w:tc>
          <w:tcPr>
            <w:tcW w:w="3685" w:type="dxa"/>
            <w:vMerge/>
          </w:tcPr>
          <w:p w14:paraId="3DF36FC5" w14:textId="77777777" w:rsidR="00F862D6" w:rsidRDefault="00F862D6" w:rsidP="0077673A"/>
        </w:tc>
      </w:tr>
      <w:tr w:rsidR="00F862D6" w14:paraId="76B8586F" w14:textId="77777777" w:rsidTr="00F862D6">
        <w:tc>
          <w:tcPr>
            <w:tcW w:w="1020" w:type="dxa"/>
          </w:tcPr>
          <w:p w14:paraId="6EA7F45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C56BA0D" w14:textId="77777777" w:rsidR="00F862D6" w:rsidRPr="003E6B9A" w:rsidRDefault="0099494D" w:rsidP="00FE3455">
            <w:r>
              <w:t>JUDr. Jaroslav Klimeš</w:t>
            </w:r>
          </w:p>
        </w:tc>
        <w:tc>
          <w:tcPr>
            <w:tcW w:w="823" w:type="dxa"/>
          </w:tcPr>
          <w:p w14:paraId="662C60F5" w14:textId="77777777" w:rsidR="00F862D6" w:rsidRDefault="00F862D6" w:rsidP="0077673A"/>
        </w:tc>
        <w:tc>
          <w:tcPr>
            <w:tcW w:w="3685" w:type="dxa"/>
            <w:vMerge/>
          </w:tcPr>
          <w:p w14:paraId="4F9087D8" w14:textId="77777777" w:rsidR="00F862D6" w:rsidRDefault="00F862D6" w:rsidP="0077673A"/>
        </w:tc>
      </w:tr>
      <w:tr w:rsidR="009A7568" w14:paraId="26B7FCD6" w14:textId="77777777" w:rsidTr="00F862D6">
        <w:tc>
          <w:tcPr>
            <w:tcW w:w="1020" w:type="dxa"/>
          </w:tcPr>
          <w:p w14:paraId="19259AE7" w14:textId="77777777" w:rsidR="009A7568" w:rsidRDefault="009A7568" w:rsidP="009A7568"/>
        </w:tc>
        <w:tc>
          <w:tcPr>
            <w:tcW w:w="2552" w:type="dxa"/>
          </w:tcPr>
          <w:p w14:paraId="52B45E11" w14:textId="77777777" w:rsidR="009A7568" w:rsidRPr="003E6B9A" w:rsidRDefault="009A7568" w:rsidP="009A7568"/>
        </w:tc>
        <w:tc>
          <w:tcPr>
            <w:tcW w:w="823" w:type="dxa"/>
          </w:tcPr>
          <w:p w14:paraId="6C899D52" w14:textId="77777777" w:rsidR="009A7568" w:rsidRDefault="009A7568" w:rsidP="009A7568"/>
        </w:tc>
        <w:tc>
          <w:tcPr>
            <w:tcW w:w="3685" w:type="dxa"/>
            <w:vMerge/>
          </w:tcPr>
          <w:p w14:paraId="7665493F" w14:textId="77777777" w:rsidR="009A7568" w:rsidRDefault="009A7568" w:rsidP="009A7568"/>
        </w:tc>
      </w:tr>
      <w:tr w:rsidR="009A7568" w14:paraId="639A093F" w14:textId="77777777" w:rsidTr="00F862D6">
        <w:tc>
          <w:tcPr>
            <w:tcW w:w="1020" w:type="dxa"/>
          </w:tcPr>
          <w:p w14:paraId="7B6B567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FE0D9F6" w14:textId="77777777" w:rsidR="009A7568" w:rsidRPr="003E6B9A" w:rsidRDefault="0099494D" w:rsidP="009A7568">
            <w:r>
              <w:t>+420 722 819 305</w:t>
            </w:r>
          </w:p>
        </w:tc>
        <w:tc>
          <w:tcPr>
            <w:tcW w:w="823" w:type="dxa"/>
          </w:tcPr>
          <w:p w14:paraId="50169E30" w14:textId="77777777" w:rsidR="009A7568" w:rsidRDefault="009A7568" w:rsidP="009A7568"/>
        </w:tc>
        <w:tc>
          <w:tcPr>
            <w:tcW w:w="3685" w:type="dxa"/>
            <w:vMerge/>
          </w:tcPr>
          <w:p w14:paraId="0EBF7FE4" w14:textId="77777777" w:rsidR="009A7568" w:rsidRDefault="009A7568" w:rsidP="009A7568"/>
        </w:tc>
      </w:tr>
      <w:tr w:rsidR="009A7568" w14:paraId="5740264C" w14:textId="77777777" w:rsidTr="00F862D6">
        <w:tc>
          <w:tcPr>
            <w:tcW w:w="1020" w:type="dxa"/>
          </w:tcPr>
          <w:p w14:paraId="2761914D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5100186" w14:textId="77777777" w:rsidR="009A7568" w:rsidRPr="003E6B9A" w:rsidRDefault="00396C8B" w:rsidP="006104F6">
            <w:r>
              <w:t>KlimesJa@spravazeleznic</w:t>
            </w:r>
            <w:r w:rsidR="0099494D" w:rsidRPr="0099494D">
              <w:t>.cz</w:t>
            </w:r>
          </w:p>
        </w:tc>
        <w:tc>
          <w:tcPr>
            <w:tcW w:w="823" w:type="dxa"/>
          </w:tcPr>
          <w:p w14:paraId="3217679E" w14:textId="77777777" w:rsidR="009A7568" w:rsidRDefault="009A7568" w:rsidP="009A7568"/>
        </w:tc>
        <w:tc>
          <w:tcPr>
            <w:tcW w:w="3685" w:type="dxa"/>
            <w:vMerge/>
          </w:tcPr>
          <w:p w14:paraId="46EEEE7E" w14:textId="77777777" w:rsidR="009A7568" w:rsidRDefault="009A7568" w:rsidP="009A7568"/>
        </w:tc>
      </w:tr>
      <w:tr w:rsidR="009A7568" w14:paraId="299DB87B" w14:textId="77777777" w:rsidTr="00F862D6">
        <w:tc>
          <w:tcPr>
            <w:tcW w:w="1020" w:type="dxa"/>
          </w:tcPr>
          <w:p w14:paraId="530A193C" w14:textId="77777777" w:rsidR="009A7568" w:rsidRDefault="009A7568" w:rsidP="009A7568"/>
        </w:tc>
        <w:tc>
          <w:tcPr>
            <w:tcW w:w="2552" w:type="dxa"/>
          </w:tcPr>
          <w:p w14:paraId="4576F4A7" w14:textId="77777777" w:rsidR="009A7568" w:rsidRPr="003E6B9A" w:rsidRDefault="009A7568" w:rsidP="009A7568"/>
        </w:tc>
        <w:tc>
          <w:tcPr>
            <w:tcW w:w="823" w:type="dxa"/>
          </w:tcPr>
          <w:p w14:paraId="7F948D0C" w14:textId="77777777" w:rsidR="009A7568" w:rsidRDefault="009A7568" w:rsidP="009A7568"/>
        </w:tc>
        <w:tc>
          <w:tcPr>
            <w:tcW w:w="3685" w:type="dxa"/>
          </w:tcPr>
          <w:p w14:paraId="00F3F229" w14:textId="77777777" w:rsidR="009A7568" w:rsidRDefault="009A7568" w:rsidP="009A7568"/>
        </w:tc>
      </w:tr>
      <w:tr w:rsidR="009A7568" w14:paraId="6041B25D" w14:textId="77777777" w:rsidTr="00F862D6">
        <w:tc>
          <w:tcPr>
            <w:tcW w:w="1020" w:type="dxa"/>
          </w:tcPr>
          <w:p w14:paraId="22BB1942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EC4BE65" w14:textId="44B821A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21CDE">
              <w:rPr>
                <w:noProof/>
              </w:rPr>
              <w:t>3. května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CC920D6" w14:textId="77777777" w:rsidR="009A7568" w:rsidRDefault="009A7568" w:rsidP="009A7568"/>
        </w:tc>
        <w:tc>
          <w:tcPr>
            <w:tcW w:w="3685" w:type="dxa"/>
          </w:tcPr>
          <w:p w14:paraId="2AFDA8CE" w14:textId="77777777" w:rsidR="009A7568" w:rsidRDefault="009A7568" w:rsidP="009A7568"/>
        </w:tc>
      </w:tr>
      <w:tr w:rsidR="00F64786" w14:paraId="22047609" w14:textId="77777777" w:rsidTr="00F862D6">
        <w:tc>
          <w:tcPr>
            <w:tcW w:w="1020" w:type="dxa"/>
          </w:tcPr>
          <w:p w14:paraId="53647738" w14:textId="77777777" w:rsidR="00F64786" w:rsidRDefault="00F64786" w:rsidP="0077673A"/>
        </w:tc>
        <w:tc>
          <w:tcPr>
            <w:tcW w:w="2552" w:type="dxa"/>
          </w:tcPr>
          <w:p w14:paraId="503E8C9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AA45041" w14:textId="77777777" w:rsidR="00F64786" w:rsidRDefault="00F64786" w:rsidP="0077673A"/>
        </w:tc>
        <w:tc>
          <w:tcPr>
            <w:tcW w:w="3685" w:type="dxa"/>
          </w:tcPr>
          <w:p w14:paraId="5CA78775" w14:textId="77777777" w:rsidR="00F64786" w:rsidRDefault="00F64786" w:rsidP="0077673A"/>
        </w:tc>
      </w:tr>
      <w:tr w:rsidR="00F862D6" w14:paraId="13E820A0" w14:textId="77777777" w:rsidTr="00B45E9E">
        <w:trPr>
          <w:trHeight w:val="794"/>
        </w:trPr>
        <w:tc>
          <w:tcPr>
            <w:tcW w:w="1020" w:type="dxa"/>
          </w:tcPr>
          <w:p w14:paraId="36FC270A" w14:textId="77777777" w:rsidR="00F862D6" w:rsidRDefault="00F862D6" w:rsidP="0077673A"/>
          <w:p w14:paraId="20310BA4" w14:textId="480305A3" w:rsidR="00FC3ACD" w:rsidRDefault="00FC3ACD" w:rsidP="0077673A"/>
        </w:tc>
        <w:tc>
          <w:tcPr>
            <w:tcW w:w="2552" w:type="dxa"/>
          </w:tcPr>
          <w:p w14:paraId="14985A4A" w14:textId="77777777" w:rsidR="00F862D6" w:rsidRDefault="00F862D6" w:rsidP="00F310F8"/>
        </w:tc>
        <w:tc>
          <w:tcPr>
            <w:tcW w:w="823" w:type="dxa"/>
          </w:tcPr>
          <w:p w14:paraId="33CC75D7" w14:textId="77777777" w:rsidR="00F862D6" w:rsidRDefault="00F862D6" w:rsidP="0077673A"/>
        </w:tc>
        <w:tc>
          <w:tcPr>
            <w:tcW w:w="3685" w:type="dxa"/>
          </w:tcPr>
          <w:p w14:paraId="45D19258" w14:textId="77777777" w:rsidR="00F862D6" w:rsidRDefault="00F862D6" w:rsidP="0077673A"/>
        </w:tc>
      </w:tr>
    </w:tbl>
    <w:p w14:paraId="70A5942A" w14:textId="77777777" w:rsidR="00FC3ACD" w:rsidRDefault="00FC3ACD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B3847C2" w14:textId="455AEB2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75330" w:rsidRPr="00D75330">
        <w:rPr>
          <w:rFonts w:eastAsia="Calibri" w:cs="Times New Roman"/>
          <w:b/>
          <w:lang w:eastAsia="cs-CZ"/>
        </w:rPr>
        <w:t>Optimalizace trať.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gramStart"/>
      <w:r w:rsidR="00D75330" w:rsidRPr="00D75330">
        <w:rPr>
          <w:rFonts w:eastAsia="Calibri" w:cs="Times New Roman"/>
          <w:b/>
          <w:lang w:eastAsia="cs-CZ"/>
        </w:rPr>
        <w:t>úseku</w:t>
      </w:r>
      <w:proofErr w:type="gramEnd"/>
      <w:r w:rsidR="00D75330" w:rsidRPr="00D75330">
        <w:rPr>
          <w:rFonts w:eastAsia="Calibri" w:cs="Times New Roman"/>
          <w:b/>
          <w:lang w:eastAsia="cs-CZ"/>
        </w:rPr>
        <w:t xml:space="preserve"> Havířov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(včetně)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-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spellStart"/>
      <w:r w:rsidR="00D75330" w:rsidRPr="00D75330">
        <w:rPr>
          <w:rFonts w:eastAsia="Calibri" w:cs="Times New Roman"/>
          <w:b/>
          <w:lang w:eastAsia="cs-CZ"/>
        </w:rPr>
        <w:t>zast</w:t>
      </w:r>
      <w:proofErr w:type="spellEnd"/>
      <w:r w:rsidR="00D75330" w:rsidRPr="00D75330">
        <w:rPr>
          <w:rFonts w:eastAsia="Calibri" w:cs="Times New Roman"/>
          <w:b/>
          <w:lang w:eastAsia="cs-CZ"/>
        </w:rPr>
        <w:t>.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Havířov střed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(mimo</w:t>
      </w:r>
      <w:r w:rsidR="00D75330">
        <w:rPr>
          <w:rFonts w:eastAsia="Calibri" w:cs="Times New Roman"/>
          <w:b/>
          <w:lang w:eastAsia="cs-CZ"/>
        </w:rPr>
        <w:t>)</w:t>
      </w:r>
    </w:p>
    <w:p w14:paraId="4925A8B4" w14:textId="5C5258C6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9494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F2FCD">
        <w:rPr>
          <w:rFonts w:eastAsia="Calibri" w:cs="Times New Roman"/>
          <w:lang w:eastAsia="cs-CZ"/>
        </w:rPr>
        <w:t>8</w:t>
      </w:r>
    </w:p>
    <w:p w14:paraId="44C5E951" w14:textId="77777777" w:rsidR="00BD5319" w:rsidRPr="00E305B0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 xml:space="preserve">§ 98 a § 99 zákona č. 134/2016 Sb., o zadávání veřejných zakázek, ve znění </w:t>
      </w:r>
      <w:r w:rsidRPr="00E305B0">
        <w:rPr>
          <w:rFonts w:eastAsia="Times New Roman" w:cs="Times New Roman"/>
          <w:lang w:eastAsia="cs-CZ"/>
        </w:rPr>
        <w:t>pozdějších předpisů (dále jen „ZZVZ“)</w:t>
      </w:r>
    </w:p>
    <w:p w14:paraId="77949FCA" w14:textId="77777777" w:rsidR="00BD5319" w:rsidRPr="00E305B0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14:paraId="49FF41BC" w14:textId="77777777" w:rsidR="00821CDE" w:rsidRDefault="00821CDE" w:rsidP="00821CDE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> 132</w:t>
      </w:r>
      <w:r w:rsidRPr="00BD5319">
        <w:rPr>
          <w:rFonts w:eastAsia="Calibri" w:cs="Times New Roman"/>
          <w:b/>
          <w:lang w:eastAsia="cs-CZ"/>
        </w:rPr>
        <w:t>:</w:t>
      </w:r>
    </w:p>
    <w:p w14:paraId="6089AA67" w14:textId="77777777" w:rsidR="00821CDE" w:rsidRPr="00C924AE" w:rsidRDefault="00821CDE" w:rsidP="00821CDE">
      <w:pPr>
        <w:spacing w:after="0" w:line="240" w:lineRule="auto"/>
        <w:rPr>
          <w:rFonts w:eastAsia="Calibri" w:cs="Times New Roman"/>
          <w:b/>
          <w:lang w:eastAsia="cs-CZ"/>
        </w:rPr>
      </w:pPr>
      <w:r w:rsidRPr="00F23315">
        <w:rPr>
          <w:rFonts w:eastAsia="Calibri" w:cs="Times New Roman"/>
          <w:bCs/>
        </w:rPr>
        <w:t xml:space="preserve">SO 12-10-01 </w:t>
      </w:r>
      <w:proofErr w:type="spellStart"/>
      <w:r w:rsidRPr="00F23315">
        <w:rPr>
          <w:rFonts w:eastAsia="Calibri" w:cs="Times New Roman"/>
          <w:bCs/>
        </w:rPr>
        <w:t>Žst</w:t>
      </w:r>
      <w:proofErr w:type="spellEnd"/>
      <w:r w:rsidRPr="00F23315">
        <w:rPr>
          <w:rFonts w:eastAsia="Calibri" w:cs="Times New Roman"/>
          <w:bCs/>
        </w:rPr>
        <w:t>. Havířov, železniční svršek – Na položkách č.</w:t>
      </w:r>
      <w:r>
        <w:rPr>
          <w:rFonts w:eastAsia="Calibri" w:cs="Times New Roman"/>
          <w:bCs/>
        </w:rPr>
        <w:t> </w:t>
      </w:r>
      <w:r w:rsidRPr="00F23315">
        <w:rPr>
          <w:rFonts w:eastAsia="Calibri" w:cs="Times New Roman"/>
          <w:bCs/>
        </w:rPr>
        <w:t>38 a</w:t>
      </w:r>
      <w:r>
        <w:rPr>
          <w:rFonts w:eastAsia="Calibri" w:cs="Times New Roman"/>
          <w:bCs/>
        </w:rPr>
        <w:t> </w:t>
      </w:r>
      <w:r w:rsidRPr="00F23315">
        <w:rPr>
          <w:rFonts w:eastAsia="Calibri" w:cs="Times New Roman"/>
          <w:bCs/>
        </w:rPr>
        <w:t>39 jsou uvedeny svary v</w:t>
      </w:r>
      <w:r>
        <w:rPr>
          <w:rFonts w:eastAsia="Calibri" w:cs="Times New Roman"/>
          <w:bCs/>
        </w:rPr>
        <w:t> </w:t>
      </w:r>
      <w:r w:rsidRPr="00C924AE">
        <w:rPr>
          <w:rFonts w:eastAsia="Calibri" w:cs="Times New Roman"/>
          <w:bCs/>
        </w:rPr>
        <w:t>kolejích. V soupisu prací chybí svary pro 43 ks nově vkládaných výhybek. Žádáme o doplnění příslušných položek do SP.</w:t>
      </w:r>
      <w:r w:rsidRPr="00C924AE">
        <w:rPr>
          <w:rFonts w:eastAsia="Calibri" w:cs="Times New Roman"/>
          <w:bCs/>
        </w:rPr>
        <w:br/>
      </w:r>
    </w:p>
    <w:p w14:paraId="1C5B1AD8" w14:textId="77777777" w:rsidR="00821CDE" w:rsidRPr="00C924AE" w:rsidRDefault="00821CDE" w:rsidP="00821CDE">
      <w:pPr>
        <w:spacing w:after="0" w:line="240" w:lineRule="auto"/>
        <w:rPr>
          <w:rFonts w:eastAsia="Calibri" w:cs="Times New Roman"/>
          <w:b/>
          <w:lang w:eastAsia="cs-CZ"/>
        </w:rPr>
      </w:pPr>
      <w:r w:rsidRPr="00C924AE">
        <w:rPr>
          <w:rFonts w:eastAsia="Calibri" w:cs="Times New Roman"/>
          <w:b/>
          <w:lang w:eastAsia="cs-CZ"/>
        </w:rPr>
        <w:t xml:space="preserve">Odpověď: </w:t>
      </w:r>
    </w:p>
    <w:p w14:paraId="6E2199BF" w14:textId="77777777" w:rsidR="00821CDE" w:rsidRPr="00C924AE" w:rsidRDefault="00821CDE" w:rsidP="00821CDE">
      <w:pPr>
        <w:spacing w:after="0" w:line="240" w:lineRule="auto"/>
        <w:rPr>
          <w:rFonts w:eastAsia="Calibri" w:cs="Times New Roman"/>
          <w:b/>
          <w:lang w:eastAsia="cs-CZ"/>
        </w:rPr>
      </w:pPr>
      <w:r w:rsidRPr="00C924AE">
        <w:rPr>
          <w:rFonts w:eastAsia="Calibri" w:cs="Times New Roman"/>
          <w:bCs/>
          <w:lang w:eastAsia="cs-CZ"/>
        </w:rPr>
        <w:t>Montážní svary výhybek byly doplněny do položek č. 38 – 545111 – SVAR KOLEJNIC (STEJNÉHO TVARU) 60 E2, R 65 JEDNOTLIVĚ – 438,0 KUS a 39 – 545121 – SVAR KOLEJNIC (STEJNÉHO TVARU) 49 E1, T JEDNOTLIVĚ – 698,0 KUS.</w:t>
      </w:r>
    </w:p>
    <w:p w14:paraId="1A1426F4" w14:textId="77777777" w:rsidR="00821CDE" w:rsidRPr="00C924AE" w:rsidRDefault="00821CDE" w:rsidP="00821CDE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12272E25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924AE">
        <w:rPr>
          <w:rFonts w:eastAsia="Times New Roman" w:cs="Times New Roman"/>
          <w:b/>
          <w:lang w:eastAsia="cs-CZ"/>
        </w:rPr>
        <w:t>Viz příloha:</w:t>
      </w:r>
    </w:p>
    <w:p w14:paraId="0421EA35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924AE">
        <w:rPr>
          <w:rFonts w:eastAsia="Times New Roman" w:cs="Times New Roman"/>
          <w:bCs/>
          <w:lang w:eastAsia="cs-CZ"/>
        </w:rPr>
        <w:t>XLS_OptimalizaceúsekuHaviřov-Haviřovstřed_20230322_zm08.xlsx</w:t>
      </w:r>
    </w:p>
    <w:p w14:paraId="24229F8A" w14:textId="3BDE5583" w:rsidR="00821CDE" w:rsidRPr="00C924AE" w:rsidRDefault="00821CDE" w:rsidP="00821CD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870C6FF" w14:textId="77777777" w:rsidR="00821CDE" w:rsidRPr="00C924AE" w:rsidRDefault="00821CDE" w:rsidP="00821CDE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  <w:r w:rsidRPr="00C924AE">
        <w:rPr>
          <w:rFonts w:eastAsia="Calibri" w:cs="Times New Roman"/>
          <w:b/>
          <w:lang w:eastAsia="cs-CZ"/>
        </w:rPr>
        <w:t>Dotaz č. 133:</w:t>
      </w:r>
    </w:p>
    <w:p w14:paraId="698ECAA0" w14:textId="77777777" w:rsidR="00821CDE" w:rsidRPr="00C924AE" w:rsidRDefault="00821CDE" w:rsidP="00821CDE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C924AE">
        <w:rPr>
          <w:rFonts w:ascii="Calibri" w:eastAsia="Calibri" w:hAnsi="Calibri" w:cs="Times New Roman"/>
          <w:sz w:val="24"/>
          <w:szCs w:val="24"/>
        </w:rPr>
        <w:t xml:space="preserve">V soupisech prací (např.  PS 12-02-51; PS 12-01-11.01; PS 12-01-11.02 a další) se nacházejí položky zemních prací, které uvádí třídu zeminy </w:t>
      </w:r>
      <w:proofErr w:type="gramStart"/>
      <w:r w:rsidRPr="00C924AE">
        <w:rPr>
          <w:rFonts w:ascii="Calibri" w:eastAsia="Calibri" w:hAnsi="Calibri" w:cs="Times New Roman"/>
          <w:sz w:val="24"/>
          <w:szCs w:val="24"/>
        </w:rPr>
        <w:t>TŘ.II</w:t>
      </w:r>
      <w:proofErr w:type="gramEnd"/>
      <w:r w:rsidRPr="00C924AE">
        <w:rPr>
          <w:rFonts w:ascii="Calibri" w:eastAsia="Calibri" w:hAnsi="Calibri" w:cs="Times New Roman"/>
          <w:sz w:val="24"/>
          <w:szCs w:val="24"/>
        </w:rPr>
        <w:t xml:space="preserve">. </w:t>
      </w:r>
    </w:p>
    <w:p w14:paraId="2600397D" w14:textId="77777777" w:rsidR="00821CDE" w:rsidRPr="00C924AE" w:rsidRDefault="00821CDE" w:rsidP="00821CDE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</w:p>
    <w:p w14:paraId="71AA3052" w14:textId="77777777" w:rsidR="00821CDE" w:rsidRPr="00C924AE" w:rsidRDefault="00821CDE" w:rsidP="00821CDE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C924AE">
        <w:rPr>
          <w:rFonts w:ascii="Calibri" w:eastAsia="Calibri" w:hAnsi="Calibri" w:cs="Times New Roman"/>
          <w:sz w:val="24"/>
          <w:szCs w:val="24"/>
        </w:rPr>
        <w:t>Chápeme správně, že se jedná o třídu těžitelnosti 4 dle starší ČSN 73 3050 dle tabulky níže?</w:t>
      </w:r>
    </w:p>
    <w:p w14:paraId="290CB7AC" w14:textId="77777777" w:rsidR="00821CDE" w:rsidRPr="00C924AE" w:rsidRDefault="00821CDE" w:rsidP="00821CDE">
      <w:pPr>
        <w:spacing w:after="0" w:line="259" w:lineRule="auto"/>
        <w:rPr>
          <w:rFonts w:ascii="Calibri" w:eastAsia="Calibri" w:hAnsi="Calibri" w:cs="Times New Roman"/>
          <w:sz w:val="24"/>
          <w:szCs w:val="24"/>
        </w:rPr>
      </w:pPr>
      <w:r w:rsidRPr="00C924AE">
        <w:rPr>
          <w:rFonts w:ascii="Calibri" w:eastAsia="Calibri" w:hAnsi="Calibri" w:cs="Times New Roman"/>
          <w:noProof/>
          <w:sz w:val="24"/>
          <w:szCs w:val="24"/>
          <w:lang w:eastAsia="cs-CZ"/>
        </w:rPr>
        <w:drawing>
          <wp:inline distT="0" distB="0" distL="0" distR="0" wp14:anchorId="03D344A1" wp14:editId="5AFC930D">
            <wp:extent cx="4587240" cy="2159000"/>
            <wp:effectExtent l="0" t="0" r="3810" b="0"/>
            <wp:docPr id="5" name="Obrázek 5" descr="cid:image001.png@01D979E0.6F50C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01.png@01D979E0.6F50C5E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E48B1" w14:textId="103E19D2" w:rsidR="00821CDE" w:rsidRPr="00C924AE" w:rsidRDefault="00821CDE" w:rsidP="00821CDE">
      <w:pPr>
        <w:spacing w:after="0" w:line="240" w:lineRule="auto"/>
        <w:rPr>
          <w:rFonts w:eastAsia="Calibri" w:cs="Times New Roman"/>
          <w:b/>
          <w:lang w:eastAsia="cs-CZ"/>
        </w:rPr>
      </w:pPr>
      <w:r w:rsidRPr="00C924AE">
        <w:rPr>
          <w:rFonts w:eastAsia="Calibri" w:cs="Times New Roman"/>
          <w:bCs/>
        </w:rPr>
        <w:br/>
      </w:r>
      <w:r w:rsidRPr="00C924AE">
        <w:rPr>
          <w:rFonts w:eastAsia="Calibri" w:cs="Times New Roman"/>
          <w:b/>
          <w:lang w:eastAsia="cs-CZ"/>
        </w:rPr>
        <w:t xml:space="preserve">Odpověď: </w:t>
      </w:r>
    </w:p>
    <w:p w14:paraId="62D79746" w14:textId="77777777" w:rsidR="00821CDE" w:rsidRPr="00C924AE" w:rsidRDefault="00821CDE" w:rsidP="00821CDE">
      <w:pPr>
        <w:spacing w:after="0" w:line="240" w:lineRule="auto"/>
        <w:rPr>
          <w:rFonts w:eastAsia="Calibri" w:cs="Times New Roman"/>
          <w:b/>
          <w:lang w:eastAsia="cs-CZ"/>
        </w:rPr>
      </w:pPr>
      <w:r w:rsidRPr="00C924AE">
        <w:rPr>
          <w:rFonts w:eastAsia="Calibri" w:cs="Times New Roman"/>
          <w:bCs/>
          <w:lang w:eastAsia="cs-CZ"/>
        </w:rPr>
        <w:t>Ano, jedná se o třídu těžitelnosti 4 dle ČSN 73 3050.</w:t>
      </w:r>
    </w:p>
    <w:p w14:paraId="5F4F3205" w14:textId="77777777" w:rsidR="00821CDE" w:rsidRDefault="00821CDE" w:rsidP="00821C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lastRenderedPageBreak/>
        <w:t xml:space="preserve">Zadavatel </w:t>
      </w:r>
      <w:r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>
        <w:rPr>
          <w:rFonts w:eastAsia="Times New Roman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t>bez předchozí žádosti.</w:t>
      </w:r>
    </w:p>
    <w:p w14:paraId="7C3ECF31" w14:textId="77777777" w:rsidR="00821CDE" w:rsidRDefault="00821CDE" w:rsidP="00821C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9F81CA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bookmarkStart w:id="1" w:name="_GoBack"/>
      <w:r w:rsidRPr="00C924AE">
        <w:rPr>
          <w:lang w:eastAsia="cs-CZ"/>
        </w:rPr>
        <w:t xml:space="preserve">Zadavatel sděluje, že v soupisu prací v SO 11-10-01.2 a SO 12-10-01.2 jsme doplnili položky </w:t>
      </w:r>
      <w:r w:rsidRPr="00C924AE">
        <w:rPr>
          <w:rFonts w:eastAsia="Calibri" w:cs="Times New Roman"/>
          <w:bCs/>
          <w:lang w:eastAsia="cs-CZ"/>
        </w:rPr>
        <w:t xml:space="preserve">„výšková regulace troleje“ do </w:t>
      </w:r>
      <w:proofErr w:type="gramStart"/>
      <w:r w:rsidRPr="00C924AE">
        <w:rPr>
          <w:rFonts w:eastAsia="Calibri" w:cs="Times New Roman"/>
          <w:bCs/>
          <w:lang w:eastAsia="cs-CZ"/>
        </w:rPr>
        <w:t>objektů 3.podbití</w:t>
      </w:r>
      <w:proofErr w:type="gramEnd"/>
      <w:r w:rsidRPr="00C924AE">
        <w:rPr>
          <w:rFonts w:eastAsia="Calibri" w:cs="Times New Roman"/>
          <w:bCs/>
          <w:lang w:eastAsia="cs-CZ"/>
        </w:rPr>
        <w:t xml:space="preserve"> svršku.</w:t>
      </w:r>
      <w:r w:rsidRPr="00C924AE">
        <w:rPr>
          <w:lang w:eastAsia="cs-CZ"/>
        </w:rPr>
        <w:t>:</w:t>
      </w:r>
    </w:p>
    <w:p w14:paraId="5242E6F1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 xml:space="preserve">Po kontrole objektu na základě dotazu byla přidána položka „výšková regulace troleje“ do </w:t>
      </w:r>
      <w:proofErr w:type="gramStart"/>
      <w:r w:rsidRPr="00C924AE">
        <w:rPr>
          <w:rFonts w:eastAsia="Calibri" w:cs="Times New Roman"/>
          <w:bCs/>
          <w:lang w:eastAsia="cs-CZ"/>
        </w:rPr>
        <w:t>objektů 3.podbití</w:t>
      </w:r>
      <w:proofErr w:type="gramEnd"/>
      <w:r w:rsidRPr="00C924AE">
        <w:rPr>
          <w:rFonts w:eastAsia="Calibri" w:cs="Times New Roman"/>
          <w:bCs/>
          <w:lang w:eastAsia="cs-CZ"/>
        </w:rPr>
        <w:t xml:space="preserve"> svršku.</w:t>
      </w:r>
    </w:p>
    <w:p w14:paraId="6BA28D1B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SO 11-10-01.2 – </w:t>
      </w:r>
      <w:proofErr w:type="gramStart"/>
      <w:r w:rsidRPr="00C924AE">
        <w:rPr>
          <w:rFonts w:eastAsia="Calibri" w:cs="Times New Roman"/>
          <w:bCs/>
          <w:lang w:eastAsia="cs-CZ"/>
        </w:rPr>
        <w:t>GKP 3.podbití</w:t>
      </w:r>
      <w:proofErr w:type="gramEnd"/>
      <w:r w:rsidRPr="00C924AE">
        <w:rPr>
          <w:rFonts w:eastAsia="Calibri" w:cs="Times New Roman"/>
          <w:bCs/>
          <w:lang w:eastAsia="cs-CZ"/>
        </w:rPr>
        <w:t xml:space="preserve"> – položka 3 – 74C591 – VÝŠKOVÁ REGULACE TROLEJE – 4691,0 M</w:t>
      </w:r>
    </w:p>
    <w:p w14:paraId="560C31AE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SO 12-10-01.2 – </w:t>
      </w:r>
      <w:proofErr w:type="gramStart"/>
      <w:r w:rsidRPr="00C924AE">
        <w:rPr>
          <w:rFonts w:eastAsia="Calibri" w:cs="Times New Roman"/>
          <w:bCs/>
          <w:lang w:eastAsia="cs-CZ"/>
        </w:rPr>
        <w:t>GKP 3.podbití</w:t>
      </w:r>
      <w:proofErr w:type="gramEnd"/>
      <w:r w:rsidRPr="00C924AE">
        <w:rPr>
          <w:rFonts w:eastAsia="Calibri" w:cs="Times New Roman"/>
          <w:bCs/>
          <w:lang w:eastAsia="cs-CZ"/>
        </w:rPr>
        <w:t xml:space="preserve"> – položka 5 – 74C591 – VÝŠKOVÁ REGULACE TROLEJE – 17037,20 M</w:t>
      </w:r>
    </w:p>
    <w:p w14:paraId="2CDAB734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</w:p>
    <w:p w14:paraId="5DB31B4F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</w:rPr>
      </w:pPr>
      <w:r w:rsidRPr="00C924AE">
        <w:rPr>
          <w:rFonts w:eastAsia="Calibri" w:cs="Times New Roman"/>
          <w:bCs/>
        </w:rPr>
        <w:t xml:space="preserve">Dále v jsme provedli úpravy v PS 12-02-51 - </w:t>
      </w:r>
      <w:proofErr w:type="spellStart"/>
      <w:r w:rsidRPr="00C924AE">
        <w:rPr>
          <w:rFonts w:eastAsia="Calibri" w:cs="Times New Roman"/>
          <w:bCs/>
        </w:rPr>
        <w:t>Žst</w:t>
      </w:r>
      <w:proofErr w:type="spellEnd"/>
      <w:r w:rsidRPr="00C924AE">
        <w:rPr>
          <w:rFonts w:eastAsia="Calibri" w:cs="Times New Roman"/>
          <w:bCs/>
        </w:rPr>
        <w:t>. Havířov, DOK a TK</w:t>
      </w:r>
    </w:p>
    <w:p w14:paraId="3B2B823C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Nová položka – č. 129 – 12283 – ODKOPÁVKY A PROKOPÁVKY OBECNÉ TŘ. II – 34,840 M3</w:t>
      </w:r>
    </w:p>
    <w:p w14:paraId="0F301E27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Úprava výměry položky č. 4 – 132831.1 – HLOUBENÍ RÝH ŠÍŘ DO 2M PAŽ I NEPAŽ TŘ. II, ODVOZ DO 1KM – 4754,450 M3</w:t>
      </w:r>
    </w:p>
    <w:p w14:paraId="4401764A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Úprava výměry položky č. 7 – 17411.1 – ZÁSYP JAM A RÝH ZEMINOU SE ZHUTNĚNÍM – 3840,253 M3</w:t>
      </w:r>
    </w:p>
    <w:p w14:paraId="0723D099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Úprava výměry položky č. 8 – 18215.1 – ÚPRAVA POVRCHŮ SROVNÁNÍM ÚZEMÍ V TL DO 0,50M – 13517,240 M3</w:t>
      </w:r>
    </w:p>
    <w:p w14:paraId="04063DA6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Nová položka – č. 130 – 18241 – ZALOŽENÍ TRÁVNÍKU RUČNÍM VÝSEVEM – 125,290 M2</w:t>
      </w:r>
    </w:p>
    <w:p w14:paraId="7E77C864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 xml:space="preserve">Úprava výměry položky č. 13 – 701CFAR.1 – Zřízení </w:t>
      </w:r>
      <w:proofErr w:type="spellStart"/>
      <w:r w:rsidRPr="00C924AE">
        <w:rPr>
          <w:rFonts w:eastAsia="Calibri" w:cs="Times New Roman"/>
          <w:bCs/>
          <w:lang w:eastAsia="cs-CZ"/>
        </w:rPr>
        <w:t>kab.lože</w:t>
      </w:r>
      <w:proofErr w:type="spellEnd"/>
      <w:r w:rsidRPr="00C924AE">
        <w:rPr>
          <w:rFonts w:eastAsia="Calibri" w:cs="Times New Roman"/>
          <w:bCs/>
          <w:lang w:eastAsia="cs-CZ"/>
        </w:rPr>
        <w:t xml:space="preserve"> z prosáté zeminy bez zakrytí v rýze do š.65cm, </w:t>
      </w:r>
      <w:proofErr w:type="spellStart"/>
      <w:proofErr w:type="gramStart"/>
      <w:r w:rsidRPr="00C924AE">
        <w:rPr>
          <w:rFonts w:eastAsia="Calibri" w:cs="Times New Roman"/>
          <w:bCs/>
          <w:lang w:eastAsia="cs-CZ"/>
        </w:rPr>
        <w:t>tl</w:t>
      </w:r>
      <w:proofErr w:type="gramEnd"/>
      <w:r w:rsidRPr="00C924AE">
        <w:rPr>
          <w:rFonts w:eastAsia="Calibri" w:cs="Times New Roman"/>
          <w:bCs/>
          <w:lang w:eastAsia="cs-CZ"/>
        </w:rPr>
        <w:t>.</w:t>
      </w:r>
      <w:proofErr w:type="gramStart"/>
      <w:r w:rsidRPr="00C924AE">
        <w:rPr>
          <w:rFonts w:eastAsia="Calibri" w:cs="Times New Roman"/>
          <w:bCs/>
          <w:lang w:eastAsia="cs-CZ"/>
        </w:rPr>
        <w:t>vrstvy</w:t>
      </w:r>
      <w:proofErr w:type="spellEnd"/>
      <w:proofErr w:type="gramEnd"/>
      <w:r w:rsidRPr="00C924AE">
        <w:rPr>
          <w:rFonts w:eastAsia="Calibri" w:cs="Times New Roman"/>
          <w:bCs/>
          <w:lang w:eastAsia="cs-CZ"/>
        </w:rPr>
        <w:t xml:space="preserve"> 5cm – 16464,0 M</w:t>
      </w:r>
    </w:p>
    <w:p w14:paraId="544FA248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Úprava výměry položky č. 15 – 702112.1 – KABELOVÝ ŽLAB ZEMNÍ VČETNĚ KRYTU SVĚTLÉ ŠÍŘKY PŘES 120 DO 250 MM – 9678,0 M</w:t>
      </w:r>
    </w:p>
    <w:p w14:paraId="0E118B09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Úprava výměry položky č. 127 – R0151112.902 – NEOCEŇOVAT – POPLATKY ZA LIKVIDACI ODPADŮ NEKONTAMINOVANÝCH – 17 05 04 VYTĚŽENÉ ZEMINY A HORNINY – II. TŘÍDA – TĚŽITELNOSTI VČ. DOPRAVY NA SKLÁDKU A MANIPULACE – 1857,980 T</w:t>
      </w:r>
    </w:p>
    <w:p w14:paraId="520F9ACE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lang w:eastAsia="cs-CZ"/>
        </w:rPr>
      </w:pPr>
    </w:p>
    <w:p w14:paraId="3BB2B611" w14:textId="77777777" w:rsidR="00821CDE" w:rsidRPr="00C924AE" w:rsidRDefault="00821CDE" w:rsidP="00821CDE">
      <w:pPr>
        <w:spacing w:line="256" w:lineRule="auto"/>
        <w:contextualSpacing/>
        <w:rPr>
          <w:rFonts w:eastAsia="Calibri" w:cs="Times New Roman"/>
          <w:bCs/>
          <w:highlight w:val="yellow"/>
          <w:lang w:eastAsia="cs-CZ"/>
        </w:rPr>
      </w:pPr>
      <w:r w:rsidRPr="00C924AE">
        <w:rPr>
          <w:rFonts w:eastAsia="Calibri" w:cs="Times New Roman"/>
          <w:bCs/>
          <w:lang w:eastAsia="cs-CZ"/>
        </w:rPr>
        <w:t>A v SO 90-90 - Likvidace odpadů, jsme upravili výměru položku Likvidace odpadů:</w:t>
      </w:r>
    </w:p>
    <w:p w14:paraId="51FF6CDC" w14:textId="77777777" w:rsidR="00821CDE" w:rsidRPr="00C924AE" w:rsidRDefault="00821CDE" w:rsidP="00821CD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924AE">
        <w:rPr>
          <w:rFonts w:eastAsia="Calibri" w:cs="Times New Roman"/>
          <w:bCs/>
          <w:lang w:eastAsia="cs-CZ"/>
        </w:rPr>
        <w:t>Úprava výměry položky č. 2 – R0151112.902 – NEOCEŇOVAT – POPLATKY ZA LIKVIDACI ODPADŮ NEKONTAMINOVANÝCH – 17 05 04 VYTĚŽENÉ ZEMINY A HORNINY – II. TŘÍDA – TĚŽITELNOSTI VČ. DOPRAVY NA SKLÁDKU A MANIPULACE – 44796,893 T</w:t>
      </w:r>
    </w:p>
    <w:p w14:paraId="4F002716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3E857CC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924AE">
        <w:rPr>
          <w:rFonts w:eastAsia="Times New Roman" w:cs="Times New Roman"/>
          <w:b/>
          <w:lang w:eastAsia="cs-CZ"/>
        </w:rPr>
        <w:t>Viz příloha:</w:t>
      </w:r>
    </w:p>
    <w:p w14:paraId="137D2107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924AE">
        <w:rPr>
          <w:rFonts w:eastAsia="Times New Roman" w:cs="Times New Roman"/>
          <w:bCs/>
          <w:lang w:eastAsia="cs-CZ"/>
        </w:rPr>
        <w:t>XLS_OptimalizaceúsekuHaviřov-Haviřovstřed_20230322_zm08.xlsx</w:t>
      </w:r>
    </w:p>
    <w:p w14:paraId="4268BCF2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924AE">
        <w:rPr>
          <w:rFonts w:eastAsia="Times New Roman" w:cs="Times New Roman"/>
          <w:bCs/>
          <w:lang w:eastAsia="cs-CZ"/>
        </w:rPr>
        <w:t>D_1_2_5_1_PS120251_1_001_TZ.pdf</w:t>
      </w:r>
    </w:p>
    <w:p w14:paraId="47255A9E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924AE">
        <w:rPr>
          <w:rFonts w:eastAsia="Times New Roman" w:cs="Times New Roman"/>
          <w:bCs/>
          <w:lang w:eastAsia="cs-CZ"/>
        </w:rPr>
        <w:t>D_1_2_5_1_PS120251_2_003_Polohopis.pdf</w:t>
      </w:r>
    </w:p>
    <w:p w14:paraId="79B7847E" w14:textId="77777777" w:rsidR="00821CDE" w:rsidRPr="00C924AE" w:rsidRDefault="00821CDE" w:rsidP="00821CD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5BC50188" w14:textId="17D09B34" w:rsidR="00611AFE" w:rsidRPr="00C924AE" w:rsidRDefault="00611AFE" w:rsidP="00611AFE">
      <w:pPr>
        <w:spacing w:after="0" w:line="240" w:lineRule="auto"/>
        <w:rPr>
          <w:rFonts w:eastAsia="Calibri" w:cs="Times New Roman"/>
          <w:b/>
          <w:lang w:eastAsia="cs-CZ"/>
        </w:rPr>
      </w:pPr>
      <w:r w:rsidRPr="00C924AE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6D7A8158" w14:textId="77777777" w:rsidR="00BD5319" w:rsidRPr="00C924AE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0FC0FAD1" w14:textId="77777777" w:rsidR="00BD5319" w:rsidRPr="00C924AE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924AE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C924AE">
          <w:rPr>
            <w:rFonts w:eastAsia="Calibri" w:cs="Times New Roman"/>
            <w:u w:val="single"/>
            <w:lang w:eastAsia="cs-CZ"/>
          </w:rPr>
          <w:t>https://zakazky.</w:t>
        </w:r>
        <w:r w:rsidR="005A5F24" w:rsidRPr="00C924AE">
          <w:rPr>
            <w:rFonts w:eastAsia="Calibri" w:cs="Times New Roman"/>
            <w:u w:val="single"/>
            <w:lang w:eastAsia="cs-CZ"/>
          </w:rPr>
          <w:t>spravazeleznic</w:t>
        </w:r>
        <w:r w:rsidRPr="00C924AE">
          <w:rPr>
            <w:rFonts w:eastAsia="Calibri" w:cs="Times New Roman"/>
            <w:u w:val="single"/>
            <w:lang w:eastAsia="cs-CZ"/>
          </w:rPr>
          <w:t>.cz/</w:t>
        </w:r>
      </w:hyperlink>
      <w:r w:rsidRPr="00C924AE">
        <w:rPr>
          <w:rFonts w:eastAsia="Calibri" w:cs="Times New Roman"/>
          <w:u w:val="single"/>
          <w:lang w:eastAsia="cs-CZ"/>
        </w:rPr>
        <w:t>.</w:t>
      </w:r>
    </w:p>
    <w:p w14:paraId="7962E27D" w14:textId="77777777" w:rsidR="00BD5319" w:rsidRPr="00C924AE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2E70761" w14:textId="77777777" w:rsidR="00821CDE" w:rsidRPr="00C924AE" w:rsidRDefault="00821CDE" w:rsidP="00821CD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924AE">
        <w:rPr>
          <w:rFonts w:eastAsia="Calibri" w:cs="Times New Roman"/>
          <w:b/>
          <w:bCs/>
          <w:lang w:eastAsia="cs-CZ"/>
        </w:rPr>
        <w:t>Přílohy:</w:t>
      </w:r>
    </w:p>
    <w:p w14:paraId="32D01C8A" w14:textId="0B0EF5BC" w:rsidR="00821CDE" w:rsidRPr="00C924AE" w:rsidRDefault="00821CDE" w:rsidP="00821C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924AE">
        <w:rPr>
          <w:rFonts w:eastAsia="Times New Roman" w:cs="Times New Roman"/>
          <w:bCs/>
          <w:lang w:eastAsia="cs-CZ"/>
        </w:rPr>
        <w:t>XDC_OptimalizaceusekuHaviřov-Haviřovstřed_20230322_zm08.xcd</w:t>
      </w:r>
    </w:p>
    <w:p w14:paraId="241315B7" w14:textId="16F43CE0" w:rsidR="00821CDE" w:rsidRPr="00C924AE" w:rsidRDefault="00821CDE" w:rsidP="00821C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924AE">
        <w:rPr>
          <w:rFonts w:eastAsia="Times New Roman" w:cs="Times New Roman"/>
          <w:bCs/>
          <w:lang w:eastAsia="cs-CZ"/>
        </w:rPr>
        <w:t>XLS_OptimalizaceúsekuHaviřov-Haviřovstřed_20230322_zm08.xlsx</w:t>
      </w:r>
    </w:p>
    <w:p w14:paraId="0B34E287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924AE">
        <w:rPr>
          <w:rFonts w:eastAsia="Times New Roman" w:cs="Times New Roman"/>
          <w:bCs/>
          <w:lang w:eastAsia="cs-CZ"/>
        </w:rPr>
        <w:t>D_1_2_5_1_PS120251_0_000_Seznam_priloh.pdf</w:t>
      </w:r>
    </w:p>
    <w:p w14:paraId="06E30EBE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924AE">
        <w:rPr>
          <w:rFonts w:eastAsia="Times New Roman" w:cs="Times New Roman"/>
          <w:bCs/>
          <w:lang w:eastAsia="cs-CZ"/>
        </w:rPr>
        <w:t>D_1_2_5_1_PS120251_1_001_TZ.pdf</w:t>
      </w:r>
    </w:p>
    <w:p w14:paraId="4FB93D41" w14:textId="77777777" w:rsidR="00821CDE" w:rsidRPr="00C924AE" w:rsidRDefault="00821CDE" w:rsidP="00821CDE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C924AE">
        <w:rPr>
          <w:rFonts w:eastAsia="Times New Roman" w:cs="Times New Roman"/>
          <w:bCs/>
          <w:lang w:eastAsia="cs-CZ"/>
        </w:rPr>
        <w:t>D_1_2_5_1_PS120251_2_003_Polohopis.pdf</w:t>
      </w:r>
    </w:p>
    <w:p w14:paraId="5E2037C2" w14:textId="77777777" w:rsidR="00821CDE" w:rsidRPr="00C924AE" w:rsidRDefault="00821CDE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</w:p>
    <w:bookmarkEnd w:id="1"/>
    <w:p w14:paraId="4E27C4A5" w14:textId="77777777" w:rsidR="001607BB" w:rsidRDefault="001607BB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6881A414" w14:textId="1604B887" w:rsidR="00AC6F09" w:rsidRPr="00A02C1F" w:rsidRDefault="00CF2FCD" w:rsidP="00B01258">
      <w:pPr>
        <w:spacing w:after="0" w:line="240" w:lineRule="auto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 Olomouci dne 3. 5</w:t>
      </w:r>
      <w:r w:rsidR="00AC6F09">
        <w:rPr>
          <w:rFonts w:eastAsia="Times New Roman" w:cs="Times New Roman"/>
          <w:bCs/>
          <w:lang w:eastAsia="cs-CZ"/>
        </w:rPr>
        <w:t>. 2023</w:t>
      </w:r>
    </w:p>
    <w:p w14:paraId="4A6DB787" w14:textId="3D8974E5" w:rsidR="00A02C1F" w:rsidRDefault="00A02C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563807" w14:textId="72F175A1" w:rsidR="00A02C1F" w:rsidRDefault="00A02C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3A903C" w14:textId="77777777" w:rsidR="00A02C1F" w:rsidRPr="00A02C1F" w:rsidRDefault="00A02C1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E9D1FF" w14:textId="2495156B" w:rsidR="00656469" w:rsidRPr="00A02C1F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F536A81" w14:textId="77777777" w:rsidR="00611AFE" w:rsidRPr="00A02C1F" w:rsidRDefault="00611AFE" w:rsidP="00611AF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2C1F">
        <w:rPr>
          <w:rFonts w:eastAsia="Times New Roman" w:cs="Times New Roman"/>
          <w:b/>
          <w:bCs/>
          <w:lang w:eastAsia="cs-CZ"/>
        </w:rPr>
        <w:t>Ing. Miroslav Bocák</w:t>
      </w:r>
      <w:r w:rsidRPr="00A02C1F">
        <w:rPr>
          <w:rFonts w:eastAsia="Times New Roman" w:cs="Times New Roman"/>
          <w:b/>
          <w:lang w:eastAsia="cs-CZ"/>
        </w:rPr>
        <w:t xml:space="preserve"> </w:t>
      </w:r>
    </w:p>
    <w:p w14:paraId="5E29A649" w14:textId="77777777" w:rsidR="00611AFE" w:rsidRPr="00A02C1F" w:rsidRDefault="00611AFE" w:rsidP="00611AFE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02C1F">
        <w:rPr>
          <w:rFonts w:eastAsia="Times New Roman" w:cs="Times New Roman"/>
          <w:lang w:eastAsia="cs-CZ"/>
        </w:rPr>
        <w:t>ředitel organizační jednotky</w:t>
      </w:r>
      <w:r w:rsidRPr="00A02C1F">
        <w:rPr>
          <w:rFonts w:eastAsia="Times New Roman" w:cs="Times New Roman"/>
          <w:lang w:eastAsia="cs-CZ"/>
        </w:rPr>
        <w:tab/>
      </w:r>
    </w:p>
    <w:p w14:paraId="7EDD2D09" w14:textId="77777777" w:rsidR="00611AFE" w:rsidRPr="00A02C1F" w:rsidRDefault="00611AFE" w:rsidP="00611AFE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02C1F">
        <w:rPr>
          <w:rFonts w:eastAsia="Times New Roman" w:cs="Times New Roman"/>
          <w:lang w:eastAsia="cs-CZ"/>
        </w:rPr>
        <w:t>Stavební správa východ</w:t>
      </w:r>
    </w:p>
    <w:p w14:paraId="3D552B1B" w14:textId="24BAD48C" w:rsidR="00611AFE" w:rsidRPr="00FC3ACD" w:rsidRDefault="00611AFE" w:rsidP="001607BB">
      <w:pPr>
        <w:spacing w:after="0" w:line="240" w:lineRule="auto"/>
        <w:rPr>
          <w:rFonts w:eastAsia="Calibri" w:cs="Times New Roman"/>
          <w:lang w:eastAsia="cs-CZ"/>
        </w:rPr>
      </w:pPr>
      <w:r w:rsidRPr="00A02C1F">
        <w:rPr>
          <w:rFonts w:eastAsia="Times New Roman" w:cs="Times New Roman"/>
          <w:lang w:eastAsia="cs-CZ"/>
        </w:rPr>
        <w:t>Správa železnic, státní organizace</w:t>
      </w:r>
    </w:p>
    <w:sectPr w:rsidR="00611AFE" w:rsidRPr="00FC3ACD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606B2" w14:textId="77777777" w:rsidR="00D15ADE" w:rsidRDefault="00D15ADE" w:rsidP="00962258">
      <w:pPr>
        <w:spacing w:after="0" w:line="240" w:lineRule="auto"/>
      </w:pPr>
      <w:r>
        <w:separator/>
      </w:r>
    </w:p>
  </w:endnote>
  <w:endnote w:type="continuationSeparator" w:id="0">
    <w:p w14:paraId="2479C582" w14:textId="77777777" w:rsidR="00D15ADE" w:rsidRDefault="00D15A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5769E" w14:paraId="5D321F2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16E96B" w14:textId="607374B2" w:rsidR="0025769E" w:rsidRPr="00B8518B" w:rsidRDefault="0025769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24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24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0574D5" w14:textId="77777777" w:rsidR="0025769E" w:rsidRDefault="0025769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5FC360" w14:textId="77777777" w:rsidR="0025769E" w:rsidRDefault="0025769E" w:rsidP="00B8518B">
          <w:pPr>
            <w:pStyle w:val="Zpat"/>
          </w:pPr>
        </w:p>
      </w:tc>
      <w:tc>
        <w:tcPr>
          <w:tcW w:w="2921" w:type="dxa"/>
        </w:tcPr>
        <w:p w14:paraId="75D73C52" w14:textId="77777777" w:rsidR="0025769E" w:rsidRDefault="0025769E" w:rsidP="00D831A3">
          <w:pPr>
            <w:pStyle w:val="Zpat"/>
          </w:pPr>
        </w:p>
      </w:tc>
    </w:tr>
  </w:tbl>
  <w:p w14:paraId="66E1333E" w14:textId="77777777" w:rsidR="0025769E" w:rsidRPr="00B8518B" w:rsidRDefault="0025769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E1175D" wp14:editId="0B4A27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8F9F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CD9B67" wp14:editId="08CF7E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931A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5769E" w14:paraId="7817D5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B92818" w14:textId="595F3689" w:rsidR="0025769E" w:rsidRPr="00B8518B" w:rsidRDefault="0025769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24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24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43F469" w14:textId="77777777" w:rsidR="0025769E" w:rsidRDefault="0025769E" w:rsidP="000A4CC5">
          <w:pPr>
            <w:pStyle w:val="Zpat"/>
          </w:pPr>
          <w:r>
            <w:t>Správa železnic, státní organizace</w:t>
          </w:r>
        </w:p>
        <w:p w14:paraId="4C045C3A" w14:textId="77777777" w:rsidR="0025769E" w:rsidRDefault="0025769E" w:rsidP="000A4CC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52EF1E" w14:textId="77777777" w:rsidR="0025769E" w:rsidRDefault="0025769E" w:rsidP="000A4CC5">
          <w:pPr>
            <w:pStyle w:val="Zpat"/>
          </w:pPr>
          <w:r>
            <w:t>Sídlo: Dlážděná 1003/7, 110 00 Praha 1</w:t>
          </w:r>
        </w:p>
        <w:p w14:paraId="2EAC27C5" w14:textId="77777777" w:rsidR="0025769E" w:rsidRDefault="0025769E" w:rsidP="000A4CC5">
          <w:pPr>
            <w:pStyle w:val="Zpat"/>
          </w:pPr>
          <w:r>
            <w:t>IČO: 709 94 234 DIČ: CZ 709 94 234</w:t>
          </w:r>
        </w:p>
        <w:p w14:paraId="1D7E6A30" w14:textId="77777777" w:rsidR="0025769E" w:rsidRDefault="0025769E" w:rsidP="000A4CC5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5BC8111" w14:textId="77777777" w:rsidR="0025769E" w:rsidRPr="00D84AC6" w:rsidRDefault="0025769E" w:rsidP="000A4CC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BB0238B" w14:textId="77777777" w:rsidR="0025769E" w:rsidRPr="00D84AC6" w:rsidRDefault="0025769E" w:rsidP="000A4CC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F507871" w14:textId="77777777" w:rsidR="0025769E" w:rsidRPr="00D84AC6" w:rsidRDefault="0025769E" w:rsidP="000A4CC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D296516" w14:textId="77777777" w:rsidR="0025769E" w:rsidRDefault="0025769E" w:rsidP="000A4CC5">
          <w:pPr>
            <w:pStyle w:val="Zpat"/>
          </w:pPr>
        </w:p>
      </w:tc>
    </w:tr>
  </w:tbl>
  <w:p w14:paraId="455D1DC4" w14:textId="77777777" w:rsidR="0025769E" w:rsidRPr="00B8518B" w:rsidRDefault="0025769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5225EF7" wp14:editId="32A202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C783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4D4B44" wp14:editId="0C4D2D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E6E26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04BCB7C" w14:textId="77777777" w:rsidR="0025769E" w:rsidRPr="00460660" w:rsidRDefault="0025769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FA555" w14:textId="77777777" w:rsidR="00D15ADE" w:rsidRDefault="00D15ADE" w:rsidP="00962258">
      <w:pPr>
        <w:spacing w:after="0" w:line="240" w:lineRule="auto"/>
      </w:pPr>
      <w:r>
        <w:separator/>
      </w:r>
    </w:p>
  </w:footnote>
  <w:footnote w:type="continuationSeparator" w:id="0">
    <w:p w14:paraId="5306D83C" w14:textId="77777777" w:rsidR="00D15ADE" w:rsidRDefault="00D15A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5769E" w14:paraId="5EBCFBC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BA147F" w14:textId="77777777" w:rsidR="0025769E" w:rsidRPr="00B8518B" w:rsidRDefault="0025769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B13137" w14:textId="77777777" w:rsidR="0025769E" w:rsidRDefault="0025769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B9E619" w14:textId="77777777" w:rsidR="0025769E" w:rsidRPr="00D6163D" w:rsidRDefault="0025769E" w:rsidP="00D6163D">
          <w:pPr>
            <w:pStyle w:val="Druhdokumentu"/>
          </w:pPr>
        </w:p>
      </w:tc>
    </w:tr>
  </w:tbl>
  <w:p w14:paraId="131347E7" w14:textId="77777777" w:rsidR="0025769E" w:rsidRPr="00D6163D" w:rsidRDefault="0025769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5769E" w14:paraId="3CD563C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54BC30" w14:textId="77777777" w:rsidR="0025769E" w:rsidRPr="00B8518B" w:rsidRDefault="002576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B3F999F" wp14:editId="71F52FDE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63A3FF2" wp14:editId="63B4211F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5FF69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C4684A" w14:textId="77777777" w:rsidR="0025769E" w:rsidRDefault="0025769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E1931B" w14:textId="77777777" w:rsidR="0025769E" w:rsidRPr="00D6163D" w:rsidRDefault="0025769E" w:rsidP="00FC6389">
          <w:pPr>
            <w:pStyle w:val="Druhdokumentu"/>
          </w:pPr>
        </w:p>
      </w:tc>
    </w:tr>
    <w:tr w:rsidR="0025769E" w14:paraId="1432A13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628603" w14:textId="77777777" w:rsidR="0025769E" w:rsidRPr="00B8518B" w:rsidRDefault="0025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BC196D" w14:textId="77777777" w:rsidR="0025769E" w:rsidRDefault="0025769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283980" w14:textId="77777777" w:rsidR="0025769E" w:rsidRDefault="0025769E" w:rsidP="00FC6389">
          <w:pPr>
            <w:pStyle w:val="Druhdokumentu"/>
            <w:rPr>
              <w:noProof/>
            </w:rPr>
          </w:pPr>
        </w:p>
      </w:tc>
    </w:tr>
  </w:tbl>
  <w:p w14:paraId="756094C6" w14:textId="77777777" w:rsidR="0025769E" w:rsidRPr="00D6163D" w:rsidRDefault="002576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06785EB" wp14:editId="6E89522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7B8F8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5385430" w14:textId="77777777" w:rsidR="0025769E" w:rsidRPr="00460660" w:rsidRDefault="0025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E8659C"/>
    <w:multiLevelType w:val="hybridMultilevel"/>
    <w:tmpl w:val="511E4F52"/>
    <w:lvl w:ilvl="0" w:tplc="7CB8240C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3F2662"/>
    <w:multiLevelType w:val="hybridMultilevel"/>
    <w:tmpl w:val="9D0414F8"/>
    <w:lvl w:ilvl="0" w:tplc="4E7C74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01205"/>
    <w:multiLevelType w:val="hybridMultilevel"/>
    <w:tmpl w:val="FE50FFDC"/>
    <w:lvl w:ilvl="0" w:tplc="941C72AE">
      <w:numFmt w:val="bullet"/>
      <w:lvlText w:val="–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519C7"/>
    <w:multiLevelType w:val="hybridMultilevel"/>
    <w:tmpl w:val="7FB49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C5E3E"/>
    <w:multiLevelType w:val="hybridMultilevel"/>
    <w:tmpl w:val="34CA7E1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A7AEB"/>
    <w:multiLevelType w:val="hybridMultilevel"/>
    <w:tmpl w:val="63DE9F80"/>
    <w:lvl w:ilvl="0" w:tplc="9B442F3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E24EC"/>
    <w:multiLevelType w:val="hybridMultilevel"/>
    <w:tmpl w:val="358208CC"/>
    <w:lvl w:ilvl="0" w:tplc="1AFC9798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53343C9"/>
    <w:multiLevelType w:val="hybridMultilevel"/>
    <w:tmpl w:val="7FB49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D0E7A"/>
    <w:multiLevelType w:val="hybridMultilevel"/>
    <w:tmpl w:val="52BC6050"/>
    <w:lvl w:ilvl="0" w:tplc="4D5C249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340315CD"/>
    <w:multiLevelType w:val="multilevel"/>
    <w:tmpl w:val="8AC078D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7307A08"/>
    <w:multiLevelType w:val="hybridMultilevel"/>
    <w:tmpl w:val="C7DA6A82"/>
    <w:lvl w:ilvl="0" w:tplc="35AEB0A2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 w15:restartNumberingAfterBreak="0">
    <w:nsid w:val="61996682"/>
    <w:multiLevelType w:val="hybridMultilevel"/>
    <w:tmpl w:val="8138E8C4"/>
    <w:lvl w:ilvl="0" w:tplc="28C0A190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23D096C"/>
    <w:multiLevelType w:val="hybridMultilevel"/>
    <w:tmpl w:val="483ED9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6112E"/>
    <w:multiLevelType w:val="hybridMultilevel"/>
    <w:tmpl w:val="9FDAD91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4D4387F"/>
    <w:multiLevelType w:val="hybridMultilevel"/>
    <w:tmpl w:val="29121D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00873"/>
    <w:multiLevelType w:val="hybridMultilevel"/>
    <w:tmpl w:val="955453EA"/>
    <w:lvl w:ilvl="0" w:tplc="04050017">
      <w:start w:val="1"/>
      <w:numFmt w:val="lowerLetter"/>
      <w:lvlText w:val="%1)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75FB5DCC"/>
    <w:multiLevelType w:val="hybridMultilevel"/>
    <w:tmpl w:val="F9E42562"/>
    <w:lvl w:ilvl="0" w:tplc="159E8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AE054F"/>
    <w:multiLevelType w:val="hybridMultilevel"/>
    <w:tmpl w:val="31725D54"/>
    <w:lvl w:ilvl="0" w:tplc="2F3C5A64"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EE16054"/>
    <w:multiLevelType w:val="hybridMultilevel"/>
    <w:tmpl w:val="1FBA6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9"/>
  </w:num>
  <w:num w:numId="5">
    <w:abstractNumId w:val="0"/>
  </w:num>
  <w:num w:numId="6">
    <w:abstractNumId w:val="15"/>
  </w:num>
  <w:num w:numId="7">
    <w:abstractNumId w:val="3"/>
  </w:num>
  <w:num w:numId="8">
    <w:abstractNumId w:val="16"/>
  </w:num>
  <w:num w:numId="9">
    <w:abstractNumId w:val="13"/>
  </w:num>
  <w:num w:numId="10">
    <w:abstractNumId w:val="20"/>
  </w:num>
  <w:num w:numId="11">
    <w:abstractNumId w:val="7"/>
  </w:num>
  <w:num w:numId="12">
    <w:abstractNumId w:val="17"/>
  </w:num>
  <w:num w:numId="13">
    <w:abstractNumId w:val="8"/>
  </w:num>
  <w:num w:numId="14">
    <w:abstractNumId w:val="14"/>
  </w:num>
  <w:num w:numId="15">
    <w:abstractNumId w:val="21"/>
  </w:num>
  <w:num w:numId="16">
    <w:abstractNumId w:val="23"/>
  </w:num>
  <w:num w:numId="17">
    <w:abstractNumId w:val="1"/>
  </w:num>
  <w:num w:numId="18">
    <w:abstractNumId w:val="18"/>
  </w:num>
  <w:num w:numId="19">
    <w:abstractNumId w:val="9"/>
  </w:num>
  <w:num w:numId="20">
    <w:abstractNumId w:val="24"/>
  </w:num>
  <w:num w:numId="21">
    <w:abstractNumId w:val="10"/>
  </w:num>
  <w:num w:numId="22">
    <w:abstractNumId w:val="5"/>
  </w:num>
  <w:num w:numId="23">
    <w:abstractNumId w:val="22"/>
  </w:num>
  <w:num w:numId="24">
    <w:abstractNumId w:val="11"/>
  </w:num>
  <w:num w:numId="2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2223"/>
    <w:rsid w:val="00033432"/>
    <w:rsid w:val="000335CC"/>
    <w:rsid w:val="00072C1E"/>
    <w:rsid w:val="0008312C"/>
    <w:rsid w:val="000A4CC5"/>
    <w:rsid w:val="000B3A82"/>
    <w:rsid w:val="000B6C7E"/>
    <w:rsid w:val="000B7907"/>
    <w:rsid w:val="000C0429"/>
    <w:rsid w:val="000C45E8"/>
    <w:rsid w:val="000F35A6"/>
    <w:rsid w:val="00114472"/>
    <w:rsid w:val="00135D0C"/>
    <w:rsid w:val="00151519"/>
    <w:rsid w:val="001607BB"/>
    <w:rsid w:val="00161308"/>
    <w:rsid w:val="00170EC5"/>
    <w:rsid w:val="001747C1"/>
    <w:rsid w:val="0018596A"/>
    <w:rsid w:val="00185C23"/>
    <w:rsid w:val="001B69C2"/>
    <w:rsid w:val="001C4DA0"/>
    <w:rsid w:val="001E47F0"/>
    <w:rsid w:val="00207DF5"/>
    <w:rsid w:val="00211952"/>
    <w:rsid w:val="00230AA7"/>
    <w:rsid w:val="002555FA"/>
    <w:rsid w:val="00255607"/>
    <w:rsid w:val="0025769E"/>
    <w:rsid w:val="00261716"/>
    <w:rsid w:val="00267369"/>
    <w:rsid w:val="0026785D"/>
    <w:rsid w:val="00287BE7"/>
    <w:rsid w:val="002C31BF"/>
    <w:rsid w:val="002C60A2"/>
    <w:rsid w:val="002D7F7F"/>
    <w:rsid w:val="002E0CD7"/>
    <w:rsid w:val="002E5BA3"/>
    <w:rsid w:val="002F026B"/>
    <w:rsid w:val="00311A8E"/>
    <w:rsid w:val="00325040"/>
    <w:rsid w:val="00334B5C"/>
    <w:rsid w:val="00357BC6"/>
    <w:rsid w:val="0037111D"/>
    <w:rsid w:val="003713CA"/>
    <w:rsid w:val="003756B9"/>
    <w:rsid w:val="00387699"/>
    <w:rsid w:val="003905B7"/>
    <w:rsid w:val="00394758"/>
    <w:rsid w:val="003956C6"/>
    <w:rsid w:val="00396C8B"/>
    <w:rsid w:val="003B2F8B"/>
    <w:rsid w:val="003B42BF"/>
    <w:rsid w:val="003E6B9A"/>
    <w:rsid w:val="003E75CE"/>
    <w:rsid w:val="0041058A"/>
    <w:rsid w:val="0041380F"/>
    <w:rsid w:val="00440D2C"/>
    <w:rsid w:val="00450F07"/>
    <w:rsid w:val="00453CD3"/>
    <w:rsid w:val="00455BC7"/>
    <w:rsid w:val="00460660"/>
    <w:rsid w:val="00460CCB"/>
    <w:rsid w:val="004656D1"/>
    <w:rsid w:val="00477370"/>
    <w:rsid w:val="0048475B"/>
    <w:rsid w:val="00486107"/>
    <w:rsid w:val="0049130B"/>
    <w:rsid w:val="00491827"/>
    <w:rsid w:val="004926B0"/>
    <w:rsid w:val="004A2F7D"/>
    <w:rsid w:val="004A4F4D"/>
    <w:rsid w:val="004A7B98"/>
    <w:rsid w:val="004A7C69"/>
    <w:rsid w:val="004C4399"/>
    <w:rsid w:val="004C69ED"/>
    <w:rsid w:val="004C787C"/>
    <w:rsid w:val="004E33CA"/>
    <w:rsid w:val="004E4F2F"/>
    <w:rsid w:val="004F4B9B"/>
    <w:rsid w:val="005015F8"/>
    <w:rsid w:val="00501654"/>
    <w:rsid w:val="00511AB9"/>
    <w:rsid w:val="005156D9"/>
    <w:rsid w:val="00523EA7"/>
    <w:rsid w:val="00542527"/>
    <w:rsid w:val="00551D1F"/>
    <w:rsid w:val="00553375"/>
    <w:rsid w:val="005622F9"/>
    <w:rsid w:val="005658A6"/>
    <w:rsid w:val="005720E7"/>
    <w:rsid w:val="005722BB"/>
    <w:rsid w:val="005736B7"/>
    <w:rsid w:val="00575E5A"/>
    <w:rsid w:val="00584E2A"/>
    <w:rsid w:val="00596C7E"/>
    <w:rsid w:val="005A5F24"/>
    <w:rsid w:val="005A61ED"/>
    <w:rsid w:val="005A64E9"/>
    <w:rsid w:val="005B44D3"/>
    <w:rsid w:val="005B5EE9"/>
    <w:rsid w:val="005B7288"/>
    <w:rsid w:val="005C5763"/>
    <w:rsid w:val="005D1576"/>
    <w:rsid w:val="005D2B32"/>
    <w:rsid w:val="005D5A4A"/>
    <w:rsid w:val="006049E3"/>
    <w:rsid w:val="006104F6"/>
    <w:rsid w:val="0061068E"/>
    <w:rsid w:val="00611AFE"/>
    <w:rsid w:val="006305EC"/>
    <w:rsid w:val="00656469"/>
    <w:rsid w:val="00660AD3"/>
    <w:rsid w:val="00682064"/>
    <w:rsid w:val="0068799D"/>
    <w:rsid w:val="0069737A"/>
    <w:rsid w:val="006A5570"/>
    <w:rsid w:val="006A689C"/>
    <w:rsid w:val="006B3D79"/>
    <w:rsid w:val="006D1722"/>
    <w:rsid w:val="006E0578"/>
    <w:rsid w:val="006E2790"/>
    <w:rsid w:val="006E314D"/>
    <w:rsid w:val="006E7F06"/>
    <w:rsid w:val="00703DF1"/>
    <w:rsid w:val="00710723"/>
    <w:rsid w:val="00712ED1"/>
    <w:rsid w:val="00723ED1"/>
    <w:rsid w:val="00735ED4"/>
    <w:rsid w:val="00741BB7"/>
    <w:rsid w:val="00743525"/>
    <w:rsid w:val="0074358F"/>
    <w:rsid w:val="007531A0"/>
    <w:rsid w:val="0076286B"/>
    <w:rsid w:val="00764595"/>
    <w:rsid w:val="00766846"/>
    <w:rsid w:val="00767AEC"/>
    <w:rsid w:val="0077673A"/>
    <w:rsid w:val="007846E1"/>
    <w:rsid w:val="0079106B"/>
    <w:rsid w:val="007A194B"/>
    <w:rsid w:val="007B570C"/>
    <w:rsid w:val="007C7568"/>
    <w:rsid w:val="007E35E8"/>
    <w:rsid w:val="007E4A6E"/>
    <w:rsid w:val="007F56A7"/>
    <w:rsid w:val="00807DD0"/>
    <w:rsid w:val="00813F11"/>
    <w:rsid w:val="00821CDE"/>
    <w:rsid w:val="008518E0"/>
    <w:rsid w:val="00891334"/>
    <w:rsid w:val="008A0EAE"/>
    <w:rsid w:val="008A3568"/>
    <w:rsid w:val="008B7721"/>
    <w:rsid w:val="008D03B9"/>
    <w:rsid w:val="008F18D6"/>
    <w:rsid w:val="008F5AB7"/>
    <w:rsid w:val="00904780"/>
    <w:rsid w:val="009113A8"/>
    <w:rsid w:val="00922385"/>
    <w:rsid w:val="009223DF"/>
    <w:rsid w:val="00936091"/>
    <w:rsid w:val="00940D8A"/>
    <w:rsid w:val="00943AA0"/>
    <w:rsid w:val="00962258"/>
    <w:rsid w:val="009678B7"/>
    <w:rsid w:val="00980392"/>
    <w:rsid w:val="00982411"/>
    <w:rsid w:val="00992D9C"/>
    <w:rsid w:val="0099494D"/>
    <w:rsid w:val="00996CB8"/>
    <w:rsid w:val="009A7568"/>
    <w:rsid w:val="009B2E97"/>
    <w:rsid w:val="009B3C69"/>
    <w:rsid w:val="009B72CC"/>
    <w:rsid w:val="009C7866"/>
    <w:rsid w:val="009E07F4"/>
    <w:rsid w:val="009E1F89"/>
    <w:rsid w:val="009F392E"/>
    <w:rsid w:val="00A01834"/>
    <w:rsid w:val="00A02C1F"/>
    <w:rsid w:val="00A44328"/>
    <w:rsid w:val="00A6177B"/>
    <w:rsid w:val="00A66136"/>
    <w:rsid w:val="00A71A40"/>
    <w:rsid w:val="00A72C90"/>
    <w:rsid w:val="00A741DF"/>
    <w:rsid w:val="00A83289"/>
    <w:rsid w:val="00AA4CBB"/>
    <w:rsid w:val="00AA65FA"/>
    <w:rsid w:val="00AA7351"/>
    <w:rsid w:val="00AA74A9"/>
    <w:rsid w:val="00AC6F09"/>
    <w:rsid w:val="00AC7A95"/>
    <w:rsid w:val="00AD056F"/>
    <w:rsid w:val="00AD2773"/>
    <w:rsid w:val="00AD6731"/>
    <w:rsid w:val="00AE1DDE"/>
    <w:rsid w:val="00AF2E0D"/>
    <w:rsid w:val="00B01258"/>
    <w:rsid w:val="00B04EF2"/>
    <w:rsid w:val="00B15B5E"/>
    <w:rsid w:val="00B15D0D"/>
    <w:rsid w:val="00B23CA3"/>
    <w:rsid w:val="00B247AD"/>
    <w:rsid w:val="00B3491A"/>
    <w:rsid w:val="00B3609B"/>
    <w:rsid w:val="00B45E9E"/>
    <w:rsid w:val="00B52A71"/>
    <w:rsid w:val="00B55F9C"/>
    <w:rsid w:val="00B716CE"/>
    <w:rsid w:val="00B75EE1"/>
    <w:rsid w:val="00B77481"/>
    <w:rsid w:val="00B8518B"/>
    <w:rsid w:val="00BB3740"/>
    <w:rsid w:val="00BD5319"/>
    <w:rsid w:val="00BD7762"/>
    <w:rsid w:val="00BD7E91"/>
    <w:rsid w:val="00BF0A6A"/>
    <w:rsid w:val="00BF374D"/>
    <w:rsid w:val="00BF6D48"/>
    <w:rsid w:val="00C02D0A"/>
    <w:rsid w:val="00C03A6E"/>
    <w:rsid w:val="00C0685D"/>
    <w:rsid w:val="00C24C51"/>
    <w:rsid w:val="00C25005"/>
    <w:rsid w:val="00C30759"/>
    <w:rsid w:val="00C44F6A"/>
    <w:rsid w:val="00C65862"/>
    <w:rsid w:val="00C727E5"/>
    <w:rsid w:val="00C8207D"/>
    <w:rsid w:val="00C924AE"/>
    <w:rsid w:val="00CA1AB8"/>
    <w:rsid w:val="00CB7B5A"/>
    <w:rsid w:val="00CC1E2B"/>
    <w:rsid w:val="00CD1FC4"/>
    <w:rsid w:val="00CE371D"/>
    <w:rsid w:val="00CF2FCD"/>
    <w:rsid w:val="00D02A4D"/>
    <w:rsid w:val="00D15ADE"/>
    <w:rsid w:val="00D21061"/>
    <w:rsid w:val="00D316A7"/>
    <w:rsid w:val="00D333D6"/>
    <w:rsid w:val="00D4108E"/>
    <w:rsid w:val="00D52B0E"/>
    <w:rsid w:val="00D6163D"/>
    <w:rsid w:val="00D63009"/>
    <w:rsid w:val="00D74B80"/>
    <w:rsid w:val="00D75330"/>
    <w:rsid w:val="00D831A3"/>
    <w:rsid w:val="00D902AD"/>
    <w:rsid w:val="00D950BC"/>
    <w:rsid w:val="00DA6FFE"/>
    <w:rsid w:val="00DB0F3E"/>
    <w:rsid w:val="00DC055B"/>
    <w:rsid w:val="00DC0E24"/>
    <w:rsid w:val="00DC3110"/>
    <w:rsid w:val="00DC7DF3"/>
    <w:rsid w:val="00DD46F3"/>
    <w:rsid w:val="00DD58A6"/>
    <w:rsid w:val="00DE0F6E"/>
    <w:rsid w:val="00DE56F2"/>
    <w:rsid w:val="00DF116D"/>
    <w:rsid w:val="00E10710"/>
    <w:rsid w:val="00E305B0"/>
    <w:rsid w:val="00E5458F"/>
    <w:rsid w:val="00E824F1"/>
    <w:rsid w:val="00E8504B"/>
    <w:rsid w:val="00E93D88"/>
    <w:rsid w:val="00E9680E"/>
    <w:rsid w:val="00EB104F"/>
    <w:rsid w:val="00EC344E"/>
    <w:rsid w:val="00ED14BD"/>
    <w:rsid w:val="00ED4519"/>
    <w:rsid w:val="00EE1D72"/>
    <w:rsid w:val="00EF41C9"/>
    <w:rsid w:val="00F01440"/>
    <w:rsid w:val="00F06E3E"/>
    <w:rsid w:val="00F12DEC"/>
    <w:rsid w:val="00F1715C"/>
    <w:rsid w:val="00F310F8"/>
    <w:rsid w:val="00F31B78"/>
    <w:rsid w:val="00F35939"/>
    <w:rsid w:val="00F45607"/>
    <w:rsid w:val="00F64786"/>
    <w:rsid w:val="00F659EB"/>
    <w:rsid w:val="00F804A7"/>
    <w:rsid w:val="00F862D6"/>
    <w:rsid w:val="00F86BA6"/>
    <w:rsid w:val="00F939AE"/>
    <w:rsid w:val="00FC3ACD"/>
    <w:rsid w:val="00FC6389"/>
    <w:rsid w:val="00FD2F51"/>
    <w:rsid w:val="00FE3455"/>
    <w:rsid w:val="00FF1ED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986B4F"/>
  <w14:defaultImageDpi w14:val="32767"/>
  <w15:docId w15:val="{E99F2797-4464-4330-9B27-4A758048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Default">
    <w:name w:val="Default"/>
    <w:basedOn w:val="Normln"/>
    <w:rsid w:val="005C5763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5C576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5D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5D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979E0.6F50C5E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746E161-BEF3-4833-9261-F049ACDB4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35</TotalTime>
  <Pages>2</Pages>
  <Words>590</Words>
  <Characters>3485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26</cp:revision>
  <cp:lastPrinted>2023-04-27T11:50:00Z</cp:lastPrinted>
  <dcterms:created xsi:type="dcterms:W3CDTF">2023-04-26T11:38:00Z</dcterms:created>
  <dcterms:modified xsi:type="dcterms:W3CDTF">2023-05-03T12:29:00Z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