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DC5EF93" w14:textId="77777777" w:rsidTr="00F862D6">
        <w:tc>
          <w:tcPr>
            <w:tcW w:w="1020" w:type="dxa"/>
          </w:tcPr>
          <w:p w14:paraId="60282299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9AC0A62" wp14:editId="1817120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44B2C8A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AC0A6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244B2C8A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EC42C22" w14:textId="77777777" w:rsidR="00F64786" w:rsidRDefault="00F64786" w:rsidP="0077673A"/>
        </w:tc>
        <w:tc>
          <w:tcPr>
            <w:tcW w:w="823" w:type="dxa"/>
          </w:tcPr>
          <w:p w14:paraId="46DE0B6A" w14:textId="77777777" w:rsidR="00F64786" w:rsidRDefault="00F64786" w:rsidP="0077673A"/>
        </w:tc>
        <w:tc>
          <w:tcPr>
            <w:tcW w:w="3685" w:type="dxa"/>
          </w:tcPr>
          <w:p w14:paraId="4F68AD1C" w14:textId="77777777" w:rsidR="00F64786" w:rsidRDefault="00F64786" w:rsidP="0077673A"/>
        </w:tc>
      </w:tr>
      <w:tr w:rsidR="00F862D6" w14:paraId="6DD682AF" w14:textId="77777777" w:rsidTr="00596C7E">
        <w:tc>
          <w:tcPr>
            <w:tcW w:w="1020" w:type="dxa"/>
          </w:tcPr>
          <w:p w14:paraId="2D84C387" w14:textId="77777777" w:rsidR="00F862D6" w:rsidRDefault="00F862D6" w:rsidP="0077673A"/>
        </w:tc>
        <w:tc>
          <w:tcPr>
            <w:tcW w:w="2552" w:type="dxa"/>
          </w:tcPr>
          <w:p w14:paraId="594DE5E3" w14:textId="77777777" w:rsidR="00F862D6" w:rsidRDefault="00F862D6" w:rsidP="00764595"/>
        </w:tc>
        <w:tc>
          <w:tcPr>
            <w:tcW w:w="823" w:type="dxa"/>
          </w:tcPr>
          <w:p w14:paraId="1C79191F" w14:textId="77777777" w:rsidR="00F862D6" w:rsidRDefault="00F862D6" w:rsidP="0077673A"/>
        </w:tc>
        <w:tc>
          <w:tcPr>
            <w:tcW w:w="3685" w:type="dxa"/>
            <w:vMerge w:val="restart"/>
          </w:tcPr>
          <w:p w14:paraId="6CC58410" w14:textId="77777777" w:rsidR="00596C7E" w:rsidRDefault="00596C7E" w:rsidP="00596C7E">
            <w:pPr>
              <w:rPr>
                <w:rStyle w:val="Potovnadresa"/>
              </w:rPr>
            </w:pPr>
          </w:p>
          <w:p w14:paraId="706856CA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B35FF3" w14:paraId="40ABF391" w14:textId="77777777" w:rsidTr="00F862D6">
        <w:tc>
          <w:tcPr>
            <w:tcW w:w="1020" w:type="dxa"/>
          </w:tcPr>
          <w:p w14:paraId="596064CA" w14:textId="77777777" w:rsidR="00B35FF3" w:rsidRPr="000F6F48" w:rsidRDefault="00B35FF3" w:rsidP="00B35FF3">
            <w:r w:rsidRPr="000F6F48">
              <w:t>Naše zn.</w:t>
            </w:r>
          </w:p>
        </w:tc>
        <w:tc>
          <w:tcPr>
            <w:tcW w:w="2552" w:type="dxa"/>
          </w:tcPr>
          <w:p w14:paraId="620784E7" w14:textId="6FFE477F" w:rsidR="00B35FF3" w:rsidRPr="002551BF" w:rsidRDefault="00C0137B" w:rsidP="00B35FF3">
            <w:r w:rsidRPr="00C0137B">
              <w:t>4724/2023-SŽ-SSV-Ú3</w:t>
            </w:r>
            <w:bookmarkStart w:id="0" w:name="_GoBack"/>
            <w:bookmarkEnd w:id="0"/>
          </w:p>
        </w:tc>
        <w:tc>
          <w:tcPr>
            <w:tcW w:w="823" w:type="dxa"/>
          </w:tcPr>
          <w:p w14:paraId="558284DB" w14:textId="77777777" w:rsidR="00B35FF3" w:rsidRDefault="00B35FF3" w:rsidP="00B35FF3"/>
        </w:tc>
        <w:tc>
          <w:tcPr>
            <w:tcW w:w="3685" w:type="dxa"/>
            <w:vMerge/>
          </w:tcPr>
          <w:p w14:paraId="0B2FB7D4" w14:textId="77777777" w:rsidR="00B35FF3" w:rsidRDefault="00B35FF3" w:rsidP="00B35FF3"/>
        </w:tc>
      </w:tr>
      <w:tr w:rsidR="00B35FF3" w14:paraId="49672B8F" w14:textId="77777777" w:rsidTr="00F862D6">
        <w:tc>
          <w:tcPr>
            <w:tcW w:w="1020" w:type="dxa"/>
          </w:tcPr>
          <w:p w14:paraId="1FABDA51" w14:textId="77777777" w:rsidR="00B35FF3" w:rsidRPr="009537BD" w:rsidRDefault="00B35FF3" w:rsidP="00B35FF3">
            <w:r w:rsidRPr="009537BD">
              <w:t>Listů/příloh</w:t>
            </w:r>
          </w:p>
        </w:tc>
        <w:tc>
          <w:tcPr>
            <w:tcW w:w="2552" w:type="dxa"/>
          </w:tcPr>
          <w:p w14:paraId="1EE32AB2" w14:textId="77777777" w:rsidR="00B35FF3" w:rsidRPr="002551BF" w:rsidRDefault="00B35FF3" w:rsidP="00B35FF3">
            <w:r>
              <w:t>2</w:t>
            </w:r>
            <w:r w:rsidRPr="002551BF">
              <w:t>/</w:t>
            </w:r>
            <w:r>
              <w:t>0</w:t>
            </w:r>
          </w:p>
        </w:tc>
        <w:tc>
          <w:tcPr>
            <w:tcW w:w="823" w:type="dxa"/>
          </w:tcPr>
          <w:p w14:paraId="0BE9BD44" w14:textId="77777777" w:rsidR="00B35FF3" w:rsidRDefault="00B35FF3" w:rsidP="00B35FF3"/>
        </w:tc>
        <w:tc>
          <w:tcPr>
            <w:tcW w:w="3685" w:type="dxa"/>
            <w:vMerge/>
          </w:tcPr>
          <w:p w14:paraId="210EA1F0" w14:textId="77777777" w:rsidR="00B35FF3" w:rsidRDefault="00B35FF3" w:rsidP="00B35FF3">
            <w:pPr>
              <w:rPr>
                <w:noProof/>
              </w:rPr>
            </w:pPr>
          </w:p>
        </w:tc>
      </w:tr>
      <w:tr w:rsidR="00B35FF3" w14:paraId="674E1C85" w14:textId="77777777" w:rsidTr="00B23CA3">
        <w:trPr>
          <w:trHeight w:val="77"/>
        </w:trPr>
        <w:tc>
          <w:tcPr>
            <w:tcW w:w="1020" w:type="dxa"/>
          </w:tcPr>
          <w:p w14:paraId="15FEEFB5" w14:textId="77777777" w:rsidR="00B35FF3" w:rsidRPr="009537BD" w:rsidRDefault="00B35FF3" w:rsidP="00B35FF3"/>
        </w:tc>
        <w:tc>
          <w:tcPr>
            <w:tcW w:w="2552" w:type="dxa"/>
          </w:tcPr>
          <w:p w14:paraId="703EB5AA" w14:textId="77777777" w:rsidR="00B35FF3" w:rsidRPr="000575AF" w:rsidRDefault="00B35FF3" w:rsidP="00B35FF3"/>
        </w:tc>
        <w:tc>
          <w:tcPr>
            <w:tcW w:w="823" w:type="dxa"/>
          </w:tcPr>
          <w:p w14:paraId="30CC1C77" w14:textId="77777777" w:rsidR="00B35FF3" w:rsidRDefault="00B35FF3" w:rsidP="00B35FF3"/>
        </w:tc>
        <w:tc>
          <w:tcPr>
            <w:tcW w:w="3685" w:type="dxa"/>
            <w:vMerge/>
          </w:tcPr>
          <w:p w14:paraId="216CD5AD" w14:textId="77777777" w:rsidR="00B35FF3" w:rsidRDefault="00B35FF3" w:rsidP="00B35FF3"/>
        </w:tc>
      </w:tr>
      <w:tr w:rsidR="00B35FF3" w14:paraId="6BF718F5" w14:textId="77777777" w:rsidTr="00F862D6">
        <w:tc>
          <w:tcPr>
            <w:tcW w:w="1020" w:type="dxa"/>
          </w:tcPr>
          <w:p w14:paraId="3AA90FE1" w14:textId="77777777" w:rsidR="00B35FF3" w:rsidRDefault="00B35FF3" w:rsidP="00B35FF3">
            <w:r>
              <w:t>Vyřizuje</w:t>
            </w:r>
          </w:p>
        </w:tc>
        <w:tc>
          <w:tcPr>
            <w:tcW w:w="2552" w:type="dxa"/>
          </w:tcPr>
          <w:p w14:paraId="02D3045B" w14:textId="77777777" w:rsidR="00B35FF3" w:rsidRPr="000575AF" w:rsidRDefault="00B35FF3" w:rsidP="00B35FF3">
            <w:r w:rsidRPr="000575AF">
              <w:t>Ing. Radomíra Rečková</w:t>
            </w:r>
          </w:p>
        </w:tc>
        <w:tc>
          <w:tcPr>
            <w:tcW w:w="823" w:type="dxa"/>
          </w:tcPr>
          <w:p w14:paraId="745AD3D3" w14:textId="77777777" w:rsidR="00B35FF3" w:rsidRDefault="00B35FF3" w:rsidP="00B35FF3"/>
        </w:tc>
        <w:tc>
          <w:tcPr>
            <w:tcW w:w="3685" w:type="dxa"/>
            <w:vMerge/>
          </w:tcPr>
          <w:p w14:paraId="5B7D2B68" w14:textId="77777777" w:rsidR="00B35FF3" w:rsidRDefault="00B35FF3" w:rsidP="00B35FF3"/>
        </w:tc>
      </w:tr>
      <w:tr w:rsidR="00B35FF3" w14:paraId="17BDFF61" w14:textId="77777777" w:rsidTr="00F862D6">
        <w:tc>
          <w:tcPr>
            <w:tcW w:w="1020" w:type="dxa"/>
          </w:tcPr>
          <w:p w14:paraId="01856997" w14:textId="77777777" w:rsidR="00B35FF3" w:rsidRDefault="00B35FF3" w:rsidP="00B35FF3"/>
        </w:tc>
        <w:tc>
          <w:tcPr>
            <w:tcW w:w="2552" w:type="dxa"/>
          </w:tcPr>
          <w:p w14:paraId="76307F9F" w14:textId="77777777" w:rsidR="00B35FF3" w:rsidRPr="000575AF" w:rsidRDefault="00B35FF3" w:rsidP="00B35FF3"/>
        </w:tc>
        <w:tc>
          <w:tcPr>
            <w:tcW w:w="823" w:type="dxa"/>
          </w:tcPr>
          <w:p w14:paraId="3D9CF8B0" w14:textId="77777777" w:rsidR="00B35FF3" w:rsidRDefault="00B35FF3" w:rsidP="00B35FF3"/>
        </w:tc>
        <w:tc>
          <w:tcPr>
            <w:tcW w:w="3685" w:type="dxa"/>
            <w:vMerge/>
          </w:tcPr>
          <w:p w14:paraId="49FD5BF7" w14:textId="77777777" w:rsidR="00B35FF3" w:rsidRDefault="00B35FF3" w:rsidP="00B35FF3"/>
        </w:tc>
      </w:tr>
      <w:tr w:rsidR="00B35FF3" w14:paraId="2B6AC9B0" w14:textId="77777777" w:rsidTr="00F862D6">
        <w:tc>
          <w:tcPr>
            <w:tcW w:w="1020" w:type="dxa"/>
          </w:tcPr>
          <w:p w14:paraId="6EFAEE3F" w14:textId="77777777" w:rsidR="00B35FF3" w:rsidRDefault="00B35FF3" w:rsidP="00B35FF3">
            <w:r>
              <w:t>Mobil</w:t>
            </w:r>
          </w:p>
        </w:tc>
        <w:tc>
          <w:tcPr>
            <w:tcW w:w="2552" w:type="dxa"/>
          </w:tcPr>
          <w:p w14:paraId="2B92E811" w14:textId="77777777" w:rsidR="00B35FF3" w:rsidRPr="000575AF" w:rsidRDefault="00B35FF3" w:rsidP="00B35FF3">
            <w:r w:rsidRPr="000575AF">
              <w:t>+420 725 744 197</w:t>
            </w:r>
          </w:p>
        </w:tc>
        <w:tc>
          <w:tcPr>
            <w:tcW w:w="823" w:type="dxa"/>
          </w:tcPr>
          <w:p w14:paraId="3DDD8D59" w14:textId="77777777" w:rsidR="00B35FF3" w:rsidRDefault="00B35FF3" w:rsidP="00B35FF3"/>
        </w:tc>
        <w:tc>
          <w:tcPr>
            <w:tcW w:w="3685" w:type="dxa"/>
            <w:vMerge/>
          </w:tcPr>
          <w:p w14:paraId="77845982" w14:textId="77777777" w:rsidR="00B35FF3" w:rsidRDefault="00B35FF3" w:rsidP="00B35FF3"/>
        </w:tc>
      </w:tr>
      <w:tr w:rsidR="00B35FF3" w14:paraId="2BC104A2" w14:textId="77777777" w:rsidTr="00F862D6">
        <w:tc>
          <w:tcPr>
            <w:tcW w:w="1020" w:type="dxa"/>
          </w:tcPr>
          <w:p w14:paraId="3AC82959" w14:textId="77777777" w:rsidR="00B35FF3" w:rsidRDefault="00B35FF3" w:rsidP="00B35FF3">
            <w:r>
              <w:t>E-mail</w:t>
            </w:r>
          </w:p>
        </w:tc>
        <w:tc>
          <w:tcPr>
            <w:tcW w:w="2552" w:type="dxa"/>
          </w:tcPr>
          <w:p w14:paraId="2BE70EF4" w14:textId="77777777" w:rsidR="00B35FF3" w:rsidRPr="000575AF" w:rsidRDefault="00B35FF3" w:rsidP="00B35FF3">
            <w:r w:rsidRPr="000575AF">
              <w:t>Reckova@spravazeleznic.cz</w:t>
            </w:r>
          </w:p>
        </w:tc>
        <w:tc>
          <w:tcPr>
            <w:tcW w:w="823" w:type="dxa"/>
          </w:tcPr>
          <w:p w14:paraId="5A357564" w14:textId="77777777" w:rsidR="00B35FF3" w:rsidRDefault="00B35FF3" w:rsidP="00B35FF3"/>
        </w:tc>
        <w:tc>
          <w:tcPr>
            <w:tcW w:w="3685" w:type="dxa"/>
            <w:vMerge/>
          </w:tcPr>
          <w:p w14:paraId="4FE5537F" w14:textId="77777777" w:rsidR="00B35FF3" w:rsidRDefault="00B35FF3" w:rsidP="00B35FF3"/>
        </w:tc>
      </w:tr>
      <w:tr w:rsidR="00A8277B" w14:paraId="4E69B3E0" w14:textId="77777777" w:rsidTr="00F862D6">
        <w:tc>
          <w:tcPr>
            <w:tcW w:w="1020" w:type="dxa"/>
          </w:tcPr>
          <w:p w14:paraId="26DB77FF" w14:textId="77777777" w:rsidR="00A8277B" w:rsidRDefault="00A8277B" w:rsidP="00A8277B"/>
        </w:tc>
        <w:tc>
          <w:tcPr>
            <w:tcW w:w="2552" w:type="dxa"/>
          </w:tcPr>
          <w:p w14:paraId="4C972D81" w14:textId="77777777" w:rsidR="00A8277B" w:rsidRPr="003E6B9A" w:rsidRDefault="00A8277B" w:rsidP="00A8277B"/>
        </w:tc>
        <w:tc>
          <w:tcPr>
            <w:tcW w:w="823" w:type="dxa"/>
          </w:tcPr>
          <w:p w14:paraId="5EB98CB9" w14:textId="77777777" w:rsidR="00A8277B" w:rsidRDefault="00A8277B" w:rsidP="00A8277B"/>
        </w:tc>
        <w:tc>
          <w:tcPr>
            <w:tcW w:w="3685" w:type="dxa"/>
          </w:tcPr>
          <w:p w14:paraId="0F586D67" w14:textId="77777777" w:rsidR="00A8277B" w:rsidRDefault="00A8277B" w:rsidP="00A8277B"/>
        </w:tc>
      </w:tr>
      <w:tr w:rsidR="00A8277B" w14:paraId="33231D05" w14:textId="77777777" w:rsidTr="00F862D6">
        <w:tc>
          <w:tcPr>
            <w:tcW w:w="1020" w:type="dxa"/>
          </w:tcPr>
          <w:p w14:paraId="48267FB3" w14:textId="77777777" w:rsidR="00A8277B" w:rsidRDefault="00A8277B" w:rsidP="00A8277B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07FDE261" w14:textId="1A77D8E1" w:rsidR="00A8277B" w:rsidRPr="003E6B9A" w:rsidRDefault="00A8277B" w:rsidP="00441042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0137B">
              <w:rPr>
                <w:noProof/>
              </w:rPr>
              <w:t>2. května 2023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31E24961" w14:textId="77777777" w:rsidR="00A8277B" w:rsidRDefault="00A8277B" w:rsidP="00A8277B"/>
        </w:tc>
        <w:tc>
          <w:tcPr>
            <w:tcW w:w="3685" w:type="dxa"/>
          </w:tcPr>
          <w:p w14:paraId="5125D32C" w14:textId="77777777" w:rsidR="00A8277B" w:rsidRDefault="00A8277B" w:rsidP="00A8277B"/>
        </w:tc>
      </w:tr>
      <w:tr w:rsidR="00F64786" w14:paraId="43DD871B" w14:textId="77777777" w:rsidTr="00F862D6">
        <w:tc>
          <w:tcPr>
            <w:tcW w:w="1020" w:type="dxa"/>
          </w:tcPr>
          <w:p w14:paraId="651D2114" w14:textId="77777777" w:rsidR="00F64786" w:rsidRDefault="00F64786" w:rsidP="0077673A"/>
        </w:tc>
        <w:tc>
          <w:tcPr>
            <w:tcW w:w="2552" w:type="dxa"/>
          </w:tcPr>
          <w:p w14:paraId="298AFB6C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3DC1B13" w14:textId="77777777" w:rsidR="00F64786" w:rsidRDefault="00F64786" w:rsidP="0077673A"/>
        </w:tc>
        <w:tc>
          <w:tcPr>
            <w:tcW w:w="3685" w:type="dxa"/>
          </w:tcPr>
          <w:p w14:paraId="3E0794A0" w14:textId="77777777" w:rsidR="00F64786" w:rsidRDefault="00F64786" w:rsidP="0077673A"/>
        </w:tc>
      </w:tr>
      <w:tr w:rsidR="00F862D6" w14:paraId="4C1C491C" w14:textId="77777777" w:rsidTr="00B45E9E">
        <w:trPr>
          <w:trHeight w:val="794"/>
        </w:trPr>
        <w:tc>
          <w:tcPr>
            <w:tcW w:w="1020" w:type="dxa"/>
          </w:tcPr>
          <w:p w14:paraId="2494ED81" w14:textId="77777777" w:rsidR="00F862D6" w:rsidRDefault="00F862D6" w:rsidP="0077673A"/>
        </w:tc>
        <w:tc>
          <w:tcPr>
            <w:tcW w:w="2552" w:type="dxa"/>
          </w:tcPr>
          <w:p w14:paraId="0068276A" w14:textId="77777777" w:rsidR="00F862D6" w:rsidRDefault="00F862D6" w:rsidP="00F310F8"/>
        </w:tc>
        <w:tc>
          <w:tcPr>
            <w:tcW w:w="823" w:type="dxa"/>
          </w:tcPr>
          <w:p w14:paraId="36BCADCE" w14:textId="77777777" w:rsidR="00F862D6" w:rsidRDefault="00F862D6" w:rsidP="0077673A"/>
        </w:tc>
        <w:tc>
          <w:tcPr>
            <w:tcW w:w="3685" w:type="dxa"/>
          </w:tcPr>
          <w:p w14:paraId="7F647653" w14:textId="77777777" w:rsidR="00F862D6" w:rsidRDefault="00F862D6" w:rsidP="0077673A"/>
        </w:tc>
      </w:tr>
    </w:tbl>
    <w:p w14:paraId="742D93DB" w14:textId="77777777" w:rsidR="00DB6FAB" w:rsidRPr="00DB6FAB" w:rsidRDefault="00CB7B5A" w:rsidP="00DB6FA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B6FAB" w:rsidRPr="00DB6FAB">
        <w:rPr>
          <w:rFonts w:eastAsia="Calibri" w:cs="Times New Roman"/>
          <w:b/>
          <w:lang w:eastAsia="cs-CZ"/>
        </w:rPr>
        <w:t xml:space="preserve">Soubor </w:t>
      </w:r>
      <w:r w:rsidR="00582A36">
        <w:rPr>
          <w:rFonts w:eastAsia="Calibri" w:cs="Times New Roman"/>
          <w:b/>
          <w:lang w:eastAsia="cs-CZ"/>
        </w:rPr>
        <w:t xml:space="preserve">3 </w:t>
      </w:r>
      <w:r w:rsidR="00DB6FAB" w:rsidRPr="00DB6FAB">
        <w:rPr>
          <w:rFonts w:eastAsia="Calibri" w:cs="Times New Roman"/>
          <w:b/>
          <w:lang w:eastAsia="cs-CZ"/>
        </w:rPr>
        <w:t>staveb:</w:t>
      </w:r>
    </w:p>
    <w:p w14:paraId="138E2CDA" w14:textId="77777777" w:rsidR="00582A36" w:rsidRPr="00582A36" w:rsidRDefault="00582A36" w:rsidP="00582A36">
      <w:pPr>
        <w:spacing w:after="0" w:line="240" w:lineRule="auto"/>
        <w:rPr>
          <w:rFonts w:eastAsia="Calibri" w:cs="Times New Roman"/>
          <w:b/>
          <w:lang w:eastAsia="cs-CZ"/>
        </w:rPr>
      </w:pPr>
      <w:r w:rsidRPr="00582A36">
        <w:rPr>
          <w:rFonts w:eastAsia="Calibri" w:cs="Times New Roman"/>
          <w:b/>
          <w:lang w:eastAsia="cs-CZ"/>
        </w:rPr>
        <w:t xml:space="preserve">Stavba 1 „Výstavba nových fotovoltaických zdrojů v lokalitě Hradec Králové, </w:t>
      </w:r>
    </w:p>
    <w:p w14:paraId="505B5713" w14:textId="77777777" w:rsidR="00582A36" w:rsidRPr="00582A36" w:rsidRDefault="00582A36" w:rsidP="00582A36">
      <w:pPr>
        <w:spacing w:after="0" w:line="240" w:lineRule="auto"/>
        <w:rPr>
          <w:rFonts w:eastAsia="Calibri" w:cs="Times New Roman"/>
          <w:b/>
          <w:lang w:eastAsia="cs-CZ"/>
        </w:rPr>
      </w:pPr>
      <w:r w:rsidRPr="00582A36">
        <w:rPr>
          <w:rFonts w:eastAsia="Calibri" w:cs="Times New Roman"/>
          <w:b/>
          <w:lang w:eastAsia="cs-CZ"/>
        </w:rPr>
        <w:t>U Fotochemy II“</w:t>
      </w:r>
    </w:p>
    <w:p w14:paraId="5B28505D" w14:textId="77777777" w:rsidR="00582A36" w:rsidRPr="00582A36" w:rsidRDefault="00582A36" w:rsidP="00582A36">
      <w:pPr>
        <w:spacing w:after="0" w:line="240" w:lineRule="auto"/>
        <w:rPr>
          <w:rFonts w:eastAsia="Calibri" w:cs="Times New Roman"/>
          <w:b/>
          <w:lang w:eastAsia="cs-CZ"/>
        </w:rPr>
      </w:pPr>
      <w:r w:rsidRPr="00582A36">
        <w:rPr>
          <w:rFonts w:eastAsia="Calibri" w:cs="Times New Roman"/>
          <w:b/>
          <w:lang w:eastAsia="cs-CZ"/>
        </w:rPr>
        <w:t>Stavba 2 „Výstavba nových fotovoltaických zdrojů v lokalitě Pardubice, ul. Hlaváčova“</w:t>
      </w:r>
    </w:p>
    <w:p w14:paraId="349FDF2B" w14:textId="77777777" w:rsidR="00CB7B5A" w:rsidRPr="00DB6FAB" w:rsidRDefault="00582A36" w:rsidP="00582A36">
      <w:pPr>
        <w:spacing w:after="0" w:line="240" w:lineRule="auto"/>
        <w:rPr>
          <w:rFonts w:eastAsia="Calibri" w:cs="Times New Roman"/>
          <w:lang w:eastAsia="cs-CZ"/>
        </w:rPr>
      </w:pPr>
      <w:r w:rsidRPr="00582A36">
        <w:rPr>
          <w:rFonts w:eastAsia="Calibri" w:cs="Times New Roman"/>
          <w:b/>
          <w:lang w:eastAsia="cs-CZ"/>
        </w:rPr>
        <w:t>Stavba 3 „Výstavba nových fotovoltaických zdrojů v lokalitě Turnov, Nad Perchtou (integrované pracoviště)“</w:t>
      </w:r>
    </w:p>
    <w:p w14:paraId="74415739" w14:textId="77777777" w:rsidR="00187130" w:rsidRDefault="00187130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9BC2769" w14:textId="77777777" w:rsidR="00187130" w:rsidRDefault="00187130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240AACF" w14:textId="77777777" w:rsidR="00CB7B5A" w:rsidRPr="00DB6FA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B6FAB">
        <w:rPr>
          <w:rFonts w:eastAsia="Calibri" w:cs="Times New Roman"/>
          <w:lang w:eastAsia="cs-CZ"/>
        </w:rPr>
        <w:t xml:space="preserve">Vysvětlení/ změna/ doplnění zadávací dokumentace č. </w:t>
      </w:r>
      <w:r w:rsidR="00DB6FAB" w:rsidRPr="00DB6FAB">
        <w:rPr>
          <w:rFonts w:eastAsia="Times New Roman" w:cs="Times New Roman"/>
          <w:lang w:eastAsia="cs-CZ"/>
        </w:rPr>
        <w:t>1</w:t>
      </w:r>
      <w:r w:rsidRPr="00DB6FAB">
        <w:rPr>
          <w:rFonts w:eastAsia="Calibri" w:cs="Times New Roman"/>
          <w:lang w:eastAsia="cs-CZ"/>
        </w:rPr>
        <w:t xml:space="preserve"> </w:t>
      </w:r>
    </w:p>
    <w:p w14:paraId="55E57B80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DB6FAB">
        <w:rPr>
          <w:rFonts w:eastAsia="Calibri" w:cs="Times New Roman"/>
        </w:rPr>
        <w:t xml:space="preserve">ve smyslu </w:t>
      </w:r>
      <w:r w:rsidRPr="00DB6FAB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5FBFAF18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7AD2481" w14:textId="77777777" w:rsidR="00187130" w:rsidRPr="00BD5319" w:rsidRDefault="0018713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85E3B36" w14:textId="77777777" w:rsidR="00BD5319" w:rsidRPr="00DB6FAB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6FAB">
        <w:rPr>
          <w:rFonts w:eastAsia="Times New Roman" w:cs="Times New Roman"/>
          <w:lang w:eastAsia="cs-CZ"/>
        </w:rPr>
        <w:t xml:space="preserve">Zadavatel </w:t>
      </w:r>
      <w:r w:rsidRPr="00DB6FAB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DB6FAB">
        <w:rPr>
          <w:rFonts w:eastAsia="Times New Roman" w:cs="Times New Roman"/>
          <w:lang w:eastAsia="cs-CZ"/>
        </w:rPr>
        <w:t xml:space="preserve"> </w:t>
      </w:r>
      <w:r w:rsidR="00DB6FAB" w:rsidRPr="00DB6FAB">
        <w:rPr>
          <w:rFonts w:eastAsia="Calibri" w:cs="Times New Roman"/>
          <w:lang w:eastAsia="cs-CZ"/>
        </w:rPr>
        <w:t>bez předchozí žádosti:</w:t>
      </w:r>
    </w:p>
    <w:p w14:paraId="421251FF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3E07322" w14:textId="77777777" w:rsidR="00DB6FAB" w:rsidRPr="00187130" w:rsidRDefault="00DB6FAB" w:rsidP="00BD531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187130">
        <w:rPr>
          <w:rFonts w:eastAsia="Times New Roman" w:cs="Times New Roman"/>
          <w:b/>
          <w:lang w:eastAsia="cs-CZ"/>
        </w:rPr>
        <w:t>Zadavatel tímto mění termín pro prohlídku místa plnění</w:t>
      </w:r>
      <w:r w:rsidR="002D4C02">
        <w:rPr>
          <w:rFonts w:eastAsia="Times New Roman" w:cs="Times New Roman"/>
          <w:b/>
          <w:lang w:eastAsia="cs-CZ"/>
        </w:rPr>
        <w:t xml:space="preserve"> a kontaktní osobu.</w:t>
      </w:r>
      <w:r w:rsidRPr="00187130">
        <w:rPr>
          <w:rFonts w:eastAsia="Times New Roman" w:cs="Times New Roman"/>
          <w:b/>
          <w:lang w:eastAsia="cs-CZ"/>
        </w:rPr>
        <w:t xml:space="preserve"> </w:t>
      </w:r>
    </w:p>
    <w:p w14:paraId="64ADD4D6" w14:textId="77777777" w:rsidR="00DB6FAB" w:rsidRDefault="00DB6FAB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BCB0EC0" w14:textId="77777777" w:rsidR="00BD5319" w:rsidRDefault="00DB6FAB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Článek 10 pokynů pro dodavatele se mění takto:</w:t>
      </w:r>
    </w:p>
    <w:p w14:paraId="3801C301" w14:textId="77777777" w:rsidR="00DB6FAB" w:rsidRDefault="00DB6FAB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A2BC87" w14:textId="77777777" w:rsidR="00DB6FAB" w:rsidRDefault="00DB6FAB" w:rsidP="00DB6FAB">
      <w:pPr>
        <w:pStyle w:val="Text1-1"/>
        <w:numPr>
          <w:ilvl w:val="0"/>
          <w:numId w:val="0"/>
        </w:numPr>
        <w:ind w:left="737" w:hanging="737"/>
      </w:pPr>
      <w:r>
        <w:t xml:space="preserve">Čl. 10. 1: </w:t>
      </w:r>
    </w:p>
    <w:p w14:paraId="1C27659B" w14:textId="56C460AA" w:rsidR="00DB6FAB" w:rsidRDefault="00582A36" w:rsidP="00B35FF3">
      <w:pPr>
        <w:pStyle w:val="Text1-1"/>
        <w:numPr>
          <w:ilvl w:val="0"/>
          <w:numId w:val="0"/>
        </w:numPr>
      </w:pPr>
      <w:r w:rsidRPr="00582A36">
        <w:t xml:space="preserve">Prohlídka místa plnění se koná dne </w:t>
      </w:r>
      <w:r w:rsidR="00DB0B3D">
        <w:rPr>
          <w:b/>
        </w:rPr>
        <w:t>9</w:t>
      </w:r>
      <w:r w:rsidRPr="00B35FF3">
        <w:rPr>
          <w:b/>
        </w:rPr>
        <w:t>. 5. 2023 v 8:00</w:t>
      </w:r>
      <w:r w:rsidRPr="00582A36">
        <w:t xml:space="preserve"> hodin na adrese U Fotochemy 259, </w:t>
      </w:r>
      <w:r>
        <w:br/>
      </w:r>
      <w:r w:rsidRPr="00582A36">
        <w:t>501 01 Hradec Králové. Dodavatelé se mohou přihlásit na prohlídku místa plnění e-mailem na adrese kontaktní osoby pro prohlídku místa plnění nejpozději 24 hodin před konáním prohlídky.</w:t>
      </w:r>
    </w:p>
    <w:p w14:paraId="2E71A7A1" w14:textId="77777777" w:rsidR="00B35FF3" w:rsidRDefault="00B35FF3" w:rsidP="00B35FF3">
      <w:pPr>
        <w:spacing w:after="0"/>
        <w:ind w:left="737"/>
        <w:jc w:val="both"/>
      </w:pPr>
      <w:r>
        <w:t>Kontaktní osobou pro prohlídku místa plnění je:</w:t>
      </w:r>
    </w:p>
    <w:p w14:paraId="5938876E" w14:textId="77777777" w:rsidR="00B35FF3" w:rsidRDefault="00B35FF3" w:rsidP="00B35FF3">
      <w:pPr>
        <w:spacing w:after="0"/>
        <w:ind w:left="737"/>
        <w:jc w:val="both"/>
      </w:pPr>
      <w:r>
        <w:t>Jméno a příjmení: Martin Charvát</w:t>
      </w:r>
    </w:p>
    <w:p w14:paraId="68B06CC9" w14:textId="77777777" w:rsidR="00B35FF3" w:rsidRDefault="00B35FF3" w:rsidP="00B35FF3">
      <w:pPr>
        <w:spacing w:after="0"/>
        <w:ind w:left="737"/>
        <w:jc w:val="both"/>
      </w:pPr>
      <w:r>
        <w:t xml:space="preserve">telefon: 702 196 452, e-mail: </w:t>
      </w:r>
      <w:hyperlink r:id="rId11" w:history="1">
        <w:r w:rsidRPr="00800CDC">
          <w:rPr>
            <w:rStyle w:val="Hypertextovodkaz"/>
          </w:rPr>
          <w:t>charvatm@spravazeleznic.cz</w:t>
        </w:r>
      </w:hyperlink>
    </w:p>
    <w:p w14:paraId="534A5574" w14:textId="77777777" w:rsidR="00B35FF3" w:rsidRDefault="00B35FF3" w:rsidP="00DB6FAB">
      <w:pPr>
        <w:pStyle w:val="Text1-1"/>
        <w:numPr>
          <w:ilvl w:val="0"/>
          <w:numId w:val="0"/>
        </w:numPr>
      </w:pPr>
    </w:p>
    <w:p w14:paraId="65BD1556" w14:textId="77777777" w:rsidR="00DB6FAB" w:rsidRDefault="00DB6FAB" w:rsidP="00DB6FAB">
      <w:pPr>
        <w:pStyle w:val="Text1-1"/>
        <w:numPr>
          <w:ilvl w:val="0"/>
          <w:numId w:val="0"/>
        </w:numPr>
      </w:pPr>
      <w:r>
        <w:t xml:space="preserve">Čl. 10. 2: </w:t>
      </w:r>
    </w:p>
    <w:p w14:paraId="21E8680D" w14:textId="2CFD74DC" w:rsidR="00DB6FAB" w:rsidRPr="0057227F" w:rsidRDefault="00B35FF3" w:rsidP="00B35FF3">
      <w:pPr>
        <w:pStyle w:val="Text1-1"/>
        <w:numPr>
          <w:ilvl w:val="0"/>
          <w:numId w:val="0"/>
        </w:numPr>
      </w:pPr>
      <w:r w:rsidRPr="002A5FE0">
        <w:t xml:space="preserve">Prohlídka místa plnění se koná dne </w:t>
      </w:r>
      <w:r w:rsidR="00DB0B3D">
        <w:rPr>
          <w:b/>
        </w:rPr>
        <w:t>9</w:t>
      </w:r>
      <w:r w:rsidRPr="00B35FF3">
        <w:rPr>
          <w:b/>
        </w:rPr>
        <w:t>. 5. 2023 10:00</w:t>
      </w:r>
      <w:r w:rsidRPr="002A5FE0">
        <w:t xml:space="preserve"> hodin</w:t>
      </w:r>
      <w:r>
        <w:t xml:space="preserve"> </w:t>
      </w:r>
      <w:r w:rsidRPr="0057227F">
        <w:t xml:space="preserve">na adrese </w:t>
      </w:r>
      <w:r w:rsidRPr="00C31F6A">
        <w:t>Hlaváčova 206, 530 31 Pardubice</w:t>
      </w:r>
      <w:r w:rsidRPr="0057227F">
        <w:t>. Dodavatelé se mohou přihlásit na prohlídku místa plnění e-mailem na adrese kontaktní osoby pro prohlídku místa plnění nejpozději 24 hodin před konáním prohlídky.</w:t>
      </w:r>
    </w:p>
    <w:p w14:paraId="6BEC6C19" w14:textId="77777777" w:rsidR="00B35FF3" w:rsidRDefault="00B35FF3" w:rsidP="00B35FF3">
      <w:pPr>
        <w:spacing w:after="0"/>
        <w:ind w:left="737"/>
        <w:jc w:val="both"/>
      </w:pPr>
      <w:r>
        <w:t>Kontaktní osobou pro prohlídku místa plnění je:</w:t>
      </w:r>
    </w:p>
    <w:p w14:paraId="67FBEFD1" w14:textId="77777777" w:rsidR="00B35FF3" w:rsidRDefault="00B35FF3" w:rsidP="00B35FF3">
      <w:pPr>
        <w:spacing w:after="0"/>
        <w:ind w:left="737"/>
        <w:jc w:val="both"/>
      </w:pPr>
      <w:r>
        <w:t>Jméno a příjmení: Martin Charvát</w:t>
      </w:r>
    </w:p>
    <w:p w14:paraId="472C2521" w14:textId="77777777" w:rsidR="00B35FF3" w:rsidRDefault="00B35FF3" w:rsidP="00B35FF3">
      <w:pPr>
        <w:spacing w:after="0"/>
        <w:ind w:left="737"/>
        <w:jc w:val="both"/>
        <w:rPr>
          <w:rStyle w:val="Hypertextovodkaz"/>
        </w:rPr>
      </w:pPr>
      <w:r>
        <w:t xml:space="preserve">telefon: 702 196 452, e-mail: </w:t>
      </w:r>
      <w:hyperlink r:id="rId12" w:history="1">
        <w:r w:rsidRPr="00800CDC">
          <w:rPr>
            <w:rStyle w:val="Hypertextovodkaz"/>
          </w:rPr>
          <w:t>charvatm@spravazeleznic.cz</w:t>
        </w:r>
      </w:hyperlink>
    </w:p>
    <w:p w14:paraId="039934AA" w14:textId="77777777" w:rsidR="00B35FF3" w:rsidRDefault="00B35FF3" w:rsidP="00B35FF3">
      <w:pPr>
        <w:spacing w:after="0"/>
        <w:ind w:left="737"/>
        <w:jc w:val="both"/>
        <w:rPr>
          <w:rStyle w:val="Hypertextovodkaz"/>
        </w:rPr>
      </w:pPr>
    </w:p>
    <w:p w14:paraId="278610C9" w14:textId="77777777" w:rsidR="00B35FF3" w:rsidRDefault="00B35FF3" w:rsidP="00B35FF3">
      <w:pPr>
        <w:pStyle w:val="Text1-1"/>
        <w:numPr>
          <w:ilvl w:val="0"/>
          <w:numId w:val="0"/>
        </w:numPr>
      </w:pPr>
      <w:r>
        <w:t xml:space="preserve">Čl. 10. 3: </w:t>
      </w:r>
    </w:p>
    <w:p w14:paraId="5D3EBD3E" w14:textId="6ECBAFF4" w:rsidR="00B35FF3" w:rsidRPr="0057227F" w:rsidRDefault="00B35FF3" w:rsidP="00B35FF3">
      <w:pPr>
        <w:pStyle w:val="Text1-1"/>
        <w:numPr>
          <w:ilvl w:val="0"/>
          <w:numId w:val="0"/>
        </w:numPr>
      </w:pPr>
      <w:r w:rsidRPr="002A5FE0">
        <w:t xml:space="preserve">Prohlídka místa plnění se koná dne </w:t>
      </w:r>
      <w:r w:rsidR="00DB0B3D">
        <w:rPr>
          <w:b/>
        </w:rPr>
        <w:t>12</w:t>
      </w:r>
      <w:r w:rsidRPr="00B35FF3">
        <w:rPr>
          <w:b/>
        </w:rPr>
        <w:t>. 5. 2023 v 9:00</w:t>
      </w:r>
      <w:r w:rsidRPr="0057227F">
        <w:t xml:space="preserve"> hodin na adrese </w:t>
      </w:r>
      <w:r w:rsidRPr="00C31F6A">
        <w:t>Nad Perchtou bez č. p., Turnov 511 01 (p. č. st. 3888/60, 3888/71 a 3888/72)</w:t>
      </w:r>
      <w:r w:rsidRPr="0057227F">
        <w:t xml:space="preserve">. Dodavatelé se mohou přihlásit na </w:t>
      </w:r>
      <w:r w:rsidRPr="0057227F">
        <w:lastRenderedPageBreak/>
        <w:t>prohlídku místa plnění e-mailem na adrese kontaktní osoby pro prohlídku místa plnění nejpozději 24 hodin před konáním prohlídky.</w:t>
      </w:r>
    </w:p>
    <w:p w14:paraId="4AEEE5A4" w14:textId="77777777" w:rsidR="00B35FF3" w:rsidRDefault="00B35FF3" w:rsidP="00B35FF3">
      <w:pPr>
        <w:spacing w:after="0"/>
        <w:ind w:left="737"/>
        <w:jc w:val="both"/>
      </w:pPr>
      <w:r>
        <w:t>Kontaktní osobou pro prohlídku místa plnění je:</w:t>
      </w:r>
    </w:p>
    <w:p w14:paraId="49EC908E" w14:textId="77777777" w:rsidR="00B35FF3" w:rsidRDefault="00B35FF3" w:rsidP="00B35FF3">
      <w:pPr>
        <w:spacing w:after="0"/>
        <w:ind w:left="737"/>
        <w:jc w:val="both"/>
      </w:pPr>
      <w:r>
        <w:t>Jméno a příjmení: Martin Charvát</w:t>
      </w:r>
    </w:p>
    <w:p w14:paraId="13727879" w14:textId="77777777" w:rsidR="00B35FF3" w:rsidRDefault="00B35FF3" w:rsidP="00B35FF3">
      <w:pPr>
        <w:spacing w:after="0"/>
        <w:ind w:left="737"/>
        <w:jc w:val="both"/>
      </w:pPr>
      <w:r>
        <w:t xml:space="preserve">telefon: 702 196 452, e-mail: </w:t>
      </w:r>
      <w:hyperlink r:id="rId13" w:history="1">
        <w:r w:rsidRPr="00800CDC">
          <w:rPr>
            <w:rStyle w:val="Hypertextovodkaz"/>
          </w:rPr>
          <w:t>charvatm@spravazeleznic.cz</w:t>
        </w:r>
      </w:hyperlink>
    </w:p>
    <w:p w14:paraId="2984681D" w14:textId="77777777" w:rsidR="00B35FF3" w:rsidRDefault="00B35FF3" w:rsidP="00B35FF3">
      <w:pPr>
        <w:spacing w:after="0"/>
        <w:jc w:val="both"/>
      </w:pPr>
    </w:p>
    <w:p w14:paraId="579AF62D" w14:textId="77777777" w:rsidR="00187130" w:rsidRDefault="00187130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EE30DC9" w14:textId="77777777" w:rsidR="00BD5319" w:rsidRPr="00396E8C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794D860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43D9432" w14:textId="77777777" w:rsidR="00BD5319" w:rsidRP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096B1A49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87130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CDC0702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005C32C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81D5B1C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3CF8C4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87130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3206EDD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49F132" w14:textId="77777777" w:rsidR="00C54E30" w:rsidRDefault="00C54E3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5B6EDFF" w14:textId="77777777" w:rsidR="00C54E30" w:rsidRDefault="00C54E3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5D51997" w14:textId="77777777" w:rsidR="00C54E30" w:rsidRPr="00BD5319" w:rsidRDefault="00C54E3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B439A6A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B877EFE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581FAFBD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2A5BADA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3AFE2B31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43CBC327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7B0A8C86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5EBDFD52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0AC0D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63EA3C23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CF0BE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147CAC" w14:textId="7A10FD4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137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137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FF98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8EBFD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26257CD" w14:textId="77777777" w:rsidR="00F1715C" w:rsidRDefault="00F1715C" w:rsidP="00D831A3">
          <w:pPr>
            <w:pStyle w:val="Zpat"/>
          </w:pPr>
        </w:p>
      </w:tc>
    </w:tr>
  </w:tbl>
  <w:p w14:paraId="4F08216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43EA703" wp14:editId="6299FE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8C030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CBEB7E" wp14:editId="521626E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4D900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194A91C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F77C9C" w14:textId="32D30496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137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137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742C70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7D98E45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33AEC8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29C4ED99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2DBD03E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5D07CD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A52254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C6D68E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C5EBB77" w14:textId="77777777" w:rsidR="00712ED1" w:rsidRDefault="00712ED1" w:rsidP="00331004">
          <w:pPr>
            <w:pStyle w:val="Zpat"/>
          </w:pPr>
        </w:p>
      </w:tc>
    </w:tr>
  </w:tbl>
  <w:p w14:paraId="5CC77F6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18196BF" wp14:editId="13810FF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8E0AA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94DD323" wp14:editId="19A9DB3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AE2F3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C701CE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8EFF2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1B2B2099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6BB3A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66B626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AA952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B29F368" w14:textId="77777777" w:rsidR="00F1715C" w:rsidRPr="00D6163D" w:rsidRDefault="00F1715C" w:rsidP="00D6163D">
          <w:pPr>
            <w:pStyle w:val="Druhdokumentu"/>
          </w:pPr>
        </w:p>
      </w:tc>
    </w:tr>
  </w:tbl>
  <w:p w14:paraId="75D6C89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2AF67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80E5C06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6DF3580" wp14:editId="2C143137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DB0C9EC" wp14:editId="223F2C64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CF8F8C5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ED42E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E2B460B" w14:textId="77777777" w:rsidR="00F1715C" w:rsidRPr="00D6163D" w:rsidRDefault="00F1715C" w:rsidP="00FC6389">
          <w:pPr>
            <w:pStyle w:val="Druhdokumentu"/>
          </w:pPr>
        </w:p>
      </w:tc>
    </w:tr>
    <w:tr w:rsidR="00F64786" w14:paraId="5CAAF43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43D8DB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719912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09EBE2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569091A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C96C102" wp14:editId="6E774AE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63290E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98EF9B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0D64F3A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2173CE"/>
    <w:multiLevelType w:val="multilevel"/>
    <w:tmpl w:val="03EEFE0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3"/>
  </w:num>
  <w:num w:numId="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87130"/>
    <w:rsid w:val="001B69C2"/>
    <w:rsid w:val="001C4DA0"/>
    <w:rsid w:val="00207DF5"/>
    <w:rsid w:val="00267369"/>
    <w:rsid w:val="0026785D"/>
    <w:rsid w:val="002C31BF"/>
    <w:rsid w:val="002D4C02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41042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2A36"/>
    <w:rsid w:val="00584E2A"/>
    <w:rsid w:val="00596C7E"/>
    <w:rsid w:val="005A5F24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00D8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8277B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35FF3"/>
    <w:rsid w:val="00B45E9E"/>
    <w:rsid w:val="00B55F9C"/>
    <w:rsid w:val="00B75EE1"/>
    <w:rsid w:val="00B77481"/>
    <w:rsid w:val="00B8518B"/>
    <w:rsid w:val="00BB3740"/>
    <w:rsid w:val="00BC6EF4"/>
    <w:rsid w:val="00BD5319"/>
    <w:rsid w:val="00BD7E91"/>
    <w:rsid w:val="00BF374D"/>
    <w:rsid w:val="00BF6D48"/>
    <w:rsid w:val="00C0137B"/>
    <w:rsid w:val="00C02D0A"/>
    <w:rsid w:val="00C03A6E"/>
    <w:rsid w:val="00C30759"/>
    <w:rsid w:val="00C44F6A"/>
    <w:rsid w:val="00C54E30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B0B3D"/>
    <w:rsid w:val="00DB6FAB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41BE3D0"/>
  <w14:defaultImageDpi w14:val="32767"/>
  <w15:docId w15:val="{73664E23-CF52-480A-9ADE-F671CD32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Text1-2">
    <w:name w:val="_Text_1-2"/>
    <w:basedOn w:val="Text1-1"/>
    <w:qFormat/>
    <w:rsid w:val="00DB6FAB"/>
    <w:pPr>
      <w:numPr>
        <w:ilvl w:val="2"/>
      </w:numPr>
      <w:tabs>
        <w:tab w:val="clear" w:pos="1474"/>
      </w:tabs>
      <w:ind w:left="3572" w:hanging="360"/>
    </w:pPr>
  </w:style>
  <w:style w:type="paragraph" w:customStyle="1" w:styleId="Text1-1">
    <w:name w:val="_Text_1-1"/>
    <w:basedOn w:val="Normln"/>
    <w:link w:val="Text1-1Char"/>
    <w:rsid w:val="00DB6FAB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DB6FAB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DB6FA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10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10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harvatm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harvatm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harvatm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80E2D1B-1B88-45E8-A415-60BC5ABC6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56</TotalTime>
  <Pages>2</Pages>
  <Words>421</Words>
  <Characters>2484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15</cp:revision>
  <cp:lastPrinted>2019-02-22T13:28:00Z</cp:lastPrinted>
  <dcterms:created xsi:type="dcterms:W3CDTF">2020-01-24T13:38:00Z</dcterms:created>
  <dcterms:modified xsi:type="dcterms:W3CDTF">2023-05-02T06:34:00Z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