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B666" w14:textId="77777777" w:rsidR="00231BD8" w:rsidRPr="00661460" w:rsidRDefault="00231BD8" w:rsidP="00231BD8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>SOUHLAS</w:t>
      </w:r>
    </w:p>
    <w:p w14:paraId="1F7F25D9" w14:textId="77777777" w:rsidR="00231BD8" w:rsidRPr="00661460" w:rsidRDefault="00231BD8" w:rsidP="00772F4B">
      <w:pPr>
        <w:jc w:val="center"/>
        <w:rPr>
          <w:rFonts w:ascii="Arial Black" w:hAnsi="Arial Black"/>
          <w:b/>
        </w:rPr>
      </w:pPr>
      <w:r w:rsidRPr="00661460">
        <w:rPr>
          <w:rFonts w:ascii="Arial Black" w:hAnsi="Arial Black"/>
          <w:b/>
        </w:rPr>
        <w:t xml:space="preserve">vlastníka </w:t>
      </w:r>
      <w:r w:rsidR="00D85101">
        <w:rPr>
          <w:rFonts w:ascii="Arial Black" w:hAnsi="Arial Black"/>
          <w:b/>
        </w:rPr>
        <w:t xml:space="preserve">pozemku </w:t>
      </w:r>
      <w:r w:rsidRPr="00661460">
        <w:rPr>
          <w:rFonts w:ascii="Arial Black" w:hAnsi="Arial Black"/>
          <w:b/>
        </w:rPr>
        <w:t>s kácením dřevin</w:t>
      </w:r>
    </w:p>
    <w:p w14:paraId="6BDBB18C" w14:textId="6162CCB9" w:rsidR="00231BD8" w:rsidRPr="00FA4BE9" w:rsidRDefault="00231BD8" w:rsidP="00231BD8">
      <w:pPr>
        <w:rPr>
          <w:rFonts w:ascii="Arial" w:hAnsi="Arial" w:cs="Arial"/>
          <w:bCs/>
        </w:rPr>
      </w:pPr>
      <w:r w:rsidRPr="00FA4BE9">
        <w:rPr>
          <w:rFonts w:ascii="Arial" w:hAnsi="Arial" w:cs="Arial"/>
        </w:rPr>
        <w:t>Stavba</w:t>
      </w:r>
      <w:proofErr w:type="gramStart"/>
      <w:r w:rsidRPr="00FA4BE9">
        <w:rPr>
          <w:rFonts w:ascii="Arial" w:hAnsi="Arial" w:cs="Arial"/>
        </w:rPr>
        <w:t>:</w:t>
      </w:r>
      <w:r w:rsidR="00FA4BE9">
        <w:rPr>
          <w:rFonts w:ascii="Arial" w:hAnsi="Arial" w:cs="Arial"/>
        </w:rPr>
        <w:t xml:space="preserve"> </w:t>
      </w:r>
      <w:r w:rsidR="004A4178" w:rsidRPr="00FA4BE9">
        <w:rPr>
          <w:rFonts w:ascii="Arial" w:hAnsi="Arial" w:cs="Arial"/>
          <w:b/>
        </w:rPr>
        <w:t>,,</w:t>
      </w:r>
      <w:r w:rsidR="00FA4BE9" w:rsidRPr="00FA4BE9">
        <w:rPr>
          <w:rFonts w:ascii="Arial" w:hAnsi="Arial" w:cs="Arial"/>
          <w:b/>
        </w:rPr>
        <w:t>Rekonstrukce</w:t>
      </w:r>
      <w:proofErr w:type="gramEnd"/>
      <w:r w:rsidR="00FA4BE9" w:rsidRPr="00FA4BE9">
        <w:rPr>
          <w:rFonts w:ascii="Arial" w:hAnsi="Arial" w:cs="Arial"/>
          <w:b/>
        </w:rPr>
        <w:t xml:space="preserve"> a doplnění závor na přejezdu P7844 v km 17,407 trati </w:t>
      </w:r>
      <w:proofErr w:type="spellStart"/>
      <w:r w:rsidR="00FA4BE9" w:rsidRPr="00FA4BE9">
        <w:rPr>
          <w:rFonts w:ascii="Arial" w:hAnsi="Arial" w:cs="Arial"/>
          <w:b/>
        </w:rPr>
        <w:t>odb</w:t>
      </w:r>
      <w:proofErr w:type="spellEnd"/>
      <w:r w:rsidR="00FA4BE9" w:rsidRPr="00FA4BE9">
        <w:rPr>
          <w:rFonts w:ascii="Arial" w:hAnsi="Arial" w:cs="Arial"/>
          <w:b/>
        </w:rPr>
        <w:t>. Moravice (mimo) – Svobodné Heřmanice (včetně</w:t>
      </w:r>
      <w:r w:rsidR="00FA4BE9" w:rsidRPr="00FA4BE9">
        <w:rPr>
          <w:rFonts w:ascii="Arial" w:hAnsi="Arial" w:cs="Arial"/>
          <w:b/>
          <w:bCs/>
          <w:color w:val="000000"/>
        </w:rPr>
        <w:t>)</w:t>
      </w:r>
      <w:r w:rsidR="004A4178" w:rsidRPr="00FA4BE9">
        <w:rPr>
          <w:rFonts w:ascii="Arial" w:hAnsi="Arial" w:cs="Arial"/>
          <w:b/>
          <w:bCs/>
        </w:rPr>
        <w:t>“</w:t>
      </w:r>
      <w:r w:rsidR="004A4178" w:rsidRPr="00FA4BE9">
        <w:rPr>
          <w:rFonts w:ascii="Arial" w:hAnsi="Arial" w:cs="Arial"/>
          <w:bCs/>
        </w:rPr>
        <w:t>.</w:t>
      </w:r>
    </w:p>
    <w:p w14:paraId="66373F25" w14:textId="77777777" w:rsidR="00CC7950" w:rsidRPr="0067742E" w:rsidRDefault="00CC7950" w:rsidP="00231BD8">
      <w:pPr>
        <w:rPr>
          <w:rFonts w:ascii="Arial" w:hAnsi="Arial" w:cs="Arial"/>
          <w:b/>
        </w:rPr>
      </w:pPr>
    </w:p>
    <w:p w14:paraId="707E4EDF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Jméno a adresa vlastníka:</w:t>
      </w:r>
    </w:p>
    <w:p w14:paraId="38A4B873" w14:textId="77777777" w:rsidR="00CC7950" w:rsidRPr="004C22E0" w:rsidRDefault="00CC7950" w:rsidP="00CC7950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Ředitelství silnic a dálnic ČR</w:t>
      </w:r>
    </w:p>
    <w:p w14:paraId="2244DBEF" w14:textId="77777777" w:rsidR="00CC7950" w:rsidRPr="004C22E0" w:rsidRDefault="00CC7950" w:rsidP="00CC795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Pankráci 546/56, Nusle</w:t>
      </w:r>
    </w:p>
    <w:p w14:paraId="46B63697" w14:textId="77777777" w:rsidR="00CC7950" w:rsidRPr="004C22E0" w:rsidRDefault="00CC7950" w:rsidP="00CC7950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140 00 Praha 4</w:t>
      </w:r>
    </w:p>
    <w:p w14:paraId="575925BB" w14:textId="77777777" w:rsidR="00AA15D8" w:rsidRDefault="00AA15D8" w:rsidP="00AA15D8">
      <w:pPr>
        <w:spacing w:after="0" w:line="276" w:lineRule="auto"/>
        <w:rPr>
          <w:rFonts w:ascii="Arial" w:hAnsi="Arial" w:cs="Arial"/>
          <w:b/>
        </w:rPr>
      </w:pPr>
    </w:p>
    <w:p w14:paraId="12095FD6" w14:textId="77777777" w:rsidR="00BE0D0E" w:rsidRPr="00661460" w:rsidRDefault="00BE0D0E" w:rsidP="00BE0D0E">
      <w:pPr>
        <w:rPr>
          <w:rFonts w:ascii="Arial" w:hAnsi="Arial" w:cs="Arial"/>
          <w:u w:val="single"/>
        </w:rPr>
      </w:pPr>
      <w:r w:rsidRPr="00661460">
        <w:rPr>
          <w:rFonts w:ascii="Arial" w:hAnsi="Arial" w:cs="Arial"/>
          <w:u w:val="single"/>
        </w:rPr>
        <w:t>Vyjádření:</w:t>
      </w:r>
    </w:p>
    <w:p w14:paraId="0CAE539C" w14:textId="46607E88" w:rsidR="00D85101" w:rsidRDefault="00BE0D0E" w:rsidP="008B3C4D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 xml:space="preserve">Souhlasím s kácením </w:t>
      </w:r>
      <w:r w:rsidR="00D85101">
        <w:rPr>
          <w:rFonts w:ascii="Arial" w:hAnsi="Arial" w:cs="Arial"/>
        </w:rPr>
        <w:t>níže uvedených dřevin</w:t>
      </w:r>
      <w:r w:rsidR="00F325F9">
        <w:rPr>
          <w:rFonts w:ascii="Arial" w:hAnsi="Arial" w:cs="Arial"/>
        </w:rPr>
        <w:t xml:space="preserve"> a porostů</w:t>
      </w:r>
      <w:r w:rsidR="00791F77">
        <w:rPr>
          <w:rFonts w:ascii="Arial" w:hAnsi="Arial" w:cs="Arial"/>
        </w:rPr>
        <w:t xml:space="preserve"> </w:t>
      </w:r>
    </w:p>
    <w:p w14:paraId="1542BABF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6787141E" w14:textId="39BCA640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Stromy:</w:t>
      </w:r>
    </w:p>
    <w:tbl>
      <w:tblPr>
        <w:tblW w:w="9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466"/>
        <w:gridCol w:w="888"/>
        <w:gridCol w:w="364"/>
        <w:gridCol w:w="364"/>
        <w:gridCol w:w="340"/>
        <w:gridCol w:w="363"/>
        <w:gridCol w:w="585"/>
        <w:gridCol w:w="1071"/>
        <w:gridCol w:w="2042"/>
        <w:gridCol w:w="2025"/>
        <w:gridCol w:w="23"/>
      </w:tblGrid>
      <w:tr w:rsidR="00F325F9" w:rsidRPr="0004127B" w14:paraId="6E315399" w14:textId="77777777" w:rsidTr="00763AFE">
        <w:trPr>
          <w:gridAfter w:val="1"/>
          <w:wAfter w:w="23" w:type="dxa"/>
          <w:trHeight w:val="50"/>
          <w:tblHeader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1BB0F8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046A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431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4D0C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Obvod kmene v cm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DF86A0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3C639D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86C8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D8417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F325F9" w:rsidRPr="0004127B" w14:paraId="0F6E23A3" w14:textId="77777777" w:rsidTr="00763AFE">
        <w:trPr>
          <w:gridAfter w:val="1"/>
          <w:wAfter w:w="23" w:type="dxa"/>
          <w:trHeight w:val="50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0E7D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BFA2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64D1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143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A441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350C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C242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340F5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BFCED2" w14:textId="77777777" w:rsidR="00F325F9" w:rsidRPr="0004127B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5F9" w:rsidRPr="0004127B" w14:paraId="16BAB7DA" w14:textId="77777777" w:rsidTr="00763AFE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9D36C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9A59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0015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DE80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A92B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BA33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1FBA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FD4F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29843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3700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2F415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3A21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F325F9" w:rsidRPr="0004127B" w14:paraId="09639C87" w14:textId="77777777" w:rsidTr="00763AFE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BE118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7005A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*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56418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E009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81B9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88D9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C35F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0BD8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E52E1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73DB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F649D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3A21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F325F9" w:rsidRPr="0004127B" w14:paraId="65EE159E" w14:textId="77777777" w:rsidTr="00763AFE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89114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29947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*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0E5C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C9E5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44E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4D34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BEEC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64776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07114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E5BB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00C21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325F9" w:rsidRPr="0004127B" w14:paraId="6FBF15C4" w14:textId="77777777" w:rsidTr="00763AFE">
        <w:trPr>
          <w:gridAfter w:val="1"/>
          <w:wAfter w:w="23" w:type="dxa"/>
          <w:trHeight w:val="3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C0411C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A4BE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ED2E5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Populus</w:t>
            </w:r>
            <w:proofErr w:type="spellEnd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3D819F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topol</w:t>
            </w: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A26FDA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A9D5CA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B66D1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46838" w14:textId="77777777" w:rsidR="00F325F9" w:rsidRPr="00FA4BE9" w:rsidRDefault="00F325F9" w:rsidP="00763A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F325F9" w:rsidRPr="00834F3B" w14:paraId="3BA8242F" w14:textId="77777777" w:rsidTr="00763AFE">
        <w:tc>
          <w:tcPr>
            <w:tcW w:w="9894" w:type="dxa"/>
            <w:gridSpan w:val="12"/>
            <w:tcBorders>
              <w:top w:val="single" w:sz="4" w:space="0" w:color="auto"/>
            </w:tcBorders>
          </w:tcPr>
          <w:p w14:paraId="10B2EFD9" w14:textId="77777777" w:rsidR="00F325F9" w:rsidRPr="00834F3B" w:rsidRDefault="00F325F9" w:rsidP="0076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* </w:t>
            </w:r>
            <w:proofErr w:type="spell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Polykormon</w:t>
            </w:r>
            <w:proofErr w:type="spell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mnohokmen</w:t>
            </w:r>
            <w:proofErr w:type="spell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) - rostlina, která vyrůstá z jediného podzemního </w:t>
            </w:r>
            <w:proofErr w:type="gram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systému - jedná</w:t>
            </w:r>
            <w:proofErr w:type="gram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se tedy o jednoho jedince s více kmeny, nikoliv o populaci sloučenou z více jedinců.</w:t>
            </w:r>
          </w:p>
        </w:tc>
      </w:tr>
      <w:tr w:rsidR="00F325F9" w:rsidRPr="00834F3B" w14:paraId="3B61149A" w14:textId="77777777" w:rsidTr="00763AFE">
        <w:trPr>
          <w:trHeight w:val="31"/>
        </w:trPr>
        <w:tc>
          <w:tcPr>
            <w:tcW w:w="9894" w:type="dxa"/>
            <w:gridSpan w:val="12"/>
            <w:shd w:val="clear" w:color="000000" w:fill="D9D9D9"/>
          </w:tcPr>
          <w:p w14:paraId="3C80FC6F" w14:textId="77777777" w:rsidR="00F325F9" w:rsidRPr="00834F3B" w:rsidRDefault="00F325F9" w:rsidP="00763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Stromy podbarvené šedou barvou vyžadují v případě požadavku na odstranění, povolení ke kácení.</w:t>
            </w:r>
          </w:p>
        </w:tc>
      </w:tr>
    </w:tbl>
    <w:p w14:paraId="16602F77" w14:textId="3A6FC34A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6CA3C612" w14:textId="77777777" w:rsidR="00F325F9" w:rsidRDefault="00F325F9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57859346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0309A1B4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7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430"/>
        <w:gridCol w:w="696"/>
        <w:gridCol w:w="823"/>
        <w:gridCol w:w="621"/>
        <w:gridCol w:w="679"/>
        <w:gridCol w:w="725"/>
        <w:gridCol w:w="1113"/>
        <w:gridCol w:w="3095"/>
      </w:tblGrid>
      <w:tr w:rsidR="00F325F9" w:rsidRPr="00834F3B" w14:paraId="75AE4CBA" w14:textId="77777777" w:rsidTr="00F325F9">
        <w:trPr>
          <w:trHeight w:val="74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38D3615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863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AD55C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A8065C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Celková plocha porostu (m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08CC64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F16B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B6E96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F325F9" w:rsidRPr="00834F3B" w14:paraId="609ECCF8" w14:textId="77777777" w:rsidTr="00F325F9">
        <w:trPr>
          <w:trHeight w:val="10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6C6A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E743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DD7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F0AE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F2E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EE2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EE90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0FB0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92B5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325F9" w:rsidRPr="00834F3B" w14:paraId="174C96B5" w14:textId="77777777" w:rsidTr="00F325F9">
        <w:trPr>
          <w:trHeight w:val="344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2E2B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0CE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834F3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>pseudoplatanus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A9C1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javor klen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19CC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61E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B17D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3EF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1058/1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E467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Litultovice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0F52" w14:textId="77777777" w:rsidR="00F325F9" w:rsidRPr="00834F3B" w:rsidRDefault="00F325F9" w:rsidP="00763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</w:tbl>
    <w:p w14:paraId="703E5007" w14:textId="77777777" w:rsidR="00F325F9" w:rsidRDefault="00F325F9" w:rsidP="00F325F9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6C5973FA" w14:textId="77777777" w:rsidR="00FA4BE9" w:rsidRDefault="00FA4BE9" w:rsidP="007F5142">
      <w:pPr>
        <w:jc w:val="both"/>
        <w:rPr>
          <w:rFonts w:ascii="Arial" w:hAnsi="Arial" w:cs="Arial"/>
        </w:rPr>
      </w:pPr>
    </w:p>
    <w:p w14:paraId="62485C9F" w14:textId="1D6CA743" w:rsidR="00BE0D0E" w:rsidRPr="00661460" w:rsidRDefault="00BE0D0E" w:rsidP="007F5142">
      <w:pPr>
        <w:jc w:val="both"/>
        <w:rPr>
          <w:rFonts w:ascii="Arial" w:hAnsi="Arial" w:cs="Arial"/>
        </w:rPr>
      </w:pPr>
      <w:r w:rsidRPr="00661460">
        <w:rPr>
          <w:rFonts w:ascii="Arial" w:hAnsi="Arial" w:cs="Arial"/>
        </w:rPr>
        <w:t>Dřevní hmota, která v souvislosti s kácením vznikne:</w:t>
      </w:r>
    </w:p>
    <w:p w14:paraId="0D1630E8" w14:textId="77777777" w:rsidR="00BE0D0E" w:rsidRPr="00661460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zůstane v majetku majitele pozemku</w:t>
      </w:r>
    </w:p>
    <w:p w14:paraId="275EF266" w14:textId="77777777" w:rsidR="008C6107" w:rsidRPr="00D85101" w:rsidRDefault="00BE0D0E" w:rsidP="00BE0D0E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61460">
        <w:rPr>
          <w:rFonts w:ascii="Arial" w:hAnsi="Arial" w:cs="Arial"/>
        </w:rPr>
        <w:t>zhotovitel stavby na vlastní náklady odstraní</w:t>
      </w:r>
    </w:p>
    <w:p w14:paraId="2F3F7AAB" w14:textId="77777777" w:rsidR="004A4178" w:rsidRDefault="004A4178" w:rsidP="00BE0D0E">
      <w:pPr>
        <w:rPr>
          <w:rFonts w:ascii="Arial" w:hAnsi="Arial" w:cs="Arial"/>
        </w:rPr>
      </w:pPr>
    </w:p>
    <w:p w14:paraId="3151CF2F" w14:textId="77777777" w:rsidR="004A4178" w:rsidRDefault="004A4178" w:rsidP="00BE0D0E">
      <w:pPr>
        <w:rPr>
          <w:rFonts w:ascii="Arial" w:hAnsi="Arial" w:cs="Arial"/>
        </w:rPr>
      </w:pPr>
    </w:p>
    <w:p w14:paraId="2A8613FB" w14:textId="77777777" w:rsidR="004A4178" w:rsidRDefault="004A4178" w:rsidP="00BE0D0E">
      <w:pPr>
        <w:rPr>
          <w:rFonts w:ascii="Arial" w:hAnsi="Arial" w:cs="Arial"/>
        </w:rPr>
      </w:pPr>
    </w:p>
    <w:p w14:paraId="74B95477" w14:textId="77777777" w:rsidR="004A4178" w:rsidRPr="00661460" w:rsidRDefault="004A4178" w:rsidP="00BE0D0E">
      <w:pPr>
        <w:rPr>
          <w:rFonts w:ascii="Arial" w:hAnsi="Arial" w:cs="Arial"/>
        </w:rPr>
      </w:pPr>
    </w:p>
    <w:p w14:paraId="04EA5E58" w14:textId="77777777" w:rsidR="00BE0D0E" w:rsidRPr="00661460" w:rsidRDefault="00BE0D0E" w:rsidP="00BE0D0E">
      <w:pPr>
        <w:rPr>
          <w:rFonts w:ascii="Arial" w:hAnsi="Arial" w:cs="Arial"/>
        </w:rPr>
      </w:pPr>
      <w:proofErr w:type="gramStart"/>
      <w:r w:rsidRPr="00661460">
        <w:rPr>
          <w:rFonts w:ascii="Arial" w:hAnsi="Arial" w:cs="Arial"/>
        </w:rPr>
        <w:t>Datum:…</w:t>
      </w:r>
      <w:proofErr w:type="gramEnd"/>
      <w:r w:rsidRPr="00661460">
        <w:rPr>
          <w:rFonts w:ascii="Arial" w:hAnsi="Arial" w:cs="Arial"/>
        </w:rPr>
        <w:t>…………………..</w:t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r w:rsidRPr="00661460">
        <w:rPr>
          <w:rFonts w:ascii="Arial" w:hAnsi="Arial" w:cs="Arial"/>
        </w:rPr>
        <w:tab/>
      </w:r>
      <w:proofErr w:type="gramStart"/>
      <w:r w:rsidRPr="00661460">
        <w:rPr>
          <w:rFonts w:ascii="Arial" w:hAnsi="Arial" w:cs="Arial"/>
        </w:rPr>
        <w:t>Podpis:…</w:t>
      </w:r>
      <w:proofErr w:type="gramEnd"/>
      <w:r w:rsidRPr="00661460">
        <w:rPr>
          <w:rFonts w:ascii="Arial" w:hAnsi="Arial" w:cs="Arial"/>
        </w:rPr>
        <w:t>……………………………</w:t>
      </w:r>
    </w:p>
    <w:p w14:paraId="2E3210A4" w14:textId="77777777" w:rsidR="00772F4B" w:rsidRPr="00661460" w:rsidRDefault="00D85101" w:rsidP="00D85101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="008C6107">
        <w:rPr>
          <w:rFonts w:ascii="Arial" w:hAnsi="Arial" w:cs="Arial"/>
        </w:rPr>
        <w:t xml:space="preserve">za </w:t>
      </w:r>
      <w:r w:rsidR="00CC7950">
        <w:rPr>
          <w:rFonts w:ascii="Arial" w:hAnsi="Arial" w:cs="Arial"/>
        </w:rPr>
        <w:t>Ředitelství silnic a dálnic ČR</w:t>
      </w:r>
    </w:p>
    <w:sectPr w:rsidR="00772F4B" w:rsidRPr="0066146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828F" w14:textId="77777777" w:rsidR="00207E21" w:rsidRDefault="00611373">
      <w:pPr>
        <w:spacing w:after="0" w:line="240" w:lineRule="auto"/>
      </w:pPr>
      <w:r>
        <w:separator/>
      </w:r>
    </w:p>
  </w:endnote>
  <w:endnote w:type="continuationSeparator" w:id="0">
    <w:p w14:paraId="35D5FA60" w14:textId="77777777" w:rsidR="00207E21" w:rsidRDefault="0061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6DA5" w14:textId="77777777" w:rsidR="00D71B85" w:rsidRDefault="00920D25" w:rsidP="00220B3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07240D17" w14:textId="77777777" w:rsidR="00D71B85" w:rsidRDefault="00F325F9" w:rsidP="00DD39C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5822835"/>
      <w:docPartObj>
        <w:docPartGallery w:val="Page Numbers (Bottom of Page)"/>
        <w:docPartUnique/>
      </w:docPartObj>
    </w:sdtPr>
    <w:sdtEndPr/>
    <w:sdtContent>
      <w:p w14:paraId="412A6628" w14:textId="77777777" w:rsidR="007D2DE0" w:rsidRDefault="007D2DE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950">
          <w:rPr>
            <w:noProof/>
          </w:rPr>
          <w:t>1</w:t>
        </w:r>
        <w:r>
          <w:fldChar w:fldCharType="end"/>
        </w:r>
      </w:p>
    </w:sdtContent>
  </w:sdt>
  <w:p w14:paraId="129DD5BD" w14:textId="77777777" w:rsidR="007D2DE0" w:rsidRDefault="007D2D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F9B9" w14:textId="77777777" w:rsidR="00D71B85" w:rsidRPr="00C5150C" w:rsidRDefault="00920D25" w:rsidP="00C5150C">
    <w:pPr>
      <w:pBdr>
        <w:top w:val="single" w:sz="4" w:space="1" w:color="333333"/>
      </w:pBdr>
      <w:tabs>
        <w:tab w:val="left" w:pos="2410"/>
      </w:tabs>
      <w:jc w:val="center"/>
      <w:rPr>
        <w:b/>
        <w:sz w:val="19"/>
        <w:szCs w:val="19"/>
      </w:rPr>
    </w:pPr>
    <w:proofErr w:type="spellStart"/>
    <w:r w:rsidRPr="00C5150C">
      <w:rPr>
        <w:b/>
        <w:bCs/>
        <w:sz w:val="19"/>
        <w:szCs w:val="19"/>
      </w:rPr>
      <w:t>Ecological</w:t>
    </w:r>
    <w:proofErr w:type="spellEnd"/>
    <w:r w:rsidRPr="00C5150C">
      <w:rPr>
        <w:b/>
        <w:bCs/>
        <w:sz w:val="19"/>
        <w:szCs w:val="19"/>
      </w:rPr>
      <w:t xml:space="preserve"> </w:t>
    </w:r>
    <w:proofErr w:type="spellStart"/>
    <w:r w:rsidRPr="00C5150C">
      <w:rPr>
        <w:b/>
        <w:bCs/>
        <w:sz w:val="19"/>
        <w:szCs w:val="19"/>
      </w:rPr>
      <w:t>Consulting</w:t>
    </w:r>
    <w:proofErr w:type="spellEnd"/>
    <w:r w:rsidRPr="00C5150C">
      <w:rPr>
        <w:b/>
        <w:sz w:val="19"/>
        <w:szCs w:val="19"/>
      </w:rPr>
      <w:t xml:space="preserve"> </w:t>
    </w:r>
    <w:r w:rsidRPr="00C5150C">
      <w:rPr>
        <w:b/>
        <w:bCs/>
        <w:sz w:val="19"/>
        <w:szCs w:val="19"/>
      </w:rPr>
      <w:t>a.s.</w:t>
    </w:r>
  </w:p>
  <w:p w14:paraId="6FC8153B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 xml:space="preserve">Na Střelnici 48, 779 </w:t>
    </w:r>
    <w:proofErr w:type="gramStart"/>
    <w:r w:rsidRPr="00BA3605">
      <w:rPr>
        <w:sz w:val="16"/>
        <w:szCs w:val="16"/>
      </w:rPr>
      <w:t xml:space="preserve">00  </w:t>
    </w:r>
    <w:r w:rsidRPr="00BA3605">
      <w:rPr>
        <w:caps/>
        <w:sz w:val="16"/>
        <w:szCs w:val="16"/>
      </w:rPr>
      <w:t>o</w:t>
    </w:r>
    <w:r w:rsidRPr="00BA3605">
      <w:rPr>
        <w:sz w:val="16"/>
        <w:szCs w:val="16"/>
      </w:rPr>
      <w:t>lomouc</w:t>
    </w:r>
    <w:proofErr w:type="gramEnd"/>
    <w:r w:rsidRPr="00BA3605">
      <w:rPr>
        <w:sz w:val="16"/>
        <w:szCs w:val="16"/>
      </w:rPr>
      <w:t xml:space="preserve"> </w:t>
    </w:r>
    <w:r w:rsidRPr="00BA3605">
      <w:rPr>
        <w:rFonts w:ascii="Wingdings" w:hAnsi="Wingdings"/>
        <w:sz w:val="16"/>
        <w:szCs w:val="16"/>
      </w:rPr>
      <w:t></w:t>
    </w:r>
    <w:r w:rsidRPr="00BA3605">
      <w:rPr>
        <w:sz w:val="16"/>
        <w:szCs w:val="16"/>
      </w:rPr>
      <w:t xml:space="preserve"> 585 203 166  Fax: 585 203 169</w:t>
    </w:r>
  </w:p>
  <w:p w14:paraId="69E36F58" w14:textId="77777777" w:rsidR="00D71B85" w:rsidRPr="00BA3605" w:rsidRDefault="00920D25" w:rsidP="00C5150C">
    <w:pPr>
      <w:jc w:val="center"/>
      <w:rPr>
        <w:sz w:val="16"/>
        <w:szCs w:val="16"/>
      </w:rPr>
    </w:pPr>
    <w:r w:rsidRPr="00BA3605">
      <w:rPr>
        <w:sz w:val="16"/>
        <w:szCs w:val="16"/>
      </w:rPr>
      <w:t>Společnost zapsaná v obchodním rejstříku vedeném Kr</w:t>
    </w:r>
    <w:r>
      <w:rPr>
        <w:sz w:val="16"/>
        <w:szCs w:val="16"/>
      </w:rPr>
      <w:t>ajským soudem v Ostravě, oddíl B</w:t>
    </w:r>
    <w:r w:rsidRPr="00BA3605">
      <w:rPr>
        <w:sz w:val="16"/>
        <w:szCs w:val="16"/>
      </w:rPr>
      <w:t xml:space="preserve">, vložka </w:t>
    </w:r>
    <w:r>
      <w:rPr>
        <w:sz w:val="16"/>
        <w:szCs w:val="16"/>
      </w:rPr>
      <w:t>3026</w:t>
    </w:r>
  </w:p>
  <w:p w14:paraId="553366FF" w14:textId="77777777" w:rsidR="00D71B85" w:rsidRPr="00BA3605" w:rsidRDefault="00920D25" w:rsidP="00C5150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ind w:left="6480" w:hanging="6480"/>
      <w:jc w:val="center"/>
      <w:rPr>
        <w:sz w:val="16"/>
        <w:szCs w:val="16"/>
      </w:rPr>
    </w:pPr>
    <w:r w:rsidRPr="00BA3605">
      <w:rPr>
        <w:b/>
        <w:bCs/>
        <w:sz w:val="16"/>
        <w:szCs w:val="16"/>
      </w:rPr>
      <w:t>IČO:</w:t>
    </w:r>
    <w:r w:rsidRPr="00BA3605">
      <w:rPr>
        <w:sz w:val="16"/>
        <w:szCs w:val="16"/>
      </w:rPr>
      <w:t xml:space="preserve"> </w:t>
    </w:r>
    <w:proofErr w:type="gramStart"/>
    <w:r w:rsidRPr="00BA3605">
      <w:rPr>
        <w:sz w:val="16"/>
        <w:szCs w:val="16"/>
      </w:rPr>
      <w:t>25873962 ;</w:t>
    </w:r>
    <w:proofErr w:type="gramEnd"/>
    <w:r w:rsidRPr="00BA3605">
      <w:rPr>
        <w:sz w:val="16"/>
        <w:szCs w:val="16"/>
      </w:rPr>
      <w:t xml:space="preserve"> </w:t>
    </w:r>
    <w:r w:rsidRPr="00BA3605">
      <w:rPr>
        <w:b/>
        <w:bCs/>
        <w:sz w:val="16"/>
        <w:szCs w:val="16"/>
      </w:rPr>
      <w:t xml:space="preserve">DIČ: </w:t>
    </w:r>
    <w:r w:rsidRPr="00BA3605">
      <w:rPr>
        <w:sz w:val="16"/>
        <w:szCs w:val="16"/>
      </w:rPr>
      <w:t>CZ25873962</w:t>
    </w:r>
  </w:p>
  <w:p w14:paraId="30033149" w14:textId="77777777" w:rsidR="00D71B85" w:rsidRPr="00BA3605" w:rsidRDefault="00F325F9" w:rsidP="00C5150C">
    <w:pPr>
      <w:jc w:val="center"/>
      <w:rPr>
        <w:b/>
        <w:bCs/>
        <w:color w:val="339966"/>
        <w:sz w:val="18"/>
        <w:szCs w:val="18"/>
      </w:rPr>
    </w:pPr>
    <w:hyperlink r:id="rId1" w:history="1">
      <w:r w:rsidR="00920D25" w:rsidRPr="00BA3605">
        <w:rPr>
          <w:rStyle w:val="Hypertextovodkaz"/>
          <w:sz w:val="18"/>
          <w:szCs w:val="18"/>
        </w:rPr>
        <w:t>ecological@ecological.cz</w:t>
      </w:r>
    </w:hyperlink>
    <w:r w:rsidR="00920D25" w:rsidRPr="00BA3605">
      <w:rPr>
        <w:sz w:val="18"/>
        <w:szCs w:val="18"/>
      </w:rPr>
      <w:t xml:space="preserve"> ; </w:t>
    </w:r>
    <w:hyperlink r:id="rId2" w:history="1">
      <w:r w:rsidR="00920D25" w:rsidRPr="00BA3605">
        <w:rPr>
          <w:rStyle w:val="Hypertextovodkaz"/>
          <w:sz w:val="18"/>
          <w:szCs w:val="18"/>
        </w:rPr>
        <w:t>www.ecological.cz</w:t>
      </w:r>
    </w:hyperlink>
    <w:r w:rsidR="00920D25" w:rsidRPr="00BA3605">
      <w:rPr>
        <w:color w:val="339966"/>
        <w:sz w:val="18"/>
        <w:szCs w:val="18"/>
      </w:rPr>
      <w:t xml:space="preserve"> </w:t>
    </w:r>
  </w:p>
  <w:p w14:paraId="05867F89" w14:textId="77777777" w:rsidR="00D71B85" w:rsidRPr="00DD39CB" w:rsidRDefault="00F325F9" w:rsidP="00DD39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1FAB" w14:textId="77777777" w:rsidR="00207E21" w:rsidRDefault="00611373">
      <w:pPr>
        <w:spacing w:after="0" w:line="240" w:lineRule="auto"/>
      </w:pPr>
      <w:r>
        <w:separator/>
      </w:r>
    </w:p>
  </w:footnote>
  <w:footnote w:type="continuationSeparator" w:id="0">
    <w:p w14:paraId="321C8E4B" w14:textId="77777777" w:rsidR="00207E21" w:rsidRDefault="00611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4EFB" w14:textId="77777777" w:rsidR="00D71B85" w:rsidRDefault="00F325F9" w:rsidP="00654717">
    <w:pPr>
      <w:pStyle w:val="Prosttext"/>
      <w:ind w:left="76"/>
      <w:jc w:val="right"/>
    </w:pPr>
  </w:p>
  <w:p w14:paraId="1B11C156" w14:textId="77777777" w:rsidR="00360209" w:rsidRPr="00654717" w:rsidRDefault="00360209" w:rsidP="00654717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BCBD" w14:textId="77777777" w:rsidR="00D71B85" w:rsidRDefault="00F325F9" w:rsidP="00DD39CB">
    <w:pPr>
      <w:pStyle w:val="Prosttext"/>
      <w:pBdr>
        <w:bottom w:val="single" w:sz="4" w:space="1" w:color="339966"/>
      </w:pBdr>
      <w:ind w:left="76"/>
      <w:jc w:val="center"/>
    </w:pPr>
    <w:r>
      <w:pict w14:anchorId="10166F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.45pt;height:66.4pt">
          <v:imagedata r:id="rId1" o:title="logoEcologic"/>
        </v:shape>
      </w:pict>
    </w:r>
    <w:r w:rsidR="00920D25">
      <w:t xml:space="preserve">    </w:t>
    </w:r>
  </w:p>
  <w:p w14:paraId="075C6672" w14:textId="77777777" w:rsidR="00D71B85" w:rsidRDefault="00920D25" w:rsidP="00DD39CB">
    <w:pPr>
      <w:pStyle w:val="Prosttext"/>
      <w:ind w:left="76"/>
      <w:jc w:val="right"/>
      <w:rPr>
        <w:rFonts w:ascii="Bradley Hand ITC" w:hAnsi="Bradley Hand ITC"/>
        <w:i/>
        <w:color w:val="333333"/>
        <w:sz w:val="19"/>
        <w:szCs w:val="19"/>
      </w:rPr>
    </w:pPr>
    <w:r>
      <w:rPr>
        <w:rFonts w:ascii="Bradley Hand ITC" w:hAnsi="Bradley Hand ITC"/>
        <w:i/>
        <w:color w:val="333333"/>
        <w:sz w:val="19"/>
        <w:szCs w:val="19"/>
      </w:rPr>
      <w:t xml:space="preserve">držitel certifikátu ISO 9001, ISO </w:t>
    </w:r>
    <w:smartTag w:uri="urn:schemas-microsoft-com:office:smarttags" w:element="metricconverter">
      <w:smartTagPr>
        <w:attr w:name="ProductID" w:val="14001 a"/>
      </w:smartTagPr>
      <w:r>
        <w:rPr>
          <w:rFonts w:ascii="Bradley Hand ITC" w:hAnsi="Bradley Hand ITC"/>
          <w:i/>
          <w:color w:val="333333"/>
          <w:sz w:val="19"/>
          <w:szCs w:val="19"/>
        </w:rPr>
        <w:t>14001 a</w:t>
      </w:r>
    </w:smartTag>
    <w:r>
      <w:rPr>
        <w:rFonts w:ascii="Bradley Hand ITC" w:hAnsi="Bradley Hand ITC"/>
        <w:i/>
        <w:color w:val="333333"/>
        <w:sz w:val="19"/>
        <w:szCs w:val="19"/>
      </w:rPr>
      <w:t xml:space="preserve"> OHSAS 18 001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D09E9"/>
    <w:multiLevelType w:val="hybridMultilevel"/>
    <w:tmpl w:val="C8CA84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611F9"/>
    <w:multiLevelType w:val="hybridMultilevel"/>
    <w:tmpl w:val="7820DD56"/>
    <w:lvl w:ilvl="0" w:tplc="051658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D8"/>
    <w:rsid w:val="00023931"/>
    <w:rsid w:val="0006766D"/>
    <w:rsid w:val="0009118C"/>
    <w:rsid w:val="000C157B"/>
    <w:rsid w:val="000D4E28"/>
    <w:rsid w:val="001C3EB0"/>
    <w:rsid w:val="001F0AFC"/>
    <w:rsid w:val="00207E21"/>
    <w:rsid w:val="00231BD8"/>
    <w:rsid w:val="0025233A"/>
    <w:rsid w:val="002C4786"/>
    <w:rsid w:val="00303E41"/>
    <w:rsid w:val="00360209"/>
    <w:rsid w:val="00372172"/>
    <w:rsid w:val="00377674"/>
    <w:rsid w:val="003B77E4"/>
    <w:rsid w:val="004249CF"/>
    <w:rsid w:val="004520C3"/>
    <w:rsid w:val="0048729E"/>
    <w:rsid w:val="004A4178"/>
    <w:rsid w:val="004F2F3E"/>
    <w:rsid w:val="005C7A56"/>
    <w:rsid w:val="00611373"/>
    <w:rsid w:val="00655E45"/>
    <w:rsid w:val="00661460"/>
    <w:rsid w:val="0067742E"/>
    <w:rsid w:val="006F7A1E"/>
    <w:rsid w:val="0071368D"/>
    <w:rsid w:val="00763CC7"/>
    <w:rsid w:val="00772F4B"/>
    <w:rsid w:val="00791F77"/>
    <w:rsid w:val="007D2DE0"/>
    <w:rsid w:val="007F5142"/>
    <w:rsid w:val="0080387D"/>
    <w:rsid w:val="008161F0"/>
    <w:rsid w:val="008A40AD"/>
    <w:rsid w:val="008B3C4D"/>
    <w:rsid w:val="008C6107"/>
    <w:rsid w:val="00920D25"/>
    <w:rsid w:val="009502FD"/>
    <w:rsid w:val="00960BA7"/>
    <w:rsid w:val="009625EC"/>
    <w:rsid w:val="009651AD"/>
    <w:rsid w:val="00983482"/>
    <w:rsid w:val="009D5619"/>
    <w:rsid w:val="00A621FA"/>
    <w:rsid w:val="00A8784B"/>
    <w:rsid w:val="00AA15D8"/>
    <w:rsid w:val="00AB166A"/>
    <w:rsid w:val="00BC229A"/>
    <w:rsid w:val="00BE0D0E"/>
    <w:rsid w:val="00C10D74"/>
    <w:rsid w:val="00C4687A"/>
    <w:rsid w:val="00C47CF1"/>
    <w:rsid w:val="00C95C24"/>
    <w:rsid w:val="00CC7950"/>
    <w:rsid w:val="00CE6CC5"/>
    <w:rsid w:val="00D36AF3"/>
    <w:rsid w:val="00D4763E"/>
    <w:rsid w:val="00D85101"/>
    <w:rsid w:val="00DB64A9"/>
    <w:rsid w:val="00E11BBD"/>
    <w:rsid w:val="00E12454"/>
    <w:rsid w:val="00E713BD"/>
    <w:rsid w:val="00E97E62"/>
    <w:rsid w:val="00ED21BE"/>
    <w:rsid w:val="00EF323C"/>
    <w:rsid w:val="00F325F9"/>
    <w:rsid w:val="00FA4BE9"/>
    <w:rsid w:val="00FC188B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  <w14:docId w14:val="1F9E88EE"/>
  <w15:chartTrackingRefBased/>
  <w15:docId w15:val="{6265C00D-CCF0-48A2-816A-0D6562BA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B64A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7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784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BE0D0E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E0D0E"/>
    <w:pPr>
      <w:ind w:left="720"/>
      <w:contextualSpacing/>
    </w:pPr>
  </w:style>
  <w:style w:type="paragraph" w:styleId="Prosttext">
    <w:name w:val="Plain Text"/>
    <w:basedOn w:val="Normlnodsazen"/>
    <w:link w:val="ProsttextChar"/>
    <w:rsid w:val="00920D25"/>
    <w:pPr>
      <w:spacing w:before="120" w:after="0" w:line="240" w:lineRule="auto"/>
      <w:ind w:left="709" w:hanging="11"/>
      <w:contextualSpacing/>
      <w:jc w:val="both"/>
    </w:pPr>
    <w:rPr>
      <w:rFonts w:ascii="Arial" w:eastAsia="Calibri" w:hAnsi="Arial" w:cs="Courier New"/>
      <w:sz w:val="24"/>
      <w:szCs w:val="20"/>
    </w:rPr>
  </w:style>
  <w:style w:type="character" w:customStyle="1" w:styleId="ProsttextChar">
    <w:name w:val="Prostý text Char"/>
    <w:basedOn w:val="Standardnpsmoodstavce"/>
    <w:link w:val="Prosttext"/>
    <w:rsid w:val="00920D25"/>
    <w:rPr>
      <w:rFonts w:ascii="Arial" w:eastAsia="Calibri" w:hAnsi="Arial" w:cs="Courier New"/>
      <w:sz w:val="24"/>
      <w:szCs w:val="20"/>
    </w:rPr>
  </w:style>
  <w:style w:type="paragraph" w:styleId="Zhlav">
    <w:name w:val="header"/>
    <w:basedOn w:val="Normln"/>
    <w:link w:val="Zhlav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20D25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920D25"/>
    <w:pPr>
      <w:tabs>
        <w:tab w:val="center" w:pos="4536"/>
        <w:tab w:val="right" w:pos="9072"/>
      </w:tabs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920D25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20D25"/>
  </w:style>
  <w:style w:type="paragraph" w:styleId="Normlnodsazen">
    <w:name w:val="Normal Indent"/>
    <w:basedOn w:val="Normln"/>
    <w:uiPriority w:val="99"/>
    <w:semiHidden/>
    <w:unhideWhenUsed/>
    <w:rsid w:val="00920D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ological.cz" TargetMode="External"/><Relationship Id="rId1" Type="http://schemas.openxmlformats.org/officeDocument/2006/relationships/hyperlink" Target="mailto:ecological@ecological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Kristýna Pospíšilová</cp:lastModifiedBy>
  <cp:revision>42</cp:revision>
  <cp:lastPrinted>2021-04-23T12:30:00Z</cp:lastPrinted>
  <dcterms:created xsi:type="dcterms:W3CDTF">2020-02-25T08:45:00Z</dcterms:created>
  <dcterms:modified xsi:type="dcterms:W3CDTF">2021-04-27T08:22:00Z</dcterms:modified>
</cp:coreProperties>
</file>