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B35F9" w14:textId="77777777" w:rsidR="000719BB" w:rsidRDefault="000719BB" w:rsidP="006C2343">
      <w:pPr>
        <w:pStyle w:val="Titul2"/>
      </w:pPr>
    </w:p>
    <w:p w14:paraId="64825557" w14:textId="77777777" w:rsidR="00826B7B" w:rsidRDefault="00826B7B" w:rsidP="006C2343">
      <w:pPr>
        <w:pStyle w:val="Titul2"/>
      </w:pPr>
    </w:p>
    <w:p w14:paraId="7710DA2C" w14:textId="77777777" w:rsidR="000008ED" w:rsidRPr="000719BB" w:rsidRDefault="000008ED" w:rsidP="006C2343">
      <w:pPr>
        <w:pStyle w:val="Titul2"/>
      </w:pPr>
      <w:r>
        <w:t>Díl 4</w:t>
      </w:r>
    </w:p>
    <w:p w14:paraId="5C8EB594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9D8E8AC" w14:textId="77777777" w:rsidR="00AD0C7B" w:rsidRDefault="00AD0C7B" w:rsidP="00AD0C7B">
      <w:pPr>
        <w:pStyle w:val="Titul2"/>
      </w:pPr>
    </w:p>
    <w:p w14:paraId="4162FCA1" w14:textId="77777777" w:rsidR="000008ED" w:rsidRDefault="000008ED" w:rsidP="00AD0C7B">
      <w:pPr>
        <w:pStyle w:val="Titul2"/>
      </w:pPr>
      <w:r>
        <w:t>Část 1</w:t>
      </w:r>
    </w:p>
    <w:p w14:paraId="0D8286C8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795569" w14:textId="77777777" w:rsidR="00AD0C7B" w:rsidRDefault="00AD0C7B" w:rsidP="00EB46E5">
      <w:pPr>
        <w:pStyle w:val="Titul2"/>
      </w:pPr>
    </w:p>
    <w:p w14:paraId="40CE842C" w14:textId="77777777" w:rsidR="00826B7B" w:rsidRPr="006C2343" w:rsidRDefault="00B753A0" w:rsidP="006C2343">
      <w:pPr>
        <w:pStyle w:val="Titul2"/>
        <w:rPr>
          <w:highlight w:val="green"/>
        </w:rPr>
      </w:pPr>
      <w:r w:rsidRPr="00B753A0">
        <w:rPr>
          <w:rStyle w:val="Nzevakce"/>
          <w:b/>
          <w:szCs w:val="24"/>
        </w:rPr>
        <w:t>„Lipník n. B. – Drahotuše, BC“</w:t>
      </w:r>
    </w:p>
    <w:p w14:paraId="4DB15C75" w14:textId="77777777" w:rsidR="00826B7B" w:rsidRPr="006C2343" w:rsidRDefault="00826B7B" w:rsidP="006C2343">
      <w:pPr>
        <w:pStyle w:val="Titul2"/>
      </w:pPr>
      <w:bookmarkStart w:id="0" w:name="_GoBack"/>
    </w:p>
    <w:p w14:paraId="2834D17E" w14:textId="77777777" w:rsidR="000008ED" w:rsidRDefault="000008ED" w:rsidP="006C2343">
      <w:pPr>
        <w:pStyle w:val="Tituldatum"/>
      </w:pPr>
    </w:p>
    <w:p w14:paraId="0D559236" w14:textId="77777777" w:rsidR="00C90F19" w:rsidRDefault="00C90F19" w:rsidP="006C2343">
      <w:pPr>
        <w:pStyle w:val="Tituldatum"/>
      </w:pPr>
    </w:p>
    <w:p w14:paraId="26D6E761" w14:textId="2D26563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0464A" w:rsidRPr="0000464A">
        <w:t>2</w:t>
      </w:r>
      <w:r w:rsidR="008B0B1D">
        <w:t>8</w:t>
      </w:r>
      <w:r w:rsidRPr="0000464A">
        <w:t xml:space="preserve">. </w:t>
      </w:r>
      <w:r w:rsidR="008B0B1D">
        <w:t>2</w:t>
      </w:r>
      <w:r w:rsidRPr="0000464A">
        <w:t>. 20</w:t>
      </w:r>
      <w:r w:rsidR="00A616BE" w:rsidRPr="0000464A">
        <w:t>2</w:t>
      </w:r>
      <w:r w:rsidR="008B0B1D">
        <w:t>3</w:t>
      </w:r>
    </w:p>
    <w:p w14:paraId="1D772BD6" w14:textId="77777777" w:rsidR="000008ED" w:rsidRPr="00B753A0" w:rsidRDefault="000008ED">
      <w:r>
        <w:br w:type="page"/>
      </w:r>
    </w:p>
    <w:bookmarkEnd w:id="0"/>
    <w:p w14:paraId="7FD98209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65E968B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5C23555" w14:textId="77777777" w:rsidR="006E4DDA" w:rsidRDefault="007858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684A166" w14:textId="77777777" w:rsidR="006E4DDA" w:rsidRDefault="0078583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9307D47" w14:textId="77777777" w:rsidR="006E4DDA" w:rsidRDefault="0078583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442E19D" w14:textId="77777777" w:rsidR="006E4DDA" w:rsidRDefault="0078583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4D60F30" w14:textId="77777777" w:rsidR="006E4DDA" w:rsidRDefault="007858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118565" w14:textId="77777777" w:rsidR="006E4DDA" w:rsidRDefault="007858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2374F2E" w14:textId="77777777" w:rsidR="006E4DDA" w:rsidRDefault="0078583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903B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5EE5693B" w14:textId="77777777" w:rsidR="00AD0C7B" w:rsidRDefault="00BD7E91" w:rsidP="008D03B9">
      <w:r>
        <w:fldChar w:fldCharType="end"/>
      </w:r>
    </w:p>
    <w:p w14:paraId="2202EE40" w14:textId="77777777" w:rsidR="000008ED" w:rsidRDefault="000008ED" w:rsidP="008D03B9"/>
    <w:p w14:paraId="657AE3B7" w14:textId="77777777" w:rsidR="000008ED" w:rsidRDefault="000008ED" w:rsidP="008D03B9"/>
    <w:p w14:paraId="367ED4D9" w14:textId="77777777" w:rsidR="000008ED" w:rsidRDefault="000008ED" w:rsidP="008D03B9"/>
    <w:p w14:paraId="3AB85BDA" w14:textId="77777777" w:rsidR="000008ED" w:rsidRDefault="000008ED" w:rsidP="008D03B9"/>
    <w:p w14:paraId="4DA89DED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142"/>
      </w:tblGrid>
      <w:tr w:rsidR="0021255C" w:rsidRPr="00AD0C7B" w14:paraId="30E3828B" w14:textId="77777777" w:rsidTr="0021255C">
        <w:tc>
          <w:tcPr>
            <w:tcW w:w="156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BF5DDF" w14:textId="77777777" w:rsidR="0021255C" w:rsidRPr="00AD0C7B" w:rsidRDefault="0021255C" w:rsidP="0021255C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14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810682" w14:textId="13A30241" w:rsidR="0021255C" w:rsidRPr="006115D3" w:rsidRDefault="0021255C" w:rsidP="0021255C">
            <w:pPr>
              <w:pStyle w:val="Zkratky2"/>
            </w:pPr>
            <w:r w:rsidRPr="004A79B2">
              <w:t>České dráhy, a.s.</w:t>
            </w:r>
          </w:p>
        </w:tc>
      </w:tr>
      <w:tr w:rsidR="0021255C" w:rsidRPr="00AD0C7B" w14:paraId="44F0E183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13D5C1" w14:textId="77777777" w:rsidR="0021255C" w:rsidRPr="00AD0C7B" w:rsidRDefault="0021255C" w:rsidP="0021255C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FC1CFD" w14:textId="7C624F92" w:rsidR="0021255C" w:rsidRPr="006115D3" w:rsidRDefault="0021255C" w:rsidP="0021255C">
            <w:pPr>
              <w:pStyle w:val="Zkratky2"/>
            </w:pPr>
            <w:r w:rsidRPr="004A79B2">
              <w:t>Oborový třídník stavebních konstrukcí a prací</w:t>
            </w:r>
          </w:p>
        </w:tc>
      </w:tr>
      <w:tr w:rsidR="0021255C" w:rsidRPr="00AD0C7B" w14:paraId="12CC63D4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0842FE" w14:textId="77777777" w:rsidR="0021255C" w:rsidRPr="00AD0C7B" w:rsidRDefault="0021255C" w:rsidP="0021255C">
            <w:pPr>
              <w:pStyle w:val="Zkratky1"/>
            </w:pPr>
            <w:r>
              <w:t xml:space="preserve">OTSKP-SPK </w:t>
            </w:r>
            <w:r>
              <w:tab/>
            </w: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FEF366" w14:textId="2713AA46" w:rsidR="0021255C" w:rsidRPr="006115D3" w:rsidRDefault="0021255C" w:rsidP="0021255C">
            <w:pPr>
              <w:pStyle w:val="Zkratky2"/>
            </w:pPr>
            <w:r w:rsidRPr="004A79B2">
              <w:t>Oborový třídník stavebních konstrukcí a prací staveb pozemních komunikací</w:t>
            </w:r>
          </w:p>
        </w:tc>
      </w:tr>
      <w:tr w:rsidR="0021255C" w:rsidRPr="00AD0C7B" w14:paraId="5F7FD4A6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1E7257" w14:textId="333FEEDD" w:rsidR="0021255C" w:rsidRPr="00AD0C7B" w:rsidRDefault="0021255C" w:rsidP="0021255C">
            <w:pPr>
              <w:pStyle w:val="Zkratky1"/>
            </w:pPr>
            <w:r>
              <w:t>OTSKP-ŽS</w:t>
            </w: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154189" w14:textId="4A7C9B2A" w:rsidR="0021255C" w:rsidRPr="006115D3" w:rsidRDefault="0021255C" w:rsidP="0021255C">
            <w:pPr>
              <w:pStyle w:val="Zkratky2"/>
            </w:pPr>
            <w:r w:rsidRPr="004A79B2">
              <w:t xml:space="preserve">Oborový třídník stavebních konstrukcí a prací železničních staveb </w:t>
            </w:r>
          </w:p>
        </w:tc>
      </w:tr>
      <w:tr w:rsidR="0021255C" w:rsidRPr="00AD0C7B" w14:paraId="263BA31A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0DC0C4" w14:textId="77777777" w:rsidR="0021255C" w:rsidRPr="00AD0C7B" w:rsidRDefault="0021255C" w:rsidP="0021255C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A8FE97" w14:textId="46E7BE6E" w:rsidR="0021255C" w:rsidRPr="006115D3" w:rsidRDefault="0021255C" w:rsidP="0021255C">
            <w:pPr>
              <w:pStyle w:val="Zkratky2"/>
            </w:pPr>
            <w:r w:rsidRPr="004A79B2">
              <w:t>Správa železniční dopravní cesty, státní organizace</w:t>
            </w:r>
          </w:p>
        </w:tc>
      </w:tr>
      <w:tr w:rsidR="005E07BA" w:rsidRPr="00AD0C7B" w14:paraId="57D94EFC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CD16B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2ADFD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FAEFC9D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B7EF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62D5C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EB97BBF" w14:textId="77777777" w:rsidTr="0021255C">
        <w:tc>
          <w:tcPr>
            <w:tcW w:w="156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1E1961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14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C0924D" w14:textId="77777777" w:rsidR="005E07BA" w:rsidRPr="006115D3" w:rsidRDefault="005E07BA" w:rsidP="00BC06B4">
            <w:pPr>
              <w:pStyle w:val="Zkratky2"/>
            </w:pPr>
          </w:p>
        </w:tc>
      </w:tr>
    </w:tbl>
    <w:p w14:paraId="5CCD3E2E" w14:textId="77777777" w:rsidR="00041EC8" w:rsidRDefault="00041EC8" w:rsidP="00AD0C7B"/>
    <w:p w14:paraId="48D744D9" w14:textId="77777777" w:rsidR="00826B7B" w:rsidRDefault="00826B7B" w:rsidP="008D03B9"/>
    <w:p w14:paraId="05792662" w14:textId="77777777" w:rsidR="00826B7B" w:rsidRDefault="00826B7B">
      <w:r>
        <w:br w:type="page"/>
      </w:r>
    </w:p>
    <w:p w14:paraId="13C22026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1957FB2B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F4B5E49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696D032A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161F4AA3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497F03AA" w14:textId="64D37931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5F7722">
        <w:t> </w:t>
      </w:r>
      <w:r>
        <w:t>služeb s výkazem výměr, v platném znění. Prioritně je pro stavbu použitá cenová soustava -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5F7722">
        <w:t xml:space="preserve">jednotlivých </w:t>
      </w:r>
      <w:r>
        <w:t>Soupis</w:t>
      </w:r>
      <w:r w:rsidR="005F7722">
        <w:t>ů</w:t>
      </w:r>
      <w:r>
        <w:t xml:space="preserve"> prací SO</w:t>
      </w:r>
      <w:r w:rsidR="005F7722">
        <w:t> </w:t>
      </w:r>
      <w:r>
        <w:t>a</w:t>
      </w:r>
      <w:r w:rsidR="0021255C">
        <w:t> </w:t>
      </w:r>
      <w:r>
        <w:t>PS.</w:t>
      </w:r>
    </w:p>
    <w:p w14:paraId="28BC704B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602CB76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E85A3B2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57E5A7FF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06AD4A7" w14:textId="77777777" w:rsidR="005E07BA" w:rsidRDefault="005E07BA" w:rsidP="005E07BA">
      <w:pPr>
        <w:pStyle w:val="Text2-1"/>
      </w:pPr>
      <w:r>
        <w:t>Položky soupisu prací obsahují pole:</w:t>
      </w:r>
    </w:p>
    <w:p w14:paraId="3D6CDD8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47BCCEE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C71791C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8401F48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2EFCED97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8338AE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C65947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FFD886C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C67865A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A9A12D9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3D1D4B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3DB428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D95310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0F85D107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BB0AF1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643AE6DE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2B7ABB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B444A61" w14:textId="77777777" w:rsidR="005E07BA" w:rsidRDefault="005E07BA" w:rsidP="005E07BA">
      <w:pPr>
        <w:pStyle w:val="Odrka1-2-"/>
      </w:pPr>
      <w:r>
        <w:t>náklady na veškerá pojištění;</w:t>
      </w:r>
    </w:p>
    <w:p w14:paraId="25E6211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8912005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286020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A09D3AA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609EEE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61F256D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3EBBD10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5C0C8F6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FEA370B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74E8B3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B40B9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D0992F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3576E30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0C2AEF3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2811A1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A3948F9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2B1391E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3E92ABD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73194B6E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C6FB2B3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4273AB1" w14:textId="77777777" w:rsidR="005E07BA" w:rsidRDefault="005E07BA" w:rsidP="005E07BA">
      <w:pPr>
        <w:pStyle w:val="Odrka1-2-"/>
      </w:pPr>
      <w:r>
        <w:t>geodetickou a koordinační činnost,</w:t>
      </w:r>
    </w:p>
    <w:p w14:paraId="000384F3" w14:textId="77777777" w:rsidR="005E07BA" w:rsidRDefault="005E07BA" w:rsidP="005E07BA">
      <w:pPr>
        <w:pStyle w:val="Odrka1-2-"/>
      </w:pPr>
      <w:r>
        <w:t>veškeré zkoušky a revize.</w:t>
      </w:r>
    </w:p>
    <w:p w14:paraId="2210204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FB391B2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6E94707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E870B2">
        <w:t>Správce stavby</w:t>
      </w:r>
      <w:r>
        <w:t>.</w:t>
      </w:r>
    </w:p>
    <w:p w14:paraId="3E567BCF" w14:textId="636665B1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</w:t>
      </w:r>
      <w:r w:rsidR="00D770E1">
        <w:t> </w:t>
      </w:r>
      <w:r>
        <w:t>písemné vysvětlení nabídky.</w:t>
      </w:r>
    </w:p>
    <w:p w14:paraId="16D88ABF" w14:textId="77777777" w:rsidR="00D770E1" w:rsidRPr="00D770E1" w:rsidRDefault="00D770E1" w:rsidP="00D770E1">
      <w:pPr>
        <w:pStyle w:val="Text2-1"/>
      </w:pPr>
      <w:r w:rsidRPr="00D770E1">
        <w:rPr>
          <w:b/>
        </w:rPr>
        <w:lastRenderedPageBreak/>
        <w:t>Výjimkou z předchozího odstavce jsou jednotlivé „Evidenční položky“ odpadů označené Variantou „901“ až „999“, které jsou součástí jednotlivých SO/PS, a</w:t>
      </w:r>
      <w:r>
        <w:rPr>
          <w:b/>
        </w:rPr>
        <w:t> </w:t>
      </w:r>
      <w:r w:rsidRPr="00D770E1">
        <w:rPr>
          <w:b/>
        </w:rPr>
        <w:t>které nebudou v jednotlivých SO/PS uchazečem oceňovány. Uchazeč provede ocenění těchto položek pouze v souhrnném objektu odpadů „SO 90</w:t>
      </w:r>
      <w:r>
        <w:rPr>
          <w:b/>
        </w:rPr>
        <w:t>-</w:t>
      </w:r>
      <w:r w:rsidRPr="00D770E1">
        <w:rPr>
          <w:b/>
        </w:rPr>
        <w:t>90 Likvidace</w:t>
      </w:r>
      <w:r>
        <w:rPr>
          <w:b/>
        </w:rPr>
        <w:t> </w:t>
      </w:r>
      <w:r w:rsidRPr="00D770E1">
        <w:rPr>
          <w:b/>
        </w:rPr>
        <w:t>odpadů včetně dopravy“.</w:t>
      </w:r>
      <w:r w:rsidRPr="00D770E1">
        <w:t xml:space="preserve"> V SO 90-90 Likvidace odpadů včetně dopravy jsou souhrnně uvedeny všechny položky odpadů uvedené v jednotlivých SO/PS za celou stavbu (ocenění těchto položek v jednotlivých SO/PS povede k duplicitnímu ocenění!).</w:t>
      </w:r>
    </w:p>
    <w:p w14:paraId="0C4F6D00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0903B1">
        <w:t>XDC</w:t>
      </w:r>
      <w:r>
        <w:t>).</w:t>
      </w:r>
    </w:p>
    <w:p w14:paraId="5E154189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708008DF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7AE1469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F5F4C75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7604E05E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4207B5F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E870B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43937" w14:textId="77777777" w:rsidR="00685EA1" w:rsidRDefault="00685EA1" w:rsidP="00962258">
      <w:pPr>
        <w:spacing w:after="0" w:line="240" w:lineRule="auto"/>
      </w:pPr>
      <w:r>
        <w:separator/>
      </w:r>
    </w:p>
  </w:endnote>
  <w:endnote w:type="continuationSeparator" w:id="0">
    <w:p w14:paraId="3E62141D" w14:textId="77777777" w:rsidR="00685EA1" w:rsidRDefault="00685E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2CA0CDB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D233EBD" w14:textId="187A6EAD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583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583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C2AA29D" w14:textId="625732E4" w:rsidR="00CF0EF4" w:rsidRPr="003462EB" w:rsidRDefault="0078583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8583F">
            <w:rPr>
              <w:b/>
              <w:bCs/>
              <w:noProof/>
            </w:rPr>
            <w:t xml:space="preserve">„Lipník </w:t>
          </w:r>
          <w:r>
            <w:rPr>
              <w:noProof/>
            </w:rPr>
            <w:t>n. B. – Drahotuše, BC“</w:t>
          </w:r>
          <w:r>
            <w:rPr>
              <w:noProof/>
            </w:rPr>
            <w:fldChar w:fldCharType="end"/>
          </w:r>
        </w:p>
        <w:p w14:paraId="3AAD4597" w14:textId="77777777" w:rsidR="00CF0EF4" w:rsidRDefault="00D770E1" w:rsidP="00C87634">
          <w:pPr>
            <w:pStyle w:val="Zpatvlevo"/>
          </w:pPr>
          <w:r>
            <w:t>Díl 4 – Soupis prací s výkazem výměr</w:t>
          </w:r>
        </w:p>
        <w:p w14:paraId="245382B5" w14:textId="77777777" w:rsidR="00CF0EF4" w:rsidRPr="003462EB" w:rsidRDefault="00D770E1" w:rsidP="00C87634">
          <w:pPr>
            <w:pStyle w:val="Zpatvlevo"/>
          </w:pPr>
          <w:r>
            <w:t>Komentář k soupisu prací</w:t>
          </w:r>
        </w:p>
      </w:tc>
    </w:tr>
  </w:tbl>
  <w:p w14:paraId="0C5C02C1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7CA17A1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99904BD" w14:textId="38B5C26D" w:rsidR="00CF0EF4" w:rsidRDefault="0078583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8583F">
            <w:rPr>
              <w:b/>
              <w:bCs/>
              <w:noProof/>
            </w:rPr>
            <w:t xml:space="preserve">„Lipník </w:t>
          </w:r>
          <w:r>
            <w:rPr>
              <w:noProof/>
            </w:rPr>
            <w:t>n. B. – Drahotuše, BC“</w:t>
          </w:r>
          <w:r>
            <w:rPr>
              <w:noProof/>
            </w:rPr>
            <w:fldChar w:fldCharType="end"/>
          </w:r>
        </w:p>
        <w:p w14:paraId="0E57A406" w14:textId="77777777" w:rsidR="00D770E1" w:rsidRDefault="00D770E1" w:rsidP="00D770E1">
          <w:pPr>
            <w:pStyle w:val="Zpatvpravo"/>
          </w:pPr>
          <w:r>
            <w:t>Díl 4 – Soupis prací s výkazem výměr</w:t>
          </w:r>
        </w:p>
        <w:p w14:paraId="533C3A18" w14:textId="77777777" w:rsidR="00CF0EF4" w:rsidRPr="003462EB" w:rsidRDefault="00D770E1" w:rsidP="00D770E1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488D823C" w14:textId="5A643D0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583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583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EF9618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F91C5" w14:textId="77777777" w:rsidR="00CF0EF4" w:rsidRPr="00B8518B" w:rsidRDefault="00CF0EF4" w:rsidP="00CF0EF4">
    <w:pPr>
      <w:pStyle w:val="Zpat"/>
      <w:rPr>
        <w:sz w:val="2"/>
        <w:szCs w:val="2"/>
      </w:rPr>
    </w:pPr>
  </w:p>
  <w:p w14:paraId="2917E3F2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490894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7EFB593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F3EFD" w14:textId="77777777" w:rsidR="00685EA1" w:rsidRDefault="00685EA1" w:rsidP="00962258">
      <w:pPr>
        <w:spacing w:after="0" w:line="240" w:lineRule="auto"/>
      </w:pPr>
      <w:r>
        <w:separator/>
      </w:r>
    </w:p>
  </w:footnote>
  <w:footnote w:type="continuationSeparator" w:id="0">
    <w:p w14:paraId="595F9172" w14:textId="77777777" w:rsidR="00685EA1" w:rsidRDefault="00685E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EF73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D87195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8A27A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1F6F22" w14:textId="77777777" w:rsidR="0076790E" w:rsidRPr="00D6163D" w:rsidRDefault="0076790E" w:rsidP="00D6163D">
          <w:pPr>
            <w:pStyle w:val="Druhdokumentu"/>
          </w:pPr>
        </w:p>
      </w:tc>
    </w:tr>
  </w:tbl>
  <w:p w14:paraId="2D714E2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4FEC4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1EBBB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156B1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B6AFCF" wp14:editId="6B836A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EB985D4" w14:textId="77777777" w:rsidR="0076790E" w:rsidRPr="00D6163D" w:rsidRDefault="0076790E" w:rsidP="00FC6389">
          <w:pPr>
            <w:pStyle w:val="Druhdokumentu"/>
          </w:pPr>
        </w:p>
      </w:tc>
    </w:tr>
    <w:tr w:rsidR="0076790E" w14:paraId="3BD2BBA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277C6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DDB412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51F938" w14:textId="77777777" w:rsidR="0076790E" w:rsidRPr="00D6163D" w:rsidRDefault="0076790E" w:rsidP="00FC6389">
          <w:pPr>
            <w:pStyle w:val="Druhdokumentu"/>
          </w:pPr>
        </w:p>
      </w:tc>
    </w:tr>
  </w:tbl>
  <w:p w14:paraId="1E75B522" w14:textId="77777777" w:rsidR="0076790E" w:rsidRPr="00D6163D" w:rsidRDefault="0076790E" w:rsidP="00FC6389">
    <w:pPr>
      <w:pStyle w:val="Zhlav"/>
      <w:rPr>
        <w:sz w:val="8"/>
        <w:szCs w:val="8"/>
      </w:rPr>
    </w:pPr>
  </w:p>
  <w:p w14:paraId="24B2AD6C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3B1"/>
    <w:rsid w:val="000008ED"/>
    <w:rsid w:val="0000464A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903B1"/>
    <w:rsid w:val="000A562F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4826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1255C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3268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7722"/>
    <w:rsid w:val="00601A8C"/>
    <w:rsid w:val="0061068E"/>
    <w:rsid w:val="006115D3"/>
    <w:rsid w:val="00617C5D"/>
    <w:rsid w:val="00640764"/>
    <w:rsid w:val="00655976"/>
    <w:rsid w:val="00655D2D"/>
    <w:rsid w:val="0065610E"/>
    <w:rsid w:val="00660AD3"/>
    <w:rsid w:val="006776B6"/>
    <w:rsid w:val="00685EA1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8583F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A5F00"/>
    <w:rsid w:val="008B0B1D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3A0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770E1"/>
    <w:rsid w:val="00D831A3"/>
    <w:rsid w:val="00D905C2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0B2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4B8BDE"/>
  <w14:defaultImageDpi w14:val="32767"/>
  <w15:docId w15:val="{1A34BBBD-0B63-4ADB-9027-1BF4C4CE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5E5ED2-3BE0-48E1-97E7-803C2BB9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1927</Words>
  <Characters>11373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Morávek Martin, Ing.</dc:creator>
  <cp:lastModifiedBy>Rečková Radomíra, Ing.</cp:lastModifiedBy>
  <cp:revision>4</cp:revision>
  <cp:lastPrinted>2019-03-13T10:28:00Z</cp:lastPrinted>
  <dcterms:created xsi:type="dcterms:W3CDTF">2022-08-03T07:19:00Z</dcterms:created>
  <dcterms:modified xsi:type="dcterms:W3CDTF">2023-04-19T08:38:00Z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