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7E7A5F1" w:rsidR="0035531B" w:rsidRDefault="0035531B" w:rsidP="00EB46E5">
      <w:pPr>
        <w:pStyle w:val="Titul2"/>
      </w:pPr>
      <w:r w:rsidRPr="0099042F">
        <w:t>„</w:t>
      </w:r>
      <w:r w:rsidR="0099042F" w:rsidRPr="0099042F">
        <w:t xml:space="preserve">Rekonstrukce Bečovského tunelu na trati Mariánské Lázně – Karlovy Vary </w:t>
      </w:r>
      <w:proofErr w:type="spellStart"/>
      <w:r w:rsidR="0099042F" w:rsidRPr="0099042F">
        <w:t>dol</w:t>
      </w:r>
      <w:proofErr w:type="spellEnd"/>
      <w:r w:rsidR="0099042F" w:rsidRPr="0099042F">
        <w:t>. n.</w:t>
      </w:r>
      <w:r w:rsidRPr="0099042F">
        <w:t>“</w:t>
      </w:r>
    </w:p>
    <w:p w14:paraId="152849FF" w14:textId="77777777" w:rsidR="00AD0C7B" w:rsidRPr="006C2343" w:rsidRDefault="00AD0C7B" w:rsidP="00EB46E5">
      <w:pPr>
        <w:pStyle w:val="Titul2"/>
      </w:pPr>
    </w:p>
    <w:p w14:paraId="45AB7781" w14:textId="41DA2F7D" w:rsidR="00F46EA7" w:rsidRDefault="00F46EA7" w:rsidP="00F46EA7">
      <w:pPr>
        <w:pStyle w:val="Text1-1"/>
        <w:numPr>
          <w:ilvl w:val="0"/>
          <w:numId w:val="0"/>
        </w:numPr>
        <w:tabs>
          <w:tab w:val="left" w:pos="708"/>
        </w:tabs>
        <w:ind w:left="737" w:hanging="737"/>
      </w:pPr>
      <w:r>
        <w:t xml:space="preserve">Č.j. </w:t>
      </w:r>
      <w:r w:rsidR="00212820" w:rsidRPr="00212820">
        <w:t>7833/2023-SŽ-SSZ-OVZ</w:t>
      </w:r>
    </w:p>
    <w:p w14:paraId="5E146EB9" w14:textId="01B686DD" w:rsidR="00826B7B" w:rsidRDefault="00826B7B" w:rsidP="006C2343">
      <w:pPr>
        <w:pStyle w:val="Titul2"/>
      </w:pPr>
    </w:p>
    <w:p w14:paraId="52607B31" w14:textId="5A62EC66" w:rsidR="00204773" w:rsidRDefault="00204773" w:rsidP="006C2343">
      <w:pPr>
        <w:pStyle w:val="Titul2"/>
      </w:pPr>
    </w:p>
    <w:p w14:paraId="2013E2F1" w14:textId="35F601E1" w:rsidR="00204773" w:rsidRDefault="00204773" w:rsidP="006C2343">
      <w:pPr>
        <w:pStyle w:val="Titul2"/>
      </w:pPr>
    </w:p>
    <w:p w14:paraId="39B2F5C5" w14:textId="218B6906" w:rsidR="00204773" w:rsidRDefault="00204773" w:rsidP="006C2343">
      <w:pPr>
        <w:pStyle w:val="Titul2"/>
      </w:pPr>
    </w:p>
    <w:p w14:paraId="7C48D894" w14:textId="11A997F6" w:rsidR="00204773" w:rsidRDefault="00204773" w:rsidP="006C2343">
      <w:pPr>
        <w:pStyle w:val="Titul2"/>
      </w:pPr>
    </w:p>
    <w:p w14:paraId="3AD0A387" w14:textId="77777777" w:rsidR="00204773" w:rsidRDefault="00204773"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2271FC02"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8773DF">
          <w:rPr>
            <w:noProof/>
            <w:webHidden/>
          </w:rPr>
          <w:t>3</w:t>
        </w:r>
        <w:r w:rsidR="005710BE">
          <w:rPr>
            <w:noProof/>
            <w:webHidden/>
          </w:rPr>
          <w:fldChar w:fldCharType="end"/>
        </w:r>
      </w:hyperlink>
    </w:p>
    <w:p w14:paraId="665CC449" w14:textId="713AA210" w:rsidR="005710BE" w:rsidRDefault="008773DF">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42C980B0" w:rsidR="005710BE" w:rsidRDefault="008773DF">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7CF7EB96" w:rsidR="005710BE" w:rsidRDefault="008773DF">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342E375D" w:rsidR="005710BE" w:rsidRDefault="008773DF">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56FA2134" w14:textId="0DCADD9A" w:rsidR="005710BE" w:rsidRDefault="008773DF">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4408460B" w:rsidR="005710BE" w:rsidRDefault="008773DF">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56443EBE" w:rsidR="005710BE" w:rsidRDefault="008773DF">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7A446D20" w:rsidR="005710BE" w:rsidRDefault="008773DF">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15</w:t>
        </w:r>
        <w:r w:rsidR="005710BE">
          <w:rPr>
            <w:noProof/>
            <w:webHidden/>
          </w:rPr>
          <w:fldChar w:fldCharType="end"/>
        </w:r>
      </w:hyperlink>
    </w:p>
    <w:p w14:paraId="380DBAA6" w14:textId="6D9B97E1" w:rsidR="005710BE" w:rsidRDefault="008773DF">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17</w:t>
        </w:r>
        <w:r w:rsidR="005710BE">
          <w:rPr>
            <w:noProof/>
            <w:webHidden/>
          </w:rPr>
          <w:fldChar w:fldCharType="end"/>
        </w:r>
      </w:hyperlink>
    </w:p>
    <w:p w14:paraId="01BE5092" w14:textId="7E03FB3B" w:rsidR="005710BE" w:rsidRDefault="008773DF">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18</w:t>
        </w:r>
        <w:r w:rsidR="005710BE">
          <w:rPr>
            <w:noProof/>
            <w:webHidden/>
          </w:rPr>
          <w:fldChar w:fldCharType="end"/>
        </w:r>
      </w:hyperlink>
    </w:p>
    <w:p w14:paraId="7D25917B" w14:textId="57CEFD21" w:rsidR="005710BE" w:rsidRDefault="008773DF">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18</w:t>
        </w:r>
        <w:r w:rsidR="005710BE">
          <w:rPr>
            <w:noProof/>
            <w:webHidden/>
          </w:rPr>
          <w:fldChar w:fldCharType="end"/>
        </w:r>
      </w:hyperlink>
    </w:p>
    <w:p w14:paraId="254B0E7A" w14:textId="1AE1F161" w:rsidR="005710BE" w:rsidRDefault="008773DF">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4B77335D" w14:textId="39BDF257" w:rsidR="005710BE" w:rsidRDefault="008773DF">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36FA56D8" w14:textId="6B26DE88" w:rsidR="005710BE" w:rsidRDefault="008773DF">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3CE27110" w14:textId="5E5A1155" w:rsidR="005710BE" w:rsidRDefault="008773DF">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56184F6C" w14:textId="06156C51" w:rsidR="005710BE" w:rsidRDefault="008773DF">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7DABCF8D" w14:textId="4D422834" w:rsidR="005710BE" w:rsidRDefault="008773DF">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434654F3" w14:textId="5B378B12" w:rsidR="005710BE" w:rsidRDefault="008773DF">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7C35CA83" w14:textId="132EE0A3" w:rsidR="005710BE" w:rsidRDefault="008773DF">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36A6F46F" w14:textId="48E4B1B1" w:rsidR="005710BE" w:rsidRDefault="008773DF">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3DFC0F14" w14:textId="72F5C313" w:rsidR="005710BE" w:rsidRDefault="008773DF">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09DB5A6B" w14:textId="77DC713F" w:rsidR="005710BE" w:rsidRDefault="008773DF">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26</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0312F79" w:rsidR="0035531B" w:rsidRDefault="0035531B" w:rsidP="003F7272">
      <w:pPr>
        <w:pStyle w:val="Textbezslovn"/>
        <w:spacing w:after="0"/>
        <w:ind w:left="2127" w:hanging="1390"/>
      </w:pPr>
      <w:r>
        <w:t xml:space="preserve">zastoupená: </w:t>
      </w:r>
      <w:r>
        <w:tab/>
      </w:r>
      <w:r w:rsidR="003F7272" w:rsidRPr="00233EB0">
        <w:rPr>
          <w:rFonts w:ascii="Verdana" w:hAnsi="Verdana" w:cs="Calibri"/>
          <w:b/>
        </w:rPr>
        <w:t xml:space="preserve">Ing. Petrem </w:t>
      </w:r>
      <w:proofErr w:type="spellStart"/>
      <w:r w:rsidR="003F7272" w:rsidRPr="00233EB0">
        <w:rPr>
          <w:rFonts w:ascii="Verdana" w:hAnsi="Verdana" w:cs="Calibri"/>
          <w:b/>
        </w:rPr>
        <w:t>Hofhanzlem</w:t>
      </w:r>
      <w:proofErr w:type="spellEnd"/>
      <w:r w:rsidR="003F7272" w:rsidRPr="00233EB0">
        <w:rPr>
          <w:rFonts w:ascii="Verdana" w:hAnsi="Verdana" w:cs="Calibri"/>
          <w:b/>
        </w:rPr>
        <w:t>, ředitelem Stavební správy západ</w:t>
      </w:r>
    </w:p>
    <w:p w14:paraId="168A08C4" w14:textId="77777777" w:rsidR="0035531B" w:rsidRDefault="0035531B" w:rsidP="0035531B">
      <w:pPr>
        <w:pStyle w:val="Nadpis1-1"/>
      </w:pPr>
      <w:bookmarkStart w:id="7" w:name="_Toc129352439"/>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1FBDD6B" w:rsidR="0035531B" w:rsidRDefault="0035531B" w:rsidP="0035531B">
      <w:pPr>
        <w:pStyle w:val="Text1-1"/>
      </w:pPr>
      <w:r>
        <w:t xml:space="preserve">Kontaktní osobou zadavatele pro </w:t>
      </w:r>
      <w:r w:rsidR="009531C1">
        <w:t xml:space="preserve">výběrové </w:t>
      </w:r>
      <w:r>
        <w:t xml:space="preserve">řízení je: </w:t>
      </w:r>
      <w:r w:rsidR="00222120">
        <w:t>Lenka Pluhařová</w:t>
      </w:r>
    </w:p>
    <w:p w14:paraId="6304B547" w14:textId="7E09CA12" w:rsidR="0035531B" w:rsidRDefault="0035531B" w:rsidP="0035531B">
      <w:pPr>
        <w:pStyle w:val="Textbezslovn"/>
        <w:spacing w:after="0"/>
      </w:pPr>
      <w:r>
        <w:t xml:space="preserve">telefon: </w:t>
      </w:r>
      <w:r>
        <w:tab/>
      </w:r>
      <w:r w:rsidR="00222120">
        <w:t>+420 601 084 416</w:t>
      </w:r>
    </w:p>
    <w:p w14:paraId="46AB406E" w14:textId="2F679759" w:rsidR="0035531B" w:rsidRDefault="0035531B" w:rsidP="0035531B">
      <w:pPr>
        <w:pStyle w:val="Textbezslovn"/>
        <w:spacing w:after="0"/>
      </w:pPr>
      <w:r>
        <w:t xml:space="preserve">e-mail: </w:t>
      </w:r>
      <w:r>
        <w:tab/>
      </w:r>
      <w:hyperlink r:id="rId13" w:history="1">
        <w:r w:rsidR="00222120" w:rsidRPr="00AB56D0">
          <w:rPr>
            <w:rStyle w:val="Hypertextovodkaz"/>
          </w:rPr>
          <w:t>Pluharova@spravazeleznic.cz</w:t>
        </w:r>
      </w:hyperlink>
    </w:p>
    <w:p w14:paraId="32D39B6C" w14:textId="49B80137" w:rsidR="0035531B" w:rsidRDefault="0035531B" w:rsidP="00222120">
      <w:pPr>
        <w:pStyle w:val="Textbezslovn"/>
        <w:spacing w:after="0"/>
      </w:pPr>
      <w:r>
        <w:t xml:space="preserve">adresa: </w:t>
      </w:r>
      <w:r>
        <w:tab/>
      </w:r>
      <w:r w:rsidR="00222120" w:rsidRPr="00EC3056">
        <w:t>Správa železnic, státní organizace</w:t>
      </w:r>
    </w:p>
    <w:p w14:paraId="3634CDF4" w14:textId="77777777" w:rsidR="00222120" w:rsidRDefault="00222120" w:rsidP="00222120">
      <w:pPr>
        <w:pStyle w:val="Textbezslovn"/>
        <w:spacing w:after="0" w:line="240" w:lineRule="auto"/>
        <w:ind w:left="1446" w:firstLine="681"/>
      </w:pPr>
      <w:r>
        <w:t>Stavební správa západ</w:t>
      </w:r>
    </w:p>
    <w:p w14:paraId="22CDDED6" w14:textId="77777777" w:rsidR="00222120" w:rsidRDefault="00222120" w:rsidP="00222120">
      <w:pPr>
        <w:pStyle w:val="Textbezslovn"/>
        <w:spacing w:after="0" w:line="240" w:lineRule="auto"/>
        <w:ind w:left="1446" w:firstLine="681"/>
      </w:pPr>
      <w:r>
        <w:t xml:space="preserve">Budova </w:t>
      </w:r>
      <w:proofErr w:type="spellStart"/>
      <w:r>
        <w:t>Diamond</w:t>
      </w:r>
      <w:proofErr w:type="spellEnd"/>
      <w:r>
        <w:t xml:space="preserve"> Point, </w:t>
      </w:r>
    </w:p>
    <w:p w14:paraId="4EEA7F60" w14:textId="77777777" w:rsidR="00222120" w:rsidRDefault="00222120" w:rsidP="00222120">
      <w:pPr>
        <w:pStyle w:val="Textbezslovn"/>
        <w:spacing w:after="0" w:line="240" w:lineRule="auto"/>
        <w:ind w:left="1446" w:firstLine="681"/>
      </w:pPr>
      <w:r>
        <w:t xml:space="preserve">Ke Štvanici 656/3 </w:t>
      </w:r>
    </w:p>
    <w:p w14:paraId="3313684F" w14:textId="00BAEA44" w:rsidR="00222120" w:rsidRDefault="00222120" w:rsidP="00222120">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8" w:name="_Toc12935244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36BD7CCF" w:rsidR="0035531B" w:rsidRPr="00A33DA2" w:rsidRDefault="001C7382" w:rsidP="00A33DA2">
      <w:pPr>
        <w:pStyle w:val="Textbezslovn"/>
        <w:rPr>
          <w:highlight w:val="green"/>
        </w:rPr>
      </w:pPr>
      <w:r>
        <w:t>Předmětem díla je zhotovení stavby „Rekonstrukce Bečovského tunelu na trati</w:t>
      </w:r>
      <w:r w:rsidR="00A33DA2">
        <w:t xml:space="preserve"> </w:t>
      </w:r>
      <w:r>
        <w:t xml:space="preserve">Mariánské Lázně – Karlovy Vary </w:t>
      </w:r>
      <w:proofErr w:type="spellStart"/>
      <w:r>
        <w:t>dol.n</w:t>
      </w:r>
      <w:proofErr w:type="spellEnd"/>
      <w:r>
        <w:t>.“ jejímž cílem je zlepšení stavebnětechnického</w:t>
      </w:r>
      <w:r w:rsidR="00A33DA2">
        <w:t xml:space="preserve"> </w:t>
      </w:r>
      <w:r>
        <w:t>stavu a odvodnění tunelu, odstranění závad v průjezdném průřezu Z-GCZ3 v tunelu.</w:t>
      </w:r>
      <w:r w:rsidR="00A33DA2">
        <w:t xml:space="preserve"> </w:t>
      </w:r>
      <w:r>
        <w:t>Součástí stavby je rekonstrukce železničního svršku.</w:t>
      </w:r>
    </w:p>
    <w:p w14:paraId="618BC9C5" w14:textId="3BCCDC02" w:rsidR="0035531B" w:rsidRDefault="0035531B" w:rsidP="007C2AF9">
      <w:pPr>
        <w:pStyle w:val="Text1-1"/>
      </w:pPr>
      <w:r>
        <w:t>Předmět plnění veřejné zakázky</w:t>
      </w:r>
    </w:p>
    <w:p w14:paraId="27C634C0" w14:textId="4FDEB492" w:rsidR="007C2AF9" w:rsidRDefault="007C2AF9" w:rsidP="007C2AF9">
      <w:pPr>
        <w:pStyle w:val="Textbezslovn"/>
      </w:pPr>
      <w:r>
        <w:t>Rozsah Díla „Rekonstrukce Bečovského tunelu na trati Mariánské Lázně –</w:t>
      </w:r>
      <w:r w:rsidR="0027123E">
        <w:t xml:space="preserve"> </w:t>
      </w:r>
      <w:r>
        <w:t xml:space="preserve">Karlovy Vary </w:t>
      </w:r>
      <w:proofErr w:type="spellStart"/>
      <w:r>
        <w:t>dol.n</w:t>
      </w:r>
      <w:proofErr w:type="spellEnd"/>
      <w:r>
        <w:t>.“ je:</w:t>
      </w:r>
    </w:p>
    <w:p w14:paraId="79E26251" w14:textId="77777777" w:rsidR="007C2AF9" w:rsidRDefault="007C2AF9" w:rsidP="007C2AF9">
      <w:pPr>
        <w:pStyle w:val="Textbezslovn"/>
      </w:pPr>
      <w:r>
        <w:t>• zhotovení stavby dle zadávací dokumentace</w:t>
      </w:r>
    </w:p>
    <w:p w14:paraId="7CE2C2F2" w14:textId="77777777" w:rsidR="007C2AF9" w:rsidRDefault="007C2AF9" w:rsidP="007C2AF9">
      <w:pPr>
        <w:pStyle w:val="Textbezslovn"/>
      </w:pPr>
      <w:r>
        <w:t>• zpracování Realizační dokumentace stavby</w:t>
      </w:r>
    </w:p>
    <w:p w14:paraId="3F95D8A8" w14:textId="225DB221" w:rsidR="001E1A3D" w:rsidRDefault="007C2AF9" w:rsidP="007C2AF9">
      <w:pPr>
        <w:pStyle w:val="Textbezslovn"/>
      </w:pPr>
      <w:r>
        <w:t>• vypracování Dokumentace skutečného provedení stavby včetně geodetické části.</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5B5E5116" w14:textId="2C9A0BC0" w:rsidR="00F0634D" w:rsidRPr="00FB7106" w:rsidRDefault="00DA5944" w:rsidP="0027123E">
      <w:pPr>
        <w:pStyle w:val="Textbezslovn"/>
        <w:rPr>
          <w:highlight w:val="green"/>
        </w:rPr>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71F00DC0" w:rsidR="00D500B1" w:rsidRDefault="007354E9" w:rsidP="00DC7806">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2E2057B0" w:rsidR="00D500B1" w:rsidRDefault="007354E9" w:rsidP="00EE4B6F">
      <w:pPr>
        <w:pStyle w:val="Text1-1"/>
        <w:spacing w:after="0"/>
      </w:pPr>
      <w:r w:rsidRPr="004F70A1">
        <w:t xml:space="preserve">Předpokládaná hodnota veřejné zakázky činí </w:t>
      </w:r>
      <w:r w:rsidR="00A92AFC">
        <w:rPr>
          <w:b/>
        </w:rPr>
        <w:t>25 362</w:t>
      </w:r>
      <w:r w:rsidR="00DD3654">
        <w:rPr>
          <w:b/>
        </w:rPr>
        <w:t> </w:t>
      </w:r>
      <w:r w:rsidR="00A92AFC">
        <w:rPr>
          <w:b/>
        </w:rPr>
        <w:t>450</w:t>
      </w:r>
      <w:r w:rsidR="00DD3654">
        <w:rPr>
          <w:b/>
        </w:rPr>
        <w:t xml:space="preserve">,- </w:t>
      </w:r>
      <w:r w:rsidRPr="007354E9">
        <w:rPr>
          <w:b/>
        </w:rPr>
        <w:t xml:space="preserve">Kč </w:t>
      </w:r>
      <w:r w:rsidRPr="004F70A1">
        <w:t>(bez DPH).</w:t>
      </w:r>
    </w:p>
    <w:p w14:paraId="041DE93A" w14:textId="77777777" w:rsidR="0035531B" w:rsidRDefault="0035531B" w:rsidP="006F6B09">
      <w:pPr>
        <w:pStyle w:val="Nadpis1-1"/>
      </w:pPr>
      <w:bookmarkStart w:id="10" w:name="_Toc129352442"/>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2D1B4153" w:rsidR="00FD39DE" w:rsidRPr="00D245DF" w:rsidRDefault="00FD39DE" w:rsidP="00FD39DE">
      <w:pPr>
        <w:pStyle w:val="Textbezslovn"/>
        <w:tabs>
          <w:tab w:val="left" w:pos="1701"/>
        </w:tabs>
        <w:spacing w:after="0"/>
        <w:ind w:left="1701" w:hanging="964"/>
      </w:pPr>
      <w:r w:rsidRPr="00261383">
        <w:t xml:space="preserve">Část </w:t>
      </w:r>
      <w:r w:rsidR="00723F2B">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39EF4EBA" w:rsidR="0035531B" w:rsidRDefault="00FD39DE" w:rsidP="00FD39DE">
      <w:pPr>
        <w:pStyle w:val="Textbezslovn"/>
        <w:tabs>
          <w:tab w:val="left" w:pos="1701"/>
        </w:tabs>
        <w:ind w:left="1701" w:hanging="964"/>
      </w:pPr>
      <w:r w:rsidRPr="00D245DF">
        <w:t xml:space="preserve">Část </w:t>
      </w:r>
      <w:r w:rsidR="00723F2B">
        <w:t>2</w:t>
      </w:r>
      <w:r w:rsidRPr="00D245DF">
        <w:tab/>
        <w:t xml:space="preserve">Soupis prací členěný dle </w:t>
      </w:r>
      <w:r w:rsidR="00263CBA" w:rsidRPr="00D245DF">
        <w:t>SO a</w:t>
      </w:r>
      <w:r w:rsidR="00263CBA">
        <w:t xml:space="preserve"> PS</w:t>
      </w:r>
      <w:r w:rsidR="0035531B">
        <w:t xml:space="preserve"> </w:t>
      </w:r>
    </w:p>
    <w:p w14:paraId="1D7570C9" w14:textId="3FDAAA2F" w:rsidR="00470B77" w:rsidRDefault="00FD39DE" w:rsidP="00234B92">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4E303EE4" w:rsidR="0035531B" w:rsidRDefault="0035531B" w:rsidP="0045061D">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23D2AD3" w:rsidR="0035531B" w:rsidRPr="008513D8" w:rsidRDefault="00FD39DE" w:rsidP="00D11D7C">
      <w:pPr>
        <w:pStyle w:val="Text1-1"/>
      </w:pPr>
      <w:r w:rsidRPr="008513D8">
        <w:t>Zadavatel sděluje, že následující části zadávací dokumentace vypracovala osoba odlišná</w:t>
      </w:r>
      <w:r w:rsidRPr="00FD39DE">
        <w:t xml:space="preserve"> od zadavatele, a to: </w:t>
      </w:r>
      <w:r w:rsidR="00D05B58">
        <w:t xml:space="preserve">Projektová dokumentace pro společné povolení „Rekonstrukce Bečovského tunelu na trati Mariánské Lázně – Karlovy Vary </w:t>
      </w:r>
      <w:proofErr w:type="spellStart"/>
      <w:r w:rsidR="00D05B58">
        <w:t>dol.n</w:t>
      </w:r>
      <w:proofErr w:type="spellEnd"/>
      <w:r w:rsidR="00D05B58">
        <w:t>.“, zpracovatel AFRY CZ s.r.o.,</w:t>
      </w:r>
      <w:r w:rsidR="00D11D7C">
        <w:t xml:space="preserve"> </w:t>
      </w:r>
      <w:r w:rsidR="00D05B58">
        <w:t xml:space="preserve">Magistrů 1275/13, 140 00 Praha 4, </w:t>
      </w:r>
      <w:r w:rsidR="00D11D7C">
        <w:t xml:space="preserve">IČO: </w:t>
      </w:r>
      <w:r w:rsidR="00CD6DCE" w:rsidRPr="00CD6DCE">
        <w:t>45306605</w:t>
      </w:r>
      <w:r w:rsidR="00CD6DCE">
        <w:t xml:space="preserve">, </w:t>
      </w:r>
      <w:r w:rsidR="00D05B58">
        <w:t>datum 08/2021.</w:t>
      </w:r>
      <w:r w:rsidR="00D05B58" w:rsidRPr="008513D8">
        <w:t xml:space="preserve">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374A9BC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702893">
        <w:rPr>
          <w:b/>
        </w:rPr>
        <w:t>nejpozději 4 pracovní dny</w:t>
      </w:r>
      <w:r w:rsidR="00B07880" w:rsidRPr="00702893">
        <w:t xml:space="preserve"> </w:t>
      </w:r>
      <w:r w:rsidRPr="00702893">
        <w:t>před uplynutím lhůty pro podání nabídek</w:t>
      </w:r>
      <w:r w:rsidR="00693188" w:rsidRPr="00702893">
        <w:t>, jinak zadavatel není povinen vysvětlení poskytnout</w:t>
      </w:r>
      <w:r w:rsidRPr="00FD39DE">
        <w:t>.</w:t>
      </w:r>
    </w:p>
    <w:p w14:paraId="04E7F2E9" w14:textId="25CAF97D" w:rsidR="0035531B" w:rsidRDefault="00FD39DE" w:rsidP="00FD39DE">
      <w:pPr>
        <w:pStyle w:val="Text1-1"/>
      </w:pPr>
      <w:r w:rsidRPr="00FD39DE">
        <w:t xml:space="preserve">Zadavatel poskytne vysvětlení zadávací dokumentace </w:t>
      </w:r>
      <w:r w:rsidRPr="008D3A5C">
        <w:t>nejpozději do</w:t>
      </w:r>
      <w:r w:rsidRPr="00B6459A">
        <w:rPr>
          <w:b/>
        </w:rPr>
        <w:t xml:space="preserve"> </w:t>
      </w:r>
      <w:r w:rsidR="00B6459A" w:rsidRPr="00B6459A">
        <w:rPr>
          <w:b/>
        </w:rPr>
        <w:t>2</w:t>
      </w:r>
      <w:r w:rsidRPr="008D3A5C">
        <w:t xml:space="preserve">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8D3A5C">
        <w:t xml:space="preserve">Vysvětlení zadávací dokumentace může zadavatel poskytnout i bez předchozí žádosti, a to nejméně </w:t>
      </w:r>
      <w:r w:rsidR="00CE5F6A" w:rsidRPr="00B6459A">
        <w:rPr>
          <w:b/>
        </w:rPr>
        <w:t>2</w:t>
      </w:r>
      <w:r w:rsidR="00CE5F6A" w:rsidRPr="008D3A5C">
        <w:t xml:space="preserve"> </w:t>
      </w:r>
      <w:r w:rsidR="00693188" w:rsidRPr="008D3A5C">
        <w:t>pracovní</w:t>
      </w:r>
      <w:r w:rsidR="00693188">
        <w:t xml:space="preserve"> dny před uplynutím lhůty pro podání nabídek.</w:t>
      </w:r>
    </w:p>
    <w:p w14:paraId="33849454" w14:textId="39702DA2" w:rsidR="0035531B" w:rsidRDefault="00FD39DE" w:rsidP="004911F9">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D30268F" w:rsidR="0021225E" w:rsidRDefault="00FD39DE" w:rsidP="00146361">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507F617" w:rsidR="0035531B" w:rsidRDefault="0035531B" w:rsidP="001B6BD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C96E5EA" w14:textId="23F5B2A0" w:rsidR="00267CF3" w:rsidRDefault="0035531B" w:rsidP="00BF1D13">
      <w:pPr>
        <w:pStyle w:val="Odrka1-2-"/>
        <w:spacing w:after="120"/>
      </w:pPr>
      <w:r w:rsidRPr="00C21FDC">
        <w:t>Provádění staveb, jejich změn</w:t>
      </w:r>
      <w:r w:rsidR="00845C50" w:rsidRPr="00C21FDC">
        <w:t xml:space="preserve"> a </w:t>
      </w:r>
      <w:r w:rsidRPr="00C21FDC">
        <w:t>odstraňování</w:t>
      </w:r>
      <w:r w:rsidR="00A507CC">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BF1D13" w:rsidRDefault="00344A9C" w:rsidP="00344A9C">
      <w:pPr>
        <w:pStyle w:val="Odrka1-1"/>
        <w:numPr>
          <w:ilvl w:val="0"/>
          <w:numId w:val="0"/>
        </w:numPr>
        <w:ind w:left="1190" w:firstLine="341"/>
        <w:rPr>
          <w:b/>
        </w:rPr>
      </w:pPr>
      <w:r w:rsidRPr="00BF1D13">
        <w:rPr>
          <w:b/>
        </w:rPr>
        <w:t xml:space="preserve">b) </w:t>
      </w:r>
      <w:r w:rsidRPr="00BF1D13">
        <w:t>dopravní stavby</w:t>
      </w:r>
    </w:p>
    <w:p w14:paraId="24972CBD" w14:textId="77777777" w:rsidR="00344A9C" w:rsidRPr="00BF1D13" w:rsidRDefault="00344A9C" w:rsidP="00344A9C">
      <w:pPr>
        <w:pStyle w:val="Odrka1-1"/>
        <w:numPr>
          <w:ilvl w:val="0"/>
          <w:numId w:val="0"/>
        </w:numPr>
        <w:ind w:left="1190" w:firstLine="341"/>
        <w:rPr>
          <w:b/>
        </w:rPr>
      </w:pPr>
      <w:r w:rsidRPr="00BF1D13">
        <w:rPr>
          <w:b/>
        </w:rPr>
        <w:t xml:space="preserve">d) </w:t>
      </w:r>
      <w:r w:rsidRPr="00BF1D13">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D654548" w:rsidR="00F95A2C" w:rsidRPr="00EC3357"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rekonstrukce </w:t>
      </w:r>
      <w:r w:rsidR="00385740">
        <w:t>nebo opravy</w:t>
      </w:r>
      <w:r w:rsidR="00BC12B5">
        <w:t xml:space="preserve"> </w:t>
      </w:r>
      <w:r>
        <w:t xml:space="preserve">na stavbách </w:t>
      </w:r>
      <w:r w:rsidRPr="00E833E4">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00E833E4">
        <w:t>1</w:t>
      </w:r>
      <w:r w:rsidR="0074254B">
        <w:t>5</w:t>
      </w:r>
      <w:r>
        <w:t xml:space="preserve"> let  před zahájením výběrového řízení (dále </w:t>
      </w:r>
      <w:r w:rsidRPr="00EC3357">
        <w:t>jako „</w:t>
      </w:r>
      <w:r w:rsidRPr="00EC3357">
        <w:rPr>
          <w:b/>
        </w:rPr>
        <w:t>stavební práce</w:t>
      </w:r>
      <w:r w:rsidR="00E833E4" w:rsidRPr="00EC3357">
        <w:t>“).</w:t>
      </w:r>
    </w:p>
    <w:p w14:paraId="223052FA" w14:textId="628A87F4" w:rsidR="00FA206D" w:rsidRPr="00EC3357" w:rsidRDefault="00F95A2C" w:rsidP="00F95A2C">
      <w:pPr>
        <w:pStyle w:val="Textbezslovn"/>
      </w:pPr>
      <w:r w:rsidRPr="00EC3357">
        <w:t xml:space="preserve">Zadavatel požaduje, aby dodavatel předložil i </w:t>
      </w:r>
      <w:r w:rsidRPr="00EC3357">
        <w:rPr>
          <w:b/>
        </w:rPr>
        <w:t>osvědčení</w:t>
      </w:r>
      <w:r w:rsidRPr="00EC3357">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E833E4" w:rsidRPr="00EC3357">
        <w:t>1</w:t>
      </w:r>
      <w:r w:rsidR="00974210">
        <w:t>5</w:t>
      </w:r>
      <w:r w:rsidRPr="00EC3357">
        <w:t xml:space="preserve"> letech před zahájením výběrového řízení řádně poskytl a dokončil</w:t>
      </w:r>
      <w:r w:rsidR="00FA206D" w:rsidRPr="00EC3357">
        <w:t>:</w:t>
      </w:r>
    </w:p>
    <w:p w14:paraId="3D4CF4EA" w14:textId="3046554E" w:rsidR="00F95A2C" w:rsidRPr="00EC3357" w:rsidRDefault="00F95A2C" w:rsidP="00140D11">
      <w:pPr>
        <w:pStyle w:val="Textbezslovn"/>
        <w:numPr>
          <w:ilvl w:val="0"/>
          <w:numId w:val="49"/>
        </w:numPr>
      </w:pPr>
      <w:r w:rsidRPr="00EC3357">
        <w:t xml:space="preserve">minimálně </w:t>
      </w:r>
      <w:r w:rsidR="0088505C" w:rsidRPr="00EC3357">
        <w:rPr>
          <w:b/>
        </w:rPr>
        <w:t>jednu</w:t>
      </w:r>
      <w:r w:rsidRPr="00EC3357">
        <w:t xml:space="preserve"> stavební prác</w:t>
      </w:r>
      <w:r w:rsidR="00434625" w:rsidRPr="00EC3357">
        <w:t>i</w:t>
      </w:r>
      <w:r w:rsidRPr="00EC3357">
        <w:t xml:space="preserve">, jejichž </w:t>
      </w:r>
      <w:r w:rsidR="00B477DA" w:rsidRPr="00EC3357">
        <w:t xml:space="preserve">předmětem </w:t>
      </w:r>
      <w:r w:rsidRPr="00EC3357">
        <w:t>byla</w:t>
      </w:r>
      <w:r w:rsidR="005B3472" w:rsidRPr="00EC3357">
        <w:t xml:space="preserve"> </w:t>
      </w:r>
      <w:r w:rsidR="003B01AA" w:rsidRPr="00EC3357">
        <w:rPr>
          <w:b/>
        </w:rPr>
        <w:t xml:space="preserve">rekonstrukce </w:t>
      </w:r>
      <w:r w:rsidR="00181F97" w:rsidRPr="00EC3357">
        <w:rPr>
          <w:b/>
        </w:rPr>
        <w:t xml:space="preserve">nebo </w:t>
      </w:r>
      <w:r w:rsidR="003B01AA" w:rsidRPr="00EC3357">
        <w:rPr>
          <w:b/>
        </w:rPr>
        <w:t xml:space="preserve">oprava </w:t>
      </w:r>
      <w:r w:rsidRPr="00EC3357">
        <w:rPr>
          <w:b/>
        </w:rPr>
        <w:t>železničního</w:t>
      </w:r>
      <w:r w:rsidR="00181F97" w:rsidRPr="00EC3357">
        <w:rPr>
          <w:b/>
        </w:rPr>
        <w:t xml:space="preserve"> tunelu</w:t>
      </w:r>
      <w:r w:rsidR="00441B76" w:rsidRPr="00EC3357">
        <w:rPr>
          <w:b/>
        </w:rPr>
        <w:t xml:space="preserve"> s obezdívkou z kamenného zdiva</w:t>
      </w:r>
      <w:r w:rsidRPr="00EC3357">
        <w:t>,</w:t>
      </w:r>
      <w:r w:rsidR="00353F3A">
        <w:t xml:space="preserve"> </w:t>
      </w:r>
      <w:r w:rsidR="00353F3A" w:rsidRPr="005F7D9A">
        <w:rPr>
          <w:b/>
        </w:rPr>
        <w:t xml:space="preserve">nebo </w:t>
      </w:r>
      <w:r w:rsidR="00353F3A" w:rsidRPr="00EC3357">
        <w:rPr>
          <w:b/>
        </w:rPr>
        <w:t>rekonstrukce nebo oprava</w:t>
      </w:r>
      <w:r w:rsidR="00353F3A">
        <w:rPr>
          <w:b/>
        </w:rPr>
        <w:t xml:space="preserve"> železničního mostu s kamennou kle</w:t>
      </w:r>
      <w:r w:rsidR="005F7D9A">
        <w:rPr>
          <w:b/>
        </w:rPr>
        <w:t>nbovou</w:t>
      </w:r>
      <w:r w:rsidR="000A17AA">
        <w:rPr>
          <w:b/>
        </w:rPr>
        <w:t xml:space="preserve"> </w:t>
      </w:r>
      <w:r w:rsidR="005F7D9A">
        <w:rPr>
          <w:b/>
        </w:rPr>
        <w:t>konstrukc</w:t>
      </w:r>
      <w:r w:rsidR="004147BE">
        <w:rPr>
          <w:b/>
        </w:rPr>
        <w:t>í</w:t>
      </w:r>
      <w:r w:rsidR="000A17AA">
        <w:rPr>
          <w:b/>
        </w:rPr>
        <w:t>,</w:t>
      </w:r>
      <w:r w:rsidR="005F7D9A">
        <w:rPr>
          <w:b/>
        </w:rPr>
        <w:t xml:space="preserve"> </w:t>
      </w:r>
      <w:r w:rsidRPr="00EC3357">
        <w:t xml:space="preserve">přičemž celková hodnota </w:t>
      </w:r>
      <w:r w:rsidR="000217CD" w:rsidRPr="00EC3357">
        <w:t xml:space="preserve">této </w:t>
      </w:r>
      <w:r w:rsidRPr="00EC3357">
        <w:t xml:space="preserve">provedené stavební práce musí, včetně případných poddodávek, činit alespoň </w:t>
      </w:r>
      <w:r w:rsidR="005F7D9A">
        <w:rPr>
          <w:b/>
        </w:rPr>
        <w:t>8</w:t>
      </w:r>
      <w:r w:rsidR="000217CD" w:rsidRPr="00EC3357">
        <w:rPr>
          <w:b/>
        </w:rPr>
        <w:t> 000 000,-</w:t>
      </w:r>
      <w:r w:rsidRPr="00EC3357">
        <w:t xml:space="preserve"> </w:t>
      </w:r>
      <w:r w:rsidRPr="00EC3357">
        <w:rPr>
          <w:b/>
        </w:rPr>
        <w:t>Kč bez DPH</w:t>
      </w:r>
      <w:r w:rsidRPr="00EC3357">
        <w:t xml:space="preserve">. </w:t>
      </w:r>
      <w:r w:rsidR="00AC6F91" w:rsidRPr="00EC3357">
        <w:t xml:space="preserve">(uvedená částka se vztahuje k hodnotě </w:t>
      </w:r>
      <w:r w:rsidR="00EC3357" w:rsidRPr="00EC3357">
        <w:t xml:space="preserve">rekonstrukce </w:t>
      </w:r>
      <w:r w:rsidR="00441B76" w:rsidRPr="00EC3357">
        <w:t xml:space="preserve">nebo </w:t>
      </w:r>
      <w:r w:rsidR="00EC3357" w:rsidRPr="00EC3357">
        <w:t xml:space="preserve">opravy </w:t>
      </w:r>
      <w:r w:rsidR="00AC6F91" w:rsidRPr="00EC3357">
        <w:t xml:space="preserve">železničního </w:t>
      </w:r>
      <w:r w:rsidR="00DA32FC" w:rsidRPr="00EC3357">
        <w:t>tunelu</w:t>
      </w:r>
      <w:r w:rsidR="00AC6F91" w:rsidRPr="00EC3357">
        <w:t xml:space="preserve"> </w:t>
      </w:r>
      <w:r w:rsidR="00211C13">
        <w:t xml:space="preserve">nebo železničního mostu, </w:t>
      </w:r>
      <w:r w:rsidR="00AC6F91" w:rsidRPr="00EC3357">
        <w:t xml:space="preserve">nikoli k hodnotě zakázky jako celku). </w:t>
      </w:r>
      <w:r w:rsidR="005E33AB" w:rsidRPr="00EC3357">
        <w:t xml:space="preserve">Hodnotou stavebních prací se </w:t>
      </w:r>
      <w:r w:rsidR="005E33AB" w:rsidRPr="00EC3357">
        <w:rPr>
          <w:rFonts w:cs="Arial"/>
          <w:iCs/>
        </w:rPr>
        <w:t>pro účely posouzení splnění kritérií technické kvalifikace</w:t>
      </w:r>
      <w:r w:rsidR="005E33AB" w:rsidRPr="00EC3357">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w:t>
      </w:r>
      <w:r>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10122CA2" w:rsidR="00AF4A09" w:rsidRDefault="00AF4A09" w:rsidP="002C04EE">
      <w:pPr>
        <w:pStyle w:val="Textbezslovn"/>
      </w:pPr>
      <w:r w:rsidRPr="00AF4A09">
        <w:t xml:space="preserve">Doba </w:t>
      </w:r>
      <w:r w:rsidR="0087311C" w:rsidRPr="00634021">
        <w:t xml:space="preserve">posledních </w:t>
      </w:r>
      <w:r w:rsidR="00FD5ED5" w:rsidRPr="00634021">
        <w:t>1</w:t>
      </w:r>
      <w:r w:rsidR="00AC0A96">
        <w:t>5</w:t>
      </w:r>
      <w:r w:rsidRPr="00634021">
        <w:t xml:space="preserve"> let </w:t>
      </w:r>
      <w:r w:rsidR="0087311C" w:rsidRPr="00634021">
        <w:t xml:space="preserve">před zahájením </w:t>
      </w:r>
      <w:r w:rsidR="0087311C" w:rsidRPr="00073794">
        <w:t xml:space="preserve">výběrového řízení </w:t>
      </w:r>
      <w:r w:rsidRPr="00073794">
        <w:t xml:space="preserve">se </w:t>
      </w:r>
      <w:r w:rsidR="0087311C" w:rsidRPr="00073794">
        <w:t xml:space="preserve">pro účely prokázání technické kvalifikace ohledně referenčních zakázek </w:t>
      </w:r>
      <w:r w:rsidRPr="00073794">
        <w:t xml:space="preserve">považuje za splněnou, pokud byly stavební práce </w:t>
      </w:r>
      <w:r w:rsidR="0087311C" w:rsidRPr="00073794">
        <w:t xml:space="preserve">dokončeny </w:t>
      </w:r>
      <w:r w:rsidRPr="00073794">
        <w:t>v průběhu této doby</w:t>
      </w:r>
      <w:r w:rsidR="0087311C" w:rsidRPr="00073794">
        <w:t xml:space="preserve"> nebo kdykoli po zahájení výběrového řízení, včetně doby po podání nabídek, a to nejpozději do doby zadavatelem případně stanovené k předložení údajů a dokladů dle bodu 16.3 této Výzvy. P</w:t>
      </w:r>
      <w:r w:rsidRPr="00073794">
        <w:t xml:space="preserve">ro prokázání kvalifikace postačuje, aby byl požadovaný finanční objem stavebních prací dosažen za celou dobu realizace stavebních prací, nikoliv pouze v průběhu posledních </w:t>
      </w:r>
      <w:r w:rsidR="00E62AF0">
        <w:t>1</w:t>
      </w:r>
      <w:r w:rsidR="001837C6">
        <w:t>5</w:t>
      </w:r>
      <w:r w:rsidRPr="00073794">
        <w:t xml:space="preserve"> let před zahájením výběrového řízení. Dokončením se u stavebních prací </w:t>
      </w:r>
      <w:r w:rsidR="0087311C" w:rsidRPr="00073794">
        <w:t xml:space="preserve">pro účely prokázání technické kvalifikace v tomto výběrovém řízení </w:t>
      </w:r>
      <w:r w:rsidRPr="00073794">
        <w:t xml:space="preserve">rozumí </w:t>
      </w:r>
      <w:r w:rsidR="000E15C8" w:rsidRPr="00073794">
        <w:t xml:space="preserve">i </w:t>
      </w:r>
      <w:r w:rsidRPr="00073794">
        <w:t>uvedení díla</w:t>
      </w:r>
      <w:r w:rsidR="000E15C8" w:rsidRPr="00073794">
        <w:t>, resp. poslední části</w:t>
      </w:r>
      <w:r w:rsidR="00560665" w:rsidRPr="00073794">
        <w:t xml:space="preserve"> stavební práce</w:t>
      </w:r>
      <w:r w:rsidR="000E15C8" w:rsidRPr="00073794">
        <w:t>,</w:t>
      </w:r>
      <w:r w:rsidRPr="00073794">
        <w:t xml:space="preserve"> alespoň do zkušebního provozu. Zadavatel nicméně za dílo dokončené v období posledních </w:t>
      </w:r>
      <w:r w:rsidR="00C92B22">
        <w:t>1</w:t>
      </w:r>
      <w:r w:rsidR="00AC0A96">
        <w:t>5</w:t>
      </w:r>
      <w:r w:rsidRPr="00073794">
        <w:t xml:space="preserve"> let bude považovat též dílo, které v tomto období bylo dokončeno </w:t>
      </w:r>
      <w:r w:rsidRPr="00073794">
        <w:lastRenderedPageBreak/>
        <w:t>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000FB13"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w:t>
      </w:r>
      <w:r>
        <w:lastRenderedPageBreak/>
        <w:t>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B874FE" w:rsidRDefault="0035531B" w:rsidP="00EF4DAC">
      <w:pPr>
        <w:pStyle w:val="Odstavec1-1a"/>
        <w:numPr>
          <w:ilvl w:val="0"/>
          <w:numId w:val="11"/>
        </w:numPr>
        <w:rPr>
          <w:rStyle w:val="Tun9b"/>
        </w:rPr>
      </w:pPr>
      <w:r w:rsidRPr="00B874FE">
        <w:rPr>
          <w:rStyle w:val="Tun9b"/>
        </w:rPr>
        <w:t>stavbyvedoucí</w:t>
      </w:r>
    </w:p>
    <w:p w14:paraId="5D013D3E" w14:textId="77777777" w:rsidR="0035531B" w:rsidRPr="00B874FE" w:rsidRDefault="0035531B" w:rsidP="00930B79">
      <w:pPr>
        <w:pStyle w:val="Odrka1-2-"/>
      </w:pPr>
      <w:r w:rsidRPr="00B874FE">
        <w:t>nejméně 5 let praxe</w:t>
      </w:r>
      <w:r w:rsidR="00092CC9" w:rsidRPr="00B874FE">
        <w:t xml:space="preserve"> v </w:t>
      </w:r>
      <w:r w:rsidRPr="00B874FE">
        <w:t xml:space="preserve">řízení provádění staveb železničních drah; </w:t>
      </w:r>
    </w:p>
    <w:p w14:paraId="13976A36" w14:textId="37D590EE" w:rsidR="0035531B" w:rsidRPr="00B874FE" w:rsidRDefault="00AF4A09" w:rsidP="001A36DA">
      <w:pPr>
        <w:pStyle w:val="Odrka1-2-"/>
      </w:pPr>
      <w:r w:rsidRPr="00B874FE">
        <w:t xml:space="preserve">zkušenost s řízením realizace alespoň </w:t>
      </w:r>
      <w:r w:rsidRPr="00B874FE">
        <w:rPr>
          <w:b/>
        </w:rPr>
        <w:t>jedné</w:t>
      </w:r>
      <w:r w:rsidRPr="00B874FE">
        <w:t xml:space="preserve"> zakázky </w:t>
      </w:r>
      <w:r w:rsidR="00642162" w:rsidRPr="00B874FE">
        <w:t xml:space="preserve">na stavební práce, jež zahrnovala rekonstrukci </w:t>
      </w:r>
      <w:r w:rsidR="00516C91" w:rsidRPr="00B874FE">
        <w:t>nebo opravu</w:t>
      </w:r>
      <w:r w:rsidR="00516C91" w:rsidRPr="00B874FE">
        <w:rPr>
          <w:b/>
        </w:rPr>
        <w:t xml:space="preserve"> </w:t>
      </w:r>
      <w:r w:rsidR="00EB022F" w:rsidRPr="00EC3357">
        <w:rPr>
          <w:b/>
        </w:rPr>
        <w:t>železničního tunelu s obezdívkou z kamenného zdiva</w:t>
      </w:r>
      <w:r w:rsidR="00EB022F" w:rsidRPr="00B874FE">
        <w:rPr>
          <w:b/>
        </w:rPr>
        <w:t xml:space="preserve"> </w:t>
      </w:r>
      <w:r w:rsidR="00021AE9">
        <w:rPr>
          <w:b/>
        </w:rPr>
        <w:t>nebo ž</w:t>
      </w:r>
      <w:r w:rsidR="008E30C9">
        <w:rPr>
          <w:b/>
        </w:rPr>
        <w:t>elezničního mostu s kamennou klenbovou konstrukc</w:t>
      </w:r>
      <w:r w:rsidR="00D90107">
        <w:rPr>
          <w:b/>
        </w:rPr>
        <w:t>í</w:t>
      </w:r>
      <w:r w:rsidRPr="00B874FE">
        <w:t xml:space="preserve"> v hodnotě nejméně </w:t>
      </w:r>
      <w:r w:rsidR="001837C6">
        <w:rPr>
          <w:b/>
        </w:rPr>
        <w:t>8</w:t>
      </w:r>
      <w:r w:rsidR="00FD5ED5" w:rsidRPr="00B874FE">
        <w:rPr>
          <w:b/>
        </w:rPr>
        <w:t xml:space="preserve"> mil.</w:t>
      </w:r>
      <w:r w:rsidRPr="00B874FE">
        <w:rPr>
          <w:b/>
        </w:rPr>
        <w:t xml:space="preserve"> Kč </w:t>
      </w:r>
      <w:r w:rsidRPr="00B874FE">
        <w:t>bez DPH, a to v posledních 1</w:t>
      </w:r>
      <w:r w:rsidR="00021AE9">
        <w:t>5</w:t>
      </w:r>
      <w:r w:rsidRPr="00B874FE">
        <w:t xml:space="preserve"> letech před zahájením výběrového řízení;</w:t>
      </w:r>
      <w:r w:rsidR="001A36DA" w:rsidRPr="00B874FE">
        <w:t xml:space="preserve"> (uvedená částka se vztahuje k hodnotě rekonstrukce nebo opravy železničního </w:t>
      </w:r>
      <w:r w:rsidR="00C24C01" w:rsidRPr="00B874FE">
        <w:t>tunelu</w:t>
      </w:r>
      <w:r w:rsidR="00C12C77">
        <w:t xml:space="preserve"> nebo </w:t>
      </w:r>
      <w:r w:rsidR="000E589C">
        <w:t>železničního mostu</w:t>
      </w:r>
      <w:r w:rsidR="001A36DA" w:rsidRPr="00B874FE">
        <w:t xml:space="preserve">, nikoli k hodnotě zakázky jako celku); </w:t>
      </w:r>
    </w:p>
    <w:p w14:paraId="267BBB25" w14:textId="04EDCA0C" w:rsidR="002856AF" w:rsidRPr="001B4B05" w:rsidRDefault="0035531B" w:rsidP="002856AF">
      <w:pPr>
        <w:pStyle w:val="Odrka1-2-"/>
      </w:pPr>
      <w:r w:rsidRPr="001B4B05">
        <w:t>musí předložit doklad</w:t>
      </w:r>
      <w:r w:rsidR="00092CC9" w:rsidRPr="001B4B05">
        <w:t xml:space="preserve"> o </w:t>
      </w:r>
      <w:r w:rsidRPr="001B4B05">
        <w:t>autorizaci</w:t>
      </w:r>
      <w:r w:rsidR="00092CC9" w:rsidRPr="001B4B05">
        <w:t xml:space="preserve"> v </w:t>
      </w:r>
      <w:r w:rsidRPr="001B4B05">
        <w:t xml:space="preserve">rozsahu dle § 5 odst. 3 písm. </w:t>
      </w:r>
      <w:r w:rsidR="002856AF" w:rsidRPr="001B4B05">
        <w:rPr>
          <w:b/>
        </w:rPr>
        <w:t>b)</w:t>
      </w:r>
      <w:r w:rsidR="002856AF" w:rsidRPr="001B4B05">
        <w:t xml:space="preserve"> autorizačního zákona, tedy v oboru </w:t>
      </w:r>
      <w:r w:rsidR="002856AF" w:rsidRPr="001B4B05">
        <w:rPr>
          <w:b/>
        </w:rPr>
        <w:t xml:space="preserve">dopravní stavby </w:t>
      </w:r>
      <w:r w:rsidR="002856AF" w:rsidRPr="001B4B05">
        <w:t>nebo</w:t>
      </w:r>
      <w:r w:rsidR="002856AF" w:rsidRPr="001B4B05">
        <w:rPr>
          <w:b/>
        </w:rPr>
        <w:t xml:space="preserve"> i)</w:t>
      </w:r>
      <w:r w:rsidR="002856AF" w:rsidRPr="001B4B05">
        <w:t xml:space="preserve"> autorizačního zákona, tedy v oboru</w:t>
      </w:r>
      <w:r w:rsidR="002856AF" w:rsidRPr="001B4B05">
        <w:rPr>
          <w:b/>
        </w:rPr>
        <w:t xml:space="preserve"> geotechnika</w:t>
      </w:r>
      <w:r w:rsidR="002856AF" w:rsidRPr="001B4B05">
        <w:t>;</w:t>
      </w:r>
    </w:p>
    <w:p w14:paraId="6BFB38C9" w14:textId="77777777" w:rsidR="0035531B" w:rsidRPr="001B4B05" w:rsidRDefault="0035531B" w:rsidP="00930B79">
      <w:pPr>
        <w:pStyle w:val="Odstavec1-1a"/>
        <w:rPr>
          <w:rStyle w:val="Tun9b"/>
        </w:rPr>
      </w:pPr>
      <w:r w:rsidRPr="001B4B05">
        <w:rPr>
          <w:rStyle w:val="Tun9b"/>
        </w:rPr>
        <w:t>specialista (vedoucí prací) na železniční svršek</w:t>
      </w:r>
      <w:r w:rsidR="00AF4A09" w:rsidRPr="001B4B05">
        <w:rPr>
          <w:rStyle w:val="Tun9b"/>
        </w:rPr>
        <w:t xml:space="preserve"> a spodek</w:t>
      </w:r>
      <w:r w:rsidRPr="001B4B05">
        <w:rPr>
          <w:rStyle w:val="Tun9b"/>
        </w:rPr>
        <w:t xml:space="preserve"> </w:t>
      </w:r>
    </w:p>
    <w:p w14:paraId="662C075E" w14:textId="77777777" w:rsidR="0035531B" w:rsidRPr="001B4B05" w:rsidRDefault="0035531B" w:rsidP="00930B79">
      <w:pPr>
        <w:pStyle w:val="Odrka1-2-"/>
      </w:pPr>
      <w:r w:rsidRPr="001B4B05">
        <w:t>nejméně 5 let praxe</w:t>
      </w:r>
      <w:r w:rsidR="00092CC9" w:rsidRPr="001B4B05">
        <w:t xml:space="preserve"> v </w:t>
      </w:r>
      <w:r w:rsidRPr="001B4B05">
        <w:t xml:space="preserve">oboru své specializace </w:t>
      </w:r>
      <w:r w:rsidR="00B07880" w:rsidRPr="00823280">
        <w:rPr>
          <w:b/>
        </w:rPr>
        <w:t xml:space="preserve">(železniční svršek a spodek) </w:t>
      </w:r>
      <w:r w:rsidRPr="001B4B05">
        <w:t>při provádění staveb;</w:t>
      </w:r>
    </w:p>
    <w:p w14:paraId="42239763" w14:textId="5A36EF0C" w:rsidR="0035531B" w:rsidRPr="001B4B05" w:rsidRDefault="00FD5ED5" w:rsidP="00AF4A09">
      <w:pPr>
        <w:pStyle w:val="Odrka1-2-"/>
      </w:pPr>
      <w:r w:rsidRPr="001B4B05">
        <w:t xml:space="preserve">musí předložit doklad o autorizaci v rozsahu dle § 5 odst. 3 písm. </w:t>
      </w:r>
      <w:r w:rsidRPr="001B4B05">
        <w:rPr>
          <w:b/>
        </w:rPr>
        <w:t>b)</w:t>
      </w:r>
      <w:r w:rsidRPr="001B4B05">
        <w:t xml:space="preserve"> autorizačního zákona, tedy v oboru </w:t>
      </w:r>
      <w:r w:rsidRPr="001B4B05">
        <w:rPr>
          <w:b/>
        </w:rPr>
        <w:t>dopravní stavby</w:t>
      </w:r>
      <w:r w:rsidR="0035531B" w:rsidRPr="001B4B05">
        <w:t>;</w:t>
      </w:r>
    </w:p>
    <w:p w14:paraId="3EB49A7A" w14:textId="77777777" w:rsidR="0035531B" w:rsidRPr="001B4B05" w:rsidRDefault="0035531B" w:rsidP="008B2021">
      <w:pPr>
        <w:pStyle w:val="Odstavec1-1a"/>
        <w:rPr>
          <w:rStyle w:val="Tun9b"/>
        </w:rPr>
      </w:pPr>
      <w:r w:rsidRPr="001B4B05">
        <w:rPr>
          <w:rStyle w:val="Tun9b"/>
        </w:rPr>
        <w:t>specialista (vedoucí prací) na geotechniku</w:t>
      </w:r>
    </w:p>
    <w:p w14:paraId="0CE46F73" w14:textId="77777777" w:rsidR="0035531B" w:rsidRPr="001B4B05" w:rsidRDefault="0035531B" w:rsidP="008B2021">
      <w:pPr>
        <w:pStyle w:val="Odrka1-2-"/>
      </w:pPr>
      <w:r w:rsidRPr="001B4B05">
        <w:t>nejméně 5 let praxe</w:t>
      </w:r>
      <w:r w:rsidR="00092CC9" w:rsidRPr="001B4B05">
        <w:t xml:space="preserve"> v </w:t>
      </w:r>
      <w:r w:rsidRPr="001B4B05">
        <w:t xml:space="preserve">oboru své specializace </w:t>
      </w:r>
      <w:r w:rsidR="00B07880" w:rsidRPr="00823280">
        <w:rPr>
          <w:b/>
        </w:rPr>
        <w:t>(geotechnika)</w:t>
      </w:r>
      <w:r w:rsidR="00B07880" w:rsidRPr="001B4B05">
        <w:t xml:space="preserve"> </w:t>
      </w:r>
      <w:r w:rsidRPr="001B4B05">
        <w:t>při provádění staveb;</w:t>
      </w:r>
    </w:p>
    <w:p w14:paraId="329438AA" w14:textId="375C7398" w:rsidR="0035531B" w:rsidRPr="001B4B05" w:rsidRDefault="0031558E" w:rsidP="0035531B">
      <w:pPr>
        <w:pStyle w:val="Odrka1-2-"/>
      </w:pPr>
      <w:r w:rsidRPr="001B4B05">
        <w:t xml:space="preserve">musí předložit doklad o autorizaci v rozsahu dle § 5 odst. 3 písm. </w:t>
      </w:r>
      <w:r w:rsidRPr="001B4B05">
        <w:rPr>
          <w:b/>
        </w:rPr>
        <w:t>i)</w:t>
      </w:r>
      <w:r w:rsidRPr="001B4B05">
        <w:t xml:space="preserve"> autorizačního zákona, tedy v oboru</w:t>
      </w:r>
      <w:r w:rsidRPr="001B4B05">
        <w:rPr>
          <w:b/>
        </w:rPr>
        <w:t xml:space="preserve"> geotechnika</w:t>
      </w:r>
      <w:r w:rsidR="0035531B" w:rsidRPr="001B4B05">
        <w:t>;</w:t>
      </w:r>
    </w:p>
    <w:p w14:paraId="7B4E99D6" w14:textId="77777777" w:rsidR="0035531B" w:rsidRPr="00823280" w:rsidRDefault="0035531B" w:rsidP="008B2021">
      <w:pPr>
        <w:pStyle w:val="Odstavec1-1a"/>
        <w:rPr>
          <w:rStyle w:val="Tun9b"/>
        </w:rPr>
      </w:pPr>
      <w:r w:rsidRPr="00823280">
        <w:rPr>
          <w:rStyle w:val="Tun9b"/>
        </w:rPr>
        <w:t>osoba odpovědná za kontrolu kvality</w:t>
      </w:r>
    </w:p>
    <w:p w14:paraId="284034FE" w14:textId="77777777" w:rsidR="0035531B" w:rsidRPr="00823280" w:rsidRDefault="0035531B" w:rsidP="0035531B">
      <w:pPr>
        <w:pStyle w:val="Odrka1-2-"/>
      </w:pPr>
      <w:r w:rsidRPr="00823280">
        <w:t>nejméně 5 let praxe</w:t>
      </w:r>
      <w:r w:rsidR="00092CC9" w:rsidRPr="00823280">
        <w:t xml:space="preserve"> v </w:t>
      </w:r>
      <w:r w:rsidRPr="00823280">
        <w:t xml:space="preserve">oboru kontroly kvality, se znalostí ověřování </w:t>
      </w:r>
      <w:r w:rsidRPr="00823280">
        <w:rPr>
          <w:b/>
        </w:rPr>
        <w:t>kvality stavebních materiálů;</w:t>
      </w:r>
    </w:p>
    <w:p w14:paraId="423DBD67" w14:textId="77777777" w:rsidR="0035531B" w:rsidRPr="00823280" w:rsidRDefault="0035531B" w:rsidP="008B2021">
      <w:pPr>
        <w:pStyle w:val="Odstavec1-1a"/>
        <w:rPr>
          <w:rStyle w:val="Tun9b"/>
        </w:rPr>
      </w:pPr>
      <w:r w:rsidRPr="00823280">
        <w:rPr>
          <w:rStyle w:val="Tun9b"/>
        </w:rPr>
        <w:t>osoba odpovědná za bezpečnost</w:t>
      </w:r>
      <w:r w:rsidR="00845C50" w:rsidRPr="00823280">
        <w:rPr>
          <w:rStyle w:val="Tun9b"/>
        </w:rPr>
        <w:t xml:space="preserve"> a </w:t>
      </w:r>
      <w:r w:rsidRPr="00823280">
        <w:rPr>
          <w:rStyle w:val="Tun9b"/>
        </w:rPr>
        <w:t>ochranu zdraví při práci</w:t>
      </w:r>
    </w:p>
    <w:p w14:paraId="42D38D07" w14:textId="77777777" w:rsidR="0035531B" w:rsidRPr="00823280" w:rsidRDefault="0035531B" w:rsidP="008B2021">
      <w:pPr>
        <w:pStyle w:val="Odrka1-2-"/>
      </w:pPr>
      <w:r w:rsidRPr="00823280">
        <w:t>nejméně 5 let praxe</w:t>
      </w:r>
      <w:r w:rsidR="00092CC9" w:rsidRPr="00823280">
        <w:t xml:space="preserve"> v </w:t>
      </w:r>
      <w:r w:rsidRPr="00823280">
        <w:t xml:space="preserve">oboru </w:t>
      </w:r>
      <w:r w:rsidRPr="00823280">
        <w:rPr>
          <w:b/>
        </w:rPr>
        <w:t>bezpečnosti</w:t>
      </w:r>
      <w:r w:rsidR="00845C50" w:rsidRPr="00823280">
        <w:rPr>
          <w:b/>
        </w:rPr>
        <w:t xml:space="preserve"> a </w:t>
      </w:r>
      <w:r w:rsidRPr="00823280">
        <w:rPr>
          <w:b/>
        </w:rPr>
        <w:t>ochrany zdraví při práci;</w:t>
      </w:r>
    </w:p>
    <w:p w14:paraId="48D60CF3" w14:textId="77777777" w:rsidR="0035531B" w:rsidRPr="00F13D09" w:rsidRDefault="0035531B" w:rsidP="008B2021">
      <w:pPr>
        <w:pStyle w:val="Odstavec1-1a"/>
        <w:rPr>
          <w:rStyle w:val="Tun9b"/>
        </w:rPr>
      </w:pPr>
      <w:r w:rsidRPr="00F13D09">
        <w:rPr>
          <w:rStyle w:val="Tun9b"/>
        </w:rPr>
        <w:t>osoba odpovědná za ochranu životního prostředí</w:t>
      </w:r>
    </w:p>
    <w:p w14:paraId="7792C9B7" w14:textId="77777777" w:rsidR="0035531B" w:rsidRPr="00F13D09" w:rsidRDefault="0035531B" w:rsidP="008B2021">
      <w:pPr>
        <w:pStyle w:val="Odrka1-2-"/>
      </w:pPr>
      <w:r w:rsidRPr="00F13D09">
        <w:t>nejméně 5 let praxe</w:t>
      </w:r>
      <w:r w:rsidR="00092CC9" w:rsidRPr="00F13D09">
        <w:t xml:space="preserve"> v </w:t>
      </w:r>
      <w:r w:rsidRPr="00F13D09">
        <w:rPr>
          <w:b/>
        </w:rPr>
        <w:t>oboru ochrany životního prostředí;</w:t>
      </w:r>
    </w:p>
    <w:p w14:paraId="555156A2" w14:textId="77777777" w:rsidR="0035531B" w:rsidRPr="00F13D09" w:rsidRDefault="0035531B" w:rsidP="008B2021">
      <w:pPr>
        <w:pStyle w:val="Odstavec1-1a"/>
        <w:rPr>
          <w:rStyle w:val="Tun9b"/>
        </w:rPr>
      </w:pPr>
      <w:r w:rsidRPr="00F13D09">
        <w:rPr>
          <w:rStyle w:val="Tun9b"/>
        </w:rPr>
        <w:t>osoba odpovědná za odpadové hospodářství</w:t>
      </w:r>
    </w:p>
    <w:p w14:paraId="2F006F7D" w14:textId="1C9FAA46" w:rsidR="0035531B" w:rsidRPr="00F13D09" w:rsidRDefault="0035531B" w:rsidP="008B2021">
      <w:pPr>
        <w:pStyle w:val="Odrka1-2-"/>
        <w:rPr>
          <w:b/>
        </w:rPr>
      </w:pPr>
      <w:r w:rsidRPr="00F13D09">
        <w:t>nejméně 5 let praxe</w:t>
      </w:r>
      <w:r w:rsidR="00092CC9" w:rsidRPr="00F13D09">
        <w:t xml:space="preserve"> v </w:t>
      </w:r>
      <w:r w:rsidRPr="00F13D09">
        <w:rPr>
          <w:b/>
        </w:rPr>
        <w:t>oboru odpadového hospodářství;</w:t>
      </w:r>
    </w:p>
    <w:p w14:paraId="34540198" w14:textId="77777777" w:rsidR="00E9729C" w:rsidRDefault="00E9729C" w:rsidP="00E9729C">
      <w:pPr>
        <w:pStyle w:val="Odrka1-2-"/>
        <w:numPr>
          <w:ilvl w:val="0"/>
          <w:numId w:val="0"/>
        </w:numPr>
        <w:ind w:left="1531"/>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w:t>
      </w:r>
      <w:r>
        <w:lastRenderedPageBreak/>
        <w:t>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B5586A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w:t>
      </w:r>
      <w:r w:rsidR="00FD7B7A">
        <w:t>5</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53500214"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w:t>
      </w:r>
      <w:r w:rsidR="00FD7B7A">
        <w:t>5</w:t>
      </w:r>
      <w:r>
        <w:t xml:space="preserve"> letech od zahájení </w:t>
      </w:r>
      <w:r w:rsidR="00FF08AB" w:rsidRPr="00FF08AB">
        <w:t xml:space="preserve">výběrového </w:t>
      </w:r>
      <w:r>
        <w:t>řízení, ale příslušný člen odborného personálu na její realizaci přestal působit více než 1</w:t>
      </w:r>
      <w:r w:rsidR="00FD7B7A">
        <w:t>5</w:t>
      </w:r>
      <w:r>
        <w:t xml:space="preserve">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w:t>
      </w:r>
      <w:r w:rsidR="00FD7B7A">
        <w:rPr>
          <w:rFonts w:ascii="Verdana" w:hAnsi="Verdana"/>
        </w:rPr>
        <w:t>5</w:t>
      </w:r>
      <w:r w:rsidR="009B3F75">
        <w:rPr>
          <w:rFonts w:ascii="Verdana" w:hAnsi="Verdana"/>
        </w:rPr>
        <w:t xml:space="preserve">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w:t>
      </w:r>
      <w:r>
        <w:lastRenderedPageBreak/>
        <w:t>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460E745A" w:rsidR="0035531B" w:rsidRDefault="00BA5561" w:rsidP="0006499F">
      <w:pPr>
        <w:pStyle w:val="Textbezslovn"/>
      </w:pPr>
      <w:r w:rsidRPr="00BA5561">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w:t>
      </w:r>
      <w:r w:rsidRPr="008B70C7">
        <w:lastRenderedPageBreak/>
        <w:t>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w:t>
      </w:r>
      <w:r>
        <w:lastRenderedPageBreak/>
        <w:t>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77777777" w:rsidR="0035531B" w:rsidRDefault="0035531B" w:rsidP="00BA5561">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D4C6694"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6B01DC38" w:rsidR="00F024AB" w:rsidRPr="00B847EF" w:rsidRDefault="00CD2E13" w:rsidP="00B847EF">
      <w:pPr>
        <w:pStyle w:val="Textbezslovn"/>
        <w:rPr>
          <w:b/>
        </w:rPr>
      </w:pPr>
      <w:r w:rsidRPr="00B622B6">
        <w:rPr>
          <w:rFonts w:cs="Arial"/>
          <w:b/>
        </w:rPr>
        <w:t>Nabídky lze podat v termínu, který je uveden na profilu zadavatele:</w:t>
      </w:r>
      <w:r w:rsidRPr="00B622B6">
        <w:rPr>
          <w:rFonts w:cs="Arial"/>
        </w:rPr>
        <w:t xml:space="preserve"> </w:t>
      </w:r>
      <w:hyperlink r:id="rId21" w:history="1">
        <w:r w:rsidRPr="00B622B6">
          <w:rPr>
            <w:rStyle w:val="Hypertextovodkaz"/>
            <w:rFonts w:cs="Arial"/>
            <w:b/>
            <w:bCs/>
            <w:lang w:eastAsia="cs-CZ"/>
          </w:rPr>
          <w:t>https://zakazky.spravazeleznic.cz/</w:t>
        </w:r>
      </w:hyperlink>
      <w:r w:rsidRPr="00B622B6">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57B15E16" w:rsidR="00695DAA" w:rsidRDefault="00695DAA" w:rsidP="00695DAA">
      <w:pPr>
        <w:pStyle w:val="Odrka1-1"/>
      </w:pPr>
      <w:r>
        <w:t>Informace o společnosti dodavatelů ve formě formuláře obsaženého v Příloze č. 3</w:t>
      </w:r>
      <w:r w:rsidR="00132872">
        <w:t xml:space="preserve"> </w:t>
      </w:r>
      <w:r>
        <w:t>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E25FB5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2F6994">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16A387F" w:rsidR="0035531B" w:rsidRDefault="00695DAA" w:rsidP="00695DAA">
      <w:pPr>
        <w:pStyle w:val="Odrka1-1"/>
      </w:pPr>
      <w:r>
        <w:t xml:space="preserve">Oceněný </w:t>
      </w:r>
      <w:r w:rsidRPr="00B847EF">
        <w:t xml:space="preserve">Soupis prací </w:t>
      </w:r>
      <w:r w:rsidR="00BB0379" w:rsidRPr="00B847EF">
        <w:t>obsažený</w:t>
      </w:r>
      <w:r w:rsidRPr="00B847EF">
        <w:t xml:space="preserve"> v Dílu 4 zadávací dokumentace</w:t>
      </w:r>
      <w:r w:rsidR="00BB0379" w:rsidRPr="00B847EF">
        <w:t>, včetně Rekapitulace ceny dle SO a PS</w:t>
      </w:r>
      <w:r w:rsidR="0035531B" w:rsidRPr="00B847EF">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w:t>
      </w:r>
      <w:r w:rsidRPr="00695DAA">
        <w:rPr>
          <w:rStyle w:val="Tun9b"/>
          <w:b w:val="0"/>
        </w:rPr>
        <w:lastRenderedPageBreak/>
        <w:t xml:space="preserve">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w:t>
      </w:r>
      <w:r w:rsidRPr="004C086E">
        <w:lastRenderedPageBreak/>
        <w:t>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642B91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lastRenderedPageBreak/>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lastRenderedPageBreak/>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815B193"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47980F3"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42057">
        <w:t>30 000 000,-</w:t>
      </w:r>
      <w:r>
        <w:t xml:space="preserve"> Kč bez DPH.</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951002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61862">
        <w:t xml:space="preserve">uvedené v článku 19.3, resp. v článku 19.4 </w:t>
      </w:r>
      <w:r w:rsidR="005909AC" w:rsidRPr="00761862">
        <w:t xml:space="preserve">až 19.8 </w:t>
      </w:r>
      <w:r w:rsidRPr="00761862">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AFCC3DA" w14:textId="5C7B41D8"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w:t>
      </w:r>
      <w:r>
        <w:lastRenderedPageBreak/>
        <w:t xml:space="preserve">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1C9AEC1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E20BD6">
        <w:t>4.9</w:t>
      </w:r>
      <w:r>
        <w:t xml:space="preserve"> závazného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1AD3BDD9" w:rsidR="0035531B" w:rsidRDefault="0035531B" w:rsidP="00564DDD">
      <w:pPr>
        <w:pStyle w:val="Textbezslovn"/>
        <w:spacing w:after="0"/>
      </w:pPr>
      <w:r w:rsidRPr="00C53E6B">
        <w:t>V</w:t>
      </w:r>
      <w:r w:rsidR="00B36181" w:rsidRPr="00C53E6B">
        <w:t> </w:t>
      </w:r>
      <w:r w:rsidRPr="00C53E6B">
        <w:t>Praze</w:t>
      </w:r>
    </w:p>
    <w:p w14:paraId="26A13A79" w14:textId="77777777" w:rsidR="0035531B" w:rsidRDefault="0035531B" w:rsidP="00564DDD">
      <w:pPr>
        <w:pStyle w:val="Textbezslovn"/>
        <w:spacing w:after="0"/>
      </w:pPr>
    </w:p>
    <w:p w14:paraId="124D0D46" w14:textId="229FB583" w:rsidR="0035531B" w:rsidRDefault="0035531B" w:rsidP="00564DDD">
      <w:pPr>
        <w:pStyle w:val="Textbezslovn"/>
        <w:spacing w:after="0"/>
      </w:pPr>
    </w:p>
    <w:p w14:paraId="640322F4" w14:textId="77777777" w:rsidR="001749D8" w:rsidRDefault="001749D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1B139BC9" w14:textId="77777777" w:rsidR="00C53E6B" w:rsidRDefault="00C53E6B" w:rsidP="00C53E6B">
      <w:pPr>
        <w:pStyle w:val="Textbezslovn"/>
        <w:spacing w:after="0"/>
      </w:pPr>
      <w:r>
        <w:t>Ing. Petr Hofhanzl</w:t>
      </w:r>
    </w:p>
    <w:p w14:paraId="5A4C33B4" w14:textId="77777777" w:rsidR="00C53E6B" w:rsidRDefault="00C53E6B" w:rsidP="00C53E6B">
      <w:pPr>
        <w:pStyle w:val="Textbezslovn"/>
        <w:spacing w:after="0"/>
      </w:pPr>
      <w:r>
        <w:t>ředitel Stavební správy západ</w:t>
      </w:r>
    </w:p>
    <w:p w14:paraId="38685762" w14:textId="77777777" w:rsidR="00C53E6B" w:rsidRDefault="00C53E6B" w:rsidP="00C53E6B">
      <w:pPr>
        <w:pStyle w:val="Textbezslovn"/>
        <w:spacing w:after="0"/>
      </w:pPr>
      <w:r>
        <w:t>Správa železnic,</w:t>
      </w:r>
    </w:p>
    <w:p w14:paraId="15ED2006" w14:textId="77777777" w:rsidR="00C53E6B" w:rsidRDefault="00C53E6B" w:rsidP="00C53E6B">
      <w:pPr>
        <w:pStyle w:val="Textbezslovn"/>
        <w:spacing w:after="0"/>
      </w:pPr>
      <w:r>
        <w:t xml:space="preserve">státní organizace </w:t>
      </w:r>
    </w:p>
    <w:p w14:paraId="16AFB686" w14:textId="44F23C5A" w:rsidR="00564DDD" w:rsidRDefault="00C53E6B" w:rsidP="00C53E6B">
      <w:pPr>
        <w:pStyle w:val="Textbezslovn"/>
        <w:spacing w:after="0"/>
      </w:pPr>
      <w:r>
        <w:t>(podepsáno elektronicky)</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FB7A784" w:rsidR="008C65E0" w:rsidRDefault="006A6AF2" w:rsidP="006A6AF2">
      <w:pPr>
        <w:pStyle w:val="Textbezslovn"/>
        <w:ind w:left="0"/>
      </w:pPr>
      <w:r w:rsidRPr="006A6AF2">
        <w:t xml:space="preserve">Řádně jsme se seznámili se zněním zadávacích podmínek veřejné zakázky s názvem </w:t>
      </w:r>
      <w:r w:rsidR="00FF067A" w:rsidRPr="00C67F9B">
        <w:rPr>
          <w:b/>
        </w:rPr>
        <w:t xml:space="preserve">„Rekonstrukce Bečovského tunelu na trati Mariánské Lázně – Karlovy Vary </w:t>
      </w:r>
      <w:proofErr w:type="spellStart"/>
      <w:r w:rsidR="00FF067A" w:rsidRPr="00C67F9B">
        <w:rPr>
          <w:b/>
        </w:rPr>
        <w:t>dol</w:t>
      </w:r>
      <w:proofErr w:type="spellEnd"/>
      <w:r w:rsidR="00FF067A" w:rsidRPr="00C67F9B">
        <w:rPr>
          <w:b/>
        </w:rPr>
        <w:t>. n.</w:t>
      </w:r>
      <w:r w:rsidR="00C67F9B" w:rsidRPr="00C67F9B">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46C99CA6"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99616B">
              <w:rPr>
                <w:b/>
              </w:rPr>
              <w:t xml:space="preserve">posledních </w:t>
            </w:r>
            <w:r w:rsidR="008E2B78">
              <w:rPr>
                <w:b/>
              </w:rPr>
              <w:t>1</w:t>
            </w:r>
            <w:r w:rsidR="00FD7B7A">
              <w:rPr>
                <w:b/>
              </w:rPr>
              <w:t>5</w:t>
            </w:r>
            <w:r w:rsidR="00DD63D8" w:rsidRPr="0099616B">
              <w:rPr>
                <w:b/>
              </w:rPr>
              <w:t xml:space="preserve">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55ACAAC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67C588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99616B" w:rsidRPr="0099616B">
        <w:rPr>
          <w:rFonts w:eastAsia="Times New Roman" w:cs="Times New Roman"/>
          <w:b/>
          <w:lang w:eastAsia="cs-CZ"/>
        </w:rPr>
        <w:t>„</w:t>
      </w:r>
      <w:r w:rsidR="00F94964" w:rsidRPr="0099616B">
        <w:rPr>
          <w:b/>
        </w:rPr>
        <w:t xml:space="preserve">Rekonstrukce Bečovského tunelu na trati Mariánské Lázně – Karlovy Vary </w:t>
      </w:r>
      <w:proofErr w:type="spellStart"/>
      <w:r w:rsidR="00F94964" w:rsidRPr="0099616B">
        <w:rPr>
          <w:b/>
        </w:rPr>
        <w:t>dol</w:t>
      </w:r>
      <w:proofErr w:type="spellEnd"/>
      <w:r w:rsidR="00F94964" w:rsidRPr="0099616B">
        <w:rPr>
          <w:b/>
        </w:rPr>
        <w:t>. n.</w:t>
      </w:r>
      <w:r w:rsidR="0099616B" w:rsidRPr="0099616B">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91022" w14:textId="77777777" w:rsidR="0079282D" w:rsidRDefault="0079282D" w:rsidP="00962258">
      <w:pPr>
        <w:spacing w:after="0" w:line="240" w:lineRule="auto"/>
      </w:pPr>
      <w:r>
        <w:separator/>
      </w:r>
    </w:p>
  </w:endnote>
  <w:endnote w:type="continuationSeparator" w:id="0">
    <w:p w14:paraId="6CA6BE50" w14:textId="77777777" w:rsidR="0079282D" w:rsidRDefault="007928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73DF" w14:paraId="43E6FD8A" w14:textId="77777777" w:rsidTr="00EB46E5">
      <w:tc>
        <w:tcPr>
          <w:tcW w:w="1361" w:type="dxa"/>
          <w:tcMar>
            <w:left w:w="0" w:type="dxa"/>
            <w:right w:w="0" w:type="dxa"/>
          </w:tcMar>
          <w:vAlign w:val="bottom"/>
        </w:tcPr>
        <w:p w14:paraId="016FBFAA" w14:textId="0B80B38C" w:rsidR="008773DF" w:rsidRPr="00B8518B" w:rsidRDefault="008773D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8773DF" w:rsidRDefault="008773DF" w:rsidP="00B8518B">
          <w:pPr>
            <w:pStyle w:val="Zpat"/>
          </w:pPr>
        </w:p>
      </w:tc>
      <w:tc>
        <w:tcPr>
          <w:tcW w:w="425" w:type="dxa"/>
          <w:shd w:val="clear" w:color="auto" w:fill="auto"/>
          <w:tcMar>
            <w:left w:w="0" w:type="dxa"/>
            <w:right w:w="0" w:type="dxa"/>
          </w:tcMar>
        </w:tcPr>
        <w:p w14:paraId="45F1B8FE" w14:textId="77777777" w:rsidR="008773DF" w:rsidRDefault="008773DF" w:rsidP="00B8518B">
          <w:pPr>
            <w:pStyle w:val="Zpat"/>
          </w:pPr>
        </w:p>
      </w:tc>
      <w:tc>
        <w:tcPr>
          <w:tcW w:w="8505" w:type="dxa"/>
        </w:tcPr>
        <w:p w14:paraId="6552BBF7" w14:textId="36CE4895" w:rsidR="008773DF" w:rsidRDefault="008773DF" w:rsidP="00EB46E5">
          <w:pPr>
            <w:pStyle w:val="Zpat0"/>
          </w:pPr>
          <w:r w:rsidRPr="00844001">
            <w:t xml:space="preserve">„Rekonstrukce Bečovského tunelu na trati Mariánské Lázně – Karlovy Vary </w:t>
          </w:r>
          <w:proofErr w:type="spellStart"/>
          <w:r w:rsidRPr="00844001">
            <w:t>dol</w:t>
          </w:r>
          <w:proofErr w:type="spellEnd"/>
          <w:r w:rsidRPr="00844001">
            <w:t>. n.“</w:t>
          </w:r>
        </w:p>
        <w:p w14:paraId="3201EED0" w14:textId="77777777" w:rsidR="008773DF" w:rsidRDefault="008773DF" w:rsidP="00EB46E5">
          <w:pPr>
            <w:pStyle w:val="Zpat0"/>
          </w:pPr>
          <w:r>
            <w:t>Díl 1 – VÝZVA K PODÁNÍ NABÍDKY</w:t>
          </w:r>
        </w:p>
        <w:p w14:paraId="0F33739D" w14:textId="77777777" w:rsidR="008773DF" w:rsidRDefault="008773DF" w:rsidP="0035531B">
          <w:pPr>
            <w:pStyle w:val="Zpat0"/>
          </w:pPr>
        </w:p>
      </w:tc>
    </w:tr>
  </w:tbl>
  <w:p w14:paraId="0F99771F" w14:textId="77777777" w:rsidR="008773DF" w:rsidRPr="00B8518B" w:rsidRDefault="008773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8773DF" w:rsidRPr="00B8518B" w:rsidRDefault="008773DF" w:rsidP="00460660">
    <w:pPr>
      <w:pStyle w:val="Zpat"/>
      <w:rPr>
        <w:sz w:val="2"/>
        <w:szCs w:val="2"/>
      </w:rPr>
    </w:pPr>
  </w:p>
  <w:p w14:paraId="542534AD" w14:textId="77777777" w:rsidR="008773DF" w:rsidRPr="00460660" w:rsidRDefault="008773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7747E" w14:textId="77777777" w:rsidR="0079282D" w:rsidRDefault="0079282D" w:rsidP="00962258">
      <w:pPr>
        <w:spacing w:after="0" w:line="240" w:lineRule="auto"/>
      </w:pPr>
      <w:r>
        <w:separator/>
      </w:r>
    </w:p>
  </w:footnote>
  <w:footnote w:type="continuationSeparator" w:id="0">
    <w:p w14:paraId="482D1BA3" w14:textId="77777777" w:rsidR="0079282D" w:rsidRDefault="0079282D" w:rsidP="00962258">
      <w:pPr>
        <w:spacing w:after="0" w:line="240" w:lineRule="auto"/>
      </w:pPr>
      <w:r>
        <w:continuationSeparator/>
      </w:r>
    </w:p>
  </w:footnote>
  <w:footnote w:id="1">
    <w:p w14:paraId="6D9839BF" w14:textId="77777777" w:rsidR="008773DF" w:rsidRDefault="008773D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8773DF" w:rsidRDefault="008773D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8773DF" w:rsidRDefault="008773D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8773DF" w:rsidRDefault="008773D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8773DF" w:rsidRDefault="008773D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8773DF" w:rsidRDefault="008773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8773DF" w:rsidRDefault="008773D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8773DF" w:rsidRDefault="008773D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8773DF" w:rsidRDefault="008773DF"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8773DF" w:rsidRDefault="008773DF"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73DF" w14:paraId="79A2CDDF" w14:textId="77777777" w:rsidTr="00C02D0A">
      <w:trPr>
        <w:trHeight w:hRule="exact" w:val="454"/>
      </w:trPr>
      <w:tc>
        <w:tcPr>
          <w:tcW w:w="1361" w:type="dxa"/>
          <w:tcMar>
            <w:top w:w="57" w:type="dxa"/>
            <w:left w:w="0" w:type="dxa"/>
            <w:right w:w="0" w:type="dxa"/>
          </w:tcMar>
        </w:tcPr>
        <w:p w14:paraId="6F56E93F" w14:textId="77777777" w:rsidR="008773DF" w:rsidRPr="00B8518B" w:rsidRDefault="008773DF" w:rsidP="00523EA7">
          <w:pPr>
            <w:pStyle w:val="Zpat"/>
            <w:rPr>
              <w:rStyle w:val="slostrnky"/>
            </w:rPr>
          </w:pPr>
        </w:p>
      </w:tc>
      <w:tc>
        <w:tcPr>
          <w:tcW w:w="3458" w:type="dxa"/>
          <w:shd w:val="clear" w:color="auto" w:fill="auto"/>
          <w:tcMar>
            <w:top w:w="57" w:type="dxa"/>
            <w:left w:w="0" w:type="dxa"/>
            <w:right w:w="0" w:type="dxa"/>
          </w:tcMar>
        </w:tcPr>
        <w:p w14:paraId="743F0C7F" w14:textId="77777777" w:rsidR="008773DF" w:rsidRDefault="008773DF" w:rsidP="00523EA7">
          <w:pPr>
            <w:pStyle w:val="Zpat"/>
          </w:pPr>
        </w:p>
      </w:tc>
      <w:tc>
        <w:tcPr>
          <w:tcW w:w="5698" w:type="dxa"/>
          <w:shd w:val="clear" w:color="auto" w:fill="auto"/>
          <w:tcMar>
            <w:top w:w="57" w:type="dxa"/>
            <w:left w:w="0" w:type="dxa"/>
            <w:right w:w="0" w:type="dxa"/>
          </w:tcMar>
        </w:tcPr>
        <w:p w14:paraId="31CF52A8" w14:textId="77777777" w:rsidR="008773DF" w:rsidRPr="00D6163D" w:rsidRDefault="008773DF" w:rsidP="00D6163D">
          <w:pPr>
            <w:pStyle w:val="Druhdokumentu"/>
          </w:pPr>
        </w:p>
      </w:tc>
    </w:tr>
  </w:tbl>
  <w:p w14:paraId="75C0D1DB" w14:textId="77777777" w:rsidR="008773DF" w:rsidRPr="00D6163D" w:rsidRDefault="008773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73DF" w14:paraId="305FD5DB" w14:textId="77777777" w:rsidTr="00B22106">
      <w:trPr>
        <w:trHeight w:hRule="exact" w:val="936"/>
      </w:trPr>
      <w:tc>
        <w:tcPr>
          <w:tcW w:w="1361" w:type="dxa"/>
          <w:tcMar>
            <w:left w:w="0" w:type="dxa"/>
            <w:right w:w="0" w:type="dxa"/>
          </w:tcMar>
        </w:tcPr>
        <w:p w14:paraId="570B0069" w14:textId="77777777" w:rsidR="008773DF" w:rsidRPr="00B8518B" w:rsidRDefault="008773DF" w:rsidP="00FC6389">
          <w:pPr>
            <w:pStyle w:val="Zpat"/>
            <w:rPr>
              <w:rStyle w:val="slostrnky"/>
            </w:rPr>
          </w:pPr>
        </w:p>
      </w:tc>
      <w:tc>
        <w:tcPr>
          <w:tcW w:w="3458" w:type="dxa"/>
          <w:shd w:val="clear" w:color="auto" w:fill="auto"/>
          <w:tcMar>
            <w:left w:w="0" w:type="dxa"/>
            <w:right w:w="0" w:type="dxa"/>
          </w:tcMar>
        </w:tcPr>
        <w:p w14:paraId="5C1BA917" w14:textId="77777777" w:rsidR="008773DF" w:rsidRDefault="008773DF" w:rsidP="00FC6389">
          <w:pPr>
            <w:pStyle w:val="Zpat"/>
          </w:pPr>
        </w:p>
      </w:tc>
      <w:tc>
        <w:tcPr>
          <w:tcW w:w="5756" w:type="dxa"/>
          <w:shd w:val="clear" w:color="auto" w:fill="auto"/>
          <w:tcMar>
            <w:left w:w="0" w:type="dxa"/>
            <w:right w:w="0" w:type="dxa"/>
          </w:tcMar>
        </w:tcPr>
        <w:p w14:paraId="2C32B53E" w14:textId="77777777" w:rsidR="008773DF" w:rsidRPr="00D6163D" w:rsidRDefault="008773DF" w:rsidP="00FC6389">
          <w:pPr>
            <w:pStyle w:val="Druhdokumentu"/>
          </w:pPr>
        </w:p>
      </w:tc>
    </w:tr>
    <w:tr w:rsidR="008773DF" w14:paraId="69F8D53D" w14:textId="77777777" w:rsidTr="00B22106">
      <w:trPr>
        <w:trHeight w:hRule="exact" w:val="936"/>
      </w:trPr>
      <w:tc>
        <w:tcPr>
          <w:tcW w:w="1361" w:type="dxa"/>
          <w:tcMar>
            <w:left w:w="0" w:type="dxa"/>
            <w:right w:w="0" w:type="dxa"/>
          </w:tcMar>
        </w:tcPr>
        <w:p w14:paraId="679BED3A" w14:textId="77777777" w:rsidR="008773DF" w:rsidRPr="00B8518B" w:rsidRDefault="008773DF" w:rsidP="00FC6389">
          <w:pPr>
            <w:pStyle w:val="Zpat"/>
            <w:rPr>
              <w:rStyle w:val="slostrnky"/>
            </w:rPr>
          </w:pPr>
        </w:p>
      </w:tc>
      <w:tc>
        <w:tcPr>
          <w:tcW w:w="3458" w:type="dxa"/>
          <w:shd w:val="clear" w:color="auto" w:fill="auto"/>
          <w:tcMar>
            <w:left w:w="0" w:type="dxa"/>
            <w:right w:w="0" w:type="dxa"/>
          </w:tcMar>
        </w:tcPr>
        <w:p w14:paraId="63E8AC86" w14:textId="77777777" w:rsidR="008773DF" w:rsidRDefault="008773DF" w:rsidP="00FC6389">
          <w:pPr>
            <w:pStyle w:val="Zpat"/>
          </w:pPr>
        </w:p>
      </w:tc>
      <w:tc>
        <w:tcPr>
          <w:tcW w:w="5756" w:type="dxa"/>
          <w:shd w:val="clear" w:color="auto" w:fill="auto"/>
          <w:tcMar>
            <w:left w:w="0" w:type="dxa"/>
            <w:right w:w="0" w:type="dxa"/>
          </w:tcMar>
        </w:tcPr>
        <w:p w14:paraId="702F8471" w14:textId="77777777" w:rsidR="008773DF" w:rsidRPr="00D6163D" w:rsidRDefault="008773DF" w:rsidP="00FC6389">
          <w:pPr>
            <w:pStyle w:val="Druhdokumentu"/>
          </w:pPr>
        </w:p>
      </w:tc>
    </w:tr>
  </w:tbl>
  <w:p w14:paraId="0A197E79" w14:textId="77777777" w:rsidR="008773DF" w:rsidRPr="00D6163D" w:rsidRDefault="008773D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773DF" w:rsidRPr="00460660" w:rsidRDefault="008773D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2EB263D"/>
    <w:multiLevelType w:val="hybridMultilevel"/>
    <w:tmpl w:val="498E2132"/>
    <w:lvl w:ilvl="0" w:tplc="0405000F">
      <w:start w:val="1"/>
      <w:numFmt w:val="decimal"/>
      <w:lvlText w:val="%1."/>
      <w:lvlJc w:val="left"/>
      <w:pPr>
        <w:ind w:left="1515" w:hanging="360"/>
      </w:pPr>
    </w:lvl>
    <w:lvl w:ilvl="1" w:tplc="04050019" w:tentative="1">
      <w:start w:val="1"/>
      <w:numFmt w:val="lowerLetter"/>
      <w:lvlText w:val="%2."/>
      <w:lvlJc w:val="left"/>
      <w:pPr>
        <w:ind w:left="2235" w:hanging="360"/>
      </w:pPr>
    </w:lvl>
    <w:lvl w:ilvl="2" w:tplc="0405001B" w:tentative="1">
      <w:start w:val="1"/>
      <w:numFmt w:val="lowerRoman"/>
      <w:lvlText w:val="%3."/>
      <w:lvlJc w:val="right"/>
      <w:pPr>
        <w:ind w:left="2955" w:hanging="180"/>
      </w:pPr>
    </w:lvl>
    <w:lvl w:ilvl="3" w:tplc="0405000F" w:tentative="1">
      <w:start w:val="1"/>
      <w:numFmt w:val="decimal"/>
      <w:lvlText w:val="%4."/>
      <w:lvlJc w:val="left"/>
      <w:pPr>
        <w:ind w:left="3675" w:hanging="360"/>
      </w:pPr>
    </w:lvl>
    <w:lvl w:ilvl="4" w:tplc="04050019" w:tentative="1">
      <w:start w:val="1"/>
      <w:numFmt w:val="lowerLetter"/>
      <w:lvlText w:val="%5."/>
      <w:lvlJc w:val="left"/>
      <w:pPr>
        <w:ind w:left="4395" w:hanging="360"/>
      </w:pPr>
    </w:lvl>
    <w:lvl w:ilvl="5" w:tplc="0405001B" w:tentative="1">
      <w:start w:val="1"/>
      <w:numFmt w:val="lowerRoman"/>
      <w:lvlText w:val="%6."/>
      <w:lvlJc w:val="right"/>
      <w:pPr>
        <w:ind w:left="5115" w:hanging="180"/>
      </w:pPr>
    </w:lvl>
    <w:lvl w:ilvl="6" w:tplc="0405000F" w:tentative="1">
      <w:start w:val="1"/>
      <w:numFmt w:val="decimal"/>
      <w:lvlText w:val="%7."/>
      <w:lvlJc w:val="left"/>
      <w:pPr>
        <w:ind w:left="5835" w:hanging="360"/>
      </w:pPr>
    </w:lvl>
    <w:lvl w:ilvl="7" w:tplc="04050019" w:tentative="1">
      <w:start w:val="1"/>
      <w:numFmt w:val="lowerLetter"/>
      <w:lvlText w:val="%8."/>
      <w:lvlJc w:val="left"/>
      <w:pPr>
        <w:ind w:left="6555" w:hanging="360"/>
      </w:pPr>
    </w:lvl>
    <w:lvl w:ilvl="8" w:tplc="0405001B" w:tentative="1">
      <w:start w:val="1"/>
      <w:numFmt w:val="lowerRoman"/>
      <w:lvlText w:val="%9."/>
      <w:lvlJc w:val="right"/>
      <w:pPr>
        <w:ind w:left="7275" w:hanging="180"/>
      </w:p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90C6DD0"/>
    <w:multiLevelType w:val="hybridMultilevel"/>
    <w:tmpl w:val="433A630C"/>
    <w:lvl w:ilvl="0" w:tplc="0405000B">
      <w:start w:val="1"/>
      <w:numFmt w:val="bullet"/>
      <w:lvlText w:val=""/>
      <w:lvlJc w:val="left"/>
      <w:pPr>
        <w:ind w:left="1515" w:hanging="360"/>
      </w:pPr>
      <w:rPr>
        <w:rFonts w:ascii="Wingdings" w:hAnsi="Wingdings"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9"/>
  </w:num>
  <w:num w:numId="8">
    <w:abstractNumId w:val="7"/>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
  </w:num>
  <w:num w:numId="47">
    <w:abstractNumId w:val="7"/>
  </w:num>
  <w:num w:numId="48">
    <w:abstractNumId w:val="6"/>
  </w:num>
  <w:num w:numId="4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1B0A"/>
    <w:rsid w:val="00006188"/>
    <w:rsid w:val="00011AC7"/>
    <w:rsid w:val="0001355D"/>
    <w:rsid w:val="00015DBC"/>
    <w:rsid w:val="000174E8"/>
    <w:rsid w:val="00017F3C"/>
    <w:rsid w:val="000203DB"/>
    <w:rsid w:val="000217CD"/>
    <w:rsid w:val="00021AE9"/>
    <w:rsid w:val="00025680"/>
    <w:rsid w:val="000259F7"/>
    <w:rsid w:val="00025E03"/>
    <w:rsid w:val="00025F06"/>
    <w:rsid w:val="000276A8"/>
    <w:rsid w:val="0003198B"/>
    <w:rsid w:val="000338E9"/>
    <w:rsid w:val="000363D7"/>
    <w:rsid w:val="00041D9D"/>
    <w:rsid w:val="00041EC8"/>
    <w:rsid w:val="000463AA"/>
    <w:rsid w:val="00046545"/>
    <w:rsid w:val="000471FA"/>
    <w:rsid w:val="000552D4"/>
    <w:rsid w:val="00061916"/>
    <w:rsid w:val="00061E45"/>
    <w:rsid w:val="00063AF3"/>
    <w:rsid w:val="0006450D"/>
    <w:rsid w:val="0006499F"/>
    <w:rsid w:val="0006588D"/>
    <w:rsid w:val="00067A5E"/>
    <w:rsid w:val="00067EE3"/>
    <w:rsid w:val="000719BB"/>
    <w:rsid w:val="00071EF2"/>
    <w:rsid w:val="00072A65"/>
    <w:rsid w:val="00072C1E"/>
    <w:rsid w:val="00073794"/>
    <w:rsid w:val="00082434"/>
    <w:rsid w:val="000839DD"/>
    <w:rsid w:val="00083DF3"/>
    <w:rsid w:val="00085564"/>
    <w:rsid w:val="00090767"/>
    <w:rsid w:val="00091CD6"/>
    <w:rsid w:val="00092CC9"/>
    <w:rsid w:val="000961B4"/>
    <w:rsid w:val="000A17AA"/>
    <w:rsid w:val="000A422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89C"/>
    <w:rsid w:val="000E5F0B"/>
    <w:rsid w:val="000E7188"/>
    <w:rsid w:val="000F3BA3"/>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72"/>
    <w:rsid w:val="00132890"/>
    <w:rsid w:val="00140D11"/>
    <w:rsid w:val="00142F26"/>
    <w:rsid w:val="00146361"/>
    <w:rsid w:val="00146496"/>
    <w:rsid w:val="00146BCB"/>
    <w:rsid w:val="00146DD0"/>
    <w:rsid w:val="001472A9"/>
    <w:rsid w:val="00151838"/>
    <w:rsid w:val="00157179"/>
    <w:rsid w:val="001656A2"/>
    <w:rsid w:val="00170521"/>
    <w:rsid w:val="00170EC5"/>
    <w:rsid w:val="001747C1"/>
    <w:rsid w:val="001749D8"/>
    <w:rsid w:val="00177199"/>
    <w:rsid w:val="00177D6B"/>
    <w:rsid w:val="00181F97"/>
    <w:rsid w:val="0018364C"/>
    <w:rsid w:val="001837C6"/>
    <w:rsid w:val="001902D3"/>
    <w:rsid w:val="00191F90"/>
    <w:rsid w:val="00192880"/>
    <w:rsid w:val="0019345F"/>
    <w:rsid w:val="00193D8F"/>
    <w:rsid w:val="001950C2"/>
    <w:rsid w:val="0019527B"/>
    <w:rsid w:val="00196E81"/>
    <w:rsid w:val="001A36DA"/>
    <w:rsid w:val="001A720E"/>
    <w:rsid w:val="001B23A1"/>
    <w:rsid w:val="001B4B05"/>
    <w:rsid w:val="001B4E74"/>
    <w:rsid w:val="001B5ED5"/>
    <w:rsid w:val="001B6BDF"/>
    <w:rsid w:val="001C0138"/>
    <w:rsid w:val="001C38EA"/>
    <w:rsid w:val="001C3945"/>
    <w:rsid w:val="001C449C"/>
    <w:rsid w:val="001C645F"/>
    <w:rsid w:val="001C7382"/>
    <w:rsid w:val="001D0D67"/>
    <w:rsid w:val="001D4B4A"/>
    <w:rsid w:val="001D5DE6"/>
    <w:rsid w:val="001E03BE"/>
    <w:rsid w:val="001E08F5"/>
    <w:rsid w:val="001E1A3D"/>
    <w:rsid w:val="001E651D"/>
    <w:rsid w:val="001E678E"/>
    <w:rsid w:val="001F0B6F"/>
    <w:rsid w:val="001F39FF"/>
    <w:rsid w:val="00202B5D"/>
    <w:rsid w:val="00204773"/>
    <w:rsid w:val="00204A00"/>
    <w:rsid w:val="0020586C"/>
    <w:rsid w:val="0020719F"/>
    <w:rsid w:val="002071BB"/>
    <w:rsid w:val="00207DF5"/>
    <w:rsid w:val="0021062F"/>
    <w:rsid w:val="00211C13"/>
    <w:rsid w:val="0021225E"/>
    <w:rsid w:val="00212820"/>
    <w:rsid w:val="00222120"/>
    <w:rsid w:val="002222C1"/>
    <w:rsid w:val="00233A30"/>
    <w:rsid w:val="00233A53"/>
    <w:rsid w:val="00234B92"/>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123E"/>
    <w:rsid w:val="0027226A"/>
    <w:rsid w:val="00276660"/>
    <w:rsid w:val="00276AFE"/>
    <w:rsid w:val="0028062B"/>
    <w:rsid w:val="00280CE6"/>
    <w:rsid w:val="00283302"/>
    <w:rsid w:val="002856AF"/>
    <w:rsid w:val="002924B8"/>
    <w:rsid w:val="002952C6"/>
    <w:rsid w:val="002A1957"/>
    <w:rsid w:val="002A3B57"/>
    <w:rsid w:val="002C04EE"/>
    <w:rsid w:val="002C1A8E"/>
    <w:rsid w:val="002C31BF"/>
    <w:rsid w:val="002D666C"/>
    <w:rsid w:val="002D7FD6"/>
    <w:rsid w:val="002E0CD7"/>
    <w:rsid w:val="002E0CFB"/>
    <w:rsid w:val="002E0F4A"/>
    <w:rsid w:val="002E294C"/>
    <w:rsid w:val="002E5685"/>
    <w:rsid w:val="002E5B10"/>
    <w:rsid w:val="002E5C7B"/>
    <w:rsid w:val="002F4333"/>
    <w:rsid w:val="002F6994"/>
    <w:rsid w:val="003016FE"/>
    <w:rsid w:val="00307641"/>
    <w:rsid w:val="00311E65"/>
    <w:rsid w:val="00311F11"/>
    <w:rsid w:val="0031498D"/>
    <w:rsid w:val="0031558E"/>
    <w:rsid w:val="00317F7D"/>
    <w:rsid w:val="00321E17"/>
    <w:rsid w:val="00322579"/>
    <w:rsid w:val="00322D3A"/>
    <w:rsid w:val="00324AE8"/>
    <w:rsid w:val="00324C4C"/>
    <w:rsid w:val="00327EEF"/>
    <w:rsid w:val="0033239F"/>
    <w:rsid w:val="00337143"/>
    <w:rsid w:val="0033722A"/>
    <w:rsid w:val="0034274B"/>
    <w:rsid w:val="0034455B"/>
    <w:rsid w:val="00344A9C"/>
    <w:rsid w:val="003452A1"/>
    <w:rsid w:val="0034719F"/>
    <w:rsid w:val="00347D3E"/>
    <w:rsid w:val="00350A35"/>
    <w:rsid w:val="00353F3A"/>
    <w:rsid w:val="0035531B"/>
    <w:rsid w:val="003571D8"/>
    <w:rsid w:val="00357BC6"/>
    <w:rsid w:val="00360076"/>
    <w:rsid w:val="00360428"/>
    <w:rsid w:val="00361422"/>
    <w:rsid w:val="0036290F"/>
    <w:rsid w:val="00370DFC"/>
    <w:rsid w:val="003717A3"/>
    <w:rsid w:val="00373447"/>
    <w:rsid w:val="003753A9"/>
    <w:rsid w:val="0037545D"/>
    <w:rsid w:val="00377E3D"/>
    <w:rsid w:val="00382B21"/>
    <w:rsid w:val="00385740"/>
    <w:rsid w:val="00386FF1"/>
    <w:rsid w:val="00392EB6"/>
    <w:rsid w:val="00393419"/>
    <w:rsid w:val="00393C6E"/>
    <w:rsid w:val="003944D4"/>
    <w:rsid w:val="00394D03"/>
    <w:rsid w:val="003956C6"/>
    <w:rsid w:val="003A0E3D"/>
    <w:rsid w:val="003A4513"/>
    <w:rsid w:val="003B01AA"/>
    <w:rsid w:val="003B26BD"/>
    <w:rsid w:val="003B2F37"/>
    <w:rsid w:val="003B3DDC"/>
    <w:rsid w:val="003B4E63"/>
    <w:rsid w:val="003B596D"/>
    <w:rsid w:val="003C00AA"/>
    <w:rsid w:val="003C103D"/>
    <w:rsid w:val="003C33F2"/>
    <w:rsid w:val="003C3F49"/>
    <w:rsid w:val="003D0EE6"/>
    <w:rsid w:val="003D1A44"/>
    <w:rsid w:val="003D42AA"/>
    <w:rsid w:val="003D756E"/>
    <w:rsid w:val="003E3953"/>
    <w:rsid w:val="003E3CE3"/>
    <w:rsid w:val="003E420D"/>
    <w:rsid w:val="003E4C13"/>
    <w:rsid w:val="003E596C"/>
    <w:rsid w:val="003E79F5"/>
    <w:rsid w:val="003F11D4"/>
    <w:rsid w:val="003F3F8A"/>
    <w:rsid w:val="003F7272"/>
    <w:rsid w:val="003F78E7"/>
    <w:rsid w:val="004018B6"/>
    <w:rsid w:val="004023D5"/>
    <w:rsid w:val="00404BA2"/>
    <w:rsid w:val="0040523A"/>
    <w:rsid w:val="004078F3"/>
    <w:rsid w:val="00410E59"/>
    <w:rsid w:val="00412F6F"/>
    <w:rsid w:val="00413F61"/>
    <w:rsid w:val="004147BE"/>
    <w:rsid w:val="00422E8D"/>
    <w:rsid w:val="0042745B"/>
    <w:rsid w:val="00427794"/>
    <w:rsid w:val="00434625"/>
    <w:rsid w:val="004355FC"/>
    <w:rsid w:val="00440A85"/>
    <w:rsid w:val="00441B76"/>
    <w:rsid w:val="00441E3E"/>
    <w:rsid w:val="00442057"/>
    <w:rsid w:val="00443787"/>
    <w:rsid w:val="0045061D"/>
    <w:rsid w:val="00450F07"/>
    <w:rsid w:val="00451D51"/>
    <w:rsid w:val="0045221E"/>
    <w:rsid w:val="00452F69"/>
    <w:rsid w:val="00453CD3"/>
    <w:rsid w:val="00454716"/>
    <w:rsid w:val="00454BB9"/>
    <w:rsid w:val="00455991"/>
    <w:rsid w:val="00457582"/>
    <w:rsid w:val="00460660"/>
    <w:rsid w:val="004645BC"/>
    <w:rsid w:val="00464BA9"/>
    <w:rsid w:val="00470B77"/>
    <w:rsid w:val="00471347"/>
    <w:rsid w:val="0047162A"/>
    <w:rsid w:val="00474F4D"/>
    <w:rsid w:val="0048094F"/>
    <w:rsid w:val="00480CA0"/>
    <w:rsid w:val="00481047"/>
    <w:rsid w:val="004833D9"/>
    <w:rsid w:val="00483969"/>
    <w:rsid w:val="00484026"/>
    <w:rsid w:val="00485EAD"/>
    <w:rsid w:val="00486107"/>
    <w:rsid w:val="004911F9"/>
    <w:rsid w:val="00491827"/>
    <w:rsid w:val="00492B1C"/>
    <w:rsid w:val="004955FE"/>
    <w:rsid w:val="004B34E9"/>
    <w:rsid w:val="004B4008"/>
    <w:rsid w:val="004B7724"/>
    <w:rsid w:val="004C086E"/>
    <w:rsid w:val="004C2925"/>
    <w:rsid w:val="004C4399"/>
    <w:rsid w:val="004C787C"/>
    <w:rsid w:val="004D3B30"/>
    <w:rsid w:val="004D78D3"/>
    <w:rsid w:val="004D7FE6"/>
    <w:rsid w:val="004E39D9"/>
    <w:rsid w:val="004E55AC"/>
    <w:rsid w:val="004E7107"/>
    <w:rsid w:val="004E77B2"/>
    <w:rsid w:val="004E7A1F"/>
    <w:rsid w:val="004E7CA9"/>
    <w:rsid w:val="004F1D17"/>
    <w:rsid w:val="004F3CA6"/>
    <w:rsid w:val="004F4597"/>
    <w:rsid w:val="004F4B9B"/>
    <w:rsid w:val="004F6CAF"/>
    <w:rsid w:val="004F7001"/>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16C91"/>
    <w:rsid w:val="00520935"/>
    <w:rsid w:val="005210B3"/>
    <w:rsid w:val="00521AC1"/>
    <w:rsid w:val="00523BB5"/>
    <w:rsid w:val="00523EA7"/>
    <w:rsid w:val="005406EB"/>
    <w:rsid w:val="00541A12"/>
    <w:rsid w:val="00542A90"/>
    <w:rsid w:val="00544A85"/>
    <w:rsid w:val="00546FFB"/>
    <w:rsid w:val="00551E4C"/>
    <w:rsid w:val="00553375"/>
    <w:rsid w:val="00555884"/>
    <w:rsid w:val="00555DE2"/>
    <w:rsid w:val="00560665"/>
    <w:rsid w:val="00564DDD"/>
    <w:rsid w:val="00565F22"/>
    <w:rsid w:val="0056655E"/>
    <w:rsid w:val="005710BE"/>
    <w:rsid w:val="005736B7"/>
    <w:rsid w:val="00575E5A"/>
    <w:rsid w:val="00577A3C"/>
    <w:rsid w:val="00580245"/>
    <w:rsid w:val="005836BB"/>
    <w:rsid w:val="00584AFA"/>
    <w:rsid w:val="00587D6D"/>
    <w:rsid w:val="005909AC"/>
    <w:rsid w:val="00595B2D"/>
    <w:rsid w:val="005971DD"/>
    <w:rsid w:val="005A1F44"/>
    <w:rsid w:val="005A2C0B"/>
    <w:rsid w:val="005A3D2F"/>
    <w:rsid w:val="005A4B8F"/>
    <w:rsid w:val="005B0683"/>
    <w:rsid w:val="005B21D6"/>
    <w:rsid w:val="005B3472"/>
    <w:rsid w:val="005B5EA8"/>
    <w:rsid w:val="005B64BB"/>
    <w:rsid w:val="005C2C3B"/>
    <w:rsid w:val="005C2E71"/>
    <w:rsid w:val="005C351A"/>
    <w:rsid w:val="005C55AA"/>
    <w:rsid w:val="005D0321"/>
    <w:rsid w:val="005D3C39"/>
    <w:rsid w:val="005D4921"/>
    <w:rsid w:val="005E33AB"/>
    <w:rsid w:val="005E62AD"/>
    <w:rsid w:val="005F3817"/>
    <w:rsid w:val="005F5485"/>
    <w:rsid w:val="005F7739"/>
    <w:rsid w:val="005F7D9A"/>
    <w:rsid w:val="0060115D"/>
    <w:rsid w:val="00601A8C"/>
    <w:rsid w:val="006023D7"/>
    <w:rsid w:val="006057D0"/>
    <w:rsid w:val="0061068E"/>
    <w:rsid w:val="006113EE"/>
    <w:rsid w:val="00611407"/>
    <w:rsid w:val="006115D3"/>
    <w:rsid w:val="006147CF"/>
    <w:rsid w:val="00616090"/>
    <w:rsid w:val="006238E7"/>
    <w:rsid w:val="00626447"/>
    <w:rsid w:val="00626C82"/>
    <w:rsid w:val="00632813"/>
    <w:rsid w:val="00633DB6"/>
    <w:rsid w:val="00634021"/>
    <w:rsid w:val="00640B30"/>
    <w:rsid w:val="00642162"/>
    <w:rsid w:val="0064673D"/>
    <w:rsid w:val="00655976"/>
    <w:rsid w:val="0065610E"/>
    <w:rsid w:val="00660AD3"/>
    <w:rsid w:val="00660BEB"/>
    <w:rsid w:val="00665F2C"/>
    <w:rsid w:val="006720FB"/>
    <w:rsid w:val="006776B6"/>
    <w:rsid w:val="00677E3B"/>
    <w:rsid w:val="0068200B"/>
    <w:rsid w:val="00686462"/>
    <w:rsid w:val="00687091"/>
    <w:rsid w:val="00687E10"/>
    <w:rsid w:val="00693150"/>
    <w:rsid w:val="00693188"/>
    <w:rsid w:val="00695DAA"/>
    <w:rsid w:val="00696902"/>
    <w:rsid w:val="006A0713"/>
    <w:rsid w:val="006A307F"/>
    <w:rsid w:val="006A548C"/>
    <w:rsid w:val="006A5570"/>
    <w:rsid w:val="006A689C"/>
    <w:rsid w:val="006A6AF2"/>
    <w:rsid w:val="006A7D19"/>
    <w:rsid w:val="006B01BF"/>
    <w:rsid w:val="006B37F1"/>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2893"/>
    <w:rsid w:val="007038DC"/>
    <w:rsid w:val="00703EFD"/>
    <w:rsid w:val="007063D3"/>
    <w:rsid w:val="00706F4C"/>
    <w:rsid w:val="00710723"/>
    <w:rsid w:val="007134F3"/>
    <w:rsid w:val="00714AE8"/>
    <w:rsid w:val="00723ED1"/>
    <w:rsid w:val="00723F2B"/>
    <w:rsid w:val="00724F4C"/>
    <w:rsid w:val="00725ED5"/>
    <w:rsid w:val="00730F79"/>
    <w:rsid w:val="007317D5"/>
    <w:rsid w:val="00734812"/>
    <w:rsid w:val="007354E9"/>
    <w:rsid w:val="007356BD"/>
    <w:rsid w:val="00740AF5"/>
    <w:rsid w:val="0074254B"/>
    <w:rsid w:val="00743525"/>
    <w:rsid w:val="00744F6A"/>
    <w:rsid w:val="00745555"/>
    <w:rsid w:val="00746028"/>
    <w:rsid w:val="007476A8"/>
    <w:rsid w:val="00750F50"/>
    <w:rsid w:val="007541A2"/>
    <w:rsid w:val="00755818"/>
    <w:rsid w:val="0075602A"/>
    <w:rsid w:val="00761862"/>
    <w:rsid w:val="0076286B"/>
    <w:rsid w:val="00762C0E"/>
    <w:rsid w:val="00766532"/>
    <w:rsid w:val="00766846"/>
    <w:rsid w:val="0076790E"/>
    <w:rsid w:val="0077218F"/>
    <w:rsid w:val="00773DC0"/>
    <w:rsid w:val="0077427F"/>
    <w:rsid w:val="0077673A"/>
    <w:rsid w:val="00776A8A"/>
    <w:rsid w:val="007846E1"/>
    <w:rsid w:val="007847D6"/>
    <w:rsid w:val="00792824"/>
    <w:rsid w:val="0079282D"/>
    <w:rsid w:val="00792B6F"/>
    <w:rsid w:val="00797E05"/>
    <w:rsid w:val="007A0923"/>
    <w:rsid w:val="007A2107"/>
    <w:rsid w:val="007A5172"/>
    <w:rsid w:val="007A67A0"/>
    <w:rsid w:val="007B0E5E"/>
    <w:rsid w:val="007B3D4D"/>
    <w:rsid w:val="007B570C"/>
    <w:rsid w:val="007B6941"/>
    <w:rsid w:val="007C21AA"/>
    <w:rsid w:val="007C2AF9"/>
    <w:rsid w:val="007C2BEC"/>
    <w:rsid w:val="007C38F4"/>
    <w:rsid w:val="007C5854"/>
    <w:rsid w:val="007C65F3"/>
    <w:rsid w:val="007D0559"/>
    <w:rsid w:val="007D37CB"/>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920"/>
    <w:rsid w:val="00821D01"/>
    <w:rsid w:val="00822B88"/>
    <w:rsid w:val="00823280"/>
    <w:rsid w:val="00825555"/>
    <w:rsid w:val="00826B7B"/>
    <w:rsid w:val="00831B18"/>
    <w:rsid w:val="00831DE9"/>
    <w:rsid w:val="00833899"/>
    <w:rsid w:val="00840ED6"/>
    <w:rsid w:val="00844001"/>
    <w:rsid w:val="00844BC3"/>
    <w:rsid w:val="00845C0B"/>
    <w:rsid w:val="00845C50"/>
    <w:rsid w:val="00846789"/>
    <w:rsid w:val="00846B1E"/>
    <w:rsid w:val="008513D8"/>
    <w:rsid w:val="00854840"/>
    <w:rsid w:val="0085546C"/>
    <w:rsid w:val="008578BC"/>
    <w:rsid w:val="00857E39"/>
    <w:rsid w:val="008645EE"/>
    <w:rsid w:val="008716A2"/>
    <w:rsid w:val="00872044"/>
    <w:rsid w:val="0087311C"/>
    <w:rsid w:val="0087316A"/>
    <w:rsid w:val="00876D73"/>
    <w:rsid w:val="008773DF"/>
    <w:rsid w:val="00884220"/>
    <w:rsid w:val="0088505C"/>
    <w:rsid w:val="00885968"/>
    <w:rsid w:val="00885C00"/>
    <w:rsid w:val="00887139"/>
    <w:rsid w:val="00887F36"/>
    <w:rsid w:val="00893119"/>
    <w:rsid w:val="00896E31"/>
    <w:rsid w:val="008970AF"/>
    <w:rsid w:val="008A3568"/>
    <w:rsid w:val="008A5B22"/>
    <w:rsid w:val="008B04F2"/>
    <w:rsid w:val="008B2021"/>
    <w:rsid w:val="008B6644"/>
    <w:rsid w:val="008B70C7"/>
    <w:rsid w:val="008C4A48"/>
    <w:rsid w:val="008C50F3"/>
    <w:rsid w:val="008C65BC"/>
    <w:rsid w:val="008C65E0"/>
    <w:rsid w:val="008C7EFE"/>
    <w:rsid w:val="008D03B9"/>
    <w:rsid w:val="008D30C7"/>
    <w:rsid w:val="008D3A5C"/>
    <w:rsid w:val="008D552B"/>
    <w:rsid w:val="008D63F0"/>
    <w:rsid w:val="008E05B6"/>
    <w:rsid w:val="008E1138"/>
    <w:rsid w:val="008E2B78"/>
    <w:rsid w:val="008E30C9"/>
    <w:rsid w:val="008F18D6"/>
    <w:rsid w:val="008F2C9B"/>
    <w:rsid w:val="008F2CCB"/>
    <w:rsid w:val="008F797B"/>
    <w:rsid w:val="009046A6"/>
    <w:rsid w:val="00904780"/>
    <w:rsid w:val="00904FAA"/>
    <w:rsid w:val="0090635B"/>
    <w:rsid w:val="009124F3"/>
    <w:rsid w:val="009175C9"/>
    <w:rsid w:val="00917AEE"/>
    <w:rsid w:val="00917DF8"/>
    <w:rsid w:val="00920DEB"/>
    <w:rsid w:val="00922385"/>
    <w:rsid w:val="009223DF"/>
    <w:rsid w:val="00930357"/>
    <w:rsid w:val="00930B76"/>
    <w:rsid w:val="00930B79"/>
    <w:rsid w:val="00931791"/>
    <w:rsid w:val="00936091"/>
    <w:rsid w:val="009404DC"/>
    <w:rsid w:val="00940D8A"/>
    <w:rsid w:val="009414D7"/>
    <w:rsid w:val="00941DEB"/>
    <w:rsid w:val="00945582"/>
    <w:rsid w:val="009470A7"/>
    <w:rsid w:val="009531C1"/>
    <w:rsid w:val="009534BF"/>
    <w:rsid w:val="009556C8"/>
    <w:rsid w:val="00956089"/>
    <w:rsid w:val="009560DD"/>
    <w:rsid w:val="00956FB8"/>
    <w:rsid w:val="00962258"/>
    <w:rsid w:val="00964860"/>
    <w:rsid w:val="00965041"/>
    <w:rsid w:val="00965855"/>
    <w:rsid w:val="00966D88"/>
    <w:rsid w:val="009678B7"/>
    <w:rsid w:val="00970D4B"/>
    <w:rsid w:val="00974210"/>
    <w:rsid w:val="009801E3"/>
    <w:rsid w:val="0098426C"/>
    <w:rsid w:val="0099042F"/>
    <w:rsid w:val="00992D9C"/>
    <w:rsid w:val="0099616B"/>
    <w:rsid w:val="009967C7"/>
    <w:rsid w:val="00996CB8"/>
    <w:rsid w:val="00997CCA"/>
    <w:rsid w:val="009A00D5"/>
    <w:rsid w:val="009A23F0"/>
    <w:rsid w:val="009A48A2"/>
    <w:rsid w:val="009A7A46"/>
    <w:rsid w:val="009B2E97"/>
    <w:rsid w:val="009B318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39AD"/>
    <w:rsid w:val="00A041DF"/>
    <w:rsid w:val="00A0740E"/>
    <w:rsid w:val="00A15262"/>
    <w:rsid w:val="00A159AC"/>
    <w:rsid w:val="00A167E7"/>
    <w:rsid w:val="00A23688"/>
    <w:rsid w:val="00A256E5"/>
    <w:rsid w:val="00A26B92"/>
    <w:rsid w:val="00A31809"/>
    <w:rsid w:val="00A33DA2"/>
    <w:rsid w:val="00A3411F"/>
    <w:rsid w:val="00A358BF"/>
    <w:rsid w:val="00A374FC"/>
    <w:rsid w:val="00A4050F"/>
    <w:rsid w:val="00A41C1F"/>
    <w:rsid w:val="00A50641"/>
    <w:rsid w:val="00A507CC"/>
    <w:rsid w:val="00A524B4"/>
    <w:rsid w:val="00A530BF"/>
    <w:rsid w:val="00A57401"/>
    <w:rsid w:val="00A6177B"/>
    <w:rsid w:val="00A66136"/>
    <w:rsid w:val="00A71189"/>
    <w:rsid w:val="00A7364A"/>
    <w:rsid w:val="00A74AA8"/>
    <w:rsid w:val="00A74DCC"/>
    <w:rsid w:val="00A753ED"/>
    <w:rsid w:val="00A757AD"/>
    <w:rsid w:val="00A77512"/>
    <w:rsid w:val="00A84C4D"/>
    <w:rsid w:val="00A912E2"/>
    <w:rsid w:val="00A92AFC"/>
    <w:rsid w:val="00A94AD6"/>
    <w:rsid w:val="00A94C2F"/>
    <w:rsid w:val="00A967E6"/>
    <w:rsid w:val="00A97EAA"/>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A96"/>
    <w:rsid w:val="00AC0B93"/>
    <w:rsid w:val="00AC28F5"/>
    <w:rsid w:val="00AC6F91"/>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3FC9"/>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54A01"/>
    <w:rsid w:val="00B60046"/>
    <w:rsid w:val="00B61530"/>
    <w:rsid w:val="00B622B6"/>
    <w:rsid w:val="00B6459A"/>
    <w:rsid w:val="00B70120"/>
    <w:rsid w:val="00B71CC3"/>
    <w:rsid w:val="00B7223F"/>
    <w:rsid w:val="00B75EE1"/>
    <w:rsid w:val="00B77481"/>
    <w:rsid w:val="00B77C6D"/>
    <w:rsid w:val="00B8009C"/>
    <w:rsid w:val="00B80D2D"/>
    <w:rsid w:val="00B80E53"/>
    <w:rsid w:val="00B847EF"/>
    <w:rsid w:val="00B84CA7"/>
    <w:rsid w:val="00B8518B"/>
    <w:rsid w:val="00B86933"/>
    <w:rsid w:val="00B86B2A"/>
    <w:rsid w:val="00B874FE"/>
    <w:rsid w:val="00B96B75"/>
    <w:rsid w:val="00B971BD"/>
    <w:rsid w:val="00B97CC3"/>
    <w:rsid w:val="00BA3937"/>
    <w:rsid w:val="00BA5561"/>
    <w:rsid w:val="00BB0379"/>
    <w:rsid w:val="00BB283A"/>
    <w:rsid w:val="00BB3738"/>
    <w:rsid w:val="00BB3CA7"/>
    <w:rsid w:val="00BB418C"/>
    <w:rsid w:val="00BB4AF2"/>
    <w:rsid w:val="00BB7F53"/>
    <w:rsid w:val="00BC06C4"/>
    <w:rsid w:val="00BC12B5"/>
    <w:rsid w:val="00BC2161"/>
    <w:rsid w:val="00BC376A"/>
    <w:rsid w:val="00BC6D2B"/>
    <w:rsid w:val="00BD11CE"/>
    <w:rsid w:val="00BD2849"/>
    <w:rsid w:val="00BD51C4"/>
    <w:rsid w:val="00BD7498"/>
    <w:rsid w:val="00BD7E91"/>
    <w:rsid w:val="00BD7F0D"/>
    <w:rsid w:val="00BE3236"/>
    <w:rsid w:val="00BE49F4"/>
    <w:rsid w:val="00BF0C8A"/>
    <w:rsid w:val="00BF1D13"/>
    <w:rsid w:val="00BF2A73"/>
    <w:rsid w:val="00BF2F6F"/>
    <w:rsid w:val="00BF57D9"/>
    <w:rsid w:val="00C01E17"/>
    <w:rsid w:val="00C02C20"/>
    <w:rsid w:val="00C02D0A"/>
    <w:rsid w:val="00C03A6E"/>
    <w:rsid w:val="00C07CB0"/>
    <w:rsid w:val="00C1197B"/>
    <w:rsid w:val="00C12A46"/>
    <w:rsid w:val="00C12C77"/>
    <w:rsid w:val="00C12FC0"/>
    <w:rsid w:val="00C13DAE"/>
    <w:rsid w:val="00C154A5"/>
    <w:rsid w:val="00C17D66"/>
    <w:rsid w:val="00C21EE4"/>
    <w:rsid w:val="00C21FDC"/>
    <w:rsid w:val="00C226C0"/>
    <w:rsid w:val="00C23EB8"/>
    <w:rsid w:val="00C23F40"/>
    <w:rsid w:val="00C24C01"/>
    <w:rsid w:val="00C370EE"/>
    <w:rsid w:val="00C4078E"/>
    <w:rsid w:val="00C42FE6"/>
    <w:rsid w:val="00C43A07"/>
    <w:rsid w:val="00C44F6A"/>
    <w:rsid w:val="00C534E9"/>
    <w:rsid w:val="00C53E6B"/>
    <w:rsid w:val="00C546C9"/>
    <w:rsid w:val="00C6198E"/>
    <w:rsid w:val="00C62E4B"/>
    <w:rsid w:val="00C67F9B"/>
    <w:rsid w:val="00C708EA"/>
    <w:rsid w:val="00C72B26"/>
    <w:rsid w:val="00C73727"/>
    <w:rsid w:val="00C759F1"/>
    <w:rsid w:val="00C75EDD"/>
    <w:rsid w:val="00C7649B"/>
    <w:rsid w:val="00C776E5"/>
    <w:rsid w:val="00C778A5"/>
    <w:rsid w:val="00C80AD4"/>
    <w:rsid w:val="00C92B22"/>
    <w:rsid w:val="00C9515F"/>
    <w:rsid w:val="00C95162"/>
    <w:rsid w:val="00C953AC"/>
    <w:rsid w:val="00CA2B3A"/>
    <w:rsid w:val="00CA50B8"/>
    <w:rsid w:val="00CB3151"/>
    <w:rsid w:val="00CB48F3"/>
    <w:rsid w:val="00CB6A37"/>
    <w:rsid w:val="00CB7684"/>
    <w:rsid w:val="00CC4380"/>
    <w:rsid w:val="00CC702A"/>
    <w:rsid w:val="00CC7C8F"/>
    <w:rsid w:val="00CD1FC4"/>
    <w:rsid w:val="00CD2B30"/>
    <w:rsid w:val="00CD2E13"/>
    <w:rsid w:val="00CD6DCE"/>
    <w:rsid w:val="00CE12EE"/>
    <w:rsid w:val="00CE2A4F"/>
    <w:rsid w:val="00CE420A"/>
    <w:rsid w:val="00CE5F6A"/>
    <w:rsid w:val="00CF73A4"/>
    <w:rsid w:val="00CF78C2"/>
    <w:rsid w:val="00D019D7"/>
    <w:rsid w:val="00D034A0"/>
    <w:rsid w:val="00D0362E"/>
    <w:rsid w:val="00D03AC3"/>
    <w:rsid w:val="00D03C1F"/>
    <w:rsid w:val="00D05B58"/>
    <w:rsid w:val="00D10A2D"/>
    <w:rsid w:val="00D10F92"/>
    <w:rsid w:val="00D11D7C"/>
    <w:rsid w:val="00D139AC"/>
    <w:rsid w:val="00D16891"/>
    <w:rsid w:val="00D1696D"/>
    <w:rsid w:val="00D1751A"/>
    <w:rsid w:val="00D21061"/>
    <w:rsid w:val="00D218E6"/>
    <w:rsid w:val="00D221E1"/>
    <w:rsid w:val="00D23EF5"/>
    <w:rsid w:val="00D245DF"/>
    <w:rsid w:val="00D25D67"/>
    <w:rsid w:val="00D26630"/>
    <w:rsid w:val="00D26838"/>
    <w:rsid w:val="00D302E5"/>
    <w:rsid w:val="00D31304"/>
    <w:rsid w:val="00D36C50"/>
    <w:rsid w:val="00D37B14"/>
    <w:rsid w:val="00D4108E"/>
    <w:rsid w:val="00D500B1"/>
    <w:rsid w:val="00D52BA7"/>
    <w:rsid w:val="00D57321"/>
    <w:rsid w:val="00D5757D"/>
    <w:rsid w:val="00D6163D"/>
    <w:rsid w:val="00D6259C"/>
    <w:rsid w:val="00D65443"/>
    <w:rsid w:val="00D7784F"/>
    <w:rsid w:val="00D831A3"/>
    <w:rsid w:val="00D84986"/>
    <w:rsid w:val="00D90107"/>
    <w:rsid w:val="00D91145"/>
    <w:rsid w:val="00D91EA6"/>
    <w:rsid w:val="00D9542A"/>
    <w:rsid w:val="00D97BE3"/>
    <w:rsid w:val="00DA32FC"/>
    <w:rsid w:val="00DA3711"/>
    <w:rsid w:val="00DA5944"/>
    <w:rsid w:val="00DA7205"/>
    <w:rsid w:val="00DB619A"/>
    <w:rsid w:val="00DC3174"/>
    <w:rsid w:val="00DC7806"/>
    <w:rsid w:val="00DD0C7C"/>
    <w:rsid w:val="00DD3654"/>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0F00"/>
    <w:rsid w:val="00E135E5"/>
    <w:rsid w:val="00E16FF7"/>
    <w:rsid w:val="00E17484"/>
    <w:rsid w:val="00E20A91"/>
    <w:rsid w:val="00E20BD6"/>
    <w:rsid w:val="00E22C30"/>
    <w:rsid w:val="00E23814"/>
    <w:rsid w:val="00E24F78"/>
    <w:rsid w:val="00E25595"/>
    <w:rsid w:val="00E26D68"/>
    <w:rsid w:val="00E30090"/>
    <w:rsid w:val="00E308FD"/>
    <w:rsid w:val="00E32F4E"/>
    <w:rsid w:val="00E37347"/>
    <w:rsid w:val="00E437B0"/>
    <w:rsid w:val="00E44045"/>
    <w:rsid w:val="00E45358"/>
    <w:rsid w:val="00E50858"/>
    <w:rsid w:val="00E577F0"/>
    <w:rsid w:val="00E60C4A"/>
    <w:rsid w:val="00E618C4"/>
    <w:rsid w:val="00E62AF0"/>
    <w:rsid w:val="00E64245"/>
    <w:rsid w:val="00E67713"/>
    <w:rsid w:val="00E67D40"/>
    <w:rsid w:val="00E7218A"/>
    <w:rsid w:val="00E77054"/>
    <w:rsid w:val="00E77145"/>
    <w:rsid w:val="00E8058C"/>
    <w:rsid w:val="00E8187E"/>
    <w:rsid w:val="00E833E4"/>
    <w:rsid w:val="00E84F3D"/>
    <w:rsid w:val="00E85AA0"/>
    <w:rsid w:val="00E878EE"/>
    <w:rsid w:val="00E93607"/>
    <w:rsid w:val="00E948C0"/>
    <w:rsid w:val="00E9729C"/>
    <w:rsid w:val="00EA6EC7"/>
    <w:rsid w:val="00EA7F3A"/>
    <w:rsid w:val="00EB022F"/>
    <w:rsid w:val="00EB104F"/>
    <w:rsid w:val="00EB152B"/>
    <w:rsid w:val="00EB46E5"/>
    <w:rsid w:val="00EB4ECA"/>
    <w:rsid w:val="00EB5D4D"/>
    <w:rsid w:val="00EB6E2F"/>
    <w:rsid w:val="00EC03BD"/>
    <w:rsid w:val="00EC0AC2"/>
    <w:rsid w:val="00EC10AE"/>
    <w:rsid w:val="00EC1CEA"/>
    <w:rsid w:val="00EC2B14"/>
    <w:rsid w:val="00EC3176"/>
    <w:rsid w:val="00EC3357"/>
    <w:rsid w:val="00ED0703"/>
    <w:rsid w:val="00ED14BD"/>
    <w:rsid w:val="00ED6360"/>
    <w:rsid w:val="00EE1399"/>
    <w:rsid w:val="00EE2244"/>
    <w:rsid w:val="00EE3C5F"/>
    <w:rsid w:val="00EE4B6F"/>
    <w:rsid w:val="00EE4F05"/>
    <w:rsid w:val="00EE50B6"/>
    <w:rsid w:val="00EE7882"/>
    <w:rsid w:val="00EE78CA"/>
    <w:rsid w:val="00EF2058"/>
    <w:rsid w:val="00EF4DAC"/>
    <w:rsid w:val="00EF6C46"/>
    <w:rsid w:val="00EF7C8E"/>
    <w:rsid w:val="00F016C7"/>
    <w:rsid w:val="00F01B8E"/>
    <w:rsid w:val="00F01CF1"/>
    <w:rsid w:val="00F024AB"/>
    <w:rsid w:val="00F02AAB"/>
    <w:rsid w:val="00F05F09"/>
    <w:rsid w:val="00F0634D"/>
    <w:rsid w:val="00F079E3"/>
    <w:rsid w:val="00F124F6"/>
    <w:rsid w:val="00F12DEC"/>
    <w:rsid w:val="00F13D09"/>
    <w:rsid w:val="00F1715C"/>
    <w:rsid w:val="00F20953"/>
    <w:rsid w:val="00F212CD"/>
    <w:rsid w:val="00F279D0"/>
    <w:rsid w:val="00F27A26"/>
    <w:rsid w:val="00F30EB4"/>
    <w:rsid w:val="00F310F8"/>
    <w:rsid w:val="00F32148"/>
    <w:rsid w:val="00F35939"/>
    <w:rsid w:val="00F45607"/>
    <w:rsid w:val="00F46000"/>
    <w:rsid w:val="00F46EA7"/>
    <w:rsid w:val="00F4722B"/>
    <w:rsid w:val="00F47B92"/>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4964"/>
    <w:rsid w:val="00F95A2C"/>
    <w:rsid w:val="00F966F7"/>
    <w:rsid w:val="00FA206D"/>
    <w:rsid w:val="00FA64F2"/>
    <w:rsid w:val="00FA7BE6"/>
    <w:rsid w:val="00FB3C0E"/>
    <w:rsid w:val="00FB4C0F"/>
    <w:rsid w:val="00FB6342"/>
    <w:rsid w:val="00FC280A"/>
    <w:rsid w:val="00FC5924"/>
    <w:rsid w:val="00FC6389"/>
    <w:rsid w:val="00FC661E"/>
    <w:rsid w:val="00FC7092"/>
    <w:rsid w:val="00FD2D86"/>
    <w:rsid w:val="00FD2EA2"/>
    <w:rsid w:val="00FD32B3"/>
    <w:rsid w:val="00FD39DE"/>
    <w:rsid w:val="00FD4743"/>
    <w:rsid w:val="00FD5789"/>
    <w:rsid w:val="00FD5ED5"/>
    <w:rsid w:val="00FD6982"/>
    <w:rsid w:val="00FD7B7A"/>
    <w:rsid w:val="00FE4333"/>
    <w:rsid w:val="00FE6AEC"/>
    <w:rsid w:val="00FE6CE9"/>
    <w:rsid w:val="00FF067A"/>
    <w:rsid w:val="00FF0685"/>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AD8939B-E1CA-41B9-90D3-BCBB79318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98</TotalTime>
  <Pages>1</Pages>
  <Words>15642</Words>
  <Characters>92293</Characters>
  <Application>Microsoft Office Word</Application>
  <DocSecurity>0</DocSecurity>
  <Lines>769</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140</cp:revision>
  <cp:lastPrinted>2023-04-18T07:03:00Z</cp:lastPrinted>
  <dcterms:created xsi:type="dcterms:W3CDTF">2023-04-11T11:05:00Z</dcterms:created>
  <dcterms:modified xsi:type="dcterms:W3CDTF">2023-04-18T07:03:00Z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