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6A51C6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63EFE">
        <w:rPr>
          <w:b/>
          <w:color w:val="FF5200" w:themeColor="accent2"/>
          <w:sz w:val="36"/>
          <w:szCs w:val="36"/>
        </w:rPr>
        <w:t>nabídky</w:t>
      </w:r>
      <w:r w:rsidR="0031280B" w:rsidRPr="00D63EFE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63EFE" w:rsidRPr="00D63EFE">
        <w:rPr>
          <w:b/>
          <w:color w:val="FF5200" w:themeColor="accent2"/>
          <w:sz w:val="36"/>
          <w:szCs w:val="36"/>
        </w:rPr>
        <w:t xml:space="preserve">Oprava trakčního vedení na trati Ústí </w:t>
      </w:r>
      <w:proofErr w:type="spellStart"/>
      <w:r w:rsidR="00D63EFE" w:rsidRPr="00D63EFE">
        <w:rPr>
          <w:b/>
          <w:color w:val="FF5200" w:themeColor="accent2"/>
          <w:sz w:val="36"/>
          <w:szCs w:val="36"/>
        </w:rPr>
        <w:t>n.L.</w:t>
      </w:r>
      <w:proofErr w:type="spellEnd"/>
      <w:r w:rsidR="00D63EFE" w:rsidRPr="00D63EFE">
        <w:rPr>
          <w:b/>
          <w:color w:val="FF5200" w:themeColor="accent2"/>
          <w:sz w:val="36"/>
          <w:szCs w:val="36"/>
        </w:rPr>
        <w:t xml:space="preserve"> západ-Bílina, 2.etapa (PD)</w:t>
      </w:r>
      <w:r w:rsidR="0031280B" w:rsidRPr="00D63EF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</w:t>
      </w:r>
      <w:r w:rsidR="000128D4" w:rsidRPr="00AE6B7E">
        <w:rPr>
          <w:b/>
          <w:color w:val="FF5200" w:themeColor="accent2"/>
          <w:sz w:val="36"/>
          <w:szCs w:val="36"/>
        </w:rPr>
        <w:t xml:space="preserve">é pod </w:t>
      </w:r>
      <w:r w:rsidR="000128D4" w:rsidRPr="00AE6B7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E6B7E" w:rsidRPr="00AE6B7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11594/2023-SŽ-OŘ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C8B4F17" w14:textId="5336C187" w:rsidR="0067079F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9160333" w:history="1">
            <w:r w:rsidR="0067079F" w:rsidRPr="001710E3">
              <w:rPr>
                <w:rStyle w:val="Hypertextovodkaz"/>
                <w:noProof/>
              </w:rPr>
              <w:t>Kapitola 1.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Základní údaje k nabídce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_Toc129160333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2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07662902" w14:textId="23882D49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4" w:history="1">
            <w:r w:rsidR="0067079F" w:rsidRPr="001710E3">
              <w:rPr>
                <w:rStyle w:val="Hypertextovodkaz"/>
                <w:noProof/>
              </w:rPr>
              <w:t>Kapitola 2.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o splnění základní způsobilosti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_Toc129160334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3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753FEABE" w14:textId="71C4F2E3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5" w:history="1">
            <w:r w:rsidR="0067079F" w:rsidRPr="001710E3">
              <w:rPr>
                <w:rStyle w:val="Hypertextovodkaz"/>
                <w:noProof/>
              </w:rPr>
              <w:t>Kapitola 3.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účastníka o střetu zájmů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_Toc129160335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4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301D83FE" w14:textId="5265A4F2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6" w:history="1">
            <w:r w:rsidR="0067079F" w:rsidRPr="001710E3">
              <w:rPr>
                <w:rStyle w:val="Hypertextovodkaz"/>
                <w:noProof/>
              </w:rPr>
              <w:t>Kapitola 4.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účastníka k neuzavření zakázaných dohod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_Toc129160336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5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775D829C" w14:textId="7336A60F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7" w:history="1">
            <w:r w:rsidR="0067079F" w:rsidRPr="001710E3">
              <w:rPr>
                <w:rStyle w:val="Hypertextovodkaz"/>
                <w:noProof/>
              </w:rPr>
              <w:t>Kapitola 5.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o splnění technické kvalifikace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_Toc129160337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6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5968849F" w14:textId="5F18B4F8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8" w:history="1">
            <w:r w:rsidR="0067079F" w:rsidRPr="001710E3">
              <w:rPr>
                <w:rStyle w:val="Hypertextovodkaz"/>
                <w:noProof/>
              </w:rPr>
              <w:t>Kapitola 6.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Seznam osob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_Toc129160338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7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19B49B9C" w14:textId="34FE3FB2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9" w:history="1">
            <w:r w:rsidR="0067079F" w:rsidRPr="001710E3">
              <w:rPr>
                <w:rStyle w:val="Hypertextovodkaz"/>
                <w:noProof/>
              </w:rPr>
              <w:t>Kapitola 7.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o ekonomické kvalifikaci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_Toc129160339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8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40C26CF7" w14:textId="414E64E2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0" w:history="1">
            <w:r w:rsidR="0067079F" w:rsidRPr="001710E3">
              <w:rPr>
                <w:rStyle w:val="Hypertextovodkaz"/>
                <w:rFonts w:eastAsia="Times New Roman"/>
                <w:noProof/>
              </w:rPr>
              <w:t>Kapitola 8.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</w:t>
            </w:r>
            <w:r w:rsidR="0067079F" w:rsidRPr="001710E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7079F">
              <w:rPr>
                <w:noProof/>
                <w:webHidden/>
              </w:rPr>
              <w:t>………………………………………………………………………………………………………………………………………..</w:t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_Toc129160340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9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7DDB0988" w14:textId="372CECDF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1" w:history="1">
            <w:r w:rsidR="0067079F" w:rsidRPr="001710E3">
              <w:rPr>
                <w:rStyle w:val="Hypertextovodkaz"/>
                <w:rFonts w:eastAsia="Times New Roman"/>
                <w:noProof/>
              </w:rPr>
              <w:t>Kapitola 9.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</w:t>
            </w:r>
            <w:r w:rsidR="0067079F" w:rsidRPr="001710E3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_Toc129160341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10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5709A363" w14:textId="506959C5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2" w:history="1">
            <w:r w:rsidR="0067079F" w:rsidRPr="001710E3">
              <w:rPr>
                <w:rStyle w:val="Hypertextovodkaz"/>
                <w:rFonts w:eastAsia="Times New Roman"/>
                <w:noProof/>
              </w:rPr>
              <w:t>Kapitola 10.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_Toc129160342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11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27CDE5E8" w14:textId="7B83944C" w:rsidR="0067079F" w:rsidRDefault="00AE6B7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3" w:history="1">
            <w:r w:rsidR="0067079F" w:rsidRPr="001710E3">
              <w:rPr>
                <w:rStyle w:val="Hypertextovodkaz"/>
                <w:noProof/>
                <w:lang w:eastAsia="cs-CZ"/>
              </w:rPr>
              <w:t>Kapitola 11.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</w:t>
            </w:r>
            <w:r w:rsidR="0067079F" w:rsidRPr="001710E3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67079F">
              <w:rPr>
                <w:noProof/>
                <w:webHidden/>
              </w:rPr>
              <w:t>…………………………………………………………………………………………………………………………………………..</w:t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_Toc129160343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812D93">
              <w:rPr>
                <w:noProof/>
                <w:webHidden/>
              </w:rPr>
              <w:t>12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218BAFDF" w14:textId="20F9C01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916033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4A1062FF" w:rsidR="00EA444A" w:rsidRDefault="00EA444A" w:rsidP="00D63EFE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D63EFE" w:rsidRPr="00D63EFE">
        <w:rPr>
          <w:b/>
        </w:rPr>
        <w:t>Ing. Martinem Kašparem</w:t>
      </w:r>
      <w:r w:rsidR="00D63EFE" w:rsidRPr="00D63EFE">
        <w:t xml:space="preserve">, ředitelem organizační jednotky Oblastního ředitelství Ústí nad Labem, na základě pověření č. 2652 ze dne </w:t>
      </w:r>
      <w:r w:rsidR="00D63EFE">
        <w:t xml:space="preserve">   </w:t>
      </w:r>
      <w:r w:rsidR="00D63EFE" w:rsidRPr="00D63EFE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FAF675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</w:t>
      </w:r>
      <w:r w:rsidRPr="00D63EFE">
        <w:t>y k podání nabíd</w:t>
      </w:r>
      <w:r w:rsidR="004C76E9" w:rsidRPr="00D63EFE">
        <w:t>ky</w:t>
      </w:r>
      <w:r w:rsidRPr="00D63EFE">
        <w:t xml:space="preserve"> na veřejnou zakázku zadávanou</w:t>
      </w:r>
      <w:r w:rsidR="004C76E9" w:rsidRPr="00D63EFE">
        <w:t xml:space="preserve"> jako </w:t>
      </w:r>
      <w:r w:rsidR="000128D4" w:rsidRPr="00D63EFE">
        <w:rPr>
          <w:rFonts w:eastAsia="Times New Roman" w:cs="Times New Roman"/>
          <w:lang w:eastAsia="cs-CZ"/>
        </w:rPr>
        <w:t>podlimitní sektorovou veřejnou zakázku</w:t>
      </w:r>
      <w:r w:rsidRPr="00D63EFE">
        <w:t xml:space="preserve">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63F0265" w14:textId="77777777" w:rsidR="00D63EFE" w:rsidRDefault="00D63EFE" w:rsidP="00D63EFE">
      <w:r>
        <w:t>Celková nabídková cena za celý předmět plnění v Kč bez DPH</w:t>
      </w:r>
      <w:r>
        <w:tab/>
      </w:r>
      <w:r>
        <w:tab/>
      </w:r>
      <w:r w:rsidRPr="00D63EFE">
        <w:rPr>
          <w:highlight w:val="yellow"/>
        </w:rPr>
        <w:t>[VLOŽÍ ÚČASTNÍK]</w:t>
      </w:r>
    </w:p>
    <w:p w14:paraId="2A4BAF0A" w14:textId="77777777" w:rsidR="00D63EFE" w:rsidRDefault="00D63EFE" w:rsidP="00D63EFE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63EFE">
        <w:rPr>
          <w:highlight w:val="yellow"/>
        </w:rPr>
        <w:t>[VLOŽÍ ÚČASTNÍK]</w:t>
      </w:r>
    </w:p>
    <w:p w14:paraId="588AB7FB" w14:textId="77777777" w:rsidR="00D63EFE" w:rsidRDefault="00D63EFE" w:rsidP="00D63EFE">
      <w:r>
        <w:t>Celková nabídková cena za celý předmět plnění v Kč včetně DPH:</w:t>
      </w:r>
      <w:r>
        <w:tab/>
      </w:r>
      <w:r w:rsidRPr="00D63EFE">
        <w:rPr>
          <w:highlight w:val="yellow"/>
        </w:rPr>
        <w:t>[VLOŽÍ ÚČASTNÍK]</w:t>
      </w:r>
    </w:p>
    <w:p w14:paraId="2915FC32" w14:textId="5CC0EAD4" w:rsidR="008B1A2C" w:rsidRPr="008B1A2C" w:rsidRDefault="00C228EE" w:rsidP="00D63EFE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E6B7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E6B7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916033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916033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916033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2916033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FACF6AE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C97AF2" w:rsidRPr="00460E41">
        <w:rPr>
          <w:rFonts w:eastAsia="Times New Roman" w:cs="Times New Roman"/>
          <w:b/>
          <w:lang w:eastAsia="cs-CZ"/>
        </w:rPr>
        <w:t>2</w:t>
      </w:r>
      <w:r w:rsidR="00E85D44" w:rsidRPr="00460E41">
        <w:rPr>
          <w:rFonts w:eastAsia="Times New Roman" w:cs="Times New Roman"/>
          <w:b/>
          <w:lang w:eastAsia="cs-CZ"/>
        </w:rPr>
        <w:t xml:space="preserve"> významn</w:t>
      </w:r>
      <w:r w:rsidR="00C97AF2" w:rsidRPr="00460E41">
        <w:rPr>
          <w:rFonts w:eastAsia="Times New Roman" w:cs="Times New Roman"/>
          <w:b/>
          <w:lang w:eastAsia="cs-CZ"/>
        </w:rPr>
        <w:t>é</w:t>
      </w:r>
      <w:r w:rsidR="00E85D44" w:rsidRPr="00460E41">
        <w:rPr>
          <w:rFonts w:eastAsia="Times New Roman" w:cs="Times New Roman"/>
          <w:b/>
          <w:lang w:eastAsia="cs-CZ"/>
        </w:rPr>
        <w:t xml:space="preserve"> služb</w:t>
      </w:r>
      <w:r w:rsidR="00C97AF2" w:rsidRPr="00460E41">
        <w:rPr>
          <w:rFonts w:eastAsia="Times New Roman" w:cs="Times New Roman"/>
          <w:b/>
          <w:lang w:eastAsia="cs-CZ"/>
        </w:rPr>
        <w:t>y</w:t>
      </w:r>
      <w:r w:rsidR="00C97AF2" w:rsidRPr="00460E41">
        <w:rPr>
          <w:rFonts w:eastAsia="Times New Roman" w:cs="Times New Roman"/>
          <w:lang w:eastAsia="cs-CZ"/>
        </w:rPr>
        <w:t xml:space="preserve"> </w:t>
      </w:r>
      <w:r w:rsidR="00460E41" w:rsidRPr="00460E41">
        <w:rPr>
          <w:rFonts w:eastAsia="Times New Roman" w:cs="Times New Roman"/>
          <w:lang w:eastAsia="cs-CZ"/>
        </w:rPr>
        <w:t xml:space="preserve">jejichž předmětem byly </w:t>
      </w:r>
      <w:r w:rsidR="00460E41" w:rsidRPr="00460E41">
        <w:rPr>
          <w:rFonts w:eastAsia="Times New Roman" w:cs="Times New Roman"/>
          <w:b/>
          <w:lang w:eastAsia="cs-CZ"/>
        </w:rPr>
        <w:t>projekční práce na energetických a elektrotechnických zařízeních o projektovaných nákladech stavby vyšších než 15 mil. Kč bez DPH</w:t>
      </w:r>
      <w:r w:rsidR="00460E41" w:rsidRPr="00460E41">
        <w:rPr>
          <w:rFonts w:eastAsia="Times New Roman" w:cs="Times New Roman"/>
          <w:lang w:eastAsia="cs-CZ"/>
        </w:rPr>
        <w:t>, a to u každé požadované služby</w:t>
      </w:r>
      <w:r w:rsidR="00460E41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DF6BBF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025F739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460E41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9233351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7D0ED5B" w:rsidR="00812D93" w:rsidRPr="00812D93" w:rsidRDefault="00812D93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Výše projektované stavby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29160338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14:paraId="23E1AAD0" w14:textId="77777777" w:rsidTr="00576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576608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576608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576608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576608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576608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2362AB3B" w14:textId="245C104B" w:rsidR="00F44645" w:rsidRPr="00576608" w:rsidRDefault="00DB51CF" w:rsidP="00A327CB">
            <w:pPr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7" w:name="_Hlk131162243"/>
            <w:r w:rsidRPr="00576608">
              <w:rPr>
                <w:rFonts w:eastAsia="Times New Roman" w:cs="Times New Roman"/>
                <w:sz w:val="16"/>
                <w:szCs w:val="16"/>
                <w:lang w:eastAsia="cs-CZ"/>
              </w:rPr>
              <w:t>Specialista na trakční vedení, silnoproudou technologii a elektrotechnická zařízení</w:t>
            </w:r>
            <w:bookmarkEnd w:id="7"/>
          </w:p>
        </w:tc>
        <w:tc>
          <w:tcPr>
            <w:tcW w:w="4024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6871CE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156C0927" w:rsidR="00F44645" w:rsidRPr="00576608" w:rsidRDefault="00DB51CF" w:rsidP="00A327CB">
            <w:pPr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576608">
              <w:rPr>
                <w:rFonts w:eastAsia="Times New Roman" w:cs="Times New Roman"/>
                <w:sz w:val="16"/>
                <w:szCs w:val="16"/>
                <w:lang w:eastAsia="cs-CZ"/>
              </w:rPr>
              <w:t>Úředně oprávněný zeměměřický inženýr</w:t>
            </w:r>
          </w:p>
        </w:tc>
        <w:tc>
          <w:tcPr>
            <w:tcW w:w="4024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5766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5766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576608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576608">
        <w:rPr>
          <w:rFonts w:eastAsia="Times New Roman" w:cs="Times New Roman"/>
          <w:lang w:eastAsia="cs-CZ"/>
        </w:rPr>
        <w:t>Přílohy:</w:t>
      </w:r>
    </w:p>
    <w:p w14:paraId="3402F8E2" w14:textId="3732C095" w:rsidR="00576608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576608">
        <w:rPr>
          <w:rFonts w:eastAsia="Times New Roman" w:cs="Times New Roman"/>
          <w:b/>
          <w:lang w:eastAsia="cs-CZ"/>
        </w:rPr>
        <w:t>Životopis</w:t>
      </w:r>
      <w:r w:rsidR="00460E41">
        <w:rPr>
          <w:rFonts w:eastAsia="Times New Roman" w:cs="Times New Roman"/>
          <w:b/>
          <w:lang w:eastAsia="cs-CZ"/>
        </w:rPr>
        <w:t>y</w:t>
      </w:r>
      <w:r w:rsidRPr="00576608">
        <w:rPr>
          <w:rFonts w:eastAsia="Times New Roman" w:cs="Times New Roman"/>
          <w:lang w:eastAsia="cs-CZ"/>
        </w:rPr>
        <w:t xml:space="preserve"> </w:t>
      </w:r>
      <w:r w:rsidR="00576608" w:rsidRPr="00576608">
        <w:rPr>
          <w:rFonts w:eastAsia="Times New Roman" w:cs="Times New Roman"/>
          <w:lang w:eastAsia="cs-CZ"/>
        </w:rPr>
        <w:t>(Příloha č. 5 Výzvy)</w:t>
      </w:r>
    </w:p>
    <w:p w14:paraId="334BBD4B" w14:textId="77777777" w:rsidR="00460E41" w:rsidRDefault="00460E41" w:rsidP="00F44645">
      <w:pPr>
        <w:spacing w:after="0"/>
        <w:rPr>
          <w:rFonts w:eastAsia="Times New Roman" w:cs="Times New Roman"/>
          <w:highlight w:val="yellow"/>
          <w:lang w:eastAsia="cs-CZ"/>
        </w:rPr>
      </w:pPr>
    </w:p>
    <w:p w14:paraId="32A27CB1" w14:textId="75667131" w:rsidR="000128D4" w:rsidRDefault="00460E41" w:rsidP="00F44645">
      <w:pPr>
        <w:spacing w:after="0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Jiné např. autorizace, oprávnění, </w:t>
      </w:r>
      <w:r w:rsidR="00814573">
        <w:rPr>
          <w:rFonts w:eastAsia="Times New Roman" w:cs="Times New Roman"/>
          <w:highlight w:val="yellow"/>
          <w:lang w:eastAsia="cs-CZ"/>
        </w:rPr>
        <w:t xml:space="preserve">osvědčení </w:t>
      </w:r>
      <w:r>
        <w:rPr>
          <w:rFonts w:eastAsia="Times New Roman" w:cs="Times New Roman"/>
          <w:highlight w:val="yellow"/>
          <w:lang w:eastAsia="cs-CZ"/>
        </w:rPr>
        <w:t>zkoušky dle</w:t>
      </w:r>
      <w:bookmarkStart w:id="8" w:name="_GoBack"/>
      <w:bookmarkEnd w:id="8"/>
      <w:r>
        <w:rPr>
          <w:rFonts w:eastAsia="Times New Roman" w:cs="Times New Roman"/>
          <w:highlight w:val="yellow"/>
          <w:lang w:eastAsia="cs-CZ"/>
        </w:rPr>
        <w:t xml:space="preserve"> Zam1</w:t>
      </w:r>
    </w:p>
    <w:p w14:paraId="32D109EC" w14:textId="18767CCD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49E84B0" w14:textId="7CF1ADD0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EA605F6" w14:textId="23BBE091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9A2D4E4" w14:textId="4E62ECAF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441EE49E" w14:textId="4E8CC20E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8FD5FAB" w14:textId="1BCD1058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4F8AEE0" w14:textId="5100B075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27E5B43" w14:textId="39FADF73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685B0D73" w14:textId="51FF7879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0BD9FB5" w14:textId="72E24ED2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6EF6CFFD" w14:textId="1C6B41E1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9CB2309" w14:textId="2B9C854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EB152B4" w14:textId="418CA56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4BB1B2A3" w14:textId="5902DFF5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E5692A4" w14:textId="17A1DB9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37717423" w14:textId="21AF275B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785A280" w14:textId="3410A47F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D8358E6" w14:textId="73540A8C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A259E68" w14:textId="7974BA52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E1CD780" w14:textId="0B59954A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6C0F135" w14:textId="7DE62436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1081798" w14:textId="27720559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C43F9DD" w14:textId="4A2085A0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5CB32616" w14:textId="579B9F77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08417BE4" w14:textId="2D75908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235E2BC" w14:textId="0D8793D0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253E4943" w14:textId="772BE283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699DAFBA" w14:textId="36D7E1B4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2FA7A81" w14:textId="5DEE49F3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1997D2DC" w14:textId="30FD3D25" w:rsidR="00460E41" w:rsidRDefault="00460E41" w:rsidP="00F44645">
      <w:pPr>
        <w:spacing w:after="0"/>
        <w:rPr>
          <w:rFonts w:eastAsia="Times New Roman" w:cs="Times New Roman"/>
          <w:lang w:eastAsia="cs-CZ"/>
        </w:rPr>
      </w:pPr>
    </w:p>
    <w:p w14:paraId="7E1F837D" w14:textId="1A044474" w:rsidR="0003479A" w:rsidRDefault="0003479A" w:rsidP="00F44645">
      <w:pPr>
        <w:spacing w:after="0"/>
        <w:rPr>
          <w:rFonts w:eastAsia="Times New Roman" w:cs="Times New Roman"/>
          <w:lang w:eastAsia="cs-CZ"/>
        </w:rPr>
      </w:pPr>
    </w:p>
    <w:p w14:paraId="30C2DB4D" w14:textId="77777777" w:rsidR="0003479A" w:rsidRDefault="0003479A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29160339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712E3A88" w:rsidR="000128D4" w:rsidRDefault="00DB51CF" w:rsidP="00DB51CF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2916034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1" w:name="_Toc115422087"/>
      <w:bookmarkStart w:id="12" w:name="_Toc12916034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1"/>
      <w:bookmarkEnd w:id="12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3" w:name="Zaškrtávací1"/>
    <w:p w14:paraId="126C56C4" w14:textId="5FCA4281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AE6B7E">
        <w:fldChar w:fldCharType="separate"/>
      </w:r>
      <w:r>
        <w:fldChar w:fldCharType="end"/>
      </w:r>
      <w:bookmarkEnd w:id="13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814573" w:rsidRPr="00814573">
        <w:rPr>
          <w:rFonts w:ascii="Verdana" w:hAnsi="Verdana"/>
          <w:b/>
          <w:bCs/>
        </w:rPr>
        <w:t xml:space="preserve">Oprava trakčního vedení na trati Ústí </w:t>
      </w:r>
      <w:proofErr w:type="spellStart"/>
      <w:r w:rsidR="00814573" w:rsidRPr="00814573">
        <w:rPr>
          <w:rFonts w:ascii="Verdana" w:hAnsi="Verdana"/>
          <w:b/>
          <w:bCs/>
        </w:rPr>
        <w:t>n.L.</w:t>
      </w:r>
      <w:proofErr w:type="spellEnd"/>
      <w:r w:rsidR="00814573" w:rsidRPr="00814573">
        <w:rPr>
          <w:rFonts w:ascii="Verdana" w:hAnsi="Verdana"/>
          <w:b/>
          <w:bCs/>
        </w:rPr>
        <w:t xml:space="preserve"> západ-Bílina, 2.etapa (PD)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0AC43CEC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AE6B7E">
        <w:rPr>
          <w:rFonts w:ascii="Verdana" w:hAnsi="Verdana"/>
        </w:rPr>
      </w:r>
      <w:r w:rsidR="00AE6B7E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814573" w:rsidRPr="00814573">
        <w:rPr>
          <w:rFonts w:ascii="Verdana" w:hAnsi="Verdana"/>
          <w:b/>
          <w:bCs/>
        </w:rPr>
        <w:t xml:space="preserve">Oprava trakčního vedení na trati Ústí </w:t>
      </w:r>
      <w:proofErr w:type="spellStart"/>
      <w:r w:rsidR="00814573" w:rsidRPr="00814573">
        <w:rPr>
          <w:rFonts w:ascii="Verdana" w:hAnsi="Verdana"/>
          <w:b/>
          <w:bCs/>
        </w:rPr>
        <w:t>n.L.</w:t>
      </w:r>
      <w:proofErr w:type="spellEnd"/>
      <w:r w:rsidR="00814573" w:rsidRPr="00814573">
        <w:rPr>
          <w:rFonts w:ascii="Verdana" w:hAnsi="Verdana"/>
          <w:b/>
          <w:bCs/>
        </w:rPr>
        <w:t xml:space="preserve"> západ-Bílina, 2.etapa (PD)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2E71C29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2561EB4C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388C99FA" w14:textId="04FBDDB9" w:rsidR="00814573" w:rsidRDefault="00814573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4D75A3C6" w14:textId="3518CB28" w:rsidR="00814573" w:rsidRDefault="00814573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7EBDFA60" w14:textId="77777777" w:rsidR="00814573" w:rsidRDefault="00814573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2916034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5" w:name="_Toc12916034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5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479A"/>
    <w:rsid w:val="00045E47"/>
    <w:rsid w:val="00072C1E"/>
    <w:rsid w:val="00086B78"/>
    <w:rsid w:val="00097793"/>
    <w:rsid w:val="000A04D8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14840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60E41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76608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871CE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12D93"/>
    <w:rsid w:val="0081457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E6B7E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7AF2"/>
    <w:rsid w:val="00CB377A"/>
    <w:rsid w:val="00CD1FC4"/>
    <w:rsid w:val="00D21061"/>
    <w:rsid w:val="00D4108E"/>
    <w:rsid w:val="00D6163D"/>
    <w:rsid w:val="00D63EFE"/>
    <w:rsid w:val="00D73D46"/>
    <w:rsid w:val="00D831A3"/>
    <w:rsid w:val="00DB51CF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B7CCEB-18C2-4971-87ED-7F6325CC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131</TotalTime>
  <Pages>12</Pages>
  <Words>1853</Words>
  <Characters>10935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19</cp:revision>
  <cp:lastPrinted>2017-11-28T17:18:00Z</cp:lastPrinted>
  <dcterms:created xsi:type="dcterms:W3CDTF">2023-03-01T08:18:00Z</dcterms:created>
  <dcterms:modified xsi:type="dcterms:W3CDTF">2023-04-14T05:39:00Z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