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7E44ADA" w14:textId="77777777" w:rsidTr="00F862D6">
        <w:tc>
          <w:tcPr>
            <w:tcW w:w="1020" w:type="dxa"/>
          </w:tcPr>
          <w:p w14:paraId="7881EC3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5A58C3F" wp14:editId="7B0233E9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6DE73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58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686DE73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B509583" w14:textId="77777777" w:rsidR="00F64786" w:rsidRDefault="00F64786" w:rsidP="0077673A"/>
        </w:tc>
        <w:tc>
          <w:tcPr>
            <w:tcW w:w="823" w:type="dxa"/>
          </w:tcPr>
          <w:p w14:paraId="4D8482A7" w14:textId="77777777" w:rsidR="00F64786" w:rsidRDefault="00F64786" w:rsidP="0077673A"/>
        </w:tc>
        <w:tc>
          <w:tcPr>
            <w:tcW w:w="3685" w:type="dxa"/>
          </w:tcPr>
          <w:p w14:paraId="6F95261E" w14:textId="77777777" w:rsidR="00F64786" w:rsidRDefault="00F64786" w:rsidP="0077673A"/>
        </w:tc>
      </w:tr>
      <w:tr w:rsidR="00F862D6" w14:paraId="4083D7F3" w14:textId="77777777" w:rsidTr="00596C7E">
        <w:tc>
          <w:tcPr>
            <w:tcW w:w="1020" w:type="dxa"/>
          </w:tcPr>
          <w:p w14:paraId="1C187413" w14:textId="77777777" w:rsidR="00F862D6" w:rsidRDefault="00F862D6" w:rsidP="0077673A"/>
        </w:tc>
        <w:tc>
          <w:tcPr>
            <w:tcW w:w="2552" w:type="dxa"/>
          </w:tcPr>
          <w:p w14:paraId="7129BF70" w14:textId="77777777" w:rsidR="00F862D6" w:rsidRDefault="00F862D6" w:rsidP="00764595"/>
        </w:tc>
        <w:tc>
          <w:tcPr>
            <w:tcW w:w="823" w:type="dxa"/>
          </w:tcPr>
          <w:p w14:paraId="69A210EA" w14:textId="77777777" w:rsidR="00F862D6" w:rsidRDefault="00F862D6" w:rsidP="0077673A"/>
        </w:tc>
        <w:tc>
          <w:tcPr>
            <w:tcW w:w="3685" w:type="dxa"/>
            <w:vMerge w:val="restart"/>
          </w:tcPr>
          <w:p w14:paraId="096FCA23" w14:textId="77777777" w:rsidR="00596C7E" w:rsidRDefault="00596C7E" w:rsidP="00596C7E">
            <w:pPr>
              <w:rPr>
                <w:rStyle w:val="Potovnadresa"/>
              </w:rPr>
            </w:pPr>
          </w:p>
          <w:p w14:paraId="20AA4E2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8C14499" w14:textId="77777777" w:rsidTr="00F862D6">
        <w:tc>
          <w:tcPr>
            <w:tcW w:w="1020" w:type="dxa"/>
          </w:tcPr>
          <w:p w14:paraId="1D005335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084C822" w14:textId="77777777" w:rsidR="00F862D6" w:rsidRPr="003E6B9A" w:rsidRDefault="00C24C51" w:rsidP="0037111D">
            <w:r w:rsidRPr="00C24C51">
              <w:rPr>
                <w:rFonts w:ascii="Helvetica" w:hAnsi="Helvetica"/>
              </w:rPr>
              <w:t>3494/2023-SŽ-SSV-Ú3</w:t>
            </w:r>
          </w:p>
        </w:tc>
        <w:tc>
          <w:tcPr>
            <w:tcW w:w="823" w:type="dxa"/>
          </w:tcPr>
          <w:p w14:paraId="70FE9CCF" w14:textId="77777777" w:rsidR="00F862D6" w:rsidRDefault="00F862D6" w:rsidP="0077673A"/>
        </w:tc>
        <w:tc>
          <w:tcPr>
            <w:tcW w:w="3685" w:type="dxa"/>
            <w:vMerge/>
          </w:tcPr>
          <w:p w14:paraId="72D2B6F2" w14:textId="77777777" w:rsidR="00F862D6" w:rsidRDefault="00F862D6" w:rsidP="0077673A"/>
        </w:tc>
      </w:tr>
      <w:tr w:rsidR="00F862D6" w14:paraId="3413B103" w14:textId="77777777" w:rsidTr="00F862D6">
        <w:tc>
          <w:tcPr>
            <w:tcW w:w="1020" w:type="dxa"/>
          </w:tcPr>
          <w:p w14:paraId="49715D99" w14:textId="77777777" w:rsidR="00F862D6" w:rsidRPr="004E4F2F" w:rsidRDefault="00F862D6" w:rsidP="0077673A">
            <w:r w:rsidRPr="004E4F2F">
              <w:t>Listů/příloh</w:t>
            </w:r>
          </w:p>
        </w:tc>
        <w:tc>
          <w:tcPr>
            <w:tcW w:w="2552" w:type="dxa"/>
          </w:tcPr>
          <w:p w14:paraId="1D20A361" w14:textId="0B9407E4" w:rsidR="00F862D6" w:rsidRPr="004E4F2F" w:rsidRDefault="004E4F2F" w:rsidP="00CC1E2B">
            <w:r w:rsidRPr="004E4F2F">
              <w:t>3</w:t>
            </w:r>
            <w:r w:rsidR="003E6B9A" w:rsidRPr="004E4F2F">
              <w:t>/</w:t>
            </w:r>
            <w:r w:rsidRPr="004E4F2F">
              <w:t>3</w:t>
            </w:r>
          </w:p>
        </w:tc>
        <w:tc>
          <w:tcPr>
            <w:tcW w:w="823" w:type="dxa"/>
          </w:tcPr>
          <w:p w14:paraId="08289031" w14:textId="77777777" w:rsidR="00F862D6" w:rsidRDefault="00F862D6" w:rsidP="0077673A"/>
        </w:tc>
        <w:tc>
          <w:tcPr>
            <w:tcW w:w="3685" w:type="dxa"/>
            <w:vMerge/>
          </w:tcPr>
          <w:p w14:paraId="17305403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5023D17" w14:textId="77777777" w:rsidTr="00B23CA3">
        <w:trPr>
          <w:trHeight w:val="77"/>
        </w:trPr>
        <w:tc>
          <w:tcPr>
            <w:tcW w:w="1020" w:type="dxa"/>
          </w:tcPr>
          <w:p w14:paraId="727A8339" w14:textId="77777777" w:rsidR="00F862D6" w:rsidRDefault="00F862D6" w:rsidP="0077673A"/>
        </w:tc>
        <w:tc>
          <w:tcPr>
            <w:tcW w:w="2552" w:type="dxa"/>
          </w:tcPr>
          <w:p w14:paraId="61091851" w14:textId="77777777" w:rsidR="00F862D6" w:rsidRPr="003E6B9A" w:rsidRDefault="00F862D6" w:rsidP="0077673A"/>
        </w:tc>
        <w:tc>
          <w:tcPr>
            <w:tcW w:w="823" w:type="dxa"/>
          </w:tcPr>
          <w:p w14:paraId="34F6C9F2" w14:textId="77777777" w:rsidR="00F862D6" w:rsidRDefault="00F862D6" w:rsidP="0077673A"/>
        </w:tc>
        <w:tc>
          <w:tcPr>
            <w:tcW w:w="3685" w:type="dxa"/>
            <w:vMerge/>
          </w:tcPr>
          <w:p w14:paraId="7AAE1FAE" w14:textId="77777777" w:rsidR="00F862D6" w:rsidRDefault="00F862D6" w:rsidP="0077673A"/>
        </w:tc>
      </w:tr>
      <w:tr w:rsidR="00F862D6" w14:paraId="4DA72E00" w14:textId="77777777" w:rsidTr="00F862D6">
        <w:tc>
          <w:tcPr>
            <w:tcW w:w="1020" w:type="dxa"/>
          </w:tcPr>
          <w:p w14:paraId="41EE5DF8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097B8ED" w14:textId="77777777" w:rsidR="00F862D6" w:rsidRPr="003E6B9A" w:rsidRDefault="0099494D" w:rsidP="00FE3455">
            <w:r>
              <w:t>JUDr. Jaroslav Klimeš</w:t>
            </w:r>
          </w:p>
        </w:tc>
        <w:tc>
          <w:tcPr>
            <w:tcW w:w="823" w:type="dxa"/>
          </w:tcPr>
          <w:p w14:paraId="079E4108" w14:textId="77777777" w:rsidR="00F862D6" w:rsidRDefault="00F862D6" w:rsidP="0077673A"/>
        </w:tc>
        <w:tc>
          <w:tcPr>
            <w:tcW w:w="3685" w:type="dxa"/>
            <w:vMerge/>
          </w:tcPr>
          <w:p w14:paraId="5D3176CB" w14:textId="77777777" w:rsidR="00F862D6" w:rsidRDefault="00F862D6" w:rsidP="0077673A"/>
        </w:tc>
      </w:tr>
      <w:tr w:rsidR="009A7568" w14:paraId="14B462DF" w14:textId="77777777" w:rsidTr="00F862D6">
        <w:tc>
          <w:tcPr>
            <w:tcW w:w="1020" w:type="dxa"/>
          </w:tcPr>
          <w:p w14:paraId="219C9131" w14:textId="77777777" w:rsidR="009A7568" w:rsidRDefault="009A7568" w:rsidP="009A7568"/>
        </w:tc>
        <w:tc>
          <w:tcPr>
            <w:tcW w:w="2552" w:type="dxa"/>
          </w:tcPr>
          <w:p w14:paraId="0E7ABA74" w14:textId="77777777" w:rsidR="009A7568" w:rsidRPr="003E6B9A" w:rsidRDefault="009A7568" w:rsidP="009A7568"/>
        </w:tc>
        <w:tc>
          <w:tcPr>
            <w:tcW w:w="823" w:type="dxa"/>
          </w:tcPr>
          <w:p w14:paraId="154FA9B8" w14:textId="77777777" w:rsidR="009A7568" w:rsidRDefault="009A7568" w:rsidP="009A7568"/>
        </w:tc>
        <w:tc>
          <w:tcPr>
            <w:tcW w:w="3685" w:type="dxa"/>
            <w:vMerge/>
          </w:tcPr>
          <w:p w14:paraId="2C2EA673" w14:textId="77777777" w:rsidR="009A7568" w:rsidRDefault="009A7568" w:rsidP="009A7568"/>
        </w:tc>
      </w:tr>
      <w:tr w:rsidR="009A7568" w14:paraId="00E99938" w14:textId="77777777" w:rsidTr="00F862D6">
        <w:tc>
          <w:tcPr>
            <w:tcW w:w="1020" w:type="dxa"/>
          </w:tcPr>
          <w:p w14:paraId="6741B75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F244705" w14:textId="77777777" w:rsidR="009A7568" w:rsidRPr="003E6B9A" w:rsidRDefault="0099494D" w:rsidP="009A7568">
            <w:r>
              <w:t>+420 722 819 305</w:t>
            </w:r>
          </w:p>
        </w:tc>
        <w:tc>
          <w:tcPr>
            <w:tcW w:w="823" w:type="dxa"/>
          </w:tcPr>
          <w:p w14:paraId="0DC57BA9" w14:textId="77777777" w:rsidR="009A7568" w:rsidRDefault="009A7568" w:rsidP="009A7568"/>
        </w:tc>
        <w:tc>
          <w:tcPr>
            <w:tcW w:w="3685" w:type="dxa"/>
            <w:vMerge/>
          </w:tcPr>
          <w:p w14:paraId="6C25CAFF" w14:textId="77777777" w:rsidR="009A7568" w:rsidRDefault="009A7568" w:rsidP="009A7568"/>
        </w:tc>
      </w:tr>
      <w:tr w:rsidR="009A7568" w14:paraId="443794BB" w14:textId="77777777" w:rsidTr="00F862D6">
        <w:tc>
          <w:tcPr>
            <w:tcW w:w="1020" w:type="dxa"/>
          </w:tcPr>
          <w:p w14:paraId="1CA7A1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5DD5A23" w14:textId="37140A59" w:rsidR="009A7568" w:rsidRPr="003E6B9A" w:rsidRDefault="00396C8B" w:rsidP="006104F6">
            <w:r>
              <w:t>KlimesJa@spravazeleznic</w:t>
            </w:r>
            <w:r w:rsidR="0099494D" w:rsidRPr="0099494D">
              <w:t>.cz</w:t>
            </w:r>
          </w:p>
        </w:tc>
        <w:tc>
          <w:tcPr>
            <w:tcW w:w="823" w:type="dxa"/>
          </w:tcPr>
          <w:p w14:paraId="77D7CC50" w14:textId="77777777" w:rsidR="009A7568" w:rsidRDefault="009A7568" w:rsidP="009A7568"/>
        </w:tc>
        <w:tc>
          <w:tcPr>
            <w:tcW w:w="3685" w:type="dxa"/>
            <w:vMerge/>
          </w:tcPr>
          <w:p w14:paraId="2CC60842" w14:textId="77777777" w:rsidR="009A7568" w:rsidRDefault="009A7568" w:rsidP="009A7568"/>
        </w:tc>
      </w:tr>
      <w:tr w:rsidR="009A7568" w14:paraId="2CA05CD3" w14:textId="77777777" w:rsidTr="00F862D6">
        <w:tc>
          <w:tcPr>
            <w:tcW w:w="1020" w:type="dxa"/>
          </w:tcPr>
          <w:p w14:paraId="2351B216" w14:textId="77777777" w:rsidR="009A7568" w:rsidRDefault="009A7568" w:rsidP="009A7568"/>
        </w:tc>
        <w:tc>
          <w:tcPr>
            <w:tcW w:w="2552" w:type="dxa"/>
          </w:tcPr>
          <w:p w14:paraId="1029BBE7" w14:textId="77777777" w:rsidR="009A7568" w:rsidRPr="003E6B9A" w:rsidRDefault="009A7568" w:rsidP="009A7568"/>
        </w:tc>
        <w:tc>
          <w:tcPr>
            <w:tcW w:w="823" w:type="dxa"/>
          </w:tcPr>
          <w:p w14:paraId="2C1A5274" w14:textId="77777777" w:rsidR="009A7568" w:rsidRDefault="009A7568" w:rsidP="009A7568"/>
        </w:tc>
        <w:tc>
          <w:tcPr>
            <w:tcW w:w="3685" w:type="dxa"/>
          </w:tcPr>
          <w:p w14:paraId="08D9F533" w14:textId="77777777" w:rsidR="009A7568" w:rsidRDefault="009A7568" w:rsidP="009A7568"/>
        </w:tc>
      </w:tr>
      <w:tr w:rsidR="009A7568" w14:paraId="1B386B29" w14:textId="77777777" w:rsidTr="00F862D6">
        <w:tc>
          <w:tcPr>
            <w:tcW w:w="1020" w:type="dxa"/>
          </w:tcPr>
          <w:p w14:paraId="1F15E67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6364416" w14:textId="2FD3C6C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049E3">
              <w:rPr>
                <w:noProof/>
              </w:rPr>
              <w:t>6.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ADEBAF7" w14:textId="77777777" w:rsidR="009A7568" w:rsidRDefault="009A7568" w:rsidP="009A7568"/>
        </w:tc>
        <w:tc>
          <w:tcPr>
            <w:tcW w:w="3685" w:type="dxa"/>
          </w:tcPr>
          <w:p w14:paraId="1DB74756" w14:textId="77777777" w:rsidR="009A7568" w:rsidRDefault="009A7568" w:rsidP="009A7568"/>
        </w:tc>
      </w:tr>
      <w:tr w:rsidR="00F64786" w14:paraId="3DB67A8F" w14:textId="77777777" w:rsidTr="00F862D6">
        <w:tc>
          <w:tcPr>
            <w:tcW w:w="1020" w:type="dxa"/>
          </w:tcPr>
          <w:p w14:paraId="5E73D138" w14:textId="77777777" w:rsidR="00F64786" w:rsidRDefault="00F64786" w:rsidP="0077673A"/>
        </w:tc>
        <w:tc>
          <w:tcPr>
            <w:tcW w:w="2552" w:type="dxa"/>
          </w:tcPr>
          <w:p w14:paraId="1C2E3C9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4D65DBE" w14:textId="77777777" w:rsidR="00F64786" w:rsidRDefault="00F64786" w:rsidP="0077673A"/>
        </w:tc>
        <w:tc>
          <w:tcPr>
            <w:tcW w:w="3685" w:type="dxa"/>
          </w:tcPr>
          <w:p w14:paraId="1ED71E6A" w14:textId="77777777" w:rsidR="00F64786" w:rsidRDefault="00F64786" w:rsidP="0077673A"/>
        </w:tc>
      </w:tr>
      <w:tr w:rsidR="00F862D6" w14:paraId="640AD614" w14:textId="77777777" w:rsidTr="00B45E9E">
        <w:trPr>
          <w:trHeight w:val="794"/>
        </w:trPr>
        <w:tc>
          <w:tcPr>
            <w:tcW w:w="1020" w:type="dxa"/>
          </w:tcPr>
          <w:p w14:paraId="1C88A6AE" w14:textId="77777777" w:rsidR="00F862D6" w:rsidRDefault="00F862D6" w:rsidP="0077673A"/>
        </w:tc>
        <w:tc>
          <w:tcPr>
            <w:tcW w:w="2552" w:type="dxa"/>
          </w:tcPr>
          <w:p w14:paraId="416F15D0" w14:textId="77777777" w:rsidR="00F862D6" w:rsidRDefault="00F862D6" w:rsidP="00F310F8"/>
        </w:tc>
        <w:tc>
          <w:tcPr>
            <w:tcW w:w="823" w:type="dxa"/>
          </w:tcPr>
          <w:p w14:paraId="5DA493AB" w14:textId="77777777" w:rsidR="00F862D6" w:rsidRDefault="00F862D6" w:rsidP="0077673A"/>
        </w:tc>
        <w:tc>
          <w:tcPr>
            <w:tcW w:w="3685" w:type="dxa"/>
          </w:tcPr>
          <w:p w14:paraId="0DC1EF6D" w14:textId="77777777" w:rsidR="00F862D6" w:rsidRDefault="00F862D6" w:rsidP="0077673A"/>
        </w:tc>
      </w:tr>
    </w:tbl>
    <w:p w14:paraId="0EC3A0EC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75330" w:rsidRPr="00D75330">
        <w:rPr>
          <w:rFonts w:eastAsia="Calibri" w:cs="Times New Roman"/>
          <w:b/>
          <w:lang w:eastAsia="cs-CZ"/>
        </w:rPr>
        <w:t>Optimalizace trať.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úseku Havířov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(včetně)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-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zast.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Havířov střed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(mimo</w:t>
      </w:r>
      <w:r w:rsidR="00D75330">
        <w:rPr>
          <w:rFonts w:eastAsia="Calibri" w:cs="Times New Roman"/>
          <w:b/>
          <w:lang w:eastAsia="cs-CZ"/>
        </w:rPr>
        <w:t>)</w:t>
      </w:r>
    </w:p>
    <w:p w14:paraId="0201478B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9494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75330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6224FC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D5A51B1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FCD51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87061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902093C" w14:textId="08428C2E" w:rsidR="00D75330" w:rsidRDefault="00D75330" w:rsidP="00BD5319">
      <w:pPr>
        <w:spacing w:after="0" w:line="240" w:lineRule="auto"/>
        <w:rPr>
          <w:rFonts w:eastAsia="Calibri" w:cs="Times New Roman"/>
          <w:lang w:eastAsia="cs-CZ"/>
        </w:rPr>
      </w:pPr>
      <w:r w:rsidRPr="00D75330">
        <w:rPr>
          <w:rFonts w:eastAsia="Calibri" w:cs="Times New Roman"/>
          <w:u w:val="single"/>
          <w:lang w:eastAsia="cs-CZ"/>
        </w:rPr>
        <w:t>PS 12-02-11 (</w:t>
      </w:r>
      <w:r w:rsidR="0099494D">
        <w:rPr>
          <w:rFonts w:eastAsia="Calibri" w:cs="Times New Roman"/>
          <w:u w:val="single"/>
          <w:lang w:eastAsia="cs-CZ"/>
        </w:rPr>
        <w:t>Žst. Havířov, místní kabelizace</w:t>
      </w:r>
      <w:r w:rsidRPr="00D75330">
        <w:rPr>
          <w:rFonts w:eastAsia="Calibri" w:cs="Times New Roman"/>
          <w:u w:val="single"/>
          <w:lang w:eastAsia="cs-CZ"/>
        </w:rPr>
        <w:t>)</w:t>
      </w:r>
    </w:p>
    <w:p w14:paraId="1E290AF5" w14:textId="77777777" w:rsidR="00BD5319" w:rsidRPr="00D75330" w:rsidRDefault="00D75330" w:rsidP="00BD5319">
      <w:pPr>
        <w:spacing w:after="0" w:line="240" w:lineRule="auto"/>
        <w:rPr>
          <w:rFonts w:eastAsia="Calibri" w:cs="Times New Roman"/>
          <w:lang w:eastAsia="cs-CZ"/>
        </w:rPr>
      </w:pPr>
      <w:r w:rsidRPr="00D75330">
        <w:rPr>
          <w:rFonts w:eastAsia="Calibri" w:cs="Times New Roman"/>
          <w:lang w:eastAsia="cs-CZ"/>
        </w:rPr>
        <w:t>Je rozdíl v kapacitních výpočtech kabelů</w:t>
      </w:r>
      <w:r>
        <w:rPr>
          <w:rFonts w:eastAsia="Calibri" w:cs="Times New Roman"/>
          <w:lang w:eastAsia="cs-CZ"/>
        </w:rPr>
        <w:t xml:space="preserve"> – položka č. 30 výkazu výměr (</w:t>
      </w:r>
      <w:r w:rsidRPr="00D75330">
        <w:rPr>
          <w:rFonts w:eastAsia="Calibri" w:cs="Times New Roman"/>
          <w:lang w:eastAsia="cs-CZ"/>
        </w:rPr>
        <w:t>KABEL OPTICKÝ SINGLEMODE DO 12 VLÁKEN – 55,776 kmvláken) a kapacitní výpočet v techn</w:t>
      </w:r>
      <w:r>
        <w:rPr>
          <w:rFonts w:eastAsia="Calibri" w:cs="Times New Roman"/>
          <w:lang w:eastAsia="cs-CZ"/>
        </w:rPr>
        <w:t>ické zprávě na str. 11 bod 3.4 (</w:t>
      </w:r>
      <w:r w:rsidRPr="00D75330">
        <w:rPr>
          <w:rFonts w:eastAsia="Calibri" w:cs="Times New Roman"/>
          <w:lang w:eastAsia="cs-CZ"/>
        </w:rPr>
        <w:t>Počet kmvlák</w:t>
      </w:r>
      <w:r>
        <w:rPr>
          <w:rFonts w:eastAsia="Calibri" w:cs="Times New Roman"/>
          <w:lang w:eastAsia="cs-CZ"/>
        </w:rPr>
        <w:t xml:space="preserve">en je 86,232). </w:t>
      </w:r>
      <w:r w:rsidRPr="00D75330">
        <w:rPr>
          <w:rFonts w:eastAsia="Calibri" w:cs="Times New Roman"/>
          <w:lang w:eastAsia="cs-CZ"/>
        </w:rPr>
        <w:t>Žádáme zadavatele o prověření a upřesnění skutečného množství optického kabelu ve výkazu výměr a jeho řádného přepočítání na kmvlákna.</w:t>
      </w:r>
    </w:p>
    <w:p w14:paraId="27960969" w14:textId="77777777" w:rsidR="00D75330" w:rsidRPr="00BD5319" w:rsidRDefault="00D7533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F3C1A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F5932EE" w14:textId="0ADD93CE" w:rsidR="00BD5319" w:rsidRPr="004E4F2F" w:rsidRDefault="0049130B" w:rsidP="00440D2C">
      <w:pPr>
        <w:spacing w:after="0" w:line="240" w:lineRule="auto"/>
        <w:rPr>
          <w:rFonts w:eastAsia="Calibri" w:cs="Times New Roman"/>
          <w:lang w:eastAsia="cs-CZ"/>
        </w:rPr>
      </w:pPr>
      <w:r w:rsidRPr="004E4F2F">
        <w:rPr>
          <w:rFonts w:eastAsia="Calibri" w:cs="Times New Roman"/>
          <w:lang w:eastAsia="cs-CZ"/>
        </w:rPr>
        <w:t>Údaje v TZ jsou chybné, doplněn výpočet množství položky.</w:t>
      </w:r>
    </w:p>
    <w:p w14:paraId="5769A8C2" w14:textId="77777777" w:rsidR="004E4F2F" w:rsidRDefault="004E4F2F" w:rsidP="00BD5319">
      <w:pPr>
        <w:spacing w:after="0" w:line="240" w:lineRule="auto"/>
        <w:rPr>
          <w:rFonts w:eastAsia="Times New Roman" w:cs="Times New Roman"/>
          <w:u w:val="single"/>
          <w:lang w:eastAsia="cs-CZ"/>
        </w:rPr>
      </w:pPr>
    </w:p>
    <w:p w14:paraId="2C924D67" w14:textId="0CEC118B" w:rsidR="00EC344E" w:rsidRPr="004E4F2F" w:rsidRDefault="00EC344E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4E4F2F">
        <w:rPr>
          <w:rFonts w:eastAsia="Times New Roman" w:cs="Times New Roman"/>
          <w:u w:val="single"/>
          <w:lang w:eastAsia="cs-CZ"/>
        </w:rPr>
        <w:t>Viz příloha:</w:t>
      </w:r>
      <w:r w:rsidRPr="004E4F2F">
        <w:rPr>
          <w:rFonts w:eastAsia="Times New Roman" w:cs="Times New Roman"/>
          <w:b/>
          <w:lang w:eastAsia="cs-CZ"/>
        </w:rPr>
        <w:t xml:space="preserve"> </w:t>
      </w:r>
      <w:r w:rsidRPr="004E4F2F">
        <w:rPr>
          <w:rFonts w:eastAsia="Times New Roman" w:cs="Times New Roman"/>
          <w:bCs/>
          <w:lang w:eastAsia="cs-CZ"/>
        </w:rPr>
        <w:t>XLS_OptimalizaceúsekuHaviřov-Haviřovstřed_20230322_zm01.xlsx</w:t>
      </w:r>
    </w:p>
    <w:p w14:paraId="15F77DFD" w14:textId="425455C2" w:rsidR="0099494D" w:rsidRDefault="0099494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6AB9D6" w14:textId="77777777" w:rsidR="004E4F2F" w:rsidRPr="00BD5319" w:rsidRDefault="004E4F2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A91FB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3D3269ED" w14:textId="1527BD07" w:rsidR="00D75330" w:rsidRPr="0099494D" w:rsidRDefault="00D75330" w:rsidP="00BD531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99494D">
        <w:rPr>
          <w:rFonts w:eastAsia="Calibri" w:cs="Times New Roman"/>
          <w:u w:val="single"/>
          <w:lang w:eastAsia="cs-CZ"/>
        </w:rPr>
        <w:t>PS 12-02-11(Žst. Havířov, místní kabelizace)</w:t>
      </w:r>
    </w:p>
    <w:p w14:paraId="521676A6" w14:textId="77777777" w:rsidR="00BD5319" w:rsidRPr="00D75330" w:rsidRDefault="00D75330" w:rsidP="00BD5319">
      <w:pPr>
        <w:spacing w:after="0" w:line="240" w:lineRule="auto"/>
        <w:rPr>
          <w:rFonts w:eastAsia="Calibri" w:cs="Times New Roman"/>
          <w:lang w:eastAsia="cs-CZ"/>
        </w:rPr>
      </w:pPr>
      <w:r w:rsidRPr="00D75330">
        <w:rPr>
          <w:rFonts w:eastAsia="Calibri" w:cs="Times New Roman"/>
          <w:lang w:eastAsia="cs-CZ"/>
        </w:rPr>
        <w:t xml:space="preserve">Ve výkazu výměr nejsou rozděleny kabely XN0,6 a XN0,8 a tak nelze přesně spočítat jednotlivé ceny. Navíc tato položka výkazu </w:t>
      </w:r>
      <w:r>
        <w:rPr>
          <w:rFonts w:eastAsia="Calibri" w:cs="Times New Roman"/>
          <w:lang w:eastAsia="cs-CZ"/>
        </w:rPr>
        <w:t>výměr (č. 29</w:t>
      </w:r>
      <w:r w:rsidRPr="00D75330">
        <w:rPr>
          <w:rFonts w:eastAsia="Calibri" w:cs="Times New Roman"/>
          <w:lang w:eastAsia="cs-CZ"/>
        </w:rPr>
        <w:t>)  ne</w:t>
      </w:r>
      <w:r w:rsidR="0099494D">
        <w:rPr>
          <w:rFonts w:eastAsia="Calibri" w:cs="Times New Roman"/>
          <w:lang w:eastAsia="cs-CZ"/>
        </w:rPr>
        <w:t>souhlasí s technickou zprávou (</w:t>
      </w:r>
      <w:r w:rsidRPr="00D75330">
        <w:rPr>
          <w:rFonts w:eastAsia="Calibri" w:cs="Times New Roman"/>
          <w:lang w:eastAsia="cs-CZ"/>
        </w:rPr>
        <w:t>str. 11 bod 3.</w:t>
      </w:r>
      <w:r w:rsidR="0099494D">
        <w:rPr>
          <w:rFonts w:eastAsia="Calibri" w:cs="Times New Roman"/>
          <w:lang w:eastAsia="cs-CZ"/>
        </w:rPr>
        <w:t>4.</w:t>
      </w:r>
      <w:r>
        <w:rPr>
          <w:rFonts w:eastAsia="Calibri" w:cs="Times New Roman"/>
          <w:lang w:eastAsia="cs-CZ"/>
        </w:rPr>
        <w:t>), kde jsou uvedeny kmpáry (</w:t>
      </w:r>
      <w:r w:rsidRPr="00D75330">
        <w:rPr>
          <w:rFonts w:eastAsia="Calibri" w:cs="Times New Roman"/>
          <w:lang w:eastAsia="cs-CZ"/>
        </w:rPr>
        <w:t>p</w:t>
      </w:r>
      <w:r>
        <w:rPr>
          <w:rFonts w:eastAsia="Calibri" w:cs="Times New Roman"/>
          <w:lang w:eastAsia="cs-CZ"/>
        </w:rPr>
        <w:t>ředpis OTSKP stanovuje kmčtyřky</w:t>
      </w:r>
      <w:r w:rsidRPr="00D75330">
        <w:rPr>
          <w:rFonts w:eastAsia="Calibri" w:cs="Times New Roman"/>
          <w:lang w:eastAsia="cs-CZ"/>
        </w:rPr>
        <w:t>). Položka i po přepočtu na kmčtyřky je rozd</w:t>
      </w:r>
      <w:r>
        <w:rPr>
          <w:rFonts w:eastAsia="Calibri" w:cs="Times New Roman"/>
          <w:lang w:eastAsia="cs-CZ"/>
        </w:rPr>
        <w:t xml:space="preserve">ílná oproti výkazu výměr. </w:t>
      </w:r>
      <w:r w:rsidRPr="00D75330">
        <w:rPr>
          <w:rFonts w:eastAsia="Calibri" w:cs="Times New Roman"/>
          <w:lang w:eastAsia="cs-CZ"/>
        </w:rPr>
        <w:t>Žádáme zadavatele, aby řádně rozdělil ve výkazu výměr položky OTS</w:t>
      </w:r>
      <w:r>
        <w:rPr>
          <w:rFonts w:eastAsia="Calibri" w:cs="Times New Roman"/>
          <w:lang w:eastAsia="cs-CZ"/>
        </w:rPr>
        <w:t>KP na kabelizaci XN0,6 a XN 0,8</w:t>
      </w:r>
      <w:r w:rsidRPr="00D75330">
        <w:rPr>
          <w:rFonts w:eastAsia="Calibri" w:cs="Times New Roman"/>
          <w:lang w:eastAsia="cs-CZ"/>
        </w:rPr>
        <w:t xml:space="preserve"> a řádně přepočítal kmčtyřky.</w:t>
      </w:r>
    </w:p>
    <w:p w14:paraId="42D29812" w14:textId="77777777" w:rsidR="00D75330" w:rsidRPr="00BD5319" w:rsidRDefault="00D7533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20B53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3AF6F5E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lang w:eastAsia="cs-CZ"/>
        </w:rPr>
        <w:t>Opravena výměra položky 29 – nová výměra je 22,259 KMČTYŘKA, doplněn výpočet.</w:t>
      </w:r>
    </w:p>
    <w:p w14:paraId="1C502398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lang w:eastAsia="cs-CZ"/>
        </w:rPr>
        <w:t>Doplněna nová položka 87 - 75I321 - KABEL ZEMNÍ DVOUPLÁŠŤOVÝ S PANCÍŘEM PRŮMĚRU ŽÍLY 0,8 MM DO 5XN – 5,575 KMČTYŘKA</w:t>
      </w:r>
    </w:p>
    <w:p w14:paraId="49724BC5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lang w:eastAsia="cs-CZ"/>
        </w:rPr>
        <w:t>Opraven popis položky 85 - R75J2131 - Kabel sdělovací pro vnitřní použití do průměru žíly 0,8 mm do 5XN + doplněn výkaz výměr položky + opraveno výsledné množství</w:t>
      </w:r>
    </w:p>
    <w:p w14:paraId="15D5E909" w14:textId="40D19E55" w:rsidR="00BD5319" w:rsidRPr="004E4F2F" w:rsidRDefault="0049130B" w:rsidP="0049130B">
      <w:pPr>
        <w:spacing w:after="0" w:line="240" w:lineRule="auto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lang w:eastAsia="cs-CZ"/>
        </w:rPr>
        <w:t>Doplněna nová položka 88  - R75J2133 - Kabel sdělovací pro vnitřní použití do průměru žíly 0,6 mm do 5XN – 0,880 KMČTYŘKA</w:t>
      </w:r>
    </w:p>
    <w:p w14:paraId="4A59CC1F" w14:textId="320EE0DE" w:rsidR="0099494D" w:rsidRPr="004E4F2F" w:rsidRDefault="0099494D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FD57E2F" w14:textId="5395FADD" w:rsidR="00151519" w:rsidRPr="004E4F2F" w:rsidRDefault="00EC344E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4E4F2F">
        <w:rPr>
          <w:rFonts w:eastAsia="Times New Roman" w:cs="Times New Roman"/>
          <w:u w:val="single"/>
          <w:lang w:eastAsia="cs-CZ"/>
        </w:rPr>
        <w:t>Viz příloha:</w:t>
      </w:r>
      <w:r w:rsidRPr="004E4F2F">
        <w:rPr>
          <w:rFonts w:eastAsia="Times New Roman" w:cs="Times New Roman"/>
          <w:b/>
          <w:lang w:eastAsia="cs-CZ"/>
        </w:rPr>
        <w:t xml:space="preserve"> </w:t>
      </w:r>
      <w:r w:rsidRPr="004E4F2F">
        <w:rPr>
          <w:rFonts w:eastAsia="Times New Roman" w:cs="Times New Roman"/>
          <w:bCs/>
          <w:lang w:eastAsia="cs-CZ"/>
        </w:rPr>
        <w:t>XLS_OptimalizaceúsekuHaviřov-Haviřovstřed_20230322_zm01.xlsx</w:t>
      </w:r>
    </w:p>
    <w:p w14:paraId="3BC5C3AE" w14:textId="71680FB8" w:rsidR="00EC344E" w:rsidRDefault="00EC344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03002E6" w14:textId="77777777" w:rsidR="004E4F2F" w:rsidRDefault="004E4F2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A7D1045" w14:textId="26DF837B" w:rsidR="00151519" w:rsidRDefault="001515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2804C9EE" w14:textId="74306979" w:rsidR="00151519" w:rsidRDefault="00151519" w:rsidP="00151519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151519">
        <w:rPr>
          <w:rFonts w:eastAsia="Times New Roman" w:cs="Times New Roman"/>
          <w:u w:val="single"/>
          <w:lang w:eastAsia="cs-CZ"/>
        </w:rPr>
        <w:t>PS 12-02</w:t>
      </w:r>
      <w:r>
        <w:rPr>
          <w:rFonts w:eastAsia="Times New Roman" w:cs="Times New Roman"/>
          <w:u w:val="single"/>
          <w:lang w:eastAsia="cs-CZ"/>
        </w:rPr>
        <w:t>-51 (Žst. Havířov, DOK a TOK)</w:t>
      </w:r>
    </w:p>
    <w:p w14:paraId="71F89088" w14:textId="12C156F7" w:rsidR="0099494D" w:rsidRPr="00151519" w:rsidRDefault="00151519" w:rsidP="00151519">
      <w:pPr>
        <w:spacing w:after="0" w:line="240" w:lineRule="auto"/>
        <w:rPr>
          <w:rFonts w:eastAsia="Times New Roman" w:cs="Times New Roman"/>
          <w:lang w:eastAsia="cs-CZ"/>
        </w:rPr>
      </w:pPr>
      <w:r w:rsidRPr="00151519">
        <w:rPr>
          <w:rFonts w:eastAsia="Times New Roman" w:cs="Times New Roman"/>
          <w:lang w:eastAsia="cs-CZ"/>
        </w:rPr>
        <w:t xml:space="preserve">Nesouhlasí počty ani měrné jednotky ve výkazu výměr poř. č. 39 až 44 vůči kapacitním výpočtům v technické zprávě str. 16, bod 3.4. kde jsou uvedeny kmpáry pro čtyřkovaný kabel a nesouhlasí ani délky kabelů optických. Žádáme zadavatele o důsledné prověření délek </w:t>
      </w:r>
      <w:r w:rsidRPr="00151519">
        <w:rPr>
          <w:rFonts w:eastAsia="Times New Roman" w:cs="Times New Roman"/>
          <w:lang w:eastAsia="cs-CZ"/>
        </w:rPr>
        <w:lastRenderedPageBreak/>
        <w:t>optických a metalických kabelů a jejich přepočítání na správné jednotky dle OTSKP a poté zařazení množství do nového výkazu výměr.</w:t>
      </w:r>
    </w:p>
    <w:p w14:paraId="4D034609" w14:textId="77777777" w:rsidR="00151519" w:rsidRPr="00BD5319" w:rsidRDefault="00151519" w:rsidP="001515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33117B0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 w:rsidRPr="004E4F2F">
        <w:rPr>
          <w:rFonts w:eastAsia="Calibri" w:cs="Times New Roman"/>
          <w:lang w:eastAsia="cs-CZ"/>
        </w:rPr>
        <w:t xml:space="preserve">Položka 39 - 75I311 - </w:t>
      </w:r>
      <w:r w:rsidRPr="004E4F2F">
        <w:rPr>
          <w:rFonts w:eastAsia="Calibri" w:cs="Times New Roman"/>
          <w:i/>
          <w:iCs/>
          <w:lang w:eastAsia="cs-CZ"/>
        </w:rPr>
        <w:t>KABEL ZEMNÍ DVOUPLÁŠŤOVÝ S PANCÍŘEM PRŮMĚRU ŽÍLY 0,6 MM DO 5XN</w:t>
      </w:r>
      <w:r w:rsidRPr="004E4F2F">
        <w:rPr>
          <w:rFonts w:ascii="Microsoft Sans Serif" w:hAnsi="Microsoft Sans Serif" w:cs="Microsoft Sans Serif"/>
          <w:sz w:val="29"/>
          <w:szCs w:val="29"/>
        </w:rPr>
        <w:t xml:space="preserve"> </w:t>
      </w:r>
      <w:r w:rsidRPr="004E4F2F">
        <w:rPr>
          <w:rFonts w:eastAsia="Calibri" w:cs="Times New Roman"/>
          <w:lang w:eastAsia="cs-CZ"/>
        </w:rPr>
        <w:t>odstraněna, nerelevantní pro tento PS.</w:t>
      </w:r>
    </w:p>
    <w:p w14:paraId="3D669FB7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 w:rsidRPr="004E4F2F">
        <w:rPr>
          <w:rFonts w:eastAsia="Calibri" w:cs="Times New Roman"/>
          <w:lang w:eastAsia="cs-CZ"/>
        </w:rPr>
        <w:t xml:space="preserve">Opraveno množství a doplněn výpočet položky 40 - 75I321 - </w:t>
      </w:r>
      <w:r w:rsidRPr="004E4F2F">
        <w:rPr>
          <w:rFonts w:eastAsia="Calibri" w:cs="Times New Roman"/>
          <w:i/>
          <w:iCs/>
          <w:lang w:eastAsia="cs-CZ"/>
        </w:rPr>
        <w:t>KABEL ZEMNÍ DVOUPLÁŠŤOVÝ S PANCÍŘEM PRŮMĚRU ŽÍLY 0,8 MM DO 5XN</w:t>
      </w:r>
    </w:p>
    <w:p w14:paraId="250A1529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4E4F2F">
        <w:rPr>
          <w:rFonts w:eastAsia="Calibri" w:cs="Times New Roman"/>
          <w:lang w:eastAsia="cs-CZ"/>
        </w:rPr>
        <w:t xml:space="preserve">Opraveno množství a doplněn výpočet položky 41 - 75I322 - </w:t>
      </w:r>
      <w:r w:rsidRPr="004E4F2F">
        <w:rPr>
          <w:rFonts w:eastAsia="Calibri" w:cs="Times New Roman"/>
          <w:i/>
          <w:iCs/>
          <w:lang w:eastAsia="cs-CZ"/>
        </w:rPr>
        <w:t>KABEL ZEMNÍ DVOUPLÁŠŤOVÝ S PANCÍŘEM PRŮMĚRU ŽÍLY 0,8 MM DO 25XN</w:t>
      </w:r>
    </w:p>
    <w:p w14:paraId="0EDA8C08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4E4F2F">
        <w:rPr>
          <w:rFonts w:eastAsia="Calibri" w:cs="Times New Roman"/>
          <w:lang w:eastAsia="cs-CZ"/>
        </w:rPr>
        <w:t xml:space="preserve">Opraveno množství a doplněn výpočet položky – 42 - 75I811 - </w:t>
      </w:r>
      <w:r w:rsidRPr="004E4F2F">
        <w:rPr>
          <w:rFonts w:eastAsia="Calibri" w:cs="Times New Roman"/>
          <w:i/>
          <w:iCs/>
          <w:lang w:eastAsia="cs-CZ"/>
        </w:rPr>
        <w:t>KABEL OPTICKÝ SINGLEMODE DO 12 VLÁKEN</w:t>
      </w:r>
    </w:p>
    <w:p w14:paraId="713AC2FB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4E4F2F">
        <w:rPr>
          <w:rFonts w:eastAsia="Calibri" w:cs="Times New Roman"/>
          <w:lang w:eastAsia="cs-CZ"/>
        </w:rPr>
        <w:t xml:space="preserve">Opraveno množství a doplněn výpočet položky – 43 - 75I812 - </w:t>
      </w:r>
      <w:r w:rsidRPr="004E4F2F">
        <w:rPr>
          <w:rFonts w:eastAsia="Calibri" w:cs="Times New Roman"/>
          <w:i/>
          <w:iCs/>
          <w:lang w:eastAsia="cs-CZ"/>
        </w:rPr>
        <w:t>KABEL OPTICKÝ SINGLEMODE DO 36 VLÁKEN</w:t>
      </w:r>
    </w:p>
    <w:p w14:paraId="7656FA3C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 w:rsidRPr="004E4F2F">
        <w:rPr>
          <w:rFonts w:eastAsia="Calibri" w:cs="Times New Roman"/>
          <w:lang w:eastAsia="cs-CZ"/>
        </w:rPr>
        <w:t>Opraveno množství a doplněn výpočet položky – 44 - 75i813 - KABEL OPTICKÝ SINGLEMODE DO 72 VLÁKEN</w:t>
      </w:r>
    </w:p>
    <w:p w14:paraId="01CAD519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 w:rsidRPr="004E4F2F">
        <w:rPr>
          <w:rFonts w:eastAsia="Calibri" w:cs="Times New Roman"/>
          <w:lang w:eastAsia="cs-CZ"/>
        </w:rPr>
        <w:t>Opravena výměra položky 45 - 75I819 - KABEL OPTICKÝ SINGLEMODE - MONTÁŽ DO OSAZENÉ TRUBKY</w:t>
      </w:r>
    </w:p>
    <w:p w14:paraId="5D5DD8F3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 w:rsidRPr="004E4F2F">
        <w:rPr>
          <w:rFonts w:eastAsia="Calibri" w:cs="Times New Roman"/>
          <w:lang w:eastAsia="cs-CZ"/>
        </w:rPr>
        <w:t>Opravena výměra položky 46 - 75I81Y - KABEL OPTICKÝ SINGLEMODE – DEMONTÁŽ</w:t>
      </w:r>
    </w:p>
    <w:p w14:paraId="7458DD4F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 w:rsidRPr="004E4F2F">
        <w:rPr>
          <w:rFonts w:eastAsia="Calibri" w:cs="Times New Roman"/>
          <w:lang w:eastAsia="cs-CZ"/>
        </w:rPr>
        <w:t>Opraveno množství a doplněn výpočet položky 47 - 75I821 - KABEL OPTICKÝ MULTIMODE DO 12 VLÁKEN</w:t>
      </w:r>
    </w:p>
    <w:p w14:paraId="102F1A49" w14:textId="77777777" w:rsidR="0049130B" w:rsidRPr="004E4F2F" w:rsidRDefault="0049130B" w:rsidP="0049130B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 w:rsidRPr="004E4F2F">
        <w:rPr>
          <w:rFonts w:eastAsia="Calibri" w:cs="Times New Roman"/>
          <w:lang w:eastAsia="cs-CZ"/>
        </w:rPr>
        <w:t>Doplněna nová položka – 128 - R75J2131 - Kabel sdělovací pro vnitřní použití do průměru žíly 0,8 mm do 5XN – 0,640 KMČTYŘKA</w:t>
      </w:r>
    </w:p>
    <w:p w14:paraId="11A2A562" w14:textId="7A101C49" w:rsidR="00151519" w:rsidRPr="004E4F2F" w:rsidRDefault="0049130B" w:rsidP="0049130B">
      <w:pPr>
        <w:spacing w:after="0" w:line="240" w:lineRule="auto"/>
        <w:rPr>
          <w:rFonts w:eastAsia="Times New Roman" w:cs="Times New Roman"/>
          <w:lang w:eastAsia="cs-CZ"/>
        </w:rPr>
      </w:pPr>
      <w:r w:rsidRPr="004E4F2F">
        <w:rPr>
          <w:rFonts w:eastAsia="Calibri" w:cs="Times New Roman"/>
          <w:lang w:eastAsia="cs-CZ"/>
        </w:rPr>
        <w:t>Opravena položka 126 – nový kód položky - R75J2132 + doplněn výpočet množství položky + oprava výměry položky.</w:t>
      </w:r>
    </w:p>
    <w:p w14:paraId="2E610D33" w14:textId="77777777" w:rsidR="004E4F2F" w:rsidRDefault="004E4F2F" w:rsidP="0068799D">
      <w:pPr>
        <w:spacing w:after="0" w:line="240" w:lineRule="auto"/>
        <w:rPr>
          <w:rFonts w:eastAsia="Times New Roman" w:cs="Times New Roman"/>
          <w:u w:val="single"/>
          <w:lang w:eastAsia="cs-CZ"/>
        </w:rPr>
      </w:pPr>
    </w:p>
    <w:p w14:paraId="46448F86" w14:textId="0B7BFB36" w:rsidR="0068799D" w:rsidRPr="004E4F2F" w:rsidRDefault="00EC344E" w:rsidP="0068799D">
      <w:pPr>
        <w:spacing w:after="0" w:line="240" w:lineRule="auto"/>
        <w:rPr>
          <w:rFonts w:eastAsia="Calibri" w:cs="Times New Roman"/>
          <w:bCs/>
          <w:lang w:eastAsia="cs-CZ"/>
        </w:rPr>
      </w:pPr>
      <w:r w:rsidRPr="004E4F2F">
        <w:rPr>
          <w:rFonts w:eastAsia="Times New Roman" w:cs="Times New Roman"/>
          <w:u w:val="single"/>
          <w:lang w:eastAsia="cs-CZ"/>
        </w:rPr>
        <w:t>Viz příloha:</w:t>
      </w:r>
      <w:r w:rsidRPr="004E4F2F">
        <w:rPr>
          <w:rFonts w:eastAsia="Times New Roman" w:cs="Times New Roman"/>
          <w:b/>
          <w:lang w:eastAsia="cs-CZ"/>
        </w:rPr>
        <w:t xml:space="preserve"> </w:t>
      </w:r>
      <w:r w:rsidRPr="004E4F2F">
        <w:rPr>
          <w:rFonts w:eastAsia="Times New Roman" w:cs="Times New Roman"/>
          <w:bCs/>
          <w:lang w:eastAsia="cs-CZ"/>
        </w:rPr>
        <w:t>XLS_OptimalizaceúsekuHaviřov-Haviřovstřed_20230322_zm01.xlsx</w:t>
      </w:r>
    </w:p>
    <w:p w14:paraId="13EA8EFF" w14:textId="77777777" w:rsidR="0068799D" w:rsidRDefault="0068799D" w:rsidP="0068799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FB5124" w14:textId="77777777" w:rsidR="0068799D" w:rsidRDefault="0068799D" w:rsidP="0068799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0BDD06" w14:textId="10543ED6" w:rsidR="0068799D" w:rsidRDefault="0068799D" w:rsidP="0068799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5263BBAD" w14:textId="77777777" w:rsidR="0068799D" w:rsidRPr="0068799D" w:rsidRDefault="0068799D" w:rsidP="0068799D">
      <w:pPr>
        <w:spacing w:after="0" w:line="240" w:lineRule="auto"/>
        <w:rPr>
          <w:rFonts w:eastAsia="Times New Roman" w:cs="Times New Roman"/>
          <w:lang w:eastAsia="cs-CZ"/>
        </w:rPr>
      </w:pPr>
      <w:r w:rsidRPr="0068799D">
        <w:rPr>
          <w:rFonts w:eastAsia="Times New Roman" w:cs="Times New Roman"/>
          <w:lang w:eastAsia="cs-CZ"/>
        </w:rPr>
        <w:t xml:space="preserve">V Zadávací dokumentaci, pro soubory objektů železničního svršku a spodku SO 11-10-01 a SO 11-11-01 je v seznamu příloh pod číslem 001 uvedena TZ společná pro oba objekty. Vlastní příloha ale v poskytnuté zadávací dokumentaci chybí.  </w:t>
      </w:r>
    </w:p>
    <w:p w14:paraId="49EDB7F0" w14:textId="61BA2044" w:rsidR="0068799D" w:rsidRPr="0068799D" w:rsidRDefault="0068799D" w:rsidP="0068799D">
      <w:pPr>
        <w:spacing w:after="0" w:line="240" w:lineRule="auto"/>
        <w:rPr>
          <w:rFonts w:eastAsia="Times New Roman" w:cs="Times New Roman"/>
          <w:lang w:eastAsia="cs-CZ"/>
        </w:rPr>
      </w:pPr>
      <w:r w:rsidRPr="0068799D">
        <w:rPr>
          <w:rFonts w:eastAsia="Times New Roman" w:cs="Times New Roman"/>
          <w:lang w:eastAsia="cs-CZ"/>
        </w:rPr>
        <w:t>Může zadavatel zajistit doplnění chybějící přílohy do zadávací dokumentace.</w:t>
      </w:r>
    </w:p>
    <w:p w14:paraId="3C74B4E2" w14:textId="77777777" w:rsidR="0068799D" w:rsidRDefault="0068799D" w:rsidP="0068799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BABE1E7" w14:textId="77777777" w:rsidR="0068799D" w:rsidRPr="00BD5319" w:rsidRDefault="0068799D" w:rsidP="0068799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E60FE9A" w14:textId="58B167FE" w:rsidR="00440D2C" w:rsidRPr="004E4F2F" w:rsidRDefault="00440D2C" w:rsidP="0068799D">
      <w:pPr>
        <w:spacing w:after="0" w:line="240" w:lineRule="auto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lang w:eastAsia="cs-CZ"/>
        </w:rPr>
        <w:t>Příloha doplněna.</w:t>
      </w:r>
    </w:p>
    <w:p w14:paraId="40A81BD6" w14:textId="77777777" w:rsidR="004E4F2F" w:rsidRDefault="004E4F2F" w:rsidP="0068799D">
      <w:pPr>
        <w:spacing w:after="0" w:line="240" w:lineRule="auto"/>
        <w:rPr>
          <w:rFonts w:eastAsia="Times New Roman" w:cs="Times New Roman"/>
          <w:bCs/>
          <w:u w:val="single"/>
          <w:lang w:eastAsia="cs-CZ"/>
        </w:rPr>
      </w:pPr>
    </w:p>
    <w:p w14:paraId="5C061BF4" w14:textId="5C443B69" w:rsidR="0068799D" w:rsidRPr="004E4F2F" w:rsidRDefault="00440D2C" w:rsidP="0068799D">
      <w:pPr>
        <w:spacing w:after="0" w:line="240" w:lineRule="auto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bCs/>
          <w:u w:val="single"/>
          <w:lang w:eastAsia="cs-CZ"/>
        </w:rPr>
        <w:t>Viz příloha</w:t>
      </w:r>
      <w:r w:rsidRPr="004E4F2F">
        <w:rPr>
          <w:rFonts w:eastAsia="Times New Roman" w:cs="Times New Roman"/>
          <w:lang w:eastAsia="cs-CZ"/>
        </w:rPr>
        <w:t>: „D_2_1_1_SK110002_1_001_TZ.pdf“</w:t>
      </w:r>
    </w:p>
    <w:p w14:paraId="7AF98ACF" w14:textId="6EFBBE4C" w:rsidR="00151519" w:rsidRDefault="001515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AC04A91" w14:textId="77777777" w:rsidR="0068799D" w:rsidRDefault="0068799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654D9F6" w14:textId="47095601" w:rsidR="0068799D" w:rsidRDefault="0068799D" w:rsidP="0068799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4E4D60E7" w14:textId="77777777" w:rsidR="0068799D" w:rsidRPr="0068799D" w:rsidRDefault="0068799D" w:rsidP="0068799D">
      <w:pPr>
        <w:spacing w:after="0" w:line="240" w:lineRule="auto"/>
        <w:rPr>
          <w:rFonts w:eastAsia="Times New Roman" w:cs="Times New Roman"/>
          <w:lang w:eastAsia="cs-CZ"/>
        </w:rPr>
      </w:pPr>
      <w:r w:rsidRPr="0068799D">
        <w:rPr>
          <w:rFonts w:eastAsia="Times New Roman" w:cs="Times New Roman"/>
          <w:lang w:eastAsia="cs-CZ"/>
        </w:rPr>
        <w:t xml:space="preserve">V Zadávací dokumentaci, pro soubor objektu železničního svršku SO 12-10-01 chybí v Soupisu prací položka pro ocenění Drážních stezek. </w:t>
      </w:r>
    </w:p>
    <w:p w14:paraId="303AADDA" w14:textId="0649C706" w:rsidR="0068799D" w:rsidRPr="0068799D" w:rsidRDefault="0068799D" w:rsidP="0068799D">
      <w:pPr>
        <w:spacing w:after="0" w:line="240" w:lineRule="auto"/>
        <w:rPr>
          <w:rFonts w:eastAsia="Times New Roman" w:cs="Times New Roman"/>
          <w:lang w:eastAsia="cs-CZ"/>
        </w:rPr>
      </w:pPr>
      <w:r w:rsidRPr="0068799D">
        <w:rPr>
          <w:rFonts w:eastAsia="Times New Roman" w:cs="Times New Roman"/>
          <w:lang w:eastAsia="cs-CZ"/>
        </w:rPr>
        <w:t>Může zadavatel zajistit doplnění položky včetně výpočtu množství.</w:t>
      </w:r>
    </w:p>
    <w:p w14:paraId="5764F656" w14:textId="77777777" w:rsidR="0068799D" w:rsidRDefault="0068799D" w:rsidP="0068799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62C44DB" w14:textId="77777777" w:rsidR="0068799D" w:rsidRPr="004E4F2F" w:rsidRDefault="0068799D" w:rsidP="0068799D">
      <w:pPr>
        <w:spacing w:after="0" w:line="240" w:lineRule="auto"/>
        <w:rPr>
          <w:rFonts w:eastAsia="Calibri" w:cs="Times New Roman"/>
          <w:b/>
          <w:lang w:eastAsia="cs-CZ"/>
        </w:rPr>
      </w:pPr>
      <w:r w:rsidRPr="004E4F2F">
        <w:rPr>
          <w:rFonts w:eastAsia="Calibri" w:cs="Times New Roman"/>
          <w:b/>
          <w:lang w:eastAsia="cs-CZ"/>
        </w:rPr>
        <w:t xml:space="preserve">Odpověď: </w:t>
      </w:r>
    </w:p>
    <w:p w14:paraId="7B5A7C64" w14:textId="54C2FD0A" w:rsidR="0068799D" w:rsidRPr="004E4F2F" w:rsidRDefault="0049130B" w:rsidP="0068799D">
      <w:pPr>
        <w:spacing w:after="0" w:line="240" w:lineRule="auto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lang w:eastAsia="cs-CZ"/>
        </w:rPr>
        <w:t>Doplněna položka 71 – 925120 - DRÁŽNÍ STEZKY Z DRTI TL. PŘES 50 MM – 23331,70 M2</w:t>
      </w:r>
    </w:p>
    <w:p w14:paraId="57725846" w14:textId="77777777" w:rsidR="0049130B" w:rsidRPr="004E4F2F" w:rsidRDefault="0049130B" w:rsidP="0068799D">
      <w:pPr>
        <w:spacing w:after="0" w:line="240" w:lineRule="auto"/>
        <w:rPr>
          <w:rFonts w:eastAsia="Times New Roman" w:cs="Times New Roman"/>
          <w:lang w:eastAsia="cs-CZ"/>
        </w:rPr>
      </w:pPr>
    </w:p>
    <w:p w14:paraId="4662384A" w14:textId="22CD5B7C" w:rsidR="0068799D" w:rsidRPr="004E4F2F" w:rsidRDefault="00440D2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4F2F">
        <w:rPr>
          <w:rFonts w:eastAsia="Times New Roman" w:cs="Times New Roman"/>
          <w:u w:val="single"/>
          <w:lang w:eastAsia="cs-CZ"/>
        </w:rPr>
        <w:t>Viz příloha:</w:t>
      </w:r>
      <w:r w:rsidR="00EC344E" w:rsidRPr="004E4F2F">
        <w:rPr>
          <w:rFonts w:eastAsia="Times New Roman" w:cs="Times New Roman"/>
          <w:b/>
          <w:lang w:eastAsia="cs-CZ"/>
        </w:rPr>
        <w:t xml:space="preserve"> </w:t>
      </w:r>
      <w:r w:rsidR="00EC344E" w:rsidRPr="004E4F2F">
        <w:rPr>
          <w:rFonts w:eastAsia="Times New Roman" w:cs="Times New Roman"/>
          <w:bCs/>
          <w:lang w:eastAsia="cs-CZ"/>
        </w:rPr>
        <w:t>XLS_OptimalizaceúsekuHaviřov-Haviřovstřed_20230322_zm01.xlsx</w:t>
      </w:r>
    </w:p>
    <w:p w14:paraId="38E695B4" w14:textId="1AF790D7" w:rsidR="00151519" w:rsidRDefault="001515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67C538F" w14:textId="77777777" w:rsidR="0068799D" w:rsidRPr="00BD5319" w:rsidRDefault="0068799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3378E43" w14:textId="5731AF43" w:rsidR="00BD5319" w:rsidRPr="00BD5319" w:rsidRDefault="00BD5319" w:rsidP="004E4F2F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9494D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4E4F2F">
        <w:rPr>
          <w:rFonts w:eastAsia="Times New Roman" w:cs="Times New Roman"/>
          <w:lang w:eastAsia="cs-CZ"/>
        </w:rPr>
        <w:t xml:space="preserve">28. 4. 2023 </w:t>
      </w:r>
      <w:r w:rsidRPr="00BD5319">
        <w:rPr>
          <w:rFonts w:eastAsia="Times New Roman" w:cs="Times New Roman"/>
          <w:lang w:eastAsia="cs-CZ"/>
        </w:rPr>
        <w:t xml:space="preserve">na den </w:t>
      </w:r>
      <w:r w:rsidR="004E4F2F">
        <w:rPr>
          <w:rFonts w:eastAsia="Times New Roman" w:cs="Times New Roman"/>
          <w:lang w:eastAsia="cs-CZ"/>
        </w:rPr>
        <w:t>2. 5. 2023</w:t>
      </w:r>
      <w:r w:rsidRPr="00BD5319">
        <w:rPr>
          <w:rFonts w:eastAsia="Times New Roman" w:cs="Times New Roman"/>
          <w:lang w:eastAsia="cs-CZ"/>
        </w:rPr>
        <w:t>.</w:t>
      </w:r>
    </w:p>
    <w:p w14:paraId="4559766F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215D3D" w14:textId="31876093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4E4F2F">
        <w:rPr>
          <w:rFonts w:eastAsia="Times New Roman" w:cs="Times New Roman"/>
          <w:lang w:eastAsia="cs-CZ"/>
        </w:rPr>
        <w:t>Z2023-012522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F02A9A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4324F5F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91BA6BD" w14:textId="6F7B4C96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E4F2F">
        <w:rPr>
          <w:rFonts w:eastAsia="Times New Roman" w:cs="Times New Roman"/>
          <w:lang w:eastAsia="cs-CZ"/>
        </w:rPr>
        <w:t>28. 4. 2023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4E4F2F">
        <w:rPr>
          <w:rFonts w:eastAsia="Times New Roman" w:cs="Times New Roman"/>
          <w:lang w:eastAsia="cs-CZ"/>
        </w:rPr>
        <w:t>2. 5. 2023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4D84F1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095FFD0E" w14:textId="2C5EE2B6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E4F2F">
        <w:rPr>
          <w:rFonts w:eastAsia="Times New Roman" w:cs="Times New Roman"/>
          <w:lang w:eastAsia="cs-CZ"/>
        </w:rPr>
        <w:t>28. 4. 2023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4E4F2F">
        <w:rPr>
          <w:rFonts w:eastAsia="Times New Roman" w:cs="Times New Roman"/>
          <w:lang w:eastAsia="cs-CZ"/>
        </w:rPr>
        <w:t>2. 5. 2023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427BBCA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20023AB3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9494D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7720AAC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106551" w14:textId="77777777" w:rsidR="00BD5319" w:rsidRPr="004E4F2F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E4F2F">
        <w:rPr>
          <w:rFonts w:eastAsia="Calibri" w:cs="Times New Roman"/>
          <w:b/>
          <w:bCs/>
          <w:lang w:eastAsia="cs-CZ"/>
        </w:rPr>
        <w:t xml:space="preserve">Příloha: </w:t>
      </w:r>
      <w:r w:rsidRPr="004E4F2F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E4F2F">
        <w:rPr>
          <w:rFonts w:eastAsia="Calibri" w:cs="Times New Roman"/>
          <w:bCs/>
          <w:lang w:eastAsia="cs-CZ"/>
        </w:rPr>
        <w:instrText xml:space="preserve"> FORMTEXT </w:instrText>
      </w:r>
      <w:r w:rsidRPr="004E4F2F">
        <w:rPr>
          <w:rFonts w:eastAsia="Calibri" w:cs="Times New Roman"/>
          <w:bCs/>
          <w:lang w:eastAsia="cs-CZ"/>
        </w:rPr>
      </w:r>
      <w:r w:rsidRPr="004E4F2F">
        <w:rPr>
          <w:rFonts w:eastAsia="Calibri" w:cs="Times New Roman"/>
          <w:bCs/>
          <w:lang w:eastAsia="cs-CZ"/>
        </w:rPr>
        <w:fldChar w:fldCharType="separate"/>
      </w:r>
      <w:r w:rsidRPr="004E4F2F">
        <w:rPr>
          <w:rFonts w:eastAsia="Calibri" w:cs="Times New Roman"/>
          <w:bCs/>
          <w:lang w:eastAsia="cs-CZ"/>
        </w:rPr>
        <w:t> </w:t>
      </w:r>
      <w:r w:rsidRPr="004E4F2F">
        <w:rPr>
          <w:rFonts w:eastAsia="Calibri" w:cs="Times New Roman"/>
          <w:bCs/>
          <w:lang w:eastAsia="cs-CZ"/>
        </w:rPr>
        <w:t> </w:t>
      </w:r>
      <w:r w:rsidRPr="004E4F2F">
        <w:rPr>
          <w:rFonts w:eastAsia="Calibri" w:cs="Times New Roman"/>
          <w:bCs/>
          <w:lang w:eastAsia="cs-CZ"/>
        </w:rPr>
        <w:t> </w:t>
      </w:r>
      <w:r w:rsidRPr="004E4F2F">
        <w:rPr>
          <w:rFonts w:eastAsia="Calibri" w:cs="Times New Roman"/>
          <w:bCs/>
          <w:lang w:eastAsia="cs-CZ"/>
        </w:rPr>
        <w:t> </w:t>
      </w:r>
      <w:r w:rsidRPr="004E4F2F">
        <w:rPr>
          <w:rFonts w:eastAsia="Calibri" w:cs="Times New Roman"/>
          <w:bCs/>
          <w:lang w:eastAsia="cs-CZ"/>
        </w:rPr>
        <w:t> </w:t>
      </w:r>
      <w:r w:rsidRPr="004E4F2F">
        <w:rPr>
          <w:rFonts w:eastAsia="Calibri" w:cs="Times New Roman"/>
          <w:bCs/>
          <w:lang w:eastAsia="cs-CZ"/>
        </w:rPr>
        <w:fldChar w:fldCharType="end"/>
      </w:r>
    </w:p>
    <w:p w14:paraId="190B9F6F" w14:textId="34A57CCC" w:rsidR="00BD5319" w:rsidRPr="004E4F2F" w:rsidRDefault="00440D2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lang w:eastAsia="cs-CZ"/>
        </w:rPr>
        <w:t>D_2_1_1_SK110002_1_001_TZ.pdf</w:t>
      </w:r>
    </w:p>
    <w:p w14:paraId="4BB16D62" w14:textId="234D1AAE" w:rsidR="00EC344E" w:rsidRPr="004E4F2F" w:rsidRDefault="00EC344E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lang w:eastAsia="cs-CZ"/>
        </w:rPr>
        <w:t>XLS_OptimalizaceúsekuHaviřov-Haviřovstřed_20230322_zm01.xlsx</w:t>
      </w:r>
    </w:p>
    <w:p w14:paraId="60053816" w14:textId="575FAB6F" w:rsidR="00EC344E" w:rsidRPr="004E4F2F" w:rsidRDefault="00EC344E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E4F2F">
        <w:rPr>
          <w:rFonts w:eastAsia="Times New Roman" w:cs="Times New Roman"/>
          <w:lang w:eastAsia="cs-CZ"/>
        </w:rPr>
        <w:t>XDC_OptimalizaceúsekuHaviřov-Haviřovstřed_20230322_zm01.xml</w:t>
      </w:r>
    </w:p>
    <w:p w14:paraId="6DF011FB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92BADB" w14:textId="2DFAE768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8C55D4" w14:textId="5BC55FB6" w:rsidR="004E4F2F" w:rsidRDefault="004E4F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F59DB6" w14:textId="77777777" w:rsidR="004E4F2F" w:rsidRPr="00BD5319" w:rsidRDefault="004E4F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173D05" w14:textId="6DF12B5F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19BF8A" w14:textId="6ED5FDDA" w:rsidR="004E4F2F" w:rsidRDefault="004E4F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78838A" w14:textId="77777777" w:rsidR="004E4F2F" w:rsidRPr="00BD5319" w:rsidRDefault="004E4F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8CE460" w14:textId="74A30036" w:rsidR="00BD5319" w:rsidRPr="00BD5319" w:rsidRDefault="006049E3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Štěpán Hošna</w:t>
      </w:r>
    </w:p>
    <w:p w14:paraId="2621FE95" w14:textId="21B8D5D3" w:rsidR="00BD5319" w:rsidRPr="00BD5319" w:rsidRDefault="006049E3" w:rsidP="00BD5319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vedoucí odd. zadávání investic, odbor investiční</w:t>
      </w:r>
    </w:p>
    <w:p w14:paraId="39E3AE05" w14:textId="650552BD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 xml:space="preserve">na základě „Pověření“ č. </w:t>
      </w:r>
      <w:r w:rsidR="006049E3">
        <w:rPr>
          <w:rFonts w:eastAsia="Calibri" w:cs="Times New Roman"/>
          <w:lang w:eastAsia="cs-CZ"/>
        </w:rPr>
        <w:t xml:space="preserve">7-NM </w:t>
      </w:r>
      <w:r w:rsidRPr="00BD5319">
        <w:rPr>
          <w:rFonts w:eastAsia="Calibri" w:cs="Times New Roman"/>
          <w:lang w:eastAsia="cs-CZ"/>
        </w:rPr>
        <w:t xml:space="preserve">ze </w:t>
      </w:r>
      <w:r w:rsidR="006049E3">
        <w:rPr>
          <w:rFonts w:eastAsia="Calibri" w:cs="Times New Roman"/>
          <w:lang w:eastAsia="cs-CZ"/>
        </w:rPr>
        <w:t>dne 24</w:t>
      </w:r>
      <w:r w:rsidRPr="00BD5319">
        <w:rPr>
          <w:rFonts w:eastAsia="Calibri" w:cs="Times New Roman"/>
          <w:lang w:eastAsia="cs-CZ"/>
        </w:rPr>
        <w:t xml:space="preserve">. </w:t>
      </w:r>
      <w:r w:rsidR="006049E3">
        <w:rPr>
          <w:rFonts w:eastAsia="Calibri" w:cs="Times New Roman"/>
          <w:lang w:eastAsia="cs-CZ"/>
        </w:rPr>
        <w:t>10</w:t>
      </w:r>
      <w:r w:rsidRPr="00BD5319">
        <w:rPr>
          <w:rFonts w:eastAsia="Calibri" w:cs="Times New Roman"/>
          <w:lang w:eastAsia="cs-CZ"/>
        </w:rPr>
        <w:t>. 20</w:t>
      </w:r>
      <w:r w:rsidR="006049E3">
        <w:rPr>
          <w:rFonts w:eastAsia="Calibri" w:cs="Times New Roman"/>
          <w:lang w:eastAsia="cs-CZ"/>
        </w:rPr>
        <w:t>22</w:t>
      </w:r>
    </w:p>
    <w:p w14:paraId="6E97B61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4D32094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25CB14DB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7AEBDDB6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D766" w14:textId="77777777" w:rsidR="002C60A2" w:rsidRDefault="002C60A2" w:rsidP="00962258">
      <w:pPr>
        <w:spacing w:after="0" w:line="240" w:lineRule="auto"/>
      </w:pPr>
      <w:r>
        <w:separator/>
      </w:r>
    </w:p>
  </w:endnote>
  <w:endnote w:type="continuationSeparator" w:id="0">
    <w:p w14:paraId="34D2B3C2" w14:textId="77777777" w:rsidR="002C60A2" w:rsidRDefault="002C60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EA514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59B4F3" w14:textId="39583A4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49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49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7F95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8FD90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85DFDF" w14:textId="77777777" w:rsidR="00F1715C" w:rsidRDefault="00F1715C" w:rsidP="00D831A3">
          <w:pPr>
            <w:pStyle w:val="Zpat"/>
          </w:pPr>
        </w:p>
      </w:tc>
    </w:tr>
  </w:tbl>
  <w:p w14:paraId="6D3D779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D84F8AA" wp14:editId="51446B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4ED5A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D51EC5" wp14:editId="330A55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6FD59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AE9010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BFF94" w14:textId="069F948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49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49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98A403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8D8D95C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178932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1BF716C9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131EBC4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32EBAB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2BE93F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43E4FA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581AD7B" w14:textId="77777777" w:rsidR="00712ED1" w:rsidRDefault="00712ED1" w:rsidP="00331004">
          <w:pPr>
            <w:pStyle w:val="Zpat"/>
          </w:pPr>
        </w:p>
      </w:tc>
    </w:tr>
  </w:tbl>
  <w:p w14:paraId="47D85B7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6E624E3" wp14:editId="5621F2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7784E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F596C01" wp14:editId="549162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7169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3A488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0E0A4" w14:textId="77777777" w:rsidR="002C60A2" w:rsidRDefault="002C60A2" w:rsidP="00962258">
      <w:pPr>
        <w:spacing w:after="0" w:line="240" w:lineRule="auto"/>
      </w:pPr>
      <w:r>
        <w:separator/>
      </w:r>
    </w:p>
  </w:footnote>
  <w:footnote w:type="continuationSeparator" w:id="0">
    <w:p w14:paraId="4877C7D5" w14:textId="77777777" w:rsidR="002C60A2" w:rsidRDefault="002C60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38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1583B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6BFD0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D773D9" w14:textId="77777777" w:rsidR="00F1715C" w:rsidRPr="00D6163D" w:rsidRDefault="00F1715C" w:rsidP="00D6163D">
          <w:pPr>
            <w:pStyle w:val="Druhdokumentu"/>
          </w:pPr>
        </w:p>
      </w:tc>
    </w:tr>
  </w:tbl>
  <w:p w14:paraId="407A68A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DA103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206C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E7C9CC7" wp14:editId="7D97582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21CE206" wp14:editId="1917D9B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6039C57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EE8E0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CBE9ED" w14:textId="77777777" w:rsidR="00F1715C" w:rsidRPr="00D6163D" w:rsidRDefault="00F1715C" w:rsidP="00FC6389">
          <w:pPr>
            <w:pStyle w:val="Druhdokumentu"/>
          </w:pPr>
        </w:p>
      </w:tc>
    </w:tr>
    <w:tr w:rsidR="00F64786" w14:paraId="15B42CF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5AC4BF8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EB41F6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4E3E2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C2D2FA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3084401" wp14:editId="2F25C43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34957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C892D0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3F2662"/>
    <w:multiLevelType w:val="hybridMultilevel"/>
    <w:tmpl w:val="9D0414F8"/>
    <w:lvl w:ilvl="0" w:tplc="4E7C74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1996682"/>
    <w:multiLevelType w:val="hybridMultilevel"/>
    <w:tmpl w:val="8138E8C4"/>
    <w:lvl w:ilvl="0" w:tplc="28C0A190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51519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C60A2"/>
    <w:rsid w:val="002E0CD7"/>
    <w:rsid w:val="002F026B"/>
    <w:rsid w:val="00357BC6"/>
    <w:rsid w:val="0037111D"/>
    <w:rsid w:val="003756B9"/>
    <w:rsid w:val="003956C6"/>
    <w:rsid w:val="00396C8B"/>
    <w:rsid w:val="003E6B9A"/>
    <w:rsid w:val="003E75CE"/>
    <w:rsid w:val="0041380F"/>
    <w:rsid w:val="00440D2C"/>
    <w:rsid w:val="00450F07"/>
    <w:rsid w:val="00453CD3"/>
    <w:rsid w:val="00455BC7"/>
    <w:rsid w:val="00460660"/>
    <w:rsid w:val="00460CCB"/>
    <w:rsid w:val="004656D1"/>
    <w:rsid w:val="00477370"/>
    <w:rsid w:val="00486107"/>
    <w:rsid w:val="0049130B"/>
    <w:rsid w:val="00491827"/>
    <w:rsid w:val="004926B0"/>
    <w:rsid w:val="004A7C69"/>
    <w:rsid w:val="004C4399"/>
    <w:rsid w:val="004C69ED"/>
    <w:rsid w:val="004C787C"/>
    <w:rsid w:val="004E4F2F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049E3"/>
    <w:rsid w:val="006104F6"/>
    <w:rsid w:val="0061068E"/>
    <w:rsid w:val="00660AD3"/>
    <w:rsid w:val="00682064"/>
    <w:rsid w:val="0068799D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494D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4C51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75330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C344E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B88B3"/>
  <w14:defaultImageDpi w14:val="32767"/>
  <w15:docId w15:val="{E99F2797-4464-4330-9B27-4A758048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CD566B-3D10-4395-9A7E-9CEBC578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97</TotalTime>
  <Pages>3</Pages>
  <Words>862</Words>
  <Characters>5092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12</cp:revision>
  <cp:lastPrinted>2019-02-22T13:28:00Z</cp:lastPrinted>
  <dcterms:created xsi:type="dcterms:W3CDTF">2020-01-24T13:38:00Z</dcterms:created>
  <dcterms:modified xsi:type="dcterms:W3CDTF">2023-04-06T11:28:00Z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