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7AB22FA" w:rsidR="005B4BA5" w:rsidRPr="005B3340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5B3340" w:rsidRPr="005B3340">
        <w:rPr>
          <w:rFonts w:ascii="Verdana" w:hAnsi="Verdana"/>
          <w:b/>
          <w:sz w:val="18"/>
          <w:szCs w:val="18"/>
        </w:rPr>
        <w:t>„Opravy osobních a nákladních výtahů a plošin v obvodu OŘ Praha 2023-2025“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3AEB0B49" w:rsidR="008A2005" w:rsidRPr="005B3340" w:rsidRDefault="008100EC" w:rsidP="005B3340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D4EE7">
        <w:rPr>
          <w:rFonts w:ascii="Verdana" w:hAnsi="Verdana"/>
          <w:sz w:val="18"/>
          <w:szCs w:val="18"/>
        </w:rPr>
      </w:r>
      <w:r w:rsidR="005D4EE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5B3340" w:rsidRPr="005B3340">
        <w:rPr>
          <w:rFonts w:ascii="Verdana" w:hAnsi="Verdana"/>
          <w:b/>
          <w:sz w:val="18"/>
          <w:szCs w:val="18"/>
        </w:rPr>
        <w:t>„Opravy osobních a nákladních výtahů a plošin v obvodu OŘ Praha 2023-2025“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EFDF956" w:rsidR="0011150C" w:rsidRPr="005B3340" w:rsidRDefault="008100EC" w:rsidP="005B3340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D4EE7">
        <w:rPr>
          <w:rFonts w:ascii="Verdana" w:hAnsi="Verdana"/>
          <w:sz w:val="18"/>
          <w:szCs w:val="18"/>
        </w:rPr>
      </w:r>
      <w:r w:rsidR="005D4EE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5B3340" w:rsidRPr="005B3340">
        <w:rPr>
          <w:rFonts w:ascii="Verdana" w:hAnsi="Verdana"/>
          <w:b/>
          <w:sz w:val="18"/>
          <w:szCs w:val="18"/>
        </w:rPr>
        <w:t>„Opravy osobních a nákladních výtahů a plošin v obvodu OŘ Praha 2023-2025“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5D4EE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63C204D3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D4EE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AF01A3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4E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4E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3340"/>
    <w:rsid w:val="005B4BA5"/>
    <w:rsid w:val="005D4EE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83135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4162B6-08CC-4F9B-BB00-C2C4C8901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6</cp:revision>
  <cp:lastPrinted>2023-03-22T12:48:00Z</cp:lastPrinted>
  <dcterms:created xsi:type="dcterms:W3CDTF">2021-06-24T08:14:00Z</dcterms:created>
  <dcterms:modified xsi:type="dcterms:W3CDTF">2023-03-22T12:48:00Z</dcterms:modified>
</cp:coreProperties>
</file>