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9AE9D" w14:textId="0F72B776" w:rsidR="009F392E" w:rsidRDefault="0060745D" w:rsidP="00F0533E">
      <w:pPr>
        <w:rPr>
          <w:noProof/>
        </w:rPr>
      </w:pPr>
      <w:r w:rsidRPr="00200E3F">
        <w:rPr>
          <w:noProof/>
        </w:rPr>
        <w:t xml:space="preserve">Příloha č. </w:t>
      </w:r>
      <w:r w:rsidR="004F7749">
        <w:rPr>
          <w:noProof/>
        </w:rPr>
        <w:t>7</w:t>
      </w:r>
      <w:r w:rsidR="00200E3F" w:rsidRPr="00200E3F">
        <w:rPr>
          <w:noProof/>
        </w:rPr>
        <w:t xml:space="preserve"> </w:t>
      </w:r>
      <w:r w:rsidR="00B85B4C" w:rsidRPr="00200E3F">
        <w:rPr>
          <w:noProof/>
        </w:rPr>
        <w:t>Smlouvy</w:t>
      </w:r>
    </w:p>
    <w:p w14:paraId="334C9587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274076EF" w14:textId="77777777" w:rsidTr="00F74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112361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86F0B7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CD8A53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378B3D6A" w14:textId="77777777" w:rsidTr="00F746C5">
        <w:trPr>
          <w:trHeight w:val="3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6E10" w14:textId="4B6335A3" w:rsidR="00B85B4C" w:rsidRPr="00F746C5" w:rsidRDefault="00200A0D" w:rsidP="00113508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4158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3AAD853E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DD5ECF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08B0963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0F3DACF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61DE162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880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Plánuje a řídí rozvržení práce mezi lidské zdroje dodavatele. </w:t>
            </w:r>
          </w:p>
          <w:p w14:paraId="6B9BEB52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579FAB2A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Plánuje a organizuje projektové schůzky.</w:t>
            </w:r>
          </w:p>
          <w:p w14:paraId="23764632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</w:p>
          <w:p w14:paraId="0B6FC123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Rozpracovává projekt na dílčí úkoly a dohlíží na jejich plnění.</w:t>
            </w:r>
          </w:p>
          <w:p w14:paraId="59510E71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15A3DDC5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Dohlíží na splnění všech cílů projektu.</w:t>
            </w:r>
          </w:p>
          <w:p w14:paraId="4A7F8471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735C508E" w14:textId="1908AD88" w:rsidR="00B85B4C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Zabezpečuje kvalitu dodávaného díla.</w:t>
            </w:r>
          </w:p>
        </w:tc>
      </w:tr>
      <w:tr w:rsidR="00B85B4C" w:rsidRPr="00FD23CD" w14:paraId="595F502B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DFA6" w14:textId="3B52FD3C" w:rsidR="00B85B4C" w:rsidRPr="00F746C5" w:rsidRDefault="00200A0D" w:rsidP="00113508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Integrační specialista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E2D6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151E537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D32EAC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9B23F18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62B7360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BF62D25" w14:textId="77777777" w:rsidR="00B85B4C" w:rsidRPr="000E5CAE" w:rsidRDefault="00B85B4C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7520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Navrhuje architekturu rozhraní. </w:t>
            </w:r>
          </w:p>
          <w:p w14:paraId="29B50C04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219AC28E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Realizuje technické zpracování rozhraní. </w:t>
            </w:r>
          </w:p>
          <w:p w14:paraId="492697E7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2E2EEDA3" w14:textId="689E5C58" w:rsidR="00B85B4C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Udržuje seznam rozhraní a technickou dokumentaci.</w:t>
            </w:r>
          </w:p>
        </w:tc>
      </w:tr>
      <w:tr w:rsidR="00200A0D" w:rsidRPr="00FD23CD" w14:paraId="1CA3D653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4CF6" w14:textId="4AFA4E57" w:rsidR="00200A0D" w:rsidRPr="00F746C5" w:rsidRDefault="00200A0D" w:rsidP="00200A0D">
            <w:pPr>
              <w:rPr>
                <w:rFonts w:asciiTheme="majorHAnsi" w:hAnsiTheme="majorHAnsi"/>
                <w:lang w:eastAsia="cs-CZ"/>
              </w:rPr>
            </w:pPr>
            <w:bookmarkStart w:id="0" w:name="_GoBack"/>
            <w:r w:rsidRPr="00F746C5">
              <w:rPr>
                <w:rFonts w:asciiTheme="majorHAnsi" w:hAnsiTheme="majorHAnsi"/>
                <w:sz w:val="18"/>
                <w:lang w:eastAsia="cs-CZ"/>
              </w:rPr>
              <w:t>Senior konzultant SAP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EF75" w14:textId="77777777" w:rsidR="00200A0D" w:rsidRPr="000E5CAE" w:rsidRDefault="00200A0D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3CE39B1" w14:textId="77777777" w:rsidR="00200A0D" w:rsidRPr="000E5CAE" w:rsidRDefault="00200A0D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987FB38" w14:textId="77777777" w:rsidR="00200A0D" w:rsidRPr="000E5CAE" w:rsidRDefault="00200A0D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0BD4480" w14:textId="77777777" w:rsidR="00200A0D" w:rsidRPr="000E5CAE" w:rsidRDefault="00200A0D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F99BF8" w14:textId="77777777" w:rsidR="00200A0D" w:rsidRPr="000E5CAE" w:rsidRDefault="00200A0D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B342E0" w14:textId="4DE15F25" w:rsidR="00200A0D" w:rsidRPr="000E5CAE" w:rsidRDefault="00200A0D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253C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Navrhuje řešení zpracování podnikových procesů a požadavků zadavatele ve funkčních modulech a realizuje je, testuje a prezentuje projektovému týmu. </w:t>
            </w:r>
          </w:p>
          <w:p w14:paraId="0F594F75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7049FB1E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Zpracovává funkční specifikace pro rozhraní, rozšíření a migrace dat.</w:t>
            </w:r>
          </w:p>
          <w:p w14:paraId="61338FE7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1224813D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Realizuje migraci dat.  </w:t>
            </w:r>
          </w:p>
          <w:p w14:paraId="1819461F" w14:textId="156E935D" w:rsidR="00200A0D" w:rsidRPr="000E5CAE" w:rsidRDefault="00200A0D" w:rsidP="00200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</w:p>
        </w:tc>
      </w:tr>
      <w:bookmarkEnd w:id="0"/>
      <w:tr w:rsidR="00200A0D" w:rsidRPr="00FD23CD" w14:paraId="37CE96C0" w14:textId="77777777" w:rsidTr="00F746C5">
        <w:trPr>
          <w:trHeight w:val="10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F76E" w14:textId="4B61267F" w:rsidR="00200A0D" w:rsidRPr="00F746C5" w:rsidRDefault="00200A0D" w:rsidP="00200A0D">
            <w:pPr>
              <w:rPr>
                <w:rFonts w:asciiTheme="majorHAnsi" w:hAnsiTheme="majorHAnsi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2987" w14:textId="5C778139" w:rsidR="00200A0D" w:rsidRPr="000E5CAE" w:rsidRDefault="00200A0D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EF78" w14:textId="2E1B8EF4" w:rsidR="00200A0D" w:rsidRPr="000E5CAE" w:rsidRDefault="00F746C5" w:rsidP="00200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Udržuje dokumentaci nastavení funkčních modulů a funkčních specifikací.</w:t>
            </w:r>
          </w:p>
        </w:tc>
      </w:tr>
      <w:tr w:rsidR="00F746C5" w:rsidRPr="00FD23CD" w14:paraId="1222FDAB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5168" w14:textId="33B0BA76" w:rsidR="00F746C5" w:rsidRPr="00F746C5" w:rsidRDefault="00F746C5" w:rsidP="00F746C5">
            <w:pPr>
              <w:rPr>
                <w:rFonts w:asciiTheme="majorHAnsi" w:hAnsiTheme="majorHAnsi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Senior konzultant SAP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88E7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B9CC215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CE9A5C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C04A9A4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ECD9D6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62CDA99" w14:textId="4E6DB7BD" w:rsidR="00F746C5" w:rsidRPr="000E5CAE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E3F2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Navrhuje řešení zpracování podnikových procesů a požadavků zadavatele ve funkčních modulech a realizuje je, testuje a prezentuje projektovému týmu. </w:t>
            </w:r>
          </w:p>
          <w:p w14:paraId="2E968DDC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60CD0DAE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Zpracovává funkční specifikace pro rozhraní, rozšíření a migrace dat.</w:t>
            </w:r>
          </w:p>
          <w:p w14:paraId="3592C778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5AFB18B7" w14:textId="77777777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 xml:space="preserve">Realizuje migraci dat.  </w:t>
            </w:r>
          </w:p>
          <w:p w14:paraId="2E2446D5" w14:textId="77777777" w:rsid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</w:p>
          <w:p w14:paraId="71CAF4EC" w14:textId="3D31BABA" w:rsidR="00F746C5" w:rsidRPr="00F746C5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Udržuje dokumentaci nastavení funkčních modulů a funkčních specifikací.</w:t>
            </w:r>
          </w:p>
        </w:tc>
      </w:tr>
      <w:tr w:rsidR="00F746C5" w:rsidRPr="00FD23CD" w14:paraId="4172BC08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FF72" w14:textId="6545E1E0" w:rsidR="00F746C5" w:rsidRPr="00F746C5" w:rsidRDefault="00F746C5" w:rsidP="00F746C5">
            <w:pPr>
              <w:rPr>
                <w:rFonts w:asciiTheme="majorHAnsi" w:hAnsiTheme="majorHAnsi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Programátor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F141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1703FD31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F150B95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56A113F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24679E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148943" w14:textId="2CA7E80C" w:rsidR="00F746C5" w:rsidRPr="000E5CAE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6FD9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 xml:space="preserve">Programuje rozšíření a nové programy v jazyce ABAP. </w:t>
            </w:r>
          </w:p>
          <w:p w14:paraId="170A7FEC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08DA3B08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 xml:space="preserve">Zpracovává objekty WRICEF-A. </w:t>
            </w:r>
          </w:p>
          <w:p w14:paraId="37176185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17050D53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 xml:space="preserve">Vytváří zákaznické objekty a tabulky. </w:t>
            </w:r>
          </w:p>
          <w:p w14:paraId="37DCF31B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7BE2A8CD" w14:textId="3267375D" w:rsidR="00F746C5" w:rsidRPr="000E5CAE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>Udržuje technickou dokumentaci.</w:t>
            </w:r>
          </w:p>
        </w:tc>
      </w:tr>
      <w:tr w:rsidR="00F746C5" w:rsidRPr="00FD23CD" w14:paraId="02EBD1EB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BFBD" w14:textId="54BDECB9" w:rsidR="00F746C5" w:rsidRPr="00F746C5" w:rsidRDefault="00F746C5" w:rsidP="00F746C5">
            <w:pPr>
              <w:rPr>
                <w:rFonts w:asciiTheme="majorHAnsi" w:hAnsiTheme="majorHAnsi"/>
                <w:lang w:eastAsia="cs-CZ"/>
              </w:rPr>
            </w:pPr>
            <w:r w:rsidRPr="00F746C5">
              <w:rPr>
                <w:rFonts w:asciiTheme="majorHAnsi" w:hAnsiTheme="majorHAnsi"/>
                <w:sz w:val="18"/>
                <w:lang w:eastAsia="cs-CZ"/>
              </w:rPr>
              <w:t>Programátor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DB3E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1759D2E9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BFCFD8C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397D9F2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390FCF1" w14:textId="77777777" w:rsidR="00F746C5" w:rsidRPr="000E5CAE" w:rsidRDefault="00F746C5" w:rsidP="00F746C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4FDA1A2" w14:textId="7C449632" w:rsidR="00F746C5" w:rsidRPr="000E5CAE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2216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 xml:space="preserve">Programuje rozšíření a nové programy v jazyce ABAP. </w:t>
            </w:r>
          </w:p>
          <w:p w14:paraId="7F3273EA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4D95D49D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 xml:space="preserve">Zpracovává objekty WRICEF-A. </w:t>
            </w:r>
          </w:p>
          <w:p w14:paraId="080A6793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12343265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 xml:space="preserve">Vytváří zákaznické objekty a tabulky. </w:t>
            </w:r>
          </w:p>
          <w:p w14:paraId="777E04CF" w14:textId="77777777" w:rsidR="00F746C5" w:rsidRPr="001C565F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512E93E0" w14:textId="388B7B47" w:rsidR="00F746C5" w:rsidRPr="000E5CAE" w:rsidRDefault="00F746C5" w:rsidP="00F74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1C565F">
              <w:rPr>
                <w:rFonts w:asciiTheme="majorHAnsi" w:hAnsiTheme="majorHAnsi"/>
                <w:sz w:val="18"/>
                <w:lang w:eastAsia="cs-CZ"/>
              </w:rPr>
              <w:t>Udržuje technickou dokumentaci.</w:t>
            </w:r>
          </w:p>
        </w:tc>
      </w:tr>
    </w:tbl>
    <w:p w14:paraId="3893662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ED30C" w14:textId="77777777" w:rsidR="00F51628" w:rsidRDefault="00F51628" w:rsidP="00962258">
      <w:pPr>
        <w:spacing w:after="0" w:line="240" w:lineRule="auto"/>
      </w:pPr>
      <w:r>
        <w:separator/>
      </w:r>
    </w:p>
  </w:endnote>
  <w:endnote w:type="continuationSeparator" w:id="0">
    <w:p w14:paraId="3B92E033" w14:textId="77777777" w:rsidR="00F51628" w:rsidRDefault="00F516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7E77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24ECA" w14:textId="39C270C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6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46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3578A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63176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86B299" w14:textId="77777777" w:rsidR="00F1715C" w:rsidRDefault="00F1715C" w:rsidP="00D831A3">
          <w:pPr>
            <w:pStyle w:val="Zpat"/>
          </w:pPr>
        </w:p>
      </w:tc>
    </w:tr>
  </w:tbl>
  <w:p w14:paraId="78A9A43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0DD973" wp14:editId="285BF9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8926F2" wp14:editId="07A7F6D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6906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BAA81D0" w14:textId="2FA36CF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6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46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2B7D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93B00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D5A5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291A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EE0845" w14:textId="689D2E15" w:rsidR="00F1715C" w:rsidRDefault="00F1715C" w:rsidP="00F746C5">
          <w:pPr>
            <w:pStyle w:val="Zpat"/>
          </w:pPr>
          <w:r>
            <w:t>www.s</w:t>
          </w:r>
          <w:r w:rsidR="00F746C5">
            <w:t>pravazeleznic</w:t>
          </w:r>
          <w:r>
            <w:t>.cz</w:t>
          </w:r>
        </w:p>
      </w:tc>
      <w:tc>
        <w:tcPr>
          <w:tcW w:w="2921" w:type="dxa"/>
        </w:tcPr>
        <w:p w14:paraId="05C00ABF" w14:textId="77777777" w:rsidR="00F1715C" w:rsidRDefault="00F1715C" w:rsidP="00460660">
          <w:pPr>
            <w:pStyle w:val="Zpat"/>
          </w:pPr>
        </w:p>
      </w:tc>
    </w:tr>
  </w:tbl>
  <w:p w14:paraId="5F2735B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B6645" wp14:editId="392F41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E07833" wp14:editId="127037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43C1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363CE" w14:textId="77777777" w:rsidR="00F51628" w:rsidRDefault="00F51628" w:rsidP="00962258">
      <w:pPr>
        <w:spacing w:after="0" w:line="240" w:lineRule="auto"/>
      </w:pPr>
      <w:r>
        <w:separator/>
      </w:r>
    </w:p>
  </w:footnote>
  <w:footnote w:type="continuationSeparator" w:id="0">
    <w:p w14:paraId="0EE67AF7" w14:textId="77777777" w:rsidR="00F51628" w:rsidRDefault="00F516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CB2C6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BBB3C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1967C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AF4A88" w14:textId="77777777" w:rsidR="00F1715C" w:rsidRPr="00D6163D" w:rsidRDefault="00F1715C" w:rsidP="00D6163D">
          <w:pPr>
            <w:pStyle w:val="Druhdokumentu"/>
          </w:pPr>
        </w:p>
      </w:tc>
    </w:tr>
  </w:tbl>
  <w:p w14:paraId="5E72716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714E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A431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19BE4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A69A10" w14:textId="77777777" w:rsidR="00F1715C" w:rsidRPr="00D6163D" w:rsidRDefault="00F1715C" w:rsidP="00FC6389">
          <w:pPr>
            <w:pStyle w:val="Druhdokumentu"/>
          </w:pPr>
        </w:p>
      </w:tc>
    </w:tr>
    <w:tr w:rsidR="009F392E" w14:paraId="43C0F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1EE92C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818F3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612B24" w14:textId="77777777" w:rsidR="009F392E" w:rsidRPr="00D6163D" w:rsidRDefault="009F392E" w:rsidP="00FC6389">
          <w:pPr>
            <w:pStyle w:val="Druhdokumentu"/>
          </w:pPr>
        </w:p>
      </w:tc>
    </w:tr>
  </w:tbl>
  <w:p w14:paraId="5D4FC12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1B589B8" wp14:editId="3C713C1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B2CDB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2375"/>
    <w:rsid w:val="00184743"/>
    <w:rsid w:val="00200A0D"/>
    <w:rsid w:val="00200E3F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4830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7749"/>
    <w:rsid w:val="00511AB9"/>
    <w:rsid w:val="00523EA7"/>
    <w:rsid w:val="00553375"/>
    <w:rsid w:val="00557C28"/>
    <w:rsid w:val="005736B7"/>
    <w:rsid w:val="00575E5A"/>
    <w:rsid w:val="005F1404"/>
    <w:rsid w:val="0060745D"/>
    <w:rsid w:val="0061068E"/>
    <w:rsid w:val="00660AD3"/>
    <w:rsid w:val="00674C4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1B14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628"/>
    <w:rsid w:val="00F5558F"/>
    <w:rsid w:val="00F659EB"/>
    <w:rsid w:val="00F746C5"/>
    <w:rsid w:val="00F86BA6"/>
    <w:rsid w:val="00FC2C3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E67CF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200E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E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E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E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E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73118-AD79-4351-AF91-29833635A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F66D49-E707-43C5-B9E6-131DC188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2</Pages>
  <Words>309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2020-02-20T14:02:00Z</dcterms:created>
  <dcterms:modified xsi:type="dcterms:W3CDTF">2023-03-02T11:53:00Z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