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28FD7" w14:textId="77777777" w:rsidR="00F422D3" w:rsidRPr="005D6794" w:rsidRDefault="00F422D3" w:rsidP="005D6794">
      <w:pPr>
        <w:pStyle w:val="SoDTitul1"/>
      </w:pPr>
      <w:r w:rsidRPr="005D6794">
        <w:t>S</w:t>
      </w:r>
      <w:r w:rsidR="001906C2">
        <w:t>mlouva o dílo na zhotovení stavby</w:t>
      </w:r>
      <w:r w:rsidR="00FE2EF5">
        <w:t xml:space="preserve"> </w:t>
      </w:r>
    </w:p>
    <w:p w14:paraId="3C34D3A5" w14:textId="77777777" w:rsidR="00283542" w:rsidRDefault="00F422D3" w:rsidP="00B42F40">
      <w:pPr>
        <w:pStyle w:val="SoDTitul2"/>
      </w:pPr>
      <w:r>
        <w:t xml:space="preserve">Název zakázky: </w:t>
      </w:r>
    </w:p>
    <w:p w14:paraId="51A835AD" w14:textId="77777777" w:rsidR="00283542" w:rsidRDefault="00283542" w:rsidP="00B42F40">
      <w:pPr>
        <w:pStyle w:val="SoDTitul2"/>
      </w:pPr>
      <w:r w:rsidRPr="00283542">
        <w:t xml:space="preserve">Optimalizace traťového úseku </w:t>
      </w:r>
      <w:proofErr w:type="spellStart"/>
      <w:r w:rsidRPr="00283542">
        <w:t>Mstětice</w:t>
      </w:r>
      <w:proofErr w:type="spellEnd"/>
      <w:r w:rsidRPr="00283542">
        <w:t xml:space="preserve"> (mimo) – Praha-Vysočany (včetně)</w:t>
      </w:r>
    </w:p>
    <w:p w14:paraId="3D20091C" w14:textId="77777777" w:rsidR="00F422D3" w:rsidRDefault="00F422D3" w:rsidP="008D6A06">
      <w:pPr>
        <w:pStyle w:val="SoDTitul2"/>
      </w:pPr>
      <w:r>
        <w:t>„</w:t>
      </w:r>
      <w:r w:rsidR="008D6A06">
        <w:t>Cyklostezka A50 – podchod Stoliňská, Předstihový objekt</w:t>
      </w:r>
      <w:r>
        <w:t>“</w:t>
      </w:r>
    </w:p>
    <w:p w14:paraId="110A5A28" w14:textId="77777777" w:rsidR="00F422D3" w:rsidRPr="00B42F40" w:rsidRDefault="00F422D3" w:rsidP="00003F09">
      <w:pPr>
        <w:pStyle w:val="SoDNadpisbezsl1-2"/>
      </w:pPr>
      <w:r w:rsidRPr="00B42F40">
        <w:t>Smluvní strany:</w:t>
      </w:r>
    </w:p>
    <w:p w14:paraId="553161FC"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288D5E3" w14:textId="77777777" w:rsidR="00F422D3" w:rsidRDefault="00F422D3" w:rsidP="00B42F40">
      <w:pPr>
        <w:pStyle w:val="SoDTextbezodsazen"/>
        <w:spacing w:after="0"/>
      </w:pPr>
      <w:r>
        <w:t xml:space="preserve">se sídlem: Dlážděná 1003/7, 110 00 Praha 1 - Nové Město </w:t>
      </w:r>
    </w:p>
    <w:p w14:paraId="36826166" w14:textId="77777777" w:rsidR="00F422D3" w:rsidRDefault="00F422D3" w:rsidP="00B42F40">
      <w:pPr>
        <w:pStyle w:val="SoDTextbezodsazen"/>
        <w:spacing w:after="0"/>
      </w:pPr>
      <w:r>
        <w:t>IČO: 70994234 DIČ: CZ70994234</w:t>
      </w:r>
    </w:p>
    <w:p w14:paraId="42DF4A2A" w14:textId="77777777" w:rsidR="00F422D3" w:rsidRDefault="00F422D3" w:rsidP="00B42F40">
      <w:pPr>
        <w:pStyle w:val="SoDTextbezodsazen"/>
        <w:spacing w:after="0"/>
      </w:pPr>
      <w:r>
        <w:t>zapsaná v obchodním rejstříku vedeném Městským soudem v Praze,</w:t>
      </w:r>
    </w:p>
    <w:p w14:paraId="0B2D0B5F" w14:textId="77777777" w:rsidR="00F422D3" w:rsidRDefault="00F422D3" w:rsidP="00B42F40">
      <w:pPr>
        <w:pStyle w:val="SoDTextbezodsazen"/>
        <w:spacing w:after="0"/>
      </w:pPr>
      <w:r>
        <w:t>spisová značka A 48384</w:t>
      </w:r>
    </w:p>
    <w:p w14:paraId="5A19F462" w14:textId="41DDD342" w:rsidR="00C04B6A" w:rsidRDefault="00F422D3" w:rsidP="00C04B6A">
      <w:pPr>
        <w:pStyle w:val="SoDTextbezodsazen"/>
        <w:spacing w:after="0"/>
      </w:pPr>
      <w:r>
        <w:t xml:space="preserve">zastoupena: </w:t>
      </w:r>
      <w:r w:rsidR="007834A7" w:rsidRPr="007834A7">
        <w:t xml:space="preserve">Ing. Petrem </w:t>
      </w:r>
      <w:proofErr w:type="spellStart"/>
      <w:r w:rsidR="007834A7" w:rsidRPr="007834A7">
        <w:t>Hofhanzlem</w:t>
      </w:r>
      <w:proofErr w:type="spellEnd"/>
      <w:r w:rsidR="007834A7" w:rsidRPr="007834A7">
        <w:t>, ředitelem Stavební správy západ</w:t>
      </w:r>
    </w:p>
    <w:p w14:paraId="30C12846" w14:textId="77777777" w:rsidR="00C04B6A" w:rsidRDefault="00C04B6A" w:rsidP="00C04B6A">
      <w:pPr>
        <w:pStyle w:val="SoDTextbezodsazen"/>
        <w:spacing w:after="0"/>
      </w:pPr>
    </w:p>
    <w:p w14:paraId="7D32C2A5" w14:textId="77777777" w:rsidR="00F422D3" w:rsidRPr="0035389F" w:rsidRDefault="00F422D3" w:rsidP="00C04B6A">
      <w:pPr>
        <w:pStyle w:val="SoDTextbezodsazen"/>
        <w:spacing w:after="0"/>
        <w:rPr>
          <w:rStyle w:val="Zdraznnjemn"/>
          <w:b/>
          <w:iCs w:val="0"/>
          <w:color w:val="auto"/>
        </w:rPr>
      </w:pPr>
      <w:r w:rsidRPr="0035389F">
        <w:rPr>
          <w:rStyle w:val="Zdraznnjemn"/>
          <w:b/>
          <w:iCs w:val="0"/>
          <w:color w:val="auto"/>
        </w:rPr>
        <w:t xml:space="preserve">Korespondenční adresa: </w:t>
      </w:r>
    </w:p>
    <w:p w14:paraId="1F621D25"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1204C8D2" w14:textId="77777777" w:rsidR="00F422D3" w:rsidRDefault="00F422D3" w:rsidP="00B42F40">
      <w:pPr>
        <w:pStyle w:val="SoDTextbezodsazen"/>
      </w:pPr>
      <w:r w:rsidRPr="00B42F40">
        <w:t>Stavební</w:t>
      </w:r>
      <w:r>
        <w:t xml:space="preserve"> správa</w:t>
      </w:r>
      <w:r w:rsidR="00CC5BEB">
        <w:t xml:space="preserve"> </w:t>
      </w:r>
      <w:r w:rsidR="00283542" w:rsidRPr="00283542">
        <w:t xml:space="preserve">západ, Budova </w:t>
      </w:r>
      <w:proofErr w:type="spellStart"/>
      <w:r w:rsidR="00283542" w:rsidRPr="00283542">
        <w:t>Diamond</w:t>
      </w:r>
      <w:proofErr w:type="spellEnd"/>
      <w:r w:rsidR="00283542" w:rsidRPr="00283542">
        <w:t xml:space="preserve"> Point, Ke štvanici 656/3, 186 00 Praha 8 - Karlín</w:t>
      </w:r>
    </w:p>
    <w:p w14:paraId="5C98D27D" w14:textId="77777777" w:rsidR="00F422D3" w:rsidRDefault="00F422D3" w:rsidP="00B42F40">
      <w:pPr>
        <w:pStyle w:val="SoDTextbezodsazen"/>
      </w:pPr>
      <w:r>
        <w:t>(</w:t>
      </w:r>
      <w:r w:rsidRPr="00B42F40">
        <w:t>dále</w:t>
      </w:r>
      <w:r>
        <w:t xml:space="preserve"> jen „</w:t>
      </w:r>
      <w:r w:rsidRPr="00F422D3">
        <w:rPr>
          <w:b/>
        </w:rPr>
        <w:t>Objednatel</w:t>
      </w:r>
      <w:r>
        <w:t>“)</w:t>
      </w:r>
    </w:p>
    <w:p w14:paraId="4E24F394" w14:textId="036A0B1D" w:rsidR="00223F41" w:rsidRDefault="00223F41" w:rsidP="00B42F40">
      <w:pPr>
        <w:pStyle w:val="SoDTextbezodsazen"/>
        <w:spacing w:after="0"/>
      </w:pPr>
      <w:r>
        <w:t>Číslo jednací smlouvy: "</w:t>
      </w:r>
      <w:r w:rsidRPr="00F422D3">
        <w:rPr>
          <w:highlight w:val="green"/>
        </w:rPr>
        <w:t>VLOŽÍ OBJEDNATEL</w:t>
      </w:r>
      <w:r>
        <w:t>"</w:t>
      </w:r>
      <w:bookmarkStart w:id="0" w:name="_GoBack"/>
      <w:bookmarkEnd w:id="0"/>
    </w:p>
    <w:p w14:paraId="5DB7E07D" w14:textId="37C6512D" w:rsidR="00223F41" w:rsidRDefault="00F422D3" w:rsidP="00B42F40">
      <w:pPr>
        <w:pStyle w:val="SoDTextbezodsazen"/>
        <w:spacing w:after="0"/>
      </w:pPr>
      <w:r>
        <w:t>číslo smlouvy: "</w:t>
      </w:r>
      <w:r w:rsidRPr="00F422D3">
        <w:rPr>
          <w:highlight w:val="green"/>
        </w:rPr>
        <w:t>VLOŽÍ OBJEDNATEL</w:t>
      </w:r>
      <w:r>
        <w:t xml:space="preserve">" </w:t>
      </w:r>
    </w:p>
    <w:p w14:paraId="5EB97D9F" w14:textId="77777777" w:rsidR="00F422D3" w:rsidRDefault="00F422D3" w:rsidP="00B42F40">
      <w:pPr>
        <w:pStyle w:val="SoDTextbezodsazen"/>
      </w:pPr>
      <w:r>
        <w:t xml:space="preserve">ISPROFOND: </w:t>
      </w:r>
      <w:r w:rsidRPr="00F422D3">
        <w:rPr>
          <w:highlight w:val="green"/>
        </w:rPr>
        <w:t>5.. … ….</w:t>
      </w:r>
    </w:p>
    <w:p w14:paraId="0D152AFC" w14:textId="77777777" w:rsidR="00B42F40" w:rsidRDefault="00B42F40" w:rsidP="00B42F40">
      <w:pPr>
        <w:pStyle w:val="SoDTextbezodsazen"/>
      </w:pPr>
    </w:p>
    <w:p w14:paraId="36C9800D" w14:textId="0952B119" w:rsidR="00CC6517" w:rsidRPr="00B42F40" w:rsidRDefault="00F422D3" w:rsidP="00B42F40">
      <w:pPr>
        <w:pStyle w:val="SoDTextbezodsazen"/>
      </w:pPr>
      <w:r w:rsidRPr="00B42F40">
        <w:t>a</w:t>
      </w:r>
    </w:p>
    <w:p w14:paraId="6B4233C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5C89B2D"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BF5F75F" w14:textId="77777777" w:rsidR="00F422D3" w:rsidRPr="00B42F40" w:rsidRDefault="00F422D3" w:rsidP="00B42F40">
      <w:pPr>
        <w:pStyle w:val="SoD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61FD22E"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DCED9F3"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38BEB56"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9D01497"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7EB2B03B"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281FBD4C"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4ADDBCF" w14:textId="77777777" w:rsidR="00F422D3" w:rsidRPr="00B42F40" w:rsidRDefault="00F422D3" w:rsidP="00B42F40">
      <w:pPr>
        <w:pStyle w:val="SoDTextbezodsazen"/>
      </w:pPr>
      <w:r w:rsidRPr="00B42F40">
        <w:t>(dále jen „</w:t>
      </w:r>
      <w:r w:rsidRPr="00B42F40">
        <w:rPr>
          <w:rStyle w:val="Tun"/>
        </w:rPr>
        <w:t>Zhotovitel</w:t>
      </w:r>
      <w:r w:rsidRPr="00B42F40">
        <w:t>“)</w:t>
      </w:r>
    </w:p>
    <w:p w14:paraId="7CD66DCF"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493FA7B1"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A111721" w14:textId="77777777" w:rsidR="00B42F40" w:rsidRDefault="00B42F40" w:rsidP="00B42F40">
      <w:pPr>
        <w:pStyle w:val="SoDTextbezodsazen"/>
      </w:pPr>
    </w:p>
    <w:p w14:paraId="6CB1210E" w14:textId="77777777" w:rsidR="00B42F40" w:rsidRDefault="00B42F40" w:rsidP="00B42F40">
      <w:pPr>
        <w:pStyle w:val="SoDTextbezodsazen"/>
      </w:pPr>
    </w:p>
    <w:p w14:paraId="624E0EA5" w14:textId="77777777" w:rsidR="00B42F40" w:rsidRPr="00B42F40" w:rsidRDefault="00B42F40" w:rsidP="00B42F40">
      <w:pPr>
        <w:pStyle w:val="SoDTextbezodsazen"/>
      </w:pPr>
    </w:p>
    <w:p w14:paraId="6794B3D2" w14:textId="460CDBDB" w:rsidR="00F422D3" w:rsidRDefault="00F422D3" w:rsidP="008D6A06">
      <w:pPr>
        <w:pStyle w:val="SoDTextbezodsazen"/>
      </w:pPr>
      <w:r w:rsidRPr="00B42F40">
        <w:t>Objednatel si přeje</w:t>
      </w:r>
      <w:r w:rsidRPr="008D6A06">
        <w:t xml:space="preserve">, aby Dílo </w:t>
      </w:r>
      <w:r w:rsidR="00106729" w:rsidRPr="008D6A06">
        <w:t xml:space="preserve">Optimalizace traťového úseku </w:t>
      </w:r>
      <w:proofErr w:type="spellStart"/>
      <w:r w:rsidR="00106729" w:rsidRPr="008D6A06">
        <w:t>Mstětice</w:t>
      </w:r>
      <w:proofErr w:type="spellEnd"/>
      <w:r w:rsidR="00106729" w:rsidRPr="008D6A06">
        <w:t xml:space="preserve"> (mimo) – Praha-Vysočany (včetně) „</w:t>
      </w:r>
      <w:r w:rsidR="008D6A06" w:rsidRPr="008D6A06">
        <w:t>Cyklostezka A50 – podchod Stoliňská, Předstihový objekt</w:t>
      </w:r>
      <w:r w:rsidR="00106729" w:rsidRPr="008D6A06">
        <w:t>“</w:t>
      </w:r>
      <w:r w:rsidR="00AF4006">
        <w:t xml:space="preserve"> (pouze SO 201 a SO 202) </w:t>
      </w:r>
      <w:r w:rsidR="00106729">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EC35DF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7F9F041"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A82C7AE"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56331E6C"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22308A1"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50EB17A"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6FBB568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0F2AB1F" w14:textId="77777777" w:rsidR="00F422D3" w:rsidRPr="0045180B" w:rsidRDefault="00F422D3" w:rsidP="00BC1EFA">
      <w:pPr>
        <w:pStyle w:val="SoDslseznam-2"/>
      </w:pPr>
      <w:r w:rsidRPr="00C50C28">
        <w:t>Technická specifikace</w:t>
      </w:r>
      <w:r w:rsidR="007A0E0E">
        <w:t xml:space="preserve"> </w:t>
      </w:r>
      <w:r w:rsidR="007A0E0E" w:rsidRPr="0045180B">
        <w:t>(VTP</w:t>
      </w:r>
      <w:r w:rsidR="00BC1EFA" w:rsidRPr="00BC1EFA">
        <w:t>_R-F_14-22</w:t>
      </w:r>
      <w:r w:rsidR="007A0E0E" w:rsidRPr="0045180B">
        <w:t>, ZTP</w:t>
      </w:r>
      <w:r w:rsidR="00A32963">
        <w:t xml:space="preserve"> </w:t>
      </w:r>
      <w:r w:rsidR="007A0E0E" w:rsidRPr="0045180B">
        <w:rPr>
          <w:highlight w:val="green"/>
        </w:rPr>
        <w:t>VLOŽÍ OBJEDNATEL</w:t>
      </w:r>
      <w:r w:rsidR="007A0E0E" w:rsidRPr="0045180B">
        <w:t xml:space="preserve"> a další dle Pod-článku 1.1.1.5 Smluvních podmínek)</w:t>
      </w:r>
      <w:r w:rsidR="00AC383E">
        <w:t>,</w:t>
      </w:r>
    </w:p>
    <w:p w14:paraId="789B7B55" w14:textId="77777777" w:rsidR="00F422D3" w:rsidRPr="00C50C28" w:rsidRDefault="00F422D3" w:rsidP="00F54F3E">
      <w:pPr>
        <w:pStyle w:val="SoDslseznam-2"/>
      </w:pPr>
      <w:r w:rsidRPr="00C50C28">
        <w:t>Výkresy</w:t>
      </w:r>
      <w:r w:rsidR="00AC383E">
        <w:t>,</w:t>
      </w:r>
    </w:p>
    <w:p w14:paraId="7FD7591F" w14:textId="77777777" w:rsidR="00F422D3" w:rsidRPr="00C50C28" w:rsidRDefault="00F422D3" w:rsidP="00F54F3E">
      <w:pPr>
        <w:pStyle w:val="SoDslseznam-2"/>
      </w:pPr>
      <w:r w:rsidRPr="00C50C28">
        <w:t xml:space="preserve">Formuláře:  </w:t>
      </w:r>
    </w:p>
    <w:p w14:paraId="0382FF90" w14:textId="77777777" w:rsidR="00F422D3" w:rsidRPr="00C50C28" w:rsidRDefault="00F422D3" w:rsidP="00003F09">
      <w:pPr>
        <w:pStyle w:val="SoDslseznam-3"/>
      </w:pPr>
      <w:r w:rsidRPr="00C50C28">
        <w:t>Soupis prací</w:t>
      </w:r>
    </w:p>
    <w:p w14:paraId="5392F02F"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7150FBE"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0E09CF9B"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96E3025"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339D62F"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CDA7B46"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44B82118"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6DA7F71"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w:t>
      </w:r>
      <w:r w:rsidR="00855B61">
        <w:rPr>
          <w:szCs w:val="18"/>
        </w:rPr>
        <w:t xml:space="preserve">na vyžádání </w:t>
      </w:r>
      <w:r w:rsidRPr="00C50C28">
        <w:t xml:space="preserve">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6757F734" w14:textId="77777777" w:rsidR="00F422D3" w:rsidRPr="00146B8C" w:rsidRDefault="00F422D3" w:rsidP="00F54F3E">
      <w:pPr>
        <w:pStyle w:val="SoDslseznam-2"/>
      </w:pPr>
      <w:r w:rsidRPr="002D4801">
        <w:t>Faktura</w:t>
      </w:r>
      <w:r w:rsidRPr="00146B8C">
        <w:t>,</w:t>
      </w:r>
    </w:p>
    <w:p w14:paraId="34B367F9" w14:textId="77777777" w:rsidR="00F422D3" w:rsidRPr="00146B8C" w:rsidRDefault="00F422D3" w:rsidP="00F54F3E">
      <w:pPr>
        <w:pStyle w:val="SoDslseznam-2"/>
      </w:pPr>
      <w:r w:rsidRPr="00146B8C">
        <w:t>soupis zjišťovacích protokolů,</w:t>
      </w:r>
    </w:p>
    <w:p w14:paraId="61A88C61" w14:textId="77777777" w:rsidR="00F422D3" w:rsidRDefault="00E46737" w:rsidP="00F54F3E">
      <w:pPr>
        <w:pStyle w:val="SoDslseznam-2"/>
      </w:pPr>
      <w:r w:rsidRPr="00146B8C">
        <w:t>zjišťovací</w:t>
      </w:r>
      <w:r>
        <w:t xml:space="preserve"> protokoly.</w:t>
      </w:r>
    </w:p>
    <w:p w14:paraId="1A1E45AC" w14:textId="77777777" w:rsidR="00F422D3" w:rsidRDefault="00F422D3" w:rsidP="00F54F3E">
      <w:pPr>
        <w:pStyle w:val="SoDslseznam-1"/>
      </w:pPr>
      <w:r w:rsidRPr="00222886">
        <w:t>Rekapitulace ceny je uvedena v příloze č. 1 této Smlouvy o dílo.</w:t>
      </w:r>
    </w:p>
    <w:p w14:paraId="1663A88F" w14:textId="77777777" w:rsidR="002D7BAE" w:rsidRPr="00FA237E" w:rsidRDefault="002D7BAE" w:rsidP="00FC27A9">
      <w:pPr>
        <w:pStyle w:val="SoDslseznam-1"/>
        <w:keepNext/>
        <w:rPr>
          <w:i/>
          <w:color w:val="00B050"/>
        </w:rPr>
      </w:pPr>
      <w:r w:rsidRPr="002C6663">
        <w:t>Sociálně a environmentálně odpovědné zadávání</w:t>
      </w:r>
    </w:p>
    <w:p w14:paraId="08463DF6"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9C3A8D6" w14:textId="77777777" w:rsidR="00C81A30" w:rsidRPr="002C6663" w:rsidRDefault="00C74AE9" w:rsidP="005925DB">
      <w:pPr>
        <w:pStyle w:val="SoDTextbezslovn"/>
      </w:pPr>
      <w:r w:rsidRPr="002C6663">
        <w:t>V rámci plnění Díla jde o dále uvedené požadavky:</w:t>
      </w:r>
    </w:p>
    <w:p w14:paraId="3230E280" w14:textId="77777777" w:rsidR="00C74AE9" w:rsidRPr="002C6663" w:rsidRDefault="00C74AE9" w:rsidP="002C03C9">
      <w:pPr>
        <w:pStyle w:val="SoDodraka-1"/>
      </w:pPr>
      <w:r w:rsidRPr="005925DB">
        <w:t>rovnocenné</w:t>
      </w:r>
      <w:r w:rsidRPr="002C6663">
        <w:t xml:space="preserve"> platební podmínky v rámci dodavatelského řetězce,</w:t>
      </w:r>
    </w:p>
    <w:p w14:paraId="186E0A4A" w14:textId="77777777" w:rsidR="00C74AE9" w:rsidRPr="002C6663" w:rsidRDefault="00C74AE9" w:rsidP="002C03C9">
      <w:pPr>
        <w:pStyle w:val="SoDodraka-1"/>
      </w:pPr>
      <w:r w:rsidRPr="002C6663">
        <w:t>jednání vedená primárně distančním způsobem,</w:t>
      </w:r>
    </w:p>
    <w:p w14:paraId="508D7ECA" w14:textId="460AC88D" w:rsidR="00C74AE9" w:rsidRPr="002C6663" w:rsidRDefault="00C74AE9" w:rsidP="002C03C9">
      <w:pPr>
        <w:pStyle w:val="SoDodraka-1"/>
      </w:pPr>
      <w:r w:rsidRPr="002C6663">
        <w:t>studentské exkurze</w:t>
      </w:r>
      <w:r w:rsidR="009707FF">
        <w:t>.</w:t>
      </w:r>
    </w:p>
    <w:p w14:paraId="5F45F747"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A2C4E37"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30C14B47"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271BE96" w14:textId="77777777" w:rsidR="00425388" w:rsidRPr="00D81A05" w:rsidRDefault="00F422D3" w:rsidP="00425388">
      <w:pPr>
        <w:pStyle w:val="SoDslseznam-1"/>
      </w:pPr>
      <w:r w:rsidRPr="00C50C28">
        <w:t xml:space="preserve">V případě jakékoliv nejistoty ohledně výkladu ustanovení Smlouvy budou její ustanovení vykládána tak, aby v co nejširší míře zohledňovala účel veřejné zakázky, vyjádřený Zadávací </w:t>
      </w:r>
      <w:r w:rsidRPr="00D81A05">
        <w:t>dokumentací.</w:t>
      </w:r>
    </w:p>
    <w:p w14:paraId="60A92129" w14:textId="77777777" w:rsidR="00425388" w:rsidRPr="00D81A05" w:rsidRDefault="00425388" w:rsidP="00425388">
      <w:pPr>
        <w:pStyle w:val="SoDslseznam-1"/>
      </w:pPr>
      <w:r w:rsidRPr="00D81A05">
        <w:rPr>
          <w:szCs w:val="18"/>
        </w:rPr>
        <w:t>Dílo je financováno hlavním městem Praha jako poskytovatelem dotace. Zhotovitel je povinen zajistit publicitu v rozsahu a dle podmínek provedení stanovených v Technické specifikaci, ve Zvláštních technických podmínkách, v bodě 4.8.  Pokud Zhotovitel nedodrží rozsah a podmínky provedení publicity, je povinen uhradit Objednateli smluvní pokutu až do výše 5 % z Ceny Díla, a to podle závažnosti porušení. O výši pokuty rozhoduje poskytovatel dotace a uvedená výše pokuty je maximální částkou za všechny případy porušení podmínek publicity. Tímto u</w:t>
      </w:r>
      <w:r w:rsidRPr="00D81A05">
        <w:rPr>
          <w:rFonts w:eastAsia="Times New Roman" w:cs="Times New Roman"/>
          <w:szCs w:val="18"/>
        </w:rPr>
        <w:t>stanoveními o smluvních pokutách není dotčeno uplatňování smluvních pokut v souladu s Pod-článkem 4.27 Smluvních podmínek</w:t>
      </w:r>
      <w:r w:rsidRPr="00D81A05">
        <w:rPr>
          <w:i/>
          <w:szCs w:val="18"/>
        </w:rPr>
        <w:t>.</w:t>
      </w:r>
    </w:p>
    <w:p w14:paraId="536A033A"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 xml:space="preserve">této Smlouvy o dílo týkající se licencí, záruk, nároků z odpovědnosti za vady, nároky z odpovědnosti za škodu a nároky ze smluvních pokut, pokud vznikly před ukončením Smlouvy, ustanovení o ochraně informací, ani další </w:t>
      </w:r>
      <w:r w:rsidRPr="00C50C28">
        <w:lastRenderedPageBreak/>
        <w:t>ustanovení a nároky, z jejichž povahy vyplývá, že mají trvat i po ukončení účinnosti této Smlouvy.</w:t>
      </w:r>
    </w:p>
    <w:p w14:paraId="250AB70B"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71CD4D9" w14:textId="77777777" w:rsidR="00F422D3" w:rsidRPr="00C50C28" w:rsidRDefault="00F422D3" w:rsidP="00FC27A9">
      <w:pPr>
        <w:pStyle w:val="SoDslseznam-1"/>
        <w:keepNext/>
      </w:pPr>
      <w:r w:rsidRPr="00C50C28">
        <w:t>Objednatel si vyhrazuje:</w:t>
      </w:r>
    </w:p>
    <w:p w14:paraId="181E56FC" w14:textId="77777777" w:rsidR="00F422D3" w:rsidRDefault="003E0484" w:rsidP="003E0484">
      <w:pPr>
        <w:pStyle w:val="SoDslseznam-2"/>
      </w:pPr>
      <w:r w:rsidRPr="003E0484">
        <w:t>NEOBSAZENO</w:t>
      </w:r>
    </w:p>
    <w:p w14:paraId="5EFBC654" w14:textId="77777777" w:rsidR="004F6BB8" w:rsidRPr="002C6663" w:rsidRDefault="003E0484" w:rsidP="00F54F3E">
      <w:pPr>
        <w:pStyle w:val="SoDslseznam-2"/>
      </w:pPr>
      <w:r>
        <w:t>NEOBSAZENO</w:t>
      </w:r>
    </w:p>
    <w:p w14:paraId="7BF47AF9" w14:textId="77777777" w:rsidR="002F316A" w:rsidRPr="002C6663" w:rsidRDefault="002F316A" w:rsidP="002F316A">
      <w:pPr>
        <w:pStyle w:val="SoDslseznam-2"/>
      </w:pPr>
      <w:r>
        <w:t>NEOBSAZENO</w:t>
      </w:r>
    </w:p>
    <w:p w14:paraId="6D1EA953"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4C52D38E"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208AD8E9"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9B032D2" w14:textId="77777777" w:rsidR="00CB337C" w:rsidRPr="0045180B" w:rsidRDefault="0040062D" w:rsidP="00F54F3E">
      <w:pPr>
        <w:pStyle w:val="SoDslseznam-1"/>
      </w:pPr>
      <w:r w:rsidRPr="000A2358">
        <w:t>NEOBSAZENO</w:t>
      </w:r>
      <w:r w:rsidR="00CB337C" w:rsidRPr="0045180B">
        <w:t>.</w:t>
      </w:r>
    </w:p>
    <w:p w14:paraId="479A6367" w14:textId="77777777" w:rsidR="00D20BF2" w:rsidRPr="0045180B" w:rsidRDefault="0040062D" w:rsidP="00F54F3E">
      <w:pPr>
        <w:pStyle w:val="SoDslseznam-1"/>
      </w:pPr>
      <w:r w:rsidRPr="000A2358">
        <w:t>NEOBSAZENO</w:t>
      </w:r>
      <w:r w:rsidR="00CB337C" w:rsidRPr="0045180B">
        <w:t xml:space="preserve">. </w:t>
      </w:r>
    </w:p>
    <w:p w14:paraId="08E43A57"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369EDFDE"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7FF0D56"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EAF4CDE"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0624DC6F"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F29447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 xml:space="preserve">členové </w:t>
      </w:r>
      <w:r w:rsidR="0014540A" w:rsidRPr="00DA5988">
        <w:lastRenderedPageBreak/>
        <w:t>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7D35A27C"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DA773E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6C15F3FA"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213DAB38" w14:textId="77777777" w:rsidR="007A08B0" w:rsidRPr="007A08B0" w:rsidRDefault="007A08B0" w:rsidP="00676F5B">
      <w:pPr>
        <w:pStyle w:val="SoDslseznam-1"/>
        <w:keepNext/>
      </w:pPr>
      <w:r w:rsidRPr="007A08B0">
        <w:t xml:space="preserve">Mezinárodní sankce </w:t>
      </w:r>
    </w:p>
    <w:p w14:paraId="55DE3E50" w14:textId="77777777" w:rsidR="007A08B0" w:rsidRPr="007A08B0" w:rsidRDefault="007A08B0" w:rsidP="00676F5B">
      <w:pPr>
        <w:pStyle w:val="SoDslseznam-2"/>
        <w:keepNext/>
      </w:pPr>
      <w:r w:rsidRPr="007A08B0">
        <w:t xml:space="preserve">Zhotovitel prohlašuje, že: </w:t>
      </w:r>
    </w:p>
    <w:p w14:paraId="4A095B07" w14:textId="4A35E86E" w:rsidR="007A08B0" w:rsidRPr="00F54F3E" w:rsidRDefault="00685341" w:rsidP="00685341">
      <w:pPr>
        <w:pStyle w:val="SODslseznam-2a"/>
      </w:pPr>
      <w:r w:rsidRPr="00685341">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w:t>
      </w:r>
      <w:r>
        <w:t>6</w:t>
      </w:r>
      <w:r w:rsidR="007A08B0" w:rsidRPr="00F54F3E">
        <w:t>,</w:t>
      </w:r>
    </w:p>
    <w:p w14:paraId="63F5FED2" w14:textId="63D5D9A3" w:rsidR="007A08B0" w:rsidRPr="007A08B0" w:rsidRDefault="00685341" w:rsidP="00685341">
      <w:pPr>
        <w:pStyle w:val="SODslseznam-2a"/>
      </w:pPr>
      <w:r w:rsidRPr="00685341">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w:t>
      </w:r>
      <w:r>
        <w:t>14 (dále jen „Sankční seznamy“)</w:t>
      </w:r>
      <w:r w:rsidR="007A08B0" w:rsidRPr="007A08B0">
        <w:t>,</w:t>
      </w:r>
    </w:p>
    <w:p w14:paraId="6F3DB1FA"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2CE1AF0B"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9051023"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0248F213" w14:textId="77777777" w:rsidR="007A08B0" w:rsidRPr="007A08B0" w:rsidRDefault="007A08B0" w:rsidP="00956D52">
      <w:pPr>
        <w:pStyle w:val="SoDslseznam-2"/>
      </w:pPr>
      <w:r w:rsidRPr="007A08B0">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w:t>
      </w:r>
      <w:r w:rsidRPr="007A08B0">
        <w:lastRenderedPageBreak/>
        <w:t>obdrží od Objednatele na základě této Smlouvy a jejích případných dodatků, nezpřístupní přímo ani nepřímo fyzickým nebo právnickým osobám, subjektům či orgánům s nimi spojeným uvedeným v Sankčních seznamech, nebo v jejich prospěch.</w:t>
      </w:r>
    </w:p>
    <w:p w14:paraId="437B70D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71A4827B" w14:textId="77777777" w:rsidR="007A08B0" w:rsidRPr="007A08B0" w:rsidRDefault="007A08B0" w:rsidP="00FC27A9">
      <w:pPr>
        <w:pStyle w:val="SoDslseznam-1"/>
        <w:keepNext/>
      </w:pPr>
      <w:r w:rsidRPr="007A08B0">
        <w:t>Požadavek na Poddodavatele</w:t>
      </w:r>
    </w:p>
    <w:p w14:paraId="4F2E9721"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w:t>
      </w:r>
      <w:proofErr w:type="gramStart"/>
      <w:r w:rsidRPr="007A08B0">
        <w:t>této</w:t>
      </w:r>
      <w:proofErr w:type="gramEnd"/>
      <w:r w:rsidRPr="007A08B0">
        <w:t xml:space="preserve">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689CF0" w14:textId="77777777" w:rsidR="007A08B0" w:rsidRPr="007A08B0" w:rsidRDefault="007A08B0" w:rsidP="00956D52">
      <w:pPr>
        <w:pStyle w:val="SoDslseznam-2"/>
      </w:pPr>
      <w:r w:rsidRPr="007A08B0">
        <w:t xml:space="preserve">Přestane-li některý z Poddodavatelů (uvedených v Příloze č. 3 </w:t>
      </w:r>
      <w:proofErr w:type="gramStart"/>
      <w:r w:rsidRPr="007A08B0">
        <w:t>této</w:t>
      </w:r>
      <w:proofErr w:type="gramEnd"/>
      <w:r w:rsidRPr="007A08B0">
        <w:t xml:space="preserve">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4D5975C2"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7C0773C2"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44F0C2FA" w14:textId="77777777" w:rsidR="00713432" w:rsidRPr="002C6663" w:rsidRDefault="00713432" w:rsidP="00EC239B">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374C111" w14:textId="77777777" w:rsidR="00973C20" w:rsidRDefault="00F422D3" w:rsidP="00956D52">
      <w:pPr>
        <w:pStyle w:val="SoDslseznam-1"/>
      </w:pPr>
      <w:r w:rsidRPr="00C50C28">
        <w:t>Přílohy, které tvoří nedílnou součást této Smlouvy o dílo</w:t>
      </w:r>
      <w:r w:rsidRPr="005C06CE">
        <w:t xml:space="preserve">: </w:t>
      </w:r>
    </w:p>
    <w:p w14:paraId="111F97A0" w14:textId="77777777" w:rsidR="00F422D3" w:rsidRPr="00C50C28" w:rsidRDefault="00F422D3" w:rsidP="005925DB">
      <w:pPr>
        <w:pStyle w:val="SoDTextbezslovn"/>
      </w:pPr>
      <w:r w:rsidRPr="00C50C28">
        <w:t>Příloha č. 1</w:t>
      </w:r>
      <w:r w:rsidRPr="00C50C28">
        <w:tab/>
        <w:t xml:space="preserve">Rekapitulace ceny dle Dopisu nabídky </w:t>
      </w:r>
    </w:p>
    <w:p w14:paraId="04087E90" w14:textId="77777777" w:rsidR="00F422D3" w:rsidRPr="00C50C28" w:rsidRDefault="00F422D3" w:rsidP="005925DB">
      <w:pPr>
        <w:pStyle w:val="SoDTextbezslovn"/>
      </w:pPr>
      <w:r w:rsidRPr="00C50C28">
        <w:t>Příloha č. 2</w:t>
      </w:r>
      <w:r w:rsidRPr="00C50C28">
        <w:tab/>
        <w:t>Oprávněné osoby</w:t>
      </w:r>
    </w:p>
    <w:p w14:paraId="54EC1EF2" w14:textId="77777777" w:rsidR="00F422D3" w:rsidRPr="00C50C28" w:rsidRDefault="00F422D3" w:rsidP="005925DB">
      <w:pPr>
        <w:pStyle w:val="SoDTextbezslovn"/>
      </w:pPr>
      <w:r w:rsidRPr="00C50C28">
        <w:t>Příloha č. 3</w:t>
      </w:r>
      <w:r w:rsidRPr="00C50C28">
        <w:tab/>
        <w:t>Seznam poddodavatelů</w:t>
      </w:r>
    </w:p>
    <w:p w14:paraId="016C1271" w14:textId="6AC5B1F4" w:rsidR="00F422D3" w:rsidRPr="00C50C28" w:rsidRDefault="00F422D3" w:rsidP="005925DB">
      <w:pPr>
        <w:pStyle w:val="SoDTextbezslovn"/>
      </w:pPr>
      <w:r w:rsidRPr="00CA3A23">
        <w:t>Příloha č. 4</w:t>
      </w:r>
      <w:r w:rsidRPr="00CA3A23">
        <w:tab/>
      </w:r>
      <w:r w:rsidR="00CA3A23" w:rsidRPr="00CA3A23">
        <w:t>NEOBSAZENO</w:t>
      </w:r>
    </w:p>
    <w:p w14:paraId="2A0C3B70" w14:textId="77777777" w:rsidR="00F422D3" w:rsidRPr="00C50C28" w:rsidRDefault="00F422D3" w:rsidP="005925DB">
      <w:pPr>
        <w:pStyle w:val="SoDTextbezslovn"/>
      </w:pPr>
      <w:r w:rsidRPr="00C50C28">
        <w:t>Příloha č. 5</w:t>
      </w:r>
      <w:r w:rsidRPr="00C50C28">
        <w:tab/>
        <w:t>Smlouva o zpracování osobních údajů</w:t>
      </w:r>
    </w:p>
    <w:p w14:paraId="32510EFB" w14:textId="77777777" w:rsidR="00F465D8" w:rsidRPr="00C50C28" w:rsidRDefault="00F465D8" w:rsidP="005925DB">
      <w:pPr>
        <w:pStyle w:val="SoDTextbezslovn"/>
      </w:pPr>
      <w:r w:rsidRPr="00C50C28">
        <w:lastRenderedPageBreak/>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p>
    <w:p w14:paraId="6AB8899C"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r w:rsidR="008F49A0" w:rsidRPr="00C50C28">
        <w:rPr>
          <w:i/>
        </w:rPr>
        <w:t>(Pokud je vybráno více Zhotovitelů na základě společné nabídky)</w:t>
      </w:r>
    </w:p>
    <w:p w14:paraId="448426BC" w14:textId="77777777" w:rsidR="000E03DC" w:rsidRDefault="00F422D3" w:rsidP="005925DB">
      <w:pPr>
        <w:pStyle w:val="SoDTextbezslovn"/>
        <w:rPr>
          <w:color w:val="00B050"/>
        </w:rPr>
      </w:pPr>
      <w:r w:rsidRPr="00E25F24">
        <w:t>Příloha č.</w:t>
      </w:r>
      <w:r w:rsidR="00973C20" w:rsidRPr="00E25F24">
        <w:t xml:space="preserve"> </w:t>
      </w:r>
      <w:r w:rsidR="00F465D8" w:rsidRPr="00E25F24">
        <w:t>8</w:t>
      </w:r>
      <w:r w:rsidR="00973C20" w:rsidRPr="00E25F24">
        <w:tab/>
      </w:r>
      <w:r w:rsidR="00E25F24" w:rsidRPr="00E25F24">
        <w:t>NEOBSAZENO</w:t>
      </w:r>
    </w:p>
    <w:p w14:paraId="1CCEE299" w14:textId="77777777" w:rsidR="000E03DC" w:rsidRDefault="00F422D3" w:rsidP="005925DB">
      <w:pPr>
        <w:pStyle w:val="SoDTextbezslovn"/>
        <w:rPr>
          <w:color w:val="00B050"/>
        </w:rPr>
      </w:pPr>
      <w:r w:rsidRPr="00E25F24">
        <w:t>Příloha č.</w:t>
      </w:r>
      <w:r w:rsidR="00F465D8" w:rsidRPr="00E25F24">
        <w:t xml:space="preserve"> 9</w:t>
      </w:r>
      <w:r w:rsidRPr="00E25F24">
        <w:tab/>
      </w:r>
      <w:r w:rsidR="00331038" w:rsidRPr="00E25F24">
        <w:t>NEOBSAZENO</w:t>
      </w:r>
    </w:p>
    <w:p w14:paraId="47D7DB6D" w14:textId="77777777" w:rsidR="000E03DC" w:rsidRPr="00C52884" w:rsidRDefault="00077CE2" w:rsidP="005925DB">
      <w:pPr>
        <w:pStyle w:val="SoDTextbezslovn"/>
      </w:pPr>
      <w:r w:rsidRPr="00C52884">
        <w:t>Příloha č.</w:t>
      </w:r>
      <w:r w:rsidR="000E03DC" w:rsidRPr="00C52884">
        <w:t xml:space="preserve"> </w:t>
      </w:r>
      <w:r w:rsidRPr="00C52884">
        <w:t>10</w:t>
      </w:r>
      <w:r w:rsidRPr="00C52884">
        <w:tab/>
      </w:r>
      <w:r w:rsidR="00C52884" w:rsidRPr="00C52884">
        <w:t>NEOBSAZENO</w:t>
      </w:r>
      <w:r w:rsidRPr="00C52884">
        <w:t xml:space="preserve"> </w:t>
      </w:r>
    </w:p>
    <w:p w14:paraId="39ABF27D" w14:textId="7D625718" w:rsidR="00AC2EDB" w:rsidRDefault="00DA5988" w:rsidP="00787616">
      <w:pPr>
        <w:pStyle w:val="SoDTextbezslovn"/>
      </w:pPr>
      <w:r>
        <w:t>Příloha č.</w:t>
      </w:r>
      <w:r w:rsidR="000E03DC">
        <w:t xml:space="preserve"> </w:t>
      </w:r>
      <w:r>
        <w:t>11</w:t>
      </w:r>
      <w:r w:rsidR="000E03DC">
        <w:tab/>
      </w:r>
      <w:r w:rsidR="00787616" w:rsidRPr="00787616">
        <w:t>Osvědčení Správy železnic o řádném poskytnutí a dokončení stavebních prací</w:t>
      </w:r>
    </w:p>
    <w:p w14:paraId="14827E5A" w14:textId="77777777" w:rsidR="00F422D3" w:rsidRPr="00C50C28" w:rsidRDefault="00F422D3" w:rsidP="005925DB">
      <w:pPr>
        <w:pStyle w:val="slovanseznam"/>
        <w:numPr>
          <w:ilvl w:val="0"/>
          <w:numId w:val="0"/>
        </w:numPr>
        <w:ind w:left="2127"/>
      </w:pPr>
    </w:p>
    <w:p w14:paraId="6D360D79"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DAFBF6F" w14:textId="77777777" w:rsidR="00F422D3" w:rsidRPr="00C50C28" w:rsidRDefault="00F422D3" w:rsidP="009F0867">
      <w:pPr>
        <w:pStyle w:val="SoDTextbezodsazen"/>
      </w:pPr>
    </w:p>
    <w:p w14:paraId="6A4FF57D" w14:textId="77777777" w:rsidR="00F422D3" w:rsidRPr="00C50C28" w:rsidRDefault="00F422D3" w:rsidP="009F0867">
      <w:pPr>
        <w:pStyle w:val="SoDTextbezodsazen"/>
      </w:pPr>
    </w:p>
    <w:p w14:paraId="1889B965" w14:textId="77777777" w:rsidR="00F422D3" w:rsidRPr="00C50C28" w:rsidRDefault="00F422D3" w:rsidP="009F0867">
      <w:pPr>
        <w:pStyle w:val="SoDTextbezodsazen"/>
      </w:pPr>
    </w:p>
    <w:p w14:paraId="769A0A44" w14:textId="77777777" w:rsidR="00F422D3" w:rsidRPr="00C50C28" w:rsidRDefault="00F422D3" w:rsidP="009F0867">
      <w:pPr>
        <w:pStyle w:val="SoDTextbezodsazen"/>
      </w:pPr>
    </w:p>
    <w:p w14:paraId="0E88C3D9"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2FCE1A19" w14:textId="77777777" w:rsidR="00F422D3" w:rsidRPr="00C50C28" w:rsidRDefault="00F422D3" w:rsidP="009F0867">
      <w:pPr>
        <w:pStyle w:val="SoDTextbezodsazen"/>
      </w:pPr>
    </w:p>
    <w:p w14:paraId="10CC08C0" w14:textId="77777777" w:rsidR="00F422D3" w:rsidRPr="00C50C28" w:rsidRDefault="00F422D3" w:rsidP="009F0867">
      <w:pPr>
        <w:pStyle w:val="SoDTextbezodsazen"/>
      </w:pPr>
    </w:p>
    <w:p w14:paraId="7E787527"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6E335D57" w14:textId="77777777" w:rsidR="00F422D3" w:rsidRDefault="00F422D3" w:rsidP="009F0867">
      <w:pPr>
        <w:pStyle w:val="SoD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4390BC54" w14:textId="77777777" w:rsidR="00E901A3" w:rsidRPr="00C50C28" w:rsidRDefault="00E901A3" w:rsidP="009F0867">
      <w:pPr>
        <w:pStyle w:val="SoDTextbezodsazen"/>
      </w:pPr>
    </w:p>
    <w:p w14:paraId="2295C7BF" w14:textId="77777777" w:rsidR="00CB4F6D" w:rsidRPr="00C50C28" w:rsidRDefault="00CB4F6D">
      <w:pPr>
        <w:rPr>
          <w:sz w:val="18"/>
          <w:szCs w:val="18"/>
        </w:rPr>
      </w:pPr>
      <w:r w:rsidRPr="00C50C28">
        <w:rPr>
          <w:sz w:val="18"/>
          <w:szCs w:val="18"/>
        </w:rPr>
        <w:br w:type="page"/>
      </w:r>
    </w:p>
    <w:p w14:paraId="671CAD12"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2287EB4" w14:textId="77777777" w:rsidR="00CB4F6D" w:rsidRPr="005925DB" w:rsidRDefault="00CB4F6D" w:rsidP="005925DB">
      <w:pPr>
        <w:pStyle w:val="SoDNadpisbezsl1"/>
      </w:pPr>
      <w:r w:rsidRPr="005925DB">
        <w:lastRenderedPageBreak/>
        <w:t>Příloha č. 1</w:t>
      </w:r>
    </w:p>
    <w:p w14:paraId="7691A032" w14:textId="77777777" w:rsidR="00CB4F6D" w:rsidRPr="00F762A8" w:rsidRDefault="00CB4F6D" w:rsidP="00F762A8">
      <w:pPr>
        <w:pStyle w:val="SoDNadpisbezsl1-2"/>
      </w:pPr>
      <w:r w:rsidRPr="00F762A8">
        <w:t xml:space="preserve">Rekapitulace ceny dle Dopisu nabídky </w:t>
      </w:r>
    </w:p>
    <w:p w14:paraId="4BBB9214" w14:textId="77777777" w:rsidR="00B51939" w:rsidRPr="001F518E" w:rsidRDefault="00B51939" w:rsidP="00B51939">
      <w:pPr>
        <w:pStyle w:val="SoDTextbezodsazen"/>
      </w:pPr>
    </w:p>
    <w:p w14:paraId="75DFE31A" w14:textId="77777777" w:rsidR="00B51939" w:rsidRPr="00C4034A" w:rsidRDefault="00B51939" w:rsidP="005925DB">
      <w:pPr>
        <w:pStyle w:val="SoDTextbezodsazen"/>
        <w:rPr>
          <w:i/>
        </w:rPr>
      </w:pPr>
      <w:r w:rsidRPr="00C4034A">
        <w:rPr>
          <w:i/>
        </w:rPr>
        <w:t>Rekapitulace Ceny Díla dle stavebních objektů (SO) a provozních souborů (PS):</w:t>
      </w:r>
    </w:p>
    <w:p w14:paraId="2918547B" w14:textId="32F54E55" w:rsidR="00B51939" w:rsidRPr="00C4034A" w:rsidRDefault="00B51939" w:rsidP="00B51939">
      <w:pPr>
        <w:pStyle w:val="SoDTextbezodsazen"/>
        <w:rPr>
          <w:i/>
        </w:rPr>
      </w:pPr>
      <w:r w:rsidRPr="00C4034A">
        <w:rPr>
          <w:i/>
        </w:rPr>
        <w:t xml:space="preserve">Do přílohy smlouvy bude vložena tabulka Rekapitulace ceny dle PS a SO </w:t>
      </w:r>
    </w:p>
    <w:p w14:paraId="256DCC3A" w14:textId="77777777" w:rsidR="00B51939" w:rsidRPr="00A0271B" w:rsidRDefault="00B51939" w:rsidP="00747C0A">
      <w:pPr>
        <w:pStyle w:val="SoDTextbezodsazen"/>
      </w:pPr>
    </w:p>
    <w:p w14:paraId="004082DF" w14:textId="77777777" w:rsidR="007145F3" w:rsidRDefault="007145F3" w:rsidP="00CB4F6D">
      <w:pPr>
        <w:pStyle w:val="SoDTextbezodsazen"/>
      </w:pPr>
    </w:p>
    <w:p w14:paraId="45E96886" w14:textId="77777777" w:rsidR="007145F3" w:rsidRDefault="007145F3" w:rsidP="00CB4F6D">
      <w:pPr>
        <w:pStyle w:val="SoDTextbezodsazen"/>
      </w:pPr>
    </w:p>
    <w:p w14:paraId="265BA969" w14:textId="77777777" w:rsidR="00747C0A" w:rsidRDefault="00747C0A" w:rsidP="00CB4F6D">
      <w:pPr>
        <w:pStyle w:val="SoDTextbezodsazen"/>
      </w:pPr>
    </w:p>
    <w:p w14:paraId="257EE302" w14:textId="77777777" w:rsidR="00747C0A" w:rsidRDefault="00747C0A" w:rsidP="00CB4F6D">
      <w:pPr>
        <w:pStyle w:val="SoDTextbezodsazen"/>
      </w:pPr>
    </w:p>
    <w:p w14:paraId="0FD7909B"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5BD34BB8" w14:textId="77777777" w:rsidR="00502690" w:rsidRPr="00B26902" w:rsidRDefault="00502690" w:rsidP="001B325A">
      <w:pPr>
        <w:pStyle w:val="SoDNadpisbezsl1"/>
      </w:pPr>
      <w:r w:rsidRPr="00B26902">
        <w:lastRenderedPageBreak/>
        <w:t>Příloha č. 2</w:t>
      </w:r>
    </w:p>
    <w:p w14:paraId="540CC1A3"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086D645B" w14:textId="77777777" w:rsidR="00CA52F9" w:rsidRPr="00CA52F9" w:rsidRDefault="00CA52F9" w:rsidP="005925DB">
      <w:pPr>
        <w:pStyle w:val="SoDTextbezodsazen"/>
      </w:pPr>
      <w:r>
        <w:t>(Pod-článek 6.9 Smluvních podmínek)</w:t>
      </w:r>
    </w:p>
    <w:p w14:paraId="67AFBE3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w:t>
      </w:r>
      <w:r w:rsidR="004C0F01">
        <w:t>,</w:t>
      </w:r>
      <w:r w:rsidR="00CA52F9">
        <w:t xml:space="preserve"> Změny během výstavby</w:t>
      </w:r>
    </w:p>
    <w:p w14:paraId="5C22196D"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3138E99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3660B0" w14:textId="77777777" w:rsidR="00502690" w:rsidRPr="00003F09" w:rsidRDefault="002038D5" w:rsidP="00003F09">
            <w:pPr>
              <w:pStyle w:val="SoDTabulka-Tun"/>
            </w:pPr>
            <w:r w:rsidRPr="00003F09">
              <w:t>Jméno a příjmení</w:t>
            </w:r>
          </w:p>
        </w:tc>
        <w:tc>
          <w:tcPr>
            <w:tcW w:w="5733" w:type="dxa"/>
          </w:tcPr>
          <w:p w14:paraId="7827FD9A"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020EC5A"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662E61" w14:textId="77777777" w:rsidR="00502690" w:rsidRPr="00F95FBD" w:rsidRDefault="002038D5" w:rsidP="002038D5">
            <w:pPr>
              <w:pStyle w:val="SoDTabulka"/>
            </w:pPr>
            <w:r w:rsidRPr="00F95FBD">
              <w:t>Adresa</w:t>
            </w:r>
          </w:p>
        </w:tc>
        <w:tc>
          <w:tcPr>
            <w:tcW w:w="5733" w:type="dxa"/>
          </w:tcPr>
          <w:p w14:paraId="3E0E27FD"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0DDED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18118F" w14:textId="77777777" w:rsidR="002038D5" w:rsidRPr="00F95FBD" w:rsidRDefault="002038D5" w:rsidP="002038D5">
            <w:pPr>
              <w:pStyle w:val="SoDTabulka"/>
            </w:pPr>
            <w:r w:rsidRPr="00F95FBD">
              <w:t>E-mail</w:t>
            </w:r>
          </w:p>
        </w:tc>
        <w:tc>
          <w:tcPr>
            <w:tcW w:w="5733" w:type="dxa"/>
          </w:tcPr>
          <w:p w14:paraId="186685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2E540D"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2B8DA4" w14:textId="77777777" w:rsidR="002038D5" w:rsidRPr="00F95FBD" w:rsidRDefault="002038D5" w:rsidP="002038D5">
            <w:pPr>
              <w:pStyle w:val="SoDTabulka"/>
            </w:pPr>
            <w:r w:rsidRPr="00F95FBD">
              <w:t>Telefon</w:t>
            </w:r>
          </w:p>
        </w:tc>
        <w:tc>
          <w:tcPr>
            <w:tcW w:w="5733" w:type="dxa"/>
          </w:tcPr>
          <w:p w14:paraId="64E59FB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5B659F" w14:textId="77777777" w:rsidR="002038D5" w:rsidRPr="00F95FBD" w:rsidRDefault="002038D5" w:rsidP="00502690">
      <w:pPr>
        <w:pStyle w:val="SoDTextbezodsazen"/>
      </w:pPr>
    </w:p>
    <w:p w14:paraId="415631A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0CD76AF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BB5937" w14:textId="77777777" w:rsidR="002038D5" w:rsidRPr="00003F09" w:rsidRDefault="002038D5" w:rsidP="00003F09">
            <w:pPr>
              <w:pStyle w:val="SoDTabulka-Tun"/>
            </w:pPr>
            <w:r w:rsidRPr="00003F09">
              <w:t>Jméno a příjmení</w:t>
            </w:r>
          </w:p>
        </w:tc>
        <w:tc>
          <w:tcPr>
            <w:tcW w:w="5733" w:type="dxa"/>
          </w:tcPr>
          <w:p w14:paraId="085A576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F7F08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2EBB07" w14:textId="77777777" w:rsidR="002038D5" w:rsidRPr="00F95FBD" w:rsidRDefault="002038D5" w:rsidP="002038D5">
            <w:pPr>
              <w:pStyle w:val="SoDTabulka"/>
            </w:pPr>
            <w:r w:rsidRPr="00F95FBD">
              <w:t>Adresa</w:t>
            </w:r>
          </w:p>
        </w:tc>
        <w:tc>
          <w:tcPr>
            <w:tcW w:w="5733" w:type="dxa"/>
          </w:tcPr>
          <w:p w14:paraId="7EC9D1B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B3228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77A2C40" w14:textId="77777777" w:rsidR="002038D5" w:rsidRPr="00F95FBD" w:rsidRDefault="002038D5" w:rsidP="002038D5">
            <w:pPr>
              <w:pStyle w:val="SoDTabulka"/>
            </w:pPr>
            <w:r w:rsidRPr="00F95FBD">
              <w:t>E-mail</w:t>
            </w:r>
          </w:p>
        </w:tc>
        <w:tc>
          <w:tcPr>
            <w:tcW w:w="5733" w:type="dxa"/>
          </w:tcPr>
          <w:p w14:paraId="55007C7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BE161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93FFA86" w14:textId="77777777" w:rsidR="002038D5" w:rsidRPr="00F95FBD" w:rsidRDefault="002038D5" w:rsidP="002038D5">
            <w:pPr>
              <w:pStyle w:val="SoDTabulka"/>
            </w:pPr>
            <w:r w:rsidRPr="00F95FBD">
              <w:t>Telefon</w:t>
            </w:r>
          </w:p>
        </w:tc>
        <w:tc>
          <w:tcPr>
            <w:tcW w:w="5733" w:type="dxa"/>
          </w:tcPr>
          <w:p w14:paraId="767A8E9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636B1E" w14:textId="77777777" w:rsidR="002038D5" w:rsidRPr="00F95FBD" w:rsidRDefault="002038D5" w:rsidP="002038D5">
      <w:pPr>
        <w:pStyle w:val="SoDTextbezodsazen"/>
      </w:pPr>
    </w:p>
    <w:p w14:paraId="62113F27"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4758FE5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4AB0B287" w14:textId="77777777" w:rsidR="002038D5" w:rsidRPr="00003F09" w:rsidRDefault="002038D5" w:rsidP="00003F09">
            <w:pPr>
              <w:pStyle w:val="SoDTabulka-Tun"/>
              <w:rPr>
                <w:b/>
              </w:rPr>
            </w:pPr>
            <w:r w:rsidRPr="00003F09">
              <w:rPr>
                <w:b/>
              </w:rPr>
              <w:t>Jméno a příjmení</w:t>
            </w:r>
          </w:p>
        </w:tc>
        <w:tc>
          <w:tcPr>
            <w:tcW w:w="5733" w:type="dxa"/>
          </w:tcPr>
          <w:p w14:paraId="77BDCC71"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5548C2E2" w14:textId="77777777" w:rsidTr="005925DB">
        <w:tc>
          <w:tcPr>
            <w:tcW w:w="3056" w:type="dxa"/>
          </w:tcPr>
          <w:p w14:paraId="3C23249B" w14:textId="77777777" w:rsidR="002038D5" w:rsidRPr="00F95FBD" w:rsidRDefault="002038D5" w:rsidP="002038D5">
            <w:pPr>
              <w:pStyle w:val="SoDTabulka"/>
            </w:pPr>
            <w:r w:rsidRPr="00F95FBD">
              <w:t>Adresa</w:t>
            </w:r>
          </w:p>
        </w:tc>
        <w:tc>
          <w:tcPr>
            <w:tcW w:w="5733" w:type="dxa"/>
          </w:tcPr>
          <w:p w14:paraId="2B401A96" w14:textId="77777777" w:rsidR="002038D5" w:rsidRPr="00F95FBD" w:rsidRDefault="002038D5" w:rsidP="002038D5">
            <w:pPr>
              <w:pStyle w:val="SoDTabulka"/>
            </w:pPr>
            <w:r w:rsidRPr="00F95FBD">
              <w:rPr>
                <w:highlight w:val="yellow"/>
              </w:rPr>
              <w:t>[VLOŽÍ ZHOTOVITEL]</w:t>
            </w:r>
          </w:p>
        </w:tc>
      </w:tr>
      <w:tr w:rsidR="002038D5" w:rsidRPr="00F95FBD" w14:paraId="37E419EF" w14:textId="77777777" w:rsidTr="005925DB">
        <w:tc>
          <w:tcPr>
            <w:tcW w:w="3056" w:type="dxa"/>
          </w:tcPr>
          <w:p w14:paraId="6369427F" w14:textId="77777777" w:rsidR="002038D5" w:rsidRPr="00F95FBD" w:rsidRDefault="002038D5" w:rsidP="002038D5">
            <w:pPr>
              <w:pStyle w:val="SoDTabulka"/>
            </w:pPr>
            <w:r w:rsidRPr="00F95FBD">
              <w:t>E-mail</w:t>
            </w:r>
          </w:p>
        </w:tc>
        <w:tc>
          <w:tcPr>
            <w:tcW w:w="5733" w:type="dxa"/>
          </w:tcPr>
          <w:p w14:paraId="5828FFA4" w14:textId="77777777" w:rsidR="002038D5" w:rsidRPr="00F95FBD" w:rsidRDefault="002038D5" w:rsidP="002038D5">
            <w:pPr>
              <w:pStyle w:val="SoDTabulka"/>
            </w:pPr>
            <w:r w:rsidRPr="00F95FBD">
              <w:rPr>
                <w:highlight w:val="yellow"/>
              </w:rPr>
              <w:t>[VLOŽÍ ZHOTOVITEL]</w:t>
            </w:r>
          </w:p>
        </w:tc>
      </w:tr>
      <w:tr w:rsidR="002038D5" w:rsidRPr="00F95FBD" w14:paraId="4981EF71" w14:textId="77777777" w:rsidTr="005925DB">
        <w:tc>
          <w:tcPr>
            <w:tcW w:w="3056" w:type="dxa"/>
          </w:tcPr>
          <w:p w14:paraId="44C3BA1E" w14:textId="77777777" w:rsidR="002038D5" w:rsidRPr="00F95FBD" w:rsidRDefault="002038D5" w:rsidP="002038D5">
            <w:pPr>
              <w:pStyle w:val="SoDTabulka"/>
            </w:pPr>
            <w:r w:rsidRPr="00F95FBD">
              <w:t>Telefon</w:t>
            </w:r>
          </w:p>
        </w:tc>
        <w:tc>
          <w:tcPr>
            <w:tcW w:w="5733" w:type="dxa"/>
          </w:tcPr>
          <w:p w14:paraId="23C7F800" w14:textId="77777777" w:rsidR="002038D5" w:rsidRPr="00F95FBD" w:rsidRDefault="002038D5" w:rsidP="002038D5">
            <w:pPr>
              <w:pStyle w:val="SoDTabulka"/>
            </w:pPr>
            <w:r w:rsidRPr="00F95FBD">
              <w:rPr>
                <w:highlight w:val="yellow"/>
              </w:rPr>
              <w:t>[VLOŽÍ ZHOTOVITEL]</w:t>
            </w:r>
          </w:p>
        </w:tc>
      </w:tr>
    </w:tbl>
    <w:p w14:paraId="18CB9AEB" w14:textId="77777777" w:rsidR="002038D5" w:rsidRDefault="002038D5" w:rsidP="002038D5">
      <w:pPr>
        <w:pStyle w:val="SoDTextbezodsazen"/>
      </w:pPr>
    </w:p>
    <w:p w14:paraId="5602ED2E"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951E65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041D514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FD546A" w14:textId="77777777" w:rsidR="002038D5" w:rsidRPr="00003F09" w:rsidRDefault="002038D5" w:rsidP="00003F09">
            <w:pPr>
              <w:pStyle w:val="SoDTabulka-Tun"/>
            </w:pPr>
            <w:r w:rsidRPr="00003F09">
              <w:t>Jméno a příjmení</w:t>
            </w:r>
          </w:p>
        </w:tc>
        <w:tc>
          <w:tcPr>
            <w:tcW w:w="5733" w:type="dxa"/>
          </w:tcPr>
          <w:p w14:paraId="429C600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32C83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C4BF80" w14:textId="77777777" w:rsidR="002038D5" w:rsidRPr="00F95FBD" w:rsidRDefault="002038D5" w:rsidP="002038D5">
            <w:pPr>
              <w:pStyle w:val="SoDTabulka"/>
            </w:pPr>
            <w:r w:rsidRPr="00F95FBD">
              <w:t>Adresa</w:t>
            </w:r>
          </w:p>
        </w:tc>
        <w:tc>
          <w:tcPr>
            <w:tcW w:w="5733" w:type="dxa"/>
          </w:tcPr>
          <w:p w14:paraId="5DF38B1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4F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DBE50B2" w14:textId="77777777" w:rsidR="002038D5" w:rsidRPr="00F95FBD" w:rsidRDefault="002038D5" w:rsidP="002038D5">
            <w:pPr>
              <w:pStyle w:val="SoDTabulka"/>
            </w:pPr>
            <w:r w:rsidRPr="00F95FBD">
              <w:t>E-mail</w:t>
            </w:r>
          </w:p>
        </w:tc>
        <w:tc>
          <w:tcPr>
            <w:tcW w:w="5733" w:type="dxa"/>
          </w:tcPr>
          <w:p w14:paraId="492A8C2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4930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ABE040" w14:textId="77777777" w:rsidR="002038D5" w:rsidRPr="00F95FBD" w:rsidRDefault="002038D5" w:rsidP="002038D5">
            <w:pPr>
              <w:pStyle w:val="SoDTabulka"/>
            </w:pPr>
            <w:r w:rsidRPr="00F95FBD">
              <w:t>Telefon</w:t>
            </w:r>
          </w:p>
        </w:tc>
        <w:tc>
          <w:tcPr>
            <w:tcW w:w="5733" w:type="dxa"/>
          </w:tcPr>
          <w:p w14:paraId="5AC6B82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2A558F" w14:textId="77777777" w:rsidR="002038D5" w:rsidRPr="00F95FBD" w:rsidRDefault="002038D5" w:rsidP="00165977">
      <w:pPr>
        <w:pStyle w:val="SoDTabulka"/>
      </w:pPr>
    </w:p>
    <w:p w14:paraId="77212DCE"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052AB50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E73664" w14:textId="77777777" w:rsidR="002038D5" w:rsidRPr="00003F09" w:rsidRDefault="002038D5" w:rsidP="00B44265">
            <w:pPr>
              <w:pStyle w:val="SoDTabulka-Tun"/>
            </w:pPr>
            <w:r w:rsidRPr="00003F09">
              <w:t>Jméno a příjmení</w:t>
            </w:r>
          </w:p>
        </w:tc>
        <w:tc>
          <w:tcPr>
            <w:tcW w:w="5733" w:type="dxa"/>
          </w:tcPr>
          <w:p w14:paraId="171E6C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53545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6EA939" w14:textId="77777777" w:rsidR="002038D5" w:rsidRPr="00F95FBD" w:rsidRDefault="002038D5" w:rsidP="00165977">
            <w:pPr>
              <w:pStyle w:val="SoDTabulka"/>
            </w:pPr>
            <w:r w:rsidRPr="00F95FBD">
              <w:t>Adresa</w:t>
            </w:r>
          </w:p>
        </w:tc>
        <w:tc>
          <w:tcPr>
            <w:tcW w:w="5733" w:type="dxa"/>
          </w:tcPr>
          <w:p w14:paraId="7A5EE2F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91C9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F60CF" w14:textId="77777777" w:rsidR="002038D5" w:rsidRPr="00F95FBD" w:rsidRDefault="002038D5" w:rsidP="00165977">
            <w:pPr>
              <w:pStyle w:val="SoDTabulka"/>
            </w:pPr>
            <w:r w:rsidRPr="00F95FBD">
              <w:t>E-mail</w:t>
            </w:r>
          </w:p>
        </w:tc>
        <w:tc>
          <w:tcPr>
            <w:tcW w:w="5733" w:type="dxa"/>
          </w:tcPr>
          <w:p w14:paraId="53F19F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16E97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EFE451A" w14:textId="77777777" w:rsidR="002038D5" w:rsidRPr="00F95FBD" w:rsidRDefault="002038D5" w:rsidP="00165977">
            <w:pPr>
              <w:pStyle w:val="SoDTabulka"/>
            </w:pPr>
            <w:r w:rsidRPr="00F95FBD">
              <w:t>Telefon</w:t>
            </w:r>
          </w:p>
        </w:tc>
        <w:tc>
          <w:tcPr>
            <w:tcW w:w="5733" w:type="dxa"/>
          </w:tcPr>
          <w:p w14:paraId="6BADC2C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078704" w14:textId="77777777" w:rsidR="002038D5" w:rsidRPr="00F95FBD" w:rsidRDefault="002038D5" w:rsidP="00165977">
      <w:pPr>
        <w:pStyle w:val="SoDTabulka"/>
      </w:pPr>
    </w:p>
    <w:p w14:paraId="4FC2ABA8" w14:textId="77777777" w:rsidR="002038D5" w:rsidRPr="00F95FBD" w:rsidRDefault="002038D5" w:rsidP="00165977">
      <w:pPr>
        <w:pStyle w:val="SoDTabulka"/>
      </w:pPr>
    </w:p>
    <w:p w14:paraId="7A402E8F" w14:textId="77777777" w:rsidR="002038D5" w:rsidRPr="00F95FBD" w:rsidRDefault="00165977" w:rsidP="00EA056C">
      <w:pPr>
        <w:pStyle w:val="SoDNadpistabulky"/>
        <w:rPr>
          <w:sz w:val="18"/>
          <w:szCs w:val="18"/>
        </w:rPr>
      </w:pPr>
      <w:r w:rsidRPr="00F95FBD">
        <w:rPr>
          <w:sz w:val="18"/>
          <w:szCs w:val="18"/>
        </w:rPr>
        <w:lastRenderedPageBreak/>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006B483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471EAF" w14:textId="77777777" w:rsidR="002038D5" w:rsidRPr="00003F09" w:rsidRDefault="002038D5" w:rsidP="00B44265">
            <w:pPr>
              <w:pStyle w:val="SoDTabulka-Tun"/>
            </w:pPr>
            <w:r w:rsidRPr="00003F09">
              <w:t>Jméno a příjmení</w:t>
            </w:r>
          </w:p>
        </w:tc>
        <w:tc>
          <w:tcPr>
            <w:tcW w:w="5733" w:type="dxa"/>
          </w:tcPr>
          <w:p w14:paraId="4270E76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E5FB72D"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BE5D58" w14:textId="77777777" w:rsidR="002038D5" w:rsidRPr="00F95FBD" w:rsidRDefault="002038D5" w:rsidP="005925DB">
            <w:pPr>
              <w:pStyle w:val="SoDTabulka"/>
              <w:keepNext/>
            </w:pPr>
            <w:r w:rsidRPr="00F95FBD">
              <w:t>Adresa</w:t>
            </w:r>
          </w:p>
        </w:tc>
        <w:tc>
          <w:tcPr>
            <w:tcW w:w="5733" w:type="dxa"/>
          </w:tcPr>
          <w:p w14:paraId="580FBA0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E5475E"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90336C7" w14:textId="77777777" w:rsidR="002038D5" w:rsidRPr="00F95FBD" w:rsidRDefault="002038D5" w:rsidP="005925DB">
            <w:pPr>
              <w:pStyle w:val="SoDTabulka"/>
              <w:keepNext/>
            </w:pPr>
            <w:r w:rsidRPr="00F95FBD">
              <w:t>E-mail</w:t>
            </w:r>
          </w:p>
        </w:tc>
        <w:tc>
          <w:tcPr>
            <w:tcW w:w="5733" w:type="dxa"/>
          </w:tcPr>
          <w:p w14:paraId="3B594CD4"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EEAB9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5EFBFA2" w14:textId="77777777" w:rsidR="002038D5" w:rsidRPr="00F95FBD" w:rsidRDefault="002038D5" w:rsidP="00165977">
            <w:pPr>
              <w:pStyle w:val="SoDTabulka"/>
            </w:pPr>
            <w:r w:rsidRPr="00F95FBD">
              <w:t>Telefon</w:t>
            </w:r>
          </w:p>
        </w:tc>
        <w:tc>
          <w:tcPr>
            <w:tcW w:w="5733" w:type="dxa"/>
          </w:tcPr>
          <w:p w14:paraId="699785A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3A6102" w14:textId="77777777" w:rsidR="002038D5" w:rsidRPr="00F95FBD" w:rsidRDefault="002038D5" w:rsidP="00165977">
      <w:pPr>
        <w:pStyle w:val="SoDTabulka"/>
      </w:pPr>
    </w:p>
    <w:p w14:paraId="71A83B67"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470E0E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FBC8AB" w14:textId="77777777" w:rsidR="002038D5" w:rsidRPr="00B44265" w:rsidRDefault="002038D5" w:rsidP="00B44265">
            <w:pPr>
              <w:pStyle w:val="SoDTabulka-Tun"/>
            </w:pPr>
            <w:r w:rsidRPr="00B44265">
              <w:t>Jméno a příjmení</w:t>
            </w:r>
          </w:p>
        </w:tc>
        <w:tc>
          <w:tcPr>
            <w:tcW w:w="5733" w:type="dxa"/>
          </w:tcPr>
          <w:p w14:paraId="1F4E2868"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22905C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71679E" w14:textId="77777777" w:rsidR="002038D5" w:rsidRPr="00F95FBD" w:rsidRDefault="002038D5" w:rsidP="005925DB">
            <w:pPr>
              <w:pStyle w:val="SoDTabulka"/>
              <w:keepNext/>
            </w:pPr>
            <w:r w:rsidRPr="00F95FBD">
              <w:t>Adresa</w:t>
            </w:r>
          </w:p>
        </w:tc>
        <w:tc>
          <w:tcPr>
            <w:tcW w:w="5733" w:type="dxa"/>
          </w:tcPr>
          <w:p w14:paraId="1EA106D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17F7F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3087B4" w14:textId="77777777" w:rsidR="002038D5" w:rsidRPr="00F95FBD" w:rsidRDefault="002038D5" w:rsidP="005925DB">
            <w:pPr>
              <w:pStyle w:val="SoDTabulka"/>
              <w:keepNext/>
            </w:pPr>
            <w:r w:rsidRPr="00F95FBD">
              <w:t>E-mail</w:t>
            </w:r>
          </w:p>
        </w:tc>
        <w:tc>
          <w:tcPr>
            <w:tcW w:w="5733" w:type="dxa"/>
          </w:tcPr>
          <w:p w14:paraId="3BD2C68E"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BA14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0E2BF" w14:textId="77777777" w:rsidR="002038D5" w:rsidRPr="00F95FBD" w:rsidRDefault="002038D5" w:rsidP="00165977">
            <w:pPr>
              <w:pStyle w:val="SoDTabulka"/>
            </w:pPr>
            <w:r w:rsidRPr="00F95FBD">
              <w:t>Telefon</w:t>
            </w:r>
          </w:p>
        </w:tc>
        <w:tc>
          <w:tcPr>
            <w:tcW w:w="5733" w:type="dxa"/>
          </w:tcPr>
          <w:p w14:paraId="1B57AAA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A66F31" w14:textId="77777777" w:rsidR="00165977" w:rsidRPr="00F95FBD" w:rsidRDefault="00165977" w:rsidP="00165977">
      <w:pPr>
        <w:pStyle w:val="SoDTabulka"/>
      </w:pPr>
    </w:p>
    <w:p w14:paraId="63047B32"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080794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F7298C" w14:textId="77777777" w:rsidR="00165977" w:rsidRPr="00B44265" w:rsidRDefault="00165977" w:rsidP="00B44265">
            <w:pPr>
              <w:pStyle w:val="SoDTabulka-Tun"/>
            </w:pPr>
            <w:r w:rsidRPr="00B44265">
              <w:t>Jméno a příjmení</w:t>
            </w:r>
          </w:p>
        </w:tc>
        <w:tc>
          <w:tcPr>
            <w:tcW w:w="5733" w:type="dxa"/>
          </w:tcPr>
          <w:p w14:paraId="4E01A76A"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0806A8C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BB89418" w14:textId="77777777" w:rsidR="00165977" w:rsidRPr="00F95FBD" w:rsidRDefault="00165977" w:rsidP="005925DB">
            <w:pPr>
              <w:pStyle w:val="SoDTabulka"/>
              <w:keepNext/>
            </w:pPr>
            <w:r w:rsidRPr="00F95FBD">
              <w:t>Adresa</w:t>
            </w:r>
          </w:p>
        </w:tc>
        <w:tc>
          <w:tcPr>
            <w:tcW w:w="5733" w:type="dxa"/>
          </w:tcPr>
          <w:p w14:paraId="031642A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563F1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868E8E" w14:textId="77777777" w:rsidR="00165977" w:rsidRPr="00F95FBD" w:rsidRDefault="00165977" w:rsidP="005925DB">
            <w:pPr>
              <w:pStyle w:val="SoDTabulka"/>
              <w:keepNext/>
            </w:pPr>
            <w:r w:rsidRPr="00F95FBD">
              <w:t>E-mail</w:t>
            </w:r>
          </w:p>
        </w:tc>
        <w:tc>
          <w:tcPr>
            <w:tcW w:w="5733" w:type="dxa"/>
          </w:tcPr>
          <w:p w14:paraId="7F178C0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582E7A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627D59D" w14:textId="77777777" w:rsidR="00165977" w:rsidRPr="00F95FBD" w:rsidRDefault="00165977" w:rsidP="00165977">
            <w:pPr>
              <w:pStyle w:val="SoDTabulka"/>
            </w:pPr>
            <w:r w:rsidRPr="00F95FBD">
              <w:t>Telefon</w:t>
            </w:r>
          </w:p>
        </w:tc>
        <w:tc>
          <w:tcPr>
            <w:tcW w:w="5733" w:type="dxa"/>
          </w:tcPr>
          <w:p w14:paraId="613ABD7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FEBE34" w14:textId="77777777" w:rsidR="00165977" w:rsidRPr="00F95FBD" w:rsidRDefault="00165977" w:rsidP="00165977">
      <w:pPr>
        <w:pStyle w:val="SoDTabulka"/>
      </w:pPr>
    </w:p>
    <w:p w14:paraId="2CD38903" w14:textId="77777777"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43ADAE0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C13CD" w14:textId="77777777" w:rsidR="00165977" w:rsidRPr="00B44265" w:rsidRDefault="00165977" w:rsidP="00B44265">
            <w:pPr>
              <w:pStyle w:val="SoDTabulka-Tun"/>
            </w:pPr>
            <w:r w:rsidRPr="00B44265">
              <w:t>Jméno a příjmení</w:t>
            </w:r>
          </w:p>
        </w:tc>
        <w:tc>
          <w:tcPr>
            <w:tcW w:w="5733" w:type="dxa"/>
          </w:tcPr>
          <w:p w14:paraId="7DD085E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4070B2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F95A77" w14:textId="77777777" w:rsidR="00165977" w:rsidRPr="00F95FBD" w:rsidRDefault="00165977" w:rsidP="00165977">
            <w:pPr>
              <w:pStyle w:val="SoDTabulka"/>
            </w:pPr>
            <w:r w:rsidRPr="00F95FBD">
              <w:t>Adresa</w:t>
            </w:r>
          </w:p>
        </w:tc>
        <w:tc>
          <w:tcPr>
            <w:tcW w:w="5733" w:type="dxa"/>
          </w:tcPr>
          <w:p w14:paraId="11107BF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28724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8D4C7F" w14:textId="77777777" w:rsidR="00165977" w:rsidRPr="00F95FBD" w:rsidRDefault="00165977" w:rsidP="00165977">
            <w:pPr>
              <w:pStyle w:val="SoDTabulka"/>
            </w:pPr>
            <w:r w:rsidRPr="00F95FBD">
              <w:t>E-mail</w:t>
            </w:r>
          </w:p>
        </w:tc>
        <w:tc>
          <w:tcPr>
            <w:tcW w:w="5733" w:type="dxa"/>
          </w:tcPr>
          <w:p w14:paraId="4DBC7D8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61B19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1B48CD1" w14:textId="77777777" w:rsidR="00165977" w:rsidRPr="00F95FBD" w:rsidRDefault="00165977" w:rsidP="00165977">
            <w:pPr>
              <w:pStyle w:val="SoDTabulka"/>
            </w:pPr>
            <w:r w:rsidRPr="00F95FBD">
              <w:t>Telefon</w:t>
            </w:r>
          </w:p>
        </w:tc>
        <w:tc>
          <w:tcPr>
            <w:tcW w:w="5733" w:type="dxa"/>
          </w:tcPr>
          <w:p w14:paraId="168B20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E60AFC" w14:textId="0537EE0D" w:rsidR="00165977" w:rsidRPr="00F95FBD" w:rsidRDefault="00165977" w:rsidP="00165977">
      <w:pPr>
        <w:pStyle w:val="SoDTabulka"/>
      </w:pPr>
    </w:p>
    <w:p w14:paraId="5A406200" w14:textId="06635B6E" w:rsidR="00165977" w:rsidRPr="00F95FBD" w:rsidRDefault="007E7F9B" w:rsidP="00B44265">
      <w:pPr>
        <w:pStyle w:val="SoDNadpistabulky"/>
        <w:rPr>
          <w:sz w:val="18"/>
          <w:szCs w:val="18"/>
        </w:rPr>
      </w:pPr>
      <w:r>
        <w:rPr>
          <w:sz w:val="18"/>
          <w:szCs w:val="18"/>
        </w:rPr>
        <w:t>Osoba</w:t>
      </w:r>
      <w:r w:rsidRPr="007E7F9B">
        <w:rPr>
          <w:sz w:val="18"/>
          <w:szCs w:val="18"/>
        </w:rPr>
        <w:t xml:space="preserve"> odpovědná za ochranu životního prostředí</w:t>
      </w:r>
    </w:p>
    <w:tbl>
      <w:tblPr>
        <w:tblStyle w:val="TabulkaS-zahlzap"/>
        <w:tblW w:w="8789" w:type="dxa"/>
        <w:tblLook w:val="04A0" w:firstRow="1" w:lastRow="0" w:firstColumn="1" w:lastColumn="0" w:noHBand="0" w:noVBand="1"/>
      </w:tblPr>
      <w:tblGrid>
        <w:gridCol w:w="3056"/>
        <w:gridCol w:w="5733"/>
      </w:tblGrid>
      <w:tr w:rsidR="00165977" w:rsidRPr="00B44265" w14:paraId="0F8BF81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FC8EF6" w14:textId="77777777" w:rsidR="00165977" w:rsidRPr="00B44265" w:rsidRDefault="00165977" w:rsidP="00B44265">
            <w:pPr>
              <w:pStyle w:val="SoDTabulka-Tun"/>
            </w:pPr>
            <w:r w:rsidRPr="00B44265">
              <w:t>Jméno a příjmení</w:t>
            </w:r>
          </w:p>
        </w:tc>
        <w:tc>
          <w:tcPr>
            <w:tcW w:w="5733" w:type="dxa"/>
          </w:tcPr>
          <w:p w14:paraId="5E0561F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69E1B3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9E034" w14:textId="77777777" w:rsidR="00165977" w:rsidRPr="00F95FBD" w:rsidRDefault="00165977" w:rsidP="00B44265">
            <w:pPr>
              <w:pStyle w:val="SoDTabulka"/>
              <w:keepNext/>
            </w:pPr>
            <w:r w:rsidRPr="00F95FBD">
              <w:t>Adresa</w:t>
            </w:r>
          </w:p>
        </w:tc>
        <w:tc>
          <w:tcPr>
            <w:tcW w:w="5733" w:type="dxa"/>
          </w:tcPr>
          <w:p w14:paraId="00DAEDCE"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460C5A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2A3C029" w14:textId="77777777" w:rsidR="00165977" w:rsidRPr="00F95FBD" w:rsidRDefault="00165977" w:rsidP="00B44265">
            <w:pPr>
              <w:pStyle w:val="SoDTabulka"/>
              <w:keepNext/>
            </w:pPr>
            <w:r w:rsidRPr="00F95FBD">
              <w:t>E-mail</w:t>
            </w:r>
          </w:p>
        </w:tc>
        <w:tc>
          <w:tcPr>
            <w:tcW w:w="5733" w:type="dxa"/>
          </w:tcPr>
          <w:p w14:paraId="2F0F98AC"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0414A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8BFA08" w14:textId="77777777" w:rsidR="00165977" w:rsidRPr="00F95FBD" w:rsidRDefault="00165977" w:rsidP="00165977">
            <w:pPr>
              <w:pStyle w:val="SoDTabulka"/>
            </w:pPr>
            <w:r w:rsidRPr="00F95FBD">
              <w:t>Telefon</w:t>
            </w:r>
          </w:p>
        </w:tc>
        <w:tc>
          <w:tcPr>
            <w:tcW w:w="5733" w:type="dxa"/>
          </w:tcPr>
          <w:p w14:paraId="0803AE4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DCD495" w14:textId="75D55C91" w:rsidR="00804D90" w:rsidRPr="00804D90" w:rsidRDefault="007E7F9B" w:rsidP="00EA056C">
      <w:pPr>
        <w:pStyle w:val="SoDNadpistabulky"/>
        <w:rPr>
          <w:sz w:val="18"/>
          <w:szCs w:val="18"/>
        </w:rPr>
      </w:pPr>
      <w:r>
        <w:rPr>
          <w:sz w:val="18"/>
          <w:szCs w:val="18"/>
        </w:rPr>
        <w:t>O</w:t>
      </w:r>
      <w:r w:rsidRPr="007E7F9B">
        <w:rPr>
          <w:sz w:val="18"/>
          <w:szCs w:val="18"/>
        </w:rPr>
        <w:t>soba odpovědná za odpadové hospodářství</w:t>
      </w:r>
    </w:p>
    <w:tbl>
      <w:tblPr>
        <w:tblStyle w:val="TabulkaS-zahlzap"/>
        <w:tblW w:w="8789" w:type="dxa"/>
        <w:tblLook w:val="04A0" w:firstRow="1" w:lastRow="0" w:firstColumn="1" w:lastColumn="0" w:noHBand="0" w:noVBand="1"/>
      </w:tblPr>
      <w:tblGrid>
        <w:gridCol w:w="3056"/>
        <w:gridCol w:w="5733"/>
      </w:tblGrid>
      <w:tr w:rsidR="00804D90" w:rsidRPr="00B44265" w14:paraId="0AE4575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9D41A24" w14:textId="77777777" w:rsidR="00804D90" w:rsidRPr="00B44265" w:rsidRDefault="00804D90" w:rsidP="00B44265">
            <w:pPr>
              <w:pStyle w:val="SoDTabulka-Tun"/>
            </w:pPr>
            <w:r w:rsidRPr="00B44265">
              <w:t>Jméno a příjmení</w:t>
            </w:r>
          </w:p>
        </w:tc>
        <w:tc>
          <w:tcPr>
            <w:tcW w:w="5733" w:type="dxa"/>
            <w:hideMark/>
          </w:tcPr>
          <w:p w14:paraId="18FBB1E5" w14:textId="77777777" w:rsidR="00804D90" w:rsidRPr="00B44265" w:rsidRDefault="00804D90"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804D90" w:rsidRPr="00804D90" w14:paraId="3B093B6D"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74F854F6" w14:textId="77777777" w:rsidR="00804D90" w:rsidRPr="00804D90" w:rsidRDefault="00804D90" w:rsidP="00B44265">
            <w:pPr>
              <w:pStyle w:val="SoDTabulka"/>
              <w:keepNext/>
            </w:pPr>
            <w:r w:rsidRPr="00804D90">
              <w:t>Adresa</w:t>
            </w:r>
          </w:p>
        </w:tc>
        <w:tc>
          <w:tcPr>
            <w:tcW w:w="5733" w:type="dxa"/>
            <w:hideMark/>
          </w:tcPr>
          <w:p w14:paraId="75E05AD3"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6C0CB7C6"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6C39984A" w14:textId="77777777" w:rsidR="00804D90" w:rsidRPr="00804D90" w:rsidRDefault="00804D90" w:rsidP="00B44265">
            <w:pPr>
              <w:pStyle w:val="SoDTabulka"/>
              <w:keepNext/>
            </w:pPr>
            <w:r w:rsidRPr="00804D90">
              <w:t>E-mail</w:t>
            </w:r>
          </w:p>
        </w:tc>
        <w:tc>
          <w:tcPr>
            <w:tcW w:w="5733" w:type="dxa"/>
            <w:hideMark/>
          </w:tcPr>
          <w:p w14:paraId="78944AF6" w14:textId="77777777" w:rsidR="00804D90" w:rsidRPr="00804D90" w:rsidRDefault="00804D90" w:rsidP="00B44265">
            <w:pPr>
              <w:pStyle w:val="SoDTabulka"/>
              <w:keepNext/>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r w:rsidR="00804D90" w:rsidRPr="00804D90" w14:paraId="3CB5BE20" w14:textId="77777777" w:rsidTr="005925DB">
        <w:tc>
          <w:tcPr>
            <w:cnfStyle w:val="001000000000" w:firstRow="0" w:lastRow="0" w:firstColumn="1" w:lastColumn="0" w:oddVBand="0" w:evenVBand="0" w:oddHBand="0" w:evenHBand="0" w:firstRowFirstColumn="0" w:firstRowLastColumn="0" w:lastRowFirstColumn="0" w:lastRowLastColumn="0"/>
            <w:tcW w:w="3056" w:type="dxa"/>
            <w:hideMark/>
          </w:tcPr>
          <w:p w14:paraId="3EF3233C" w14:textId="77777777" w:rsidR="00804D90" w:rsidRPr="00804D90" w:rsidRDefault="00804D90" w:rsidP="000424C4">
            <w:pPr>
              <w:pStyle w:val="SoDTabulka"/>
            </w:pPr>
            <w:r w:rsidRPr="00804D90">
              <w:t>Telefon</w:t>
            </w:r>
          </w:p>
        </w:tc>
        <w:tc>
          <w:tcPr>
            <w:tcW w:w="5733" w:type="dxa"/>
            <w:hideMark/>
          </w:tcPr>
          <w:p w14:paraId="109B9BD4" w14:textId="77777777" w:rsidR="00804D90" w:rsidRPr="00804D90" w:rsidRDefault="00804D90" w:rsidP="000424C4">
            <w:pPr>
              <w:pStyle w:val="SoDTabulka"/>
              <w:cnfStyle w:val="000000000000" w:firstRow="0" w:lastRow="0" w:firstColumn="0" w:lastColumn="0" w:oddVBand="0" w:evenVBand="0" w:oddHBand="0" w:evenHBand="0" w:firstRowFirstColumn="0" w:firstRowLastColumn="0" w:lastRowFirstColumn="0" w:lastRowLastColumn="0"/>
            </w:pPr>
            <w:r w:rsidRPr="00804D90">
              <w:rPr>
                <w:highlight w:val="yellow"/>
              </w:rPr>
              <w:t>[VLOŽÍ ZHOTOVITEL]</w:t>
            </w:r>
          </w:p>
        </w:tc>
      </w:tr>
    </w:tbl>
    <w:p w14:paraId="7A14D7B3"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CA3E4F1" w14:textId="77777777" w:rsidR="00F95FBD" w:rsidRDefault="00F95FBD" w:rsidP="001B325A">
      <w:pPr>
        <w:pStyle w:val="SoDNadpisbezsl1"/>
      </w:pPr>
      <w:r>
        <w:lastRenderedPageBreak/>
        <w:t>Příloha č. 3</w:t>
      </w:r>
    </w:p>
    <w:p w14:paraId="0692AF38" w14:textId="77777777" w:rsidR="00F95FBD" w:rsidRDefault="00F95FBD" w:rsidP="00F762A8">
      <w:pPr>
        <w:pStyle w:val="SoDNadpisbezsl1-2"/>
      </w:pPr>
      <w:r>
        <w:t>Seznam poddodavatelů</w:t>
      </w:r>
    </w:p>
    <w:p w14:paraId="4458BDA0"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7B8BD8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B6F8B81" w14:textId="77777777" w:rsidR="00F95FBD" w:rsidRPr="00F95FBD" w:rsidRDefault="00F95FBD" w:rsidP="00F762A8">
            <w:pPr>
              <w:pStyle w:val="SoDTabulka"/>
              <w:rPr>
                <w:rStyle w:val="Nadpisvtabulce"/>
              </w:rPr>
            </w:pPr>
            <w:r w:rsidRPr="00F95FBD">
              <w:rPr>
                <w:rStyle w:val="Nadpisvtabulce"/>
              </w:rPr>
              <w:t>Identifikace poddodavatele</w:t>
            </w:r>
          </w:p>
          <w:p w14:paraId="21478851"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0454498"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C656BC4"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29E3EAF0"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934B55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754B8A54" w14:textId="77777777" w:rsidR="00F95FBD" w:rsidRPr="00F95FBD" w:rsidRDefault="00F95FBD" w:rsidP="004E6233">
            <w:pPr>
              <w:pStyle w:val="SoDTabulka"/>
            </w:pPr>
            <w:r w:rsidRPr="00F95FBD">
              <w:rPr>
                <w:highlight w:val="yellow"/>
              </w:rPr>
              <w:t>[VLOŽÍ ZHOTOVITEL]</w:t>
            </w:r>
          </w:p>
        </w:tc>
        <w:tc>
          <w:tcPr>
            <w:tcW w:w="3402" w:type="dxa"/>
          </w:tcPr>
          <w:p w14:paraId="6E06B1B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1DDE8B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90C2108"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61D27FD" w14:textId="77777777" w:rsidR="00F95FBD" w:rsidRPr="00F95FBD" w:rsidRDefault="00F95FBD" w:rsidP="004E6233">
            <w:pPr>
              <w:pStyle w:val="SoDTabulka"/>
            </w:pPr>
            <w:r w:rsidRPr="00F95FBD">
              <w:rPr>
                <w:highlight w:val="yellow"/>
              </w:rPr>
              <w:t>[VLOŽÍ ZHOTOVITEL]</w:t>
            </w:r>
          </w:p>
        </w:tc>
        <w:tc>
          <w:tcPr>
            <w:tcW w:w="3402" w:type="dxa"/>
          </w:tcPr>
          <w:p w14:paraId="6793F1E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1B3C7F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68DF7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15C0DDE" w14:textId="77777777" w:rsidR="00F95FBD" w:rsidRPr="00F95FBD" w:rsidRDefault="00F95FBD" w:rsidP="004E6233">
            <w:pPr>
              <w:pStyle w:val="SoDTabulka"/>
            </w:pPr>
            <w:r w:rsidRPr="00F95FBD">
              <w:rPr>
                <w:highlight w:val="yellow"/>
              </w:rPr>
              <w:t>[VLOŽÍ ZHOTOVITEL]</w:t>
            </w:r>
          </w:p>
        </w:tc>
        <w:tc>
          <w:tcPr>
            <w:tcW w:w="3402" w:type="dxa"/>
          </w:tcPr>
          <w:p w14:paraId="038CCEF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BEBF6D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261EC" w14:textId="77777777" w:rsidR="00F95FBD" w:rsidRPr="00F95FBD" w:rsidRDefault="00F95FBD" w:rsidP="001F5F37">
      <w:pPr>
        <w:pStyle w:val="SoDTextbezodsazen"/>
      </w:pPr>
    </w:p>
    <w:p w14:paraId="23839EAF" w14:textId="77777777" w:rsidR="007E0D11" w:rsidRDefault="007E0D11" w:rsidP="001F5F37">
      <w:pPr>
        <w:pStyle w:val="SoDTextbezodsazen"/>
      </w:pPr>
    </w:p>
    <w:p w14:paraId="0B6B7479" w14:textId="77777777" w:rsidR="007E0D11" w:rsidRDefault="007E0D11" w:rsidP="001F5F37">
      <w:pPr>
        <w:pStyle w:val="SoDTextbezodsazen"/>
      </w:pPr>
    </w:p>
    <w:p w14:paraId="345FF1B7" w14:textId="77777777" w:rsidR="007E0D11" w:rsidRDefault="007E0D11" w:rsidP="001F5F37">
      <w:pPr>
        <w:pStyle w:val="SoDTextbezodsazen"/>
      </w:pPr>
    </w:p>
    <w:p w14:paraId="5FC8D651" w14:textId="77777777" w:rsidR="007E0D11" w:rsidRDefault="007E0D11" w:rsidP="001F5F37">
      <w:pPr>
        <w:pStyle w:val="SoDTextbezodsazen"/>
      </w:pPr>
    </w:p>
    <w:p w14:paraId="36D2BD4A" w14:textId="77777777" w:rsidR="007E0D11" w:rsidRDefault="007E0D11" w:rsidP="001F5F37">
      <w:pPr>
        <w:pStyle w:val="SoDTextbezodsazen"/>
      </w:pPr>
    </w:p>
    <w:p w14:paraId="4DB48DE2" w14:textId="77777777" w:rsidR="00F95FBD" w:rsidRDefault="00F95FBD" w:rsidP="001F5F37">
      <w:pPr>
        <w:pStyle w:val="SoDTextbezodsazen"/>
      </w:pPr>
    </w:p>
    <w:p w14:paraId="22B3F451"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CB07967" w14:textId="40C5BC1B" w:rsidR="00F762A8" w:rsidRPr="004A1EBE" w:rsidRDefault="00F762A8" w:rsidP="00F762A8">
      <w:pPr>
        <w:pStyle w:val="SoDNadpisbezsl1"/>
      </w:pPr>
      <w:r w:rsidRPr="004A1EBE">
        <w:lastRenderedPageBreak/>
        <w:t>Příloha č. 4</w:t>
      </w:r>
    </w:p>
    <w:p w14:paraId="0EFA5196" w14:textId="186EE216" w:rsidR="00224437" w:rsidRDefault="004A1EBE" w:rsidP="00F762A8">
      <w:pPr>
        <w:pStyle w:val="SoDTextbezodsazen"/>
      </w:pPr>
      <w:r w:rsidRPr="004A1EBE">
        <w:t>NEOBSAZENO</w:t>
      </w:r>
    </w:p>
    <w:p w14:paraId="341895CD" w14:textId="77777777" w:rsidR="00F762A8" w:rsidRDefault="00F762A8" w:rsidP="00F762A8">
      <w:pPr>
        <w:pStyle w:val="SoDTextbezodsazen"/>
      </w:pPr>
    </w:p>
    <w:p w14:paraId="2E3796B1" w14:textId="77777777" w:rsidR="00F762A8" w:rsidRDefault="00F762A8" w:rsidP="00F762A8">
      <w:pPr>
        <w:pStyle w:val="SoDTextbezodsazen"/>
      </w:pPr>
    </w:p>
    <w:p w14:paraId="259CC724" w14:textId="77777777" w:rsidR="00F762A8" w:rsidRDefault="00F762A8" w:rsidP="00F762A8">
      <w:pPr>
        <w:pStyle w:val="SoDTextbezodsazen"/>
      </w:pPr>
    </w:p>
    <w:p w14:paraId="0A906475" w14:textId="77777777" w:rsidR="00F762A8" w:rsidRDefault="00F762A8" w:rsidP="00F762A8">
      <w:pPr>
        <w:pStyle w:val="SoDTextbezodsazen"/>
      </w:pPr>
    </w:p>
    <w:p w14:paraId="606A8EB4" w14:textId="77777777" w:rsidR="00F762A8" w:rsidRDefault="00F762A8" w:rsidP="00F762A8">
      <w:pPr>
        <w:pStyle w:val="SoDTextbezodsazen"/>
      </w:pPr>
    </w:p>
    <w:p w14:paraId="72F1840D"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3663DFCF" w14:textId="77777777" w:rsidR="00F762A8" w:rsidRDefault="00F762A8" w:rsidP="00F762A8">
      <w:pPr>
        <w:pStyle w:val="SoDNadpisbezsl1"/>
      </w:pPr>
      <w:r>
        <w:lastRenderedPageBreak/>
        <w:t>Příloha č. 5</w:t>
      </w:r>
    </w:p>
    <w:p w14:paraId="308DD00F" w14:textId="77777777" w:rsidR="00F762A8" w:rsidRDefault="00F762A8" w:rsidP="00F762A8">
      <w:pPr>
        <w:pStyle w:val="SoDNadpisbezsl1-2"/>
      </w:pPr>
      <w:r>
        <w:t>Smlouva o zpracování osobních údajů</w:t>
      </w:r>
    </w:p>
    <w:p w14:paraId="4B738A58" w14:textId="77777777" w:rsidR="00F762A8" w:rsidRPr="00F762A8" w:rsidRDefault="00F762A8" w:rsidP="002D4801">
      <w:pPr>
        <w:pStyle w:val="slovanseznam"/>
        <w:numPr>
          <w:ilvl w:val="0"/>
          <w:numId w:val="5"/>
        </w:numPr>
      </w:pPr>
      <w:r w:rsidRPr="00F762A8">
        <w:t>Předmět smlouvy o zpracování osobních údajů</w:t>
      </w:r>
    </w:p>
    <w:p w14:paraId="2A8F22F8" w14:textId="77777777" w:rsidR="00F762A8" w:rsidRDefault="00F762A8" w:rsidP="002D4801">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503D4521"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5991F64D" w14:textId="77777777" w:rsidR="00F762A8" w:rsidRPr="00F762A8" w:rsidRDefault="00F762A8" w:rsidP="002D4801">
      <w:pPr>
        <w:pStyle w:val="slovanseznam"/>
      </w:pPr>
      <w:r w:rsidRPr="00F762A8">
        <w:t>Rozsah zpracovávaných údajů</w:t>
      </w:r>
    </w:p>
    <w:p w14:paraId="4FA2D6B7" w14:textId="77777777"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35141627"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EA2B0AE" w14:textId="77777777" w:rsidR="00F762A8" w:rsidRPr="00F762A8" w:rsidRDefault="00F762A8" w:rsidP="002D4801">
      <w:pPr>
        <w:pStyle w:val="slovanseznam"/>
      </w:pPr>
      <w:r w:rsidRPr="00F762A8">
        <w:t>Povinnosti Zhotovitele</w:t>
      </w:r>
    </w:p>
    <w:p w14:paraId="2260ED3D"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7B79F175"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10310D78"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44DE60BA" w14:textId="77777777" w:rsidR="00F762A8" w:rsidRDefault="00F762A8" w:rsidP="005925DB">
      <w:pPr>
        <w:pStyle w:val="slovanseznam2"/>
      </w:pPr>
      <w:r>
        <w:t>Zhotovitel je povinen přijmout všechna opatření dle čl. 32 GDPR tak, aby byla zajištěna odpovídající bezpečnost osobních údajů.</w:t>
      </w:r>
    </w:p>
    <w:p w14:paraId="223198E3"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63C303B8"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B72A015"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774113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0AC5E8D7"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658242DD" w14:textId="77777777" w:rsidR="00F762A8" w:rsidRPr="00F762A8" w:rsidRDefault="00F762A8" w:rsidP="00CA1B64">
      <w:pPr>
        <w:pStyle w:val="slovanseznam"/>
      </w:pPr>
      <w:r w:rsidRPr="00F762A8">
        <w:t>Odpovědnost Zhotovitele a smluvní pokuta</w:t>
      </w:r>
    </w:p>
    <w:p w14:paraId="514C126B"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6E6B6F8E"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2AA38EE0"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5FACFD9E" w14:textId="77777777" w:rsidR="00F762A8" w:rsidRDefault="00F762A8" w:rsidP="00F762A8">
      <w:pPr>
        <w:pStyle w:val="SoDTextbezodsazen"/>
      </w:pPr>
    </w:p>
    <w:p w14:paraId="0A8A72DD" w14:textId="77777777" w:rsidR="00F762A8" w:rsidRDefault="00F762A8" w:rsidP="00F762A8">
      <w:pPr>
        <w:pStyle w:val="SoDTextbezodsazen"/>
      </w:pPr>
    </w:p>
    <w:p w14:paraId="7C65414D" w14:textId="77777777" w:rsidR="00F762A8" w:rsidRDefault="00F762A8" w:rsidP="00F762A8">
      <w:pPr>
        <w:pStyle w:val="SoDTextbezodsazen"/>
      </w:pPr>
    </w:p>
    <w:p w14:paraId="53872FF1" w14:textId="77777777" w:rsidR="00F762A8" w:rsidRDefault="00F762A8" w:rsidP="00F762A8">
      <w:pPr>
        <w:pStyle w:val="SoD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4470BE4" w14:textId="77777777" w:rsidR="00F762A8" w:rsidRPr="005E7125" w:rsidRDefault="00F762A8" w:rsidP="00F762A8">
      <w:pPr>
        <w:pStyle w:val="SoDNadpisbezsl1"/>
      </w:pPr>
      <w:r w:rsidRPr="005E7125">
        <w:lastRenderedPageBreak/>
        <w:t xml:space="preserve">Příloha č. </w:t>
      </w:r>
      <w:r w:rsidR="00390720" w:rsidRPr="00DA5988">
        <w:t>7</w:t>
      </w:r>
    </w:p>
    <w:p w14:paraId="349FED6A" w14:textId="77777777" w:rsidR="00F762A8" w:rsidRDefault="00F762A8" w:rsidP="00F762A8">
      <w:pPr>
        <w:pStyle w:val="SoDTextbezodsazen"/>
      </w:pPr>
    </w:p>
    <w:p w14:paraId="7663CF3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6E10D39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692D9B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AB73DCA"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2CA2EFA" w14:textId="77777777" w:rsidR="00802774" w:rsidRPr="00802774" w:rsidRDefault="00802774" w:rsidP="00802774">
      <w:pPr>
        <w:spacing w:after="120" w:line="264" w:lineRule="auto"/>
        <w:jc w:val="both"/>
        <w:rPr>
          <w:rFonts w:asciiTheme="minorHAnsi" w:hAnsiTheme="minorHAnsi"/>
          <w:sz w:val="18"/>
          <w:szCs w:val="18"/>
        </w:rPr>
      </w:pPr>
    </w:p>
    <w:p w14:paraId="2178CFF7" w14:textId="77777777" w:rsidR="00F762A8" w:rsidRDefault="00F762A8" w:rsidP="00F762A8">
      <w:pPr>
        <w:pStyle w:val="SoDTextbezodsazen"/>
      </w:pPr>
    </w:p>
    <w:p w14:paraId="32CEF17A" w14:textId="77777777" w:rsidR="00F762A8" w:rsidRDefault="00F762A8" w:rsidP="00F762A8">
      <w:pPr>
        <w:pStyle w:val="SoD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812AF62" w14:textId="77777777" w:rsidR="00CD7A06" w:rsidRDefault="00CD7A06" w:rsidP="00CD7A06">
      <w:pPr>
        <w:tabs>
          <w:tab w:val="left" w:pos="5303"/>
        </w:tabs>
      </w:pPr>
    </w:p>
    <w:p w14:paraId="0FDF292F" w14:textId="77777777" w:rsidR="00682647" w:rsidRPr="005E7125" w:rsidRDefault="00682647" w:rsidP="00682647">
      <w:pPr>
        <w:pStyle w:val="SoDNadpisbezsl1"/>
      </w:pPr>
      <w:r w:rsidRPr="005E7125">
        <w:t xml:space="preserve">Příloha č. </w:t>
      </w:r>
      <w:r>
        <w:t>11</w:t>
      </w:r>
    </w:p>
    <w:p w14:paraId="7F3B96BC" w14:textId="77777777" w:rsidR="00682647" w:rsidRDefault="00682647" w:rsidP="00682647">
      <w:pPr>
        <w:pStyle w:val="SoDTextbezodsazen"/>
      </w:pPr>
    </w:p>
    <w:p w14:paraId="2C12A003" w14:textId="77777777" w:rsidR="006849C0" w:rsidRPr="009B774A" w:rsidRDefault="006849C0" w:rsidP="006849C0">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6191545A" w14:textId="77777777" w:rsidR="006849C0" w:rsidRPr="00651F0E" w:rsidRDefault="006849C0" w:rsidP="006849C0">
      <w:pPr>
        <w:keepNext/>
        <w:tabs>
          <w:tab w:val="right" w:pos="8730"/>
        </w:tabs>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r>
        <w:rPr>
          <w:rFonts w:eastAsia="Times New Roman"/>
          <w:bCs/>
        </w:rPr>
        <w:tab/>
      </w:r>
    </w:p>
    <w:tbl>
      <w:tblPr>
        <w:tblStyle w:val="Mkatabulky"/>
        <w:tblW w:w="5000" w:type="pct"/>
        <w:tblLook w:val="04A0" w:firstRow="1" w:lastRow="0" w:firstColumn="1" w:lastColumn="0" w:noHBand="0" w:noVBand="1"/>
      </w:tblPr>
      <w:tblGrid>
        <w:gridCol w:w="4454"/>
        <w:gridCol w:w="4266"/>
      </w:tblGrid>
      <w:tr w:rsidR="006849C0" w:rsidRPr="009B2848" w14:paraId="118189BF" w14:textId="77777777" w:rsidTr="0054245C">
        <w:tc>
          <w:tcPr>
            <w:tcW w:w="2554" w:type="pct"/>
            <w:shd w:val="clear" w:color="auto" w:fill="FFBFBF" w:themeFill="accent6" w:themeFillTint="33"/>
            <w:vAlign w:val="center"/>
          </w:tcPr>
          <w:p w14:paraId="1F5DE28E" w14:textId="77777777" w:rsidR="006849C0" w:rsidRPr="009B2848" w:rsidRDefault="006849C0" w:rsidP="0054245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6FC91D9A" w14:textId="77777777" w:rsidR="006849C0" w:rsidRPr="009B2848" w:rsidRDefault="006849C0" w:rsidP="0054245C">
            <w:pPr>
              <w:keepNext/>
              <w:spacing w:after="60"/>
              <w:jc w:val="center"/>
              <w:outlineLvl w:val="3"/>
              <w:rPr>
                <w:rFonts w:eastAsia="Times New Roman"/>
                <w:bCs/>
              </w:rPr>
            </w:pPr>
          </w:p>
        </w:tc>
      </w:tr>
      <w:tr w:rsidR="006849C0" w:rsidRPr="009B2848" w14:paraId="6897D8D3" w14:textId="77777777" w:rsidTr="0054245C">
        <w:tc>
          <w:tcPr>
            <w:tcW w:w="2554" w:type="pct"/>
            <w:shd w:val="clear" w:color="auto" w:fill="FFBFBF" w:themeFill="accent6" w:themeFillTint="33"/>
            <w:vAlign w:val="center"/>
          </w:tcPr>
          <w:p w14:paraId="318E0DF9" w14:textId="77777777" w:rsidR="006849C0" w:rsidRPr="009B2848" w:rsidRDefault="006849C0" w:rsidP="0054245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31BADC07" w14:textId="77777777" w:rsidR="006849C0" w:rsidRPr="009B2848" w:rsidRDefault="006849C0" w:rsidP="0054245C">
            <w:pPr>
              <w:keepNext/>
              <w:spacing w:after="60"/>
              <w:jc w:val="center"/>
              <w:outlineLvl w:val="3"/>
              <w:rPr>
                <w:rFonts w:eastAsia="Times New Roman"/>
                <w:bCs/>
              </w:rPr>
            </w:pPr>
          </w:p>
        </w:tc>
      </w:tr>
      <w:tr w:rsidR="006849C0" w:rsidRPr="009B2848" w14:paraId="17E9D8F4" w14:textId="77777777" w:rsidTr="0054245C">
        <w:tc>
          <w:tcPr>
            <w:tcW w:w="2554" w:type="pct"/>
            <w:shd w:val="clear" w:color="auto" w:fill="FFBFBF" w:themeFill="accent6" w:themeFillTint="33"/>
            <w:vAlign w:val="center"/>
          </w:tcPr>
          <w:p w14:paraId="24660027" w14:textId="77777777" w:rsidR="006849C0" w:rsidRPr="009B2848" w:rsidRDefault="006849C0" w:rsidP="0054245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820A86A" w14:textId="77777777" w:rsidR="006849C0" w:rsidRPr="009B2848" w:rsidRDefault="006849C0" w:rsidP="0054245C">
            <w:pPr>
              <w:keepNext/>
              <w:spacing w:after="60"/>
              <w:jc w:val="center"/>
              <w:outlineLvl w:val="3"/>
              <w:rPr>
                <w:rFonts w:eastAsia="Times New Roman"/>
                <w:bCs/>
              </w:rPr>
            </w:pPr>
          </w:p>
        </w:tc>
      </w:tr>
      <w:tr w:rsidR="006849C0" w:rsidRPr="009B2848" w14:paraId="580594E1" w14:textId="77777777" w:rsidTr="0054245C">
        <w:tc>
          <w:tcPr>
            <w:tcW w:w="2554" w:type="pct"/>
            <w:shd w:val="clear" w:color="auto" w:fill="FFBFBF" w:themeFill="accent6" w:themeFillTint="33"/>
            <w:vAlign w:val="center"/>
          </w:tcPr>
          <w:p w14:paraId="0134D898" w14:textId="77777777" w:rsidR="006849C0" w:rsidRPr="009B2848" w:rsidRDefault="006849C0" w:rsidP="0054245C">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6365EB6D" w14:textId="77777777" w:rsidR="006849C0" w:rsidRPr="009B2848" w:rsidRDefault="006849C0" w:rsidP="0054245C">
            <w:pPr>
              <w:keepNext/>
              <w:spacing w:after="60"/>
              <w:jc w:val="center"/>
              <w:outlineLvl w:val="3"/>
              <w:rPr>
                <w:rFonts w:eastAsia="Times New Roman"/>
                <w:bCs/>
              </w:rPr>
            </w:pPr>
          </w:p>
        </w:tc>
      </w:tr>
      <w:tr w:rsidR="006849C0" w:rsidRPr="009B2848" w14:paraId="0F98BE80" w14:textId="77777777" w:rsidTr="0054245C">
        <w:tc>
          <w:tcPr>
            <w:tcW w:w="2500" w:type="pct"/>
            <w:shd w:val="clear" w:color="auto" w:fill="FFBFBF" w:themeFill="accent6" w:themeFillTint="33"/>
            <w:vAlign w:val="center"/>
          </w:tcPr>
          <w:p w14:paraId="692D70B3" w14:textId="77777777" w:rsidR="006849C0" w:rsidRPr="009B2848" w:rsidRDefault="006849C0" w:rsidP="0054245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0F4971A0" w14:textId="77777777" w:rsidR="006849C0" w:rsidRPr="009B2848" w:rsidRDefault="006849C0" w:rsidP="0054245C">
            <w:pPr>
              <w:keepNext/>
              <w:spacing w:after="60"/>
              <w:jc w:val="center"/>
              <w:outlineLvl w:val="3"/>
              <w:rPr>
                <w:rFonts w:eastAsia="Times New Roman"/>
                <w:bCs/>
              </w:rPr>
            </w:pPr>
          </w:p>
        </w:tc>
      </w:tr>
      <w:tr w:rsidR="006849C0" w:rsidRPr="009B2848" w14:paraId="265F7B3B" w14:textId="77777777" w:rsidTr="0054245C">
        <w:tc>
          <w:tcPr>
            <w:tcW w:w="2500" w:type="pct"/>
            <w:shd w:val="clear" w:color="auto" w:fill="FFBFBF" w:themeFill="accent6" w:themeFillTint="33"/>
            <w:vAlign w:val="center"/>
          </w:tcPr>
          <w:p w14:paraId="71D0F0E4" w14:textId="77777777" w:rsidR="006849C0" w:rsidRPr="009B2848" w:rsidRDefault="006849C0" w:rsidP="0054245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7B64419" w14:textId="77777777" w:rsidR="006849C0" w:rsidRPr="009B2848" w:rsidRDefault="006849C0" w:rsidP="0054245C">
            <w:pPr>
              <w:keepNext/>
              <w:spacing w:after="60"/>
              <w:jc w:val="center"/>
              <w:outlineLvl w:val="3"/>
              <w:rPr>
                <w:rFonts w:eastAsia="Times New Roman"/>
                <w:bCs/>
              </w:rPr>
            </w:pPr>
          </w:p>
        </w:tc>
      </w:tr>
      <w:tr w:rsidR="006849C0" w:rsidRPr="009B2848" w14:paraId="65262368" w14:textId="77777777" w:rsidTr="0054245C">
        <w:tc>
          <w:tcPr>
            <w:tcW w:w="2500" w:type="pct"/>
            <w:shd w:val="clear" w:color="auto" w:fill="FFBFBF" w:themeFill="accent6" w:themeFillTint="33"/>
            <w:vAlign w:val="center"/>
          </w:tcPr>
          <w:p w14:paraId="38073B8F" w14:textId="77777777" w:rsidR="006849C0" w:rsidRPr="009B2848" w:rsidRDefault="006849C0" w:rsidP="0054245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0884AE7A" w14:textId="77777777" w:rsidR="006849C0" w:rsidRPr="009B2848" w:rsidRDefault="006849C0" w:rsidP="0054245C">
            <w:pPr>
              <w:keepNext/>
              <w:spacing w:after="60"/>
              <w:jc w:val="center"/>
              <w:outlineLvl w:val="3"/>
              <w:rPr>
                <w:rFonts w:eastAsia="Times New Roman"/>
                <w:bCs/>
              </w:rPr>
            </w:pPr>
          </w:p>
        </w:tc>
      </w:tr>
      <w:tr w:rsidR="006849C0" w:rsidRPr="009B2848" w14:paraId="48BB6DA8" w14:textId="77777777" w:rsidTr="0054245C">
        <w:tc>
          <w:tcPr>
            <w:tcW w:w="2500" w:type="pct"/>
            <w:shd w:val="clear" w:color="auto" w:fill="FFBFBF" w:themeFill="accent6" w:themeFillTint="33"/>
            <w:vAlign w:val="center"/>
          </w:tcPr>
          <w:p w14:paraId="0329499E" w14:textId="77777777" w:rsidR="006849C0" w:rsidRPr="009B2848" w:rsidRDefault="006849C0" w:rsidP="0054245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1F9D709" w14:textId="77777777" w:rsidR="006849C0" w:rsidRPr="009B2848" w:rsidRDefault="006849C0" w:rsidP="0054245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6849C0" w:rsidRPr="00034484" w14:paraId="72E083F1" w14:textId="77777777" w:rsidTr="0054245C">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96A9A66" w14:textId="77777777" w:rsidR="006849C0" w:rsidRPr="00034484" w:rsidRDefault="006849C0" w:rsidP="0054245C">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9B2291F" w14:textId="77777777" w:rsidR="006849C0" w:rsidRPr="00034484" w:rsidRDefault="006849C0" w:rsidP="0054245C">
            <w:pPr>
              <w:outlineLvl w:val="3"/>
              <w:rPr>
                <w:bCs/>
              </w:rPr>
            </w:pPr>
          </w:p>
        </w:tc>
      </w:tr>
      <w:tr w:rsidR="006849C0" w:rsidRPr="00034484" w14:paraId="15E58628" w14:textId="77777777" w:rsidTr="0054245C">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A32B428" w14:textId="77777777" w:rsidR="006849C0" w:rsidRPr="00034484" w:rsidRDefault="006849C0" w:rsidP="0054245C">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63622E4" w14:textId="77777777" w:rsidR="006849C0" w:rsidRPr="00034484" w:rsidRDefault="006849C0" w:rsidP="0054245C">
            <w:pPr>
              <w:outlineLvl w:val="3"/>
              <w:rPr>
                <w:bCs/>
              </w:rPr>
            </w:pPr>
          </w:p>
        </w:tc>
      </w:tr>
      <w:tr w:rsidR="006849C0" w:rsidRPr="00034484" w14:paraId="27349B95" w14:textId="77777777" w:rsidTr="0054245C">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15873CA"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95EDC41" w14:textId="77777777" w:rsidR="006849C0" w:rsidRPr="00034484" w:rsidRDefault="006849C0" w:rsidP="0054245C">
            <w:pPr>
              <w:outlineLvl w:val="3"/>
              <w:rPr>
                <w:bCs/>
              </w:rPr>
            </w:pPr>
          </w:p>
        </w:tc>
      </w:tr>
      <w:tr w:rsidR="006849C0" w:rsidRPr="00034484" w14:paraId="0F7F4E29" w14:textId="77777777" w:rsidTr="0054245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841612C"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F3997BE" w14:textId="77777777" w:rsidR="006849C0" w:rsidRPr="00034484" w:rsidRDefault="006849C0" w:rsidP="0054245C">
            <w:pPr>
              <w:outlineLvl w:val="3"/>
              <w:rPr>
                <w:bCs/>
              </w:rPr>
            </w:pPr>
          </w:p>
        </w:tc>
      </w:tr>
      <w:tr w:rsidR="006849C0" w:rsidRPr="00034484" w14:paraId="12ACA418" w14:textId="77777777" w:rsidTr="0054245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1E6315F"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700BF03" w14:textId="77777777" w:rsidR="006849C0" w:rsidRPr="00034484" w:rsidRDefault="006849C0" w:rsidP="0054245C">
            <w:pPr>
              <w:outlineLvl w:val="3"/>
              <w:rPr>
                <w:bCs/>
              </w:rPr>
            </w:pPr>
          </w:p>
        </w:tc>
      </w:tr>
      <w:tr w:rsidR="006849C0" w:rsidRPr="00034484" w14:paraId="3D0F1B36" w14:textId="77777777" w:rsidTr="0054245C">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41FE392"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66A0A04" w14:textId="77777777" w:rsidR="006849C0" w:rsidRPr="00034484" w:rsidRDefault="006849C0" w:rsidP="0054245C">
            <w:pPr>
              <w:outlineLvl w:val="3"/>
              <w:rPr>
                <w:bCs/>
              </w:rPr>
            </w:pPr>
          </w:p>
        </w:tc>
      </w:tr>
      <w:tr w:rsidR="006849C0" w:rsidRPr="00034484" w14:paraId="6578FE15" w14:textId="77777777" w:rsidTr="0054245C">
        <w:tc>
          <w:tcPr>
            <w:tcW w:w="2500" w:type="pct"/>
            <w:tcBorders>
              <w:top w:val="single" w:sz="4" w:space="0" w:color="auto"/>
              <w:bottom w:val="nil"/>
              <w:right w:val="nil"/>
            </w:tcBorders>
            <w:shd w:val="clear" w:color="auto" w:fill="auto"/>
            <w:vAlign w:val="center"/>
          </w:tcPr>
          <w:p w14:paraId="0793C5B4" w14:textId="77777777" w:rsidR="006849C0" w:rsidRPr="00034484" w:rsidRDefault="006849C0" w:rsidP="0054245C">
            <w:pPr>
              <w:rPr>
                <w:b/>
                <w:bCs/>
              </w:rPr>
            </w:pPr>
          </w:p>
        </w:tc>
        <w:tc>
          <w:tcPr>
            <w:tcW w:w="2481" w:type="pct"/>
            <w:tcBorders>
              <w:top w:val="single" w:sz="4" w:space="0" w:color="auto"/>
              <w:left w:val="nil"/>
              <w:bottom w:val="nil"/>
            </w:tcBorders>
            <w:shd w:val="clear" w:color="auto" w:fill="auto"/>
            <w:vAlign w:val="center"/>
          </w:tcPr>
          <w:p w14:paraId="4B14511F" w14:textId="77777777" w:rsidR="006849C0" w:rsidRPr="00034484" w:rsidRDefault="006849C0" w:rsidP="0054245C">
            <w:pPr>
              <w:rPr>
                <w:bCs/>
              </w:rPr>
            </w:pPr>
          </w:p>
        </w:tc>
      </w:tr>
    </w:tbl>
    <w:p w14:paraId="6DB85414" w14:textId="77777777" w:rsidR="006849C0" w:rsidRDefault="006849C0" w:rsidP="006849C0">
      <w:pPr>
        <w:rPr>
          <w:b/>
          <w:bCs/>
        </w:rPr>
      </w:pPr>
    </w:p>
    <w:tbl>
      <w:tblPr>
        <w:tblStyle w:val="Mkatabulky"/>
        <w:tblW w:w="0" w:type="auto"/>
        <w:tblLook w:val="04A0" w:firstRow="1" w:lastRow="0" w:firstColumn="1" w:lastColumn="0" w:noHBand="0" w:noVBand="1"/>
      </w:tblPr>
      <w:tblGrid>
        <w:gridCol w:w="2950"/>
        <w:gridCol w:w="2885"/>
        <w:gridCol w:w="2885"/>
      </w:tblGrid>
      <w:tr w:rsidR="006849C0" w:rsidRPr="00034484" w14:paraId="7D82C482" w14:textId="77777777" w:rsidTr="0054245C">
        <w:tc>
          <w:tcPr>
            <w:tcW w:w="2950" w:type="dxa"/>
            <w:shd w:val="clear" w:color="auto" w:fill="FFBFBF" w:themeFill="accent6" w:themeFillTint="33"/>
          </w:tcPr>
          <w:p w14:paraId="537E650C" w14:textId="77777777" w:rsidR="006849C0" w:rsidRPr="00034484" w:rsidRDefault="006849C0" w:rsidP="0054245C">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2F758D9" w14:textId="77777777" w:rsidR="006849C0" w:rsidRPr="00034484" w:rsidRDefault="006849C0" w:rsidP="0054245C">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6184E5A" w14:textId="77777777" w:rsidR="006849C0" w:rsidRPr="00034484" w:rsidRDefault="006849C0" w:rsidP="0054245C">
            <w:pPr>
              <w:spacing w:after="60"/>
              <w:outlineLvl w:val="3"/>
              <w:rPr>
                <w:bCs/>
              </w:rPr>
            </w:pPr>
            <w:r w:rsidRPr="00034484">
              <w:rPr>
                <w:b/>
                <w:bCs/>
              </w:rPr>
              <w:t>Hodnota poddodávky</w:t>
            </w:r>
            <w:r w:rsidRPr="00034484">
              <w:rPr>
                <w:bCs/>
              </w:rPr>
              <w:t xml:space="preserve"> v % ze smluvní ceny díla a konkrétní částka v Kč </w:t>
            </w:r>
          </w:p>
        </w:tc>
      </w:tr>
      <w:tr w:rsidR="006849C0" w:rsidRPr="00034484" w14:paraId="7EA85367" w14:textId="77777777" w:rsidTr="0054245C">
        <w:tc>
          <w:tcPr>
            <w:tcW w:w="2950" w:type="dxa"/>
            <w:vAlign w:val="center"/>
          </w:tcPr>
          <w:p w14:paraId="1CB9AC0F" w14:textId="77777777" w:rsidR="006849C0" w:rsidRPr="00034484" w:rsidRDefault="006849C0" w:rsidP="0054245C">
            <w:pPr>
              <w:spacing w:after="60"/>
              <w:outlineLvl w:val="3"/>
              <w:rPr>
                <w:bCs/>
              </w:rPr>
            </w:pPr>
          </w:p>
        </w:tc>
        <w:tc>
          <w:tcPr>
            <w:tcW w:w="2885" w:type="dxa"/>
            <w:vAlign w:val="center"/>
          </w:tcPr>
          <w:p w14:paraId="1A0A869B" w14:textId="77777777" w:rsidR="006849C0" w:rsidRPr="00034484" w:rsidRDefault="006849C0" w:rsidP="0054245C">
            <w:pPr>
              <w:spacing w:after="60"/>
              <w:outlineLvl w:val="3"/>
              <w:rPr>
                <w:bCs/>
              </w:rPr>
            </w:pPr>
          </w:p>
        </w:tc>
        <w:tc>
          <w:tcPr>
            <w:tcW w:w="2885" w:type="dxa"/>
            <w:vAlign w:val="center"/>
          </w:tcPr>
          <w:p w14:paraId="20DAA2E8" w14:textId="77777777" w:rsidR="006849C0" w:rsidRPr="00034484" w:rsidRDefault="006849C0" w:rsidP="0054245C">
            <w:pPr>
              <w:spacing w:after="60"/>
              <w:outlineLvl w:val="3"/>
              <w:rPr>
                <w:bCs/>
              </w:rPr>
            </w:pPr>
          </w:p>
        </w:tc>
      </w:tr>
      <w:tr w:rsidR="006849C0" w:rsidRPr="00034484" w14:paraId="47DFDD8C" w14:textId="77777777" w:rsidTr="0054245C">
        <w:tc>
          <w:tcPr>
            <w:tcW w:w="2950" w:type="dxa"/>
            <w:vAlign w:val="center"/>
          </w:tcPr>
          <w:p w14:paraId="1A948E4E" w14:textId="77777777" w:rsidR="006849C0" w:rsidRPr="00034484" w:rsidRDefault="006849C0" w:rsidP="0054245C">
            <w:pPr>
              <w:spacing w:after="60"/>
              <w:outlineLvl w:val="3"/>
              <w:rPr>
                <w:bCs/>
              </w:rPr>
            </w:pPr>
          </w:p>
        </w:tc>
        <w:tc>
          <w:tcPr>
            <w:tcW w:w="2885" w:type="dxa"/>
            <w:vAlign w:val="center"/>
          </w:tcPr>
          <w:p w14:paraId="502411CA" w14:textId="77777777" w:rsidR="006849C0" w:rsidRPr="00034484" w:rsidRDefault="006849C0" w:rsidP="0054245C">
            <w:pPr>
              <w:spacing w:after="60"/>
              <w:outlineLvl w:val="3"/>
              <w:rPr>
                <w:bCs/>
              </w:rPr>
            </w:pPr>
          </w:p>
        </w:tc>
        <w:tc>
          <w:tcPr>
            <w:tcW w:w="2885" w:type="dxa"/>
            <w:vAlign w:val="center"/>
          </w:tcPr>
          <w:p w14:paraId="12CB48DA" w14:textId="77777777" w:rsidR="006849C0" w:rsidRDefault="006849C0" w:rsidP="0054245C">
            <w:pPr>
              <w:spacing w:after="60"/>
              <w:outlineLvl w:val="3"/>
              <w:rPr>
                <w:bCs/>
              </w:rPr>
            </w:pPr>
          </w:p>
          <w:p w14:paraId="1BB69E33" w14:textId="77777777" w:rsidR="006849C0" w:rsidRPr="002B4E56" w:rsidRDefault="006849C0" w:rsidP="0054245C"/>
        </w:tc>
      </w:tr>
      <w:tr w:rsidR="006849C0" w:rsidRPr="00034484" w14:paraId="1298C29B" w14:textId="77777777" w:rsidTr="0054245C">
        <w:tc>
          <w:tcPr>
            <w:tcW w:w="2950" w:type="dxa"/>
            <w:vAlign w:val="center"/>
          </w:tcPr>
          <w:p w14:paraId="72432796" w14:textId="77777777" w:rsidR="006849C0" w:rsidRPr="00034484" w:rsidRDefault="006849C0" w:rsidP="0054245C">
            <w:pPr>
              <w:spacing w:after="60"/>
              <w:outlineLvl w:val="3"/>
              <w:rPr>
                <w:bCs/>
              </w:rPr>
            </w:pPr>
          </w:p>
        </w:tc>
        <w:tc>
          <w:tcPr>
            <w:tcW w:w="2885" w:type="dxa"/>
            <w:vAlign w:val="center"/>
          </w:tcPr>
          <w:p w14:paraId="15529CA2" w14:textId="77777777" w:rsidR="006849C0" w:rsidRPr="00034484" w:rsidRDefault="006849C0" w:rsidP="0054245C">
            <w:pPr>
              <w:spacing w:after="60"/>
              <w:outlineLvl w:val="3"/>
              <w:rPr>
                <w:bCs/>
              </w:rPr>
            </w:pPr>
          </w:p>
        </w:tc>
        <w:tc>
          <w:tcPr>
            <w:tcW w:w="2885" w:type="dxa"/>
            <w:vAlign w:val="center"/>
          </w:tcPr>
          <w:p w14:paraId="1D4F9F23" w14:textId="77777777" w:rsidR="006849C0" w:rsidRPr="00034484" w:rsidRDefault="006849C0" w:rsidP="0054245C">
            <w:pPr>
              <w:spacing w:after="60"/>
              <w:outlineLvl w:val="3"/>
              <w:rPr>
                <w:bCs/>
              </w:rPr>
            </w:pPr>
          </w:p>
        </w:tc>
      </w:tr>
      <w:tr w:rsidR="006849C0" w:rsidRPr="00034484" w14:paraId="38FD89D4" w14:textId="77777777" w:rsidTr="0054245C">
        <w:tc>
          <w:tcPr>
            <w:tcW w:w="2950" w:type="dxa"/>
            <w:vAlign w:val="center"/>
          </w:tcPr>
          <w:p w14:paraId="096E7354" w14:textId="77777777" w:rsidR="006849C0" w:rsidRPr="00034484" w:rsidRDefault="006849C0" w:rsidP="0054245C">
            <w:pPr>
              <w:spacing w:after="60"/>
              <w:outlineLvl w:val="3"/>
              <w:rPr>
                <w:bCs/>
              </w:rPr>
            </w:pPr>
          </w:p>
        </w:tc>
        <w:tc>
          <w:tcPr>
            <w:tcW w:w="2885" w:type="dxa"/>
            <w:vAlign w:val="center"/>
          </w:tcPr>
          <w:p w14:paraId="6D4B07C6" w14:textId="77777777" w:rsidR="006849C0" w:rsidRPr="00034484" w:rsidRDefault="006849C0" w:rsidP="0054245C">
            <w:pPr>
              <w:spacing w:after="60"/>
              <w:outlineLvl w:val="3"/>
              <w:rPr>
                <w:bCs/>
              </w:rPr>
            </w:pPr>
          </w:p>
        </w:tc>
        <w:tc>
          <w:tcPr>
            <w:tcW w:w="2885" w:type="dxa"/>
            <w:vAlign w:val="center"/>
          </w:tcPr>
          <w:p w14:paraId="727621DA" w14:textId="77777777" w:rsidR="006849C0" w:rsidRPr="00034484" w:rsidRDefault="006849C0" w:rsidP="0054245C">
            <w:pPr>
              <w:spacing w:after="60"/>
              <w:outlineLvl w:val="3"/>
              <w:rPr>
                <w:bCs/>
              </w:rPr>
            </w:pPr>
          </w:p>
        </w:tc>
      </w:tr>
    </w:tbl>
    <w:p w14:paraId="719D5790" w14:textId="77777777" w:rsidR="006849C0" w:rsidRPr="00034484" w:rsidRDefault="006849C0" w:rsidP="006849C0">
      <w:pPr>
        <w:rPr>
          <w:b/>
          <w:bCs/>
        </w:rPr>
      </w:pPr>
    </w:p>
    <w:tbl>
      <w:tblPr>
        <w:tblStyle w:val="Mkatabulky"/>
        <w:tblW w:w="5000" w:type="pct"/>
        <w:tblLook w:val="04A0" w:firstRow="1" w:lastRow="0" w:firstColumn="1" w:lastColumn="0" w:noHBand="0" w:noVBand="1"/>
      </w:tblPr>
      <w:tblGrid>
        <w:gridCol w:w="5874"/>
        <w:gridCol w:w="2846"/>
      </w:tblGrid>
      <w:tr w:rsidR="006849C0" w:rsidRPr="00034484" w14:paraId="4362CCC2" w14:textId="77777777" w:rsidTr="0054245C">
        <w:tc>
          <w:tcPr>
            <w:tcW w:w="5874" w:type="dxa"/>
            <w:shd w:val="clear" w:color="auto" w:fill="FFBFBF" w:themeFill="accent6" w:themeFillTint="33"/>
            <w:vAlign w:val="center"/>
          </w:tcPr>
          <w:p w14:paraId="3C352F71" w14:textId="77777777" w:rsidR="006849C0" w:rsidRPr="00034484" w:rsidRDefault="006849C0" w:rsidP="0054245C">
            <w:pPr>
              <w:spacing w:after="60"/>
              <w:outlineLvl w:val="3"/>
              <w:rPr>
                <w:b/>
                <w:bCs/>
              </w:rPr>
            </w:pPr>
            <w:r w:rsidRPr="00034484">
              <w:rPr>
                <w:b/>
                <w:bCs/>
              </w:rPr>
              <w:t>Rozsah prací:</w:t>
            </w:r>
          </w:p>
          <w:p w14:paraId="5F69CCE7" w14:textId="77777777" w:rsidR="006849C0" w:rsidRPr="00034484" w:rsidRDefault="006849C0" w:rsidP="0054245C">
            <w:pPr>
              <w:spacing w:after="60"/>
              <w:outlineLvl w:val="3"/>
              <w:rPr>
                <w:bCs/>
              </w:rPr>
            </w:pPr>
            <w:r w:rsidRPr="00034484">
              <w:rPr>
                <w:bCs/>
              </w:rPr>
              <w:t>(dle předmětu díla / předmětu plnění VZ)</w:t>
            </w:r>
          </w:p>
        </w:tc>
        <w:tc>
          <w:tcPr>
            <w:tcW w:w="2910" w:type="dxa"/>
            <w:vAlign w:val="center"/>
          </w:tcPr>
          <w:p w14:paraId="78E6A55D" w14:textId="77777777" w:rsidR="006849C0" w:rsidRPr="00034484" w:rsidRDefault="006849C0" w:rsidP="0054245C">
            <w:pPr>
              <w:spacing w:after="60"/>
              <w:outlineLvl w:val="3"/>
              <w:rPr>
                <w:bCs/>
              </w:rPr>
            </w:pPr>
          </w:p>
        </w:tc>
      </w:tr>
      <w:tr w:rsidR="006849C0" w:rsidRPr="00034484" w14:paraId="27321BB0" w14:textId="77777777" w:rsidTr="0054245C">
        <w:tc>
          <w:tcPr>
            <w:tcW w:w="5874" w:type="dxa"/>
            <w:shd w:val="clear" w:color="auto" w:fill="FFBFBF" w:themeFill="accent6" w:themeFillTint="33"/>
            <w:vAlign w:val="center"/>
          </w:tcPr>
          <w:p w14:paraId="4055FE93" w14:textId="77777777" w:rsidR="006849C0" w:rsidRPr="00034484" w:rsidRDefault="006849C0" w:rsidP="0054245C">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3E142DE9" w14:textId="77777777" w:rsidR="006849C0" w:rsidRPr="00034484" w:rsidRDefault="006849C0" w:rsidP="0054245C">
            <w:pPr>
              <w:spacing w:after="60"/>
              <w:outlineLvl w:val="3"/>
              <w:rPr>
                <w:bCs/>
              </w:rPr>
            </w:pPr>
          </w:p>
        </w:tc>
      </w:tr>
      <w:tr w:rsidR="006849C0" w:rsidRPr="00034484" w14:paraId="0F3D2A29" w14:textId="77777777" w:rsidTr="0054245C">
        <w:tc>
          <w:tcPr>
            <w:tcW w:w="5874" w:type="dxa"/>
            <w:shd w:val="clear" w:color="auto" w:fill="FFBFBF" w:themeFill="accent6" w:themeFillTint="33"/>
            <w:vAlign w:val="center"/>
          </w:tcPr>
          <w:p w14:paraId="485CF2D3" w14:textId="77777777" w:rsidR="006849C0" w:rsidRPr="00034484" w:rsidRDefault="006849C0" w:rsidP="0054245C">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30DC51DC" w14:textId="77777777" w:rsidR="006849C0" w:rsidRPr="00034484" w:rsidRDefault="006849C0" w:rsidP="0054245C">
            <w:pPr>
              <w:spacing w:after="60"/>
              <w:outlineLvl w:val="3"/>
              <w:rPr>
                <w:bCs/>
              </w:rPr>
            </w:pPr>
          </w:p>
        </w:tc>
      </w:tr>
      <w:tr w:rsidR="006849C0" w:rsidRPr="00034484" w14:paraId="4F26A5A6" w14:textId="77777777" w:rsidTr="0054245C">
        <w:tc>
          <w:tcPr>
            <w:tcW w:w="5874" w:type="dxa"/>
            <w:shd w:val="clear" w:color="auto" w:fill="FFBFBF" w:themeFill="accent6" w:themeFillTint="33"/>
            <w:vAlign w:val="center"/>
          </w:tcPr>
          <w:p w14:paraId="38871414" w14:textId="77777777" w:rsidR="006849C0" w:rsidRPr="00034484" w:rsidRDefault="006849C0" w:rsidP="0054245C">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11A0B0C" w14:textId="77777777" w:rsidR="006849C0" w:rsidRPr="00034484" w:rsidRDefault="006849C0" w:rsidP="0054245C">
            <w:pPr>
              <w:spacing w:after="60"/>
              <w:outlineLvl w:val="3"/>
              <w:rPr>
                <w:bCs/>
              </w:rPr>
            </w:pPr>
          </w:p>
        </w:tc>
      </w:tr>
      <w:tr w:rsidR="006849C0" w:rsidRPr="00034484" w14:paraId="33D12ED0" w14:textId="77777777" w:rsidTr="0054245C">
        <w:tc>
          <w:tcPr>
            <w:tcW w:w="5874" w:type="dxa"/>
            <w:shd w:val="clear" w:color="auto" w:fill="FFBFBF" w:themeFill="accent6" w:themeFillTint="33"/>
            <w:vAlign w:val="center"/>
          </w:tcPr>
          <w:p w14:paraId="18ADA66D" w14:textId="77777777" w:rsidR="006849C0" w:rsidRPr="00034484" w:rsidRDefault="006849C0" w:rsidP="0054245C">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58D66442" w14:textId="77777777" w:rsidR="006849C0" w:rsidRPr="00034484" w:rsidRDefault="006849C0" w:rsidP="0054245C">
            <w:pPr>
              <w:spacing w:after="60"/>
              <w:outlineLvl w:val="3"/>
              <w:rPr>
                <w:bCs/>
              </w:rPr>
            </w:pPr>
          </w:p>
        </w:tc>
      </w:tr>
      <w:tr w:rsidR="006849C0" w:rsidRPr="00034484" w14:paraId="26CE1B28" w14:textId="77777777" w:rsidTr="0054245C">
        <w:tc>
          <w:tcPr>
            <w:tcW w:w="5874" w:type="dxa"/>
            <w:shd w:val="clear" w:color="auto" w:fill="FFBFBF" w:themeFill="accent6" w:themeFillTint="33"/>
            <w:vAlign w:val="center"/>
          </w:tcPr>
          <w:p w14:paraId="7AFDBE8C" w14:textId="77777777" w:rsidR="006849C0" w:rsidRPr="00034484" w:rsidRDefault="006849C0" w:rsidP="0054245C">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7383EAA8" w14:textId="77777777" w:rsidR="006849C0" w:rsidRPr="00034484" w:rsidRDefault="006849C0" w:rsidP="0054245C">
            <w:pPr>
              <w:spacing w:after="60"/>
              <w:outlineLvl w:val="3"/>
              <w:rPr>
                <w:bCs/>
              </w:rPr>
            </w:pPr>
          </w:p>
        </w:tc>
      </w:tr>
      <w:tr w:rsidR="006849C0" w:rsidRPr="00034484" w14:paraId="65F17B52" w14:textId="77777777" w:rsidTr="0054245C">
        <w:tc>
          <w:tcPr>
            <w:tcW w:w="5874" w:type="dxa"/>
            <w:shd w:val="clear" w:color="auto" w:fill="FFBFBF" w:themeFill="accent6" w:themeFillTint="33"/>
            <w:vAlign w:val="center"/>
          </w:tcPr>
          <w:p w14:paraId="4BF48534"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7EA6F427" w14:textId="77777777" w:rsidR="006849C0" w:rsidRPr="00034484" w:rsidRDefault="006849C0" w:rsidP="0054245C">
            <w:pPr>
              <w:spacing w:after="60"/>
              <w:outlineLvl w:val="3"/>
              <w:rPr>
                <w:bCs/>
              </w:rPr>
            </w:pPr>
          </w:p>
        </w:tc>
      </w:tr>
      <w:tr w:rsidR="006849C0" w:rsidRPr="00034484" w14:paraId="3375E882" w14:textId="77777777" w:rsidTr="0054245C">
        <w:tc>
          <w:tcPr>
            <w:tcW w:w="5874" w:type="dxa"/>
            <w:shd w:val="clear" w:color="auto" w:fill="FFBFBF" w:themeFill="accent6" w:themeFillTint="33"/>
            <w:vAlign w:val="center"/>
          </w:tcPr>
          <w:p w14:paraId="7C14DC11"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474B6BDD" w14:textId="77777777" w:rsidR="006849C0" w:rsidRPr="00034484" w:rsidRDefault="006849C0" w:rsidP="0054245C">
            <w:pPr>
              <w:spacing w:after="60"/>
              <w:outlineLvl w:val="3"/>
              <w:rPr>
                <w:bCs/>
              </w:rPr>
            </w:pPr>
          </w:p>
        </w:tc>
      </w:tr>
      <w:tr w:rsidR="006849C0" w:rsidRPr="00034484" w14:paraId="34141E45" w14:textId="77777777" w:rsidTr="0054245C">
        <w:tc>
          <w:tcPr>
            <w:tcW w:w="5874" w:type="dxa"/>
            <w:shd w:val="clear" w:color="auto" w:fill="FFBFBF" w:themeFill="accent6" w:themeFillTint="33"/>
            <w:vAlign w:val="center"/>
          </w:tcPr>
          <w:p w14:paraId="4D659A4B"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4DDD0BA2" w14:textId="77777777" w:rsidR="006849C0" w:rsidRPr="00034484" w:rsidRDefault="006849C0" w:rsidP="0054245C">
            <w:pPr>
              <w:spacing w:after="60"/>
              <w:outlineLvl w:val="3"/>
              <w:rPr>
                <w:bCs/>
              </w:rPr>
            </w:pPr>
          </w:p>
        </w:tc>
      </w:tr>
      <w:tr w:rsidR="006849C0" w:rsidRPr="00034484" w14:paraId="3F8D2E35" w14:textId="77777777" w:rsidTr="0054245C">
        <w:tc>
          <w:tcPr>
            <w:tcW w:w="5874" w:type="dxa"/>
            <w:shd w:val="clear" w:color="auto" w:fill="FFBFBF" w:themeFill="accent6" w:themeFillTint="33"/>
            <w:vAlign w:val="center"/>
          </w:tcPr>
          <w:p w14:paraId="02D9FD6F"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FDC3FEC" w14:textId="77777777" w:rsidR="006849C0" w:rsidRPr="00034484" w:rsidRDefault="006849C0" w:rsidP="0054245C">
            <w:pPr>
              <w:spacing w:after="60"/>
              <w:outlineLvl w:val="3"/>
              <w:rPr>
                <w:bCs/>
              </w:rPr>
            </w:pPr>
          </w:p>
        </w:tc>
      </w:tr>
      <w:tr w:rsidR="006849C0" w:rsidRPr="00034484" w14:paraId="3A65AA08" w14:textId="77777777" w:rsidTr="0054245C">
        <w:tc>
          <w:tcPr>
            <w:tcW w:w="5874" w:type="dxa"/>
            <w:shd w:val="clear" w:color="auto" w:fill="FFBFBF" w:themeFill="accent6" w:themeFillTint="33"/>
            <w:vAlign w:val="center"/>
          </w:tcPr>
          <w:p w14:paraId="26328032"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7A6CC8F0" w14:textId="77777777" w:rsidR="006849C0" w:rsidRPr="00034484" w:rsidRDefault="006849C0" w:rsidP="0054245C">
            <w:pPr>
              <w:spacing w:after="60"/>
              <w:outlineLvl w:val="3"/>
              <w:rPr>
                <w:bCs/>
              </w:rPr>
            </w:pPr>
          </w:p>
        </w:tc>
      </w:tr>
      <w:tr w:rsidR="006849C0" w:rsidRPr="00034484" w14:paraId="30B65F3D" w14:textId="77777777" w:rsidTr="0054245C">
        <w:tc>
          <w:tcPr>
            <w:tcW w:w="5874" w:type="dxa"/>
            <w:shd w:val="clear" w:color="auto" w:fill="FFBFBF" w:themeFill="accent6" w:themeFillTint="33"/>
            <w:vAlign w:val="center"/>
          </w:tcPr>
          <w:p w14:paraId="6938BEB5" w14:textId="77777777" w:rsidR="006849C0" w:rsidRPr="00034484" w:rsidRDefault="006849C0" w:rsidP="0054245C">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40F922BC" w14:textId="77777777" w:rsidR="006849C0" w:rsidRPr="00034484" w:rsidRDefault="006849C0" w:rsidP="0054245C">
            <w:pPr>
              <w:spacing w:after="60"/>
              <w:outlineLvl w:val="3"/>
              <w:rPr>
                <w:bCs/>
              </w:rPr>
            </w:pPr>
          </w:p>
        </w:tc>
      </w:tr>
      <w:tr w:rsidR="006849C0" w:rsidRPr="00034484" w14:paraId="7E1DB1D9" w14:textId="77777777" w:rsidTr="0054245C">
        <w:tc>
          <w:tcPr>
            <w:tcW w:w="5874" w:type="dxa"/>
            <w:shd w:val="clear" w:color="auto" w:fill="FFBFBF" w:themeFill="accent6" w:themeFillTint="33"/>
            <w:vAlign w:val="center"/>
          </w:tcPr>
          <w:p w14:paraId="5F7071F0"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77CFE8AA" w14:textId="77777777" w:rsidR="006849C0" w:rsidRPr="00034484" w:rsidRDefault="006849C0" w:rsidP="0054245C">
            <w:pPr>
              <w:spacing w:after="60"/>
              <w:outlineLvl w:val="3"/>
              <w:rPr>
                <w:bCs/>
              </w:rPr>
            </w:pPr>
          </w:p>
        </w:tc>
      </w:tr>
      <w:tr w:rsidR="006849C0" w:rsidRPr="00034484" w14:paraId="2CF7B9AF" w14:textId="77777777" w:rsidTr="0054245C">
        <w:tc>
          <w:tcPr>
            <w:tcW w:w="5874" w:type="dxa"/>
            <w:shd w:val="clear" w:color="auto" w:fill="FFBFBF" w:themeFill="accent6" w:themeFillTint="33"/>
            <w:vAlign w:val="center"/>
          </w:tcPr>
          <w:p w14:paraId="543CC7D8" w14:textId="77777777" w:rsidR="006849C0" w:rsidRPr="00034484" w:rsidRDefault="006849C0" w:rsidP="0054245C">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3ACB869B" w14:textId="77777777" w:rsidR="006849C0" w:rsidRPr="00034484" w:rsidRDefault="006849C0" w:rsidP="0054245C">
            <w:pPr>
              <w:outlineLvl w:val="3"/>
              <w:rPr>
                <w:bCs/>
              </w:rPr>
            </w:pPr>
          </w:p>
        </w:tc>
      </w:tr>
      <w:tr w:rsidR="006849C0" w:rsidRPr="00034484" w14:paraId="1F544F6F" w14:textId="77777777" w:rsidTr="0054245C">
        <w:tc>
          <w:tcPr>
            <w:tcW w:w="5874" w:type="dxa"/>
            <w:shd w:val="clear" w:color="auto" w:fill="FFBFBF" w:themeFill="accent6" w:themeFillTint="33"/>
            <w:vAlign w:val="center"/>
          </w:tcPr>
          <w:p w14:paraId="369B2C17" w14:textId="77777777" w:rsidR="006849C0" w:rsidRPr="00034484" w:rsidRDefault="006849C0" w:rsidP="0054245C">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9F74D10" w14:textId="77777777" w:rsidR="006849C0" w:rsidRPr="00034484" w:rsidRDefault="006849C0" w:rsidP="0054245C">
            <w:pPr>
              <w:outlineLvl w:val="3"/>
              <w:rPr>
                <w:bCs/>
              </w:rPr>
            </w:pPr>
          </w:p>
        </w:tc>
      </w:tr>
      <w:tr w:rsidR="006849C0" w:rsidRPr="00034484" w14:paraId="1D9F7666" w14:textId="77777777" w:rsidTr="0054245C">
        <w:tc>
          <w:tcPr>
            <w:tcW w:w="5874" w:type="dxa"/>
            <w:shd w:val="clear" w:color="auto" w:fill="FFBFBF" w:themeFill="accent6" w:themeFillTint="33"/>
            <w:vAlign w:val="center"/>
          </w:tcPr>
          <w:p w14:paraId="0078091B" w14:textId="77777777" w:rsidR="006849C0" w:rsidRPr="00034484" w:rsidRDefault="006849C0" w:rsidP="0054245C">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1801F1A1" w14:textId="77777777" w:rsidR="006849C0" w:rsidRPr="00034484" w:rsidRDefault="006849C0" w:rsidP="0054245C">
            <w:pPr>
              <w:outlineLvl w:val="3"/>
              <w:rPr>
                <w:bCs/>
              </w:rPr>
            </w:pPr>
          </w:p>
        </w:tc>
      </w:tr>
      <w:tr w:rsidR="006849C0" w:rsidRPr="00034484" w14:paraId="3C1A30A2" w14:textId="77777777" w:rsidTr="0054245C">
        <w:tc>
          <w:tcPr>
            <w:tcW w:w="5874" w:type="dxa"/>
            <w:shd w:val="clear" w:color="auto" w:fill="FFBFBF" w:themeFill="accent6" w:themeFillTint="33"/>
            <w:vAlign w:val="center"/>
          </w:tcPr>
          <w:p w14:paraId="098DDBEC" w14:textId="77777777" w:rsidR="006849C0" w:rsidRPr="00034484" w:rsidRDefault="006849C0" w:rsidP="0054245C">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223A92B0" w14:textId="77777777" w:rsidR="006849C0" w:rsidRPr="00034484" w:rsidRDefault="006849C0" w:rsidP="0054245C">
            <w:pPr>
              <w:outlineLvl w:val="3"/>
              <w:rPr>
                <w:bCs/>
              </w:rPr>
            </w:pPr>
          </w:p>
        </w:tc>
      </w:tr>
      <w:tr w:rsidR="006849C0" w:rsidRPr="00034484" w14:paraId="2E006A9E" w14:textId="77777777" w:rsidTr="0054245C">
        <w:tc>
          <w:tcPr>
            <w:tcW w:w="5874" w:type="dxa"/>
            <w:shd w:val="clear" w:color="auto" w:fill="FFBFBF" w:themeFill="accent6" w:themeFillTint="33"/>
            <w:vAlign w:val="center"/>
          </w:tcPr>
          <w:p w14:paraId="53C88C02" w14:textId="77777777" w:rsidR="006849C0" w:rsidRPr="00034484" w:rsidRDefault="006849C0" w:rsidP="0054245C">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FB00018" w14:textId="77777777" w:rsidR="006849C0" w:rsidRPr="00034484" w:rsidRDefault="006849C0" w:rsidP="0054245C">
            <w:pPr>
              <w:outlineLvl w:val="3"/>
              <w:rPr>
                <w:bCs/>
              </w:rPr>
            </w:pPr>
          </w:p>
        </w:tc>
      </w:tr>
      <w:tr w:rsidR="006849C0" w:rsidRPr="00034484" w14:paraId="57F2FAE6" w14:textId="77777777" w:rsidTr="0054245C">
        <w:tc>
          <w:tcPr>
            <w:tcW w:w="5874" w:type="dxa"/>
            <w:shd w:val="clear" w:color="auto" w:fill="FFBFBF" w:themeFill="accent6" w:themeFillTint="33"/>
            <w:vAlign w:val="center"/>
          </w:tcPr>
          <w:p w14:paraId="6106F754" w14:textId="77777777" w:rsidR="006849C0" w:rsidRPr="00034484" w:rsidRDefault="006849C0" w:rsidP="0054245C">
            <w:pPr>
              <w:spacing w:after="60"/>
              <w:outlineLvl w:val="3"/>
              <w:rPr>
                <w:b/>
                <w:bCs/>
              </w:rPr>
            </w:pPr>
            <w:r w:rsidRPr="00034484">
              <w:rPr>
                <w:b/>
                <w:bCs/>
              </w:rPr>
              <w:t>Zhotovitel vyhrazeného plnění:</w:t>
            </w:r>
          </w:p>
        </w:tc>
        <w:tc>
          <w:tcPr>
            <w:tcW w:w="2910" w:type="dxa"/>
            <w:vAlign w:val="center"/>
          </w:tcPr>
          <w:p w14:paraId="634B39BD" w14:textId="77777777" w:rsidR="006849C0" w:rsidRPr="00034484" w:rsidRDefault="006849C0" w:rsidP="0054245C">
            <w:pPr>
              <w:outlineLvl w:val="3"/>
              <w:rPr>
                <w:bCs/>
              </w:rPr>
            </w:pPr>
          </w:p>
        </w:tc>
      </w:tr>
      <w:tr w:rsidR="006849C0" w:rsidRPr="00034484" w14:paraId="08A5D7D7" w14:textId="77777777" w:rsidTr="0054245C">
        <w:tc>
          <w:tcPr>
            <w:tcW w:w="5874" w:type="dxa"/>
            <w:shd w:val="clear" w:color="auto" w:fill="FFBFBF" w:themeFill="accent6" w:themeFillTint="33"/>
            <w:vAlign w:val="center"/>
          </w:tcPr>
          <w:p w14:paraId="1F903155" w14:textId="77777777" w:rsidR="006849C0" w:rsidRPr="00034484" w:rsidRDefault="006849C0" w:rsidP="0054245C">
            <w:pPr>
              <w:spacing w:after="60"/>
              <w:outlineLvl w:val="3"/>
              <w:rPr>
                <w:bCs/>
              </w:rPr>
            </w:pPr>
            <w:r w:rsidRPr="00034484">
              <w:rPr>
                <w:b/>
                <w:bCs/>
              </w:rPr>
              <w:t>Hodnota vyhrazeného plnění v Kč</w:t>
            </w:r>
            <w:r w:rsidRPr="00034484">
              <w:rPr>
                <w:bCs/>
              </w:rPr>
              <w:t>:</w:t>
            </w:r>
          </w:p>
        </w:tc>
        <w:tc>
          <w:tcPr>
            <w:tcW w:w="2910" w:type="dxa"/>
            <w:vAlign w:val="center"/>
          </w:tcPr>
          <w:p w14:paraId="79C1534E" w14:textId="77777777" w:rsidR="006849C0" w:rsidRPr="00034484" w:rsidRDefault="006849C0" w:rsidP="0054245C">
            <w:pPr>
              <w:outlineLvl w:val="3"/>
              <w:rPr>
                <w:bCs/>
              </w:rPr>
            </w:pPr>
          </w:p>
        </w:tc>
      </w:tr>
    </w:tbl>
    <w:p w14:paraId="5D561A5C" w14:textId="77777777" w:rsidR="006849C0" w:rsidRPr="00034484" w:rsidRDefault="006849C0" w:rsidP="006849C0">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6849C0" w:rsidRPr="00034484" w14:paraId="5B33BAC2" w14:textId="77777777" w:rsidTr="0054245C">
        <w:tc>
          <w:tcPr>
            <w:tcW w:w="3259" w:type="dxa"/>
            <w:shd w:val="clear" w:color="auto" w:fill="FFBFBF" w:themeFill="accent6" w:themeFillTint="33"/>
          </w:tcPr>
          <w:p w14:paraId="4B3E31A9" w14:textId="77777777" w:rsidR="006849C0" w:rsidRPr="00034484" w:rsidRDefault="006849C0" w:rsidP="0054245C">
            <w:pPr>
              <w:spacing w:after="60"/>
              <w:outlineLvl w:val="3"/>
              <w:rPr>
                <w:b/>
                <w:bCs/>
                <w:vertAlign w:val="superscript"/>
              </w:rPr>
            </w:pPr>
          </w:p>
        </w:tc>
        <w:tc>
          <w:tcPr>
            <w:tcW w:w="3260" w:type="dxa"/>
            <w:shd w:val="clear" w:color="auto" w:fill="FFBFBF" w:themeFill="accent6" w:themeFillTint="33"/>
          </w:tcPr>
          <w:p w14:paraId="2C03EC00" w14:textId="77777777" w:rsidR="006849C0" w:rsidRPr="00034484" w:rsidRDefault="006849C0" w:rsidP="0054245C">
            <w:pPr>
              <w:spacing w:after="60"/>
              <w:outlineLvl w:val="3"/>
              <w:rPr>
                <w:b/>
                <w:bCs/>
              </w:rPr>
            </w:pPr>
            <w:r w:rsidRPr="00034484">
              <w:rPr>
                <w:b/>
                <w:bCs/>
              </w:rPr>
              <w:t>Obchodní firma</w:t>
            </w:r>
          </w:p>
        </w:tc>
        <w:tc>
          <w:tcPr>
            <w:tcW w:w="3260" w:type="dxa"/>
            <w:shd w:val="clear" w:color="auto" w:fill="FFBFBF" w:themeFill="accent6" w:themeFillTint="33"/>
          </w:tcPr>
          <w:p w14:paraId="2D817A0B" w14:textId="77777777" w:rsidR="006849C0" w:rsidRPr="00034484" w:rsidRDefault="006849C0" w:rsidP="0054245C">
            <w:pPr>
              <w:outlineLvl w:val="3"/>
              <w:rPr>
                <w:b/>
                <w:bCs/>
              </w:rPr>
            </w:pPr>
            <w:r w:rsidRPr="00034484">
              <w:rPr>
                <w:b/>
                <w:bCs/>
              </w:rPr>
              <w:t xml:space="preserve">Hodnota prováděných prací v Kč </w:t>
            </w:r>
            <w:r w:rsidRPr="00034484">
              <w:rPr>
                <w:bCs/>
              </w:rPr>
              <w:t>(bez DPH)</w:t>
            </w:r>
          </w:p>
        </w:tc>
      </w:tr>
      <w:tr w:rsidR="006849C0" w:rsidRPr="00034484" w14:paraId="2B4C9AC2" w14:textId="77777777" w:rsidTr="0054245C">
        <w:tc>
          <w:tcPr>
            <w:tcW w:w="3259" w:type="dxa"/>
            <w:shd w:val="clear" w:color="auto" w:fill="FFBFBF" w:themeFill="accent6" w:themeFillTint="33"/>
          </w:tcPr>
          <w:p w14:paraId="6A90783E" w14:textId="77777777" w:rsidR="006849C0" w:rsidRPr="00034484" w:rsidRDefault="006849C0" w:rsidP="0054245C">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4361E593" w14:textId="77777777" w:rsidR="006849C0" w:rsidRPr="00034484" w:rsidRDefault="006849C0" w:rsidP="0054245C">
            <w:pPr>
              <w:spacing w:after="60"/>
              <w:outlineLvl w:val="3"/>
              <w:rPr>
                <w:bCs/>
              </w:rPr>
            </w:pPr>
          </w:p>
        </w:tc>
        <w:tc>
          <w:tcPr>
            <w:tcW w:w="3260" w:type="dxa"/>
            <w:vAlign w:val="center"/>
          </w:tcPr>
          <w:p w14:paraId="1DB10655" w14:textId="77777777" w:rsidR="006849C0" w:rsidRPr="00034484" w:rsidRDefault="006849C0" w:rsidP="0054245C">
            <w:pPr>
              <w:outlineLvl w:val="3"/>
              <w:rPr>
                <w:bCs/>
              </w:rPr>
            </w:pPr>
          </w:p>
        </w:tc>
      </w:tr>
      <w:tr w:rsidR="006849C0" w:rsidRPr="00034484" w14:paraId="104FD248" w14:textId="77777777" w:rsidTr="0054245C">
        <w:tc>
          <w:tcPr>
            <w:tcW w:w="3259" w:type="dxa"/>
            <w:shd w:val="clear" w:color="auto" w:fill="FFBFBF" w:themeFill="accent6" w:themeFillTint="33"/>
          </w:tcPr>
          <w:p w14:paraId="34D9E0F0"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5973693" w14:textId="77777777" w:rsidR="006849C0" w:rsidRPr="00034484" w:rsidRDefault="006849C0" w:rsidP="0054245C">
            <w:pPr>
              <w:spacing w:after="60"/>
              <w:outlineLvl w:val="3"/>
              <w:rPr>
                <w:bCs/>
              </w:rPr>
            </w:pPr>
          </w:p>
        </w:tc>
        <w:tc>
          <w:tcPr>
            <w:tcW w:w="3260" w:type="dxa"/>
            <w:vAlign w:val="center"/>
          </w:tcPr>
          <w:p w14:paraId="351561A5" w14:textId="77777777" w:rsidR="006849C0" w:rsidRPr="00034484" w:rsidRDefault="006849C0" w:rsidP="0054245C">
            <w:pPr>
              <w:outlineLvl w:val="3"/>
              <w:rPr>
                <w:bCs/>
              </w:rPr>
            </w:pPr>
          </w:p>
        </w:tc>
      </w:tr>
      <w:tr w:rsidR="006849C0" w:rsidRPr="00034484" w14:paraId="500F0D5C" w14:textId="77777777" w:rsidTr="0054245C">
        <w:tc>
          <w:tcPr>
            <w:tcW w:w="3259" w:type="dxa"/>
            <w:shd w:val="clear" w:color="auto" w:fill="FFBFBF" w:themeFill="accent6" w:themeFillTint="33"/>
          </w:tcPr>
          <w:p w14:paraId="6142D7BD"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C5B67B8" w14:textId="77777777" w:rsidR="006849C0" w:rsidRPr="00034484" w:rsidRDefault="006849C0" w:rsidP="0054245C">
            <w:pPr>
              <w:spacing w:after="60"/>
              <w:outlineLvl w:val="3"/>
              <w:rPr>
                <w:bCs/>
              </w:rPr>
            </w:pPr>
          </w:p>
        </w:tc>
        <w:tc>
          <w:tcPr>
            <w:tcW w:w="3260" w:type="dxa"/>
            <w:vAlign w:val="center"/>
          </w:tcPr>
          <w:p w14:paraId="39A6D390" w14:textId="77777777" w:rsidR="006849C0" w:rsidRPr="00034484" w:rsidRDefault="006849C0" w:rsidP="0054245C">
            <w:pPr>
              <w:outlineLvl w:val="3"/>
              <w:rPr>
                <w:bCs/>
              </w:rPr>
            </w:pPr>
          </w:p>
        </w:tc>
      </w:tr>
      <w:tr w:rsidR="006849C0" w:rsidRPr="00034484" w14:paraId="3D32A609" w14:textId="77777777" w:rsidTr="0054245C">
        <w:tc>
          <w:tcPr>
            <w:tcW w:w="3259" w:type="dxa"/>
            <w:shd w:val="clear" w:color="auto" w:fill="FFBFBF" w:themeFill="accent6" w:themeFillTint="33"/>
          </w:tcPr>
          <w:p w14:paraId="6C80584A"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2C7EEDE" w14:textId="77777777" w:rsidR="006849C0" w:rsidRPr="00034484" w:rsidRDefault="006849C0" w:rsidP="0054245C">
            <w:pPr>
              <w:spacing w:after="60"/>
              <w:outlineLvl w:val="3"/>
              <w:rPr>
                <w:bCs/>
              </w:rPr>
            </w:pPr>
          </w:p>
        </w:tc>
        <w:tc>
          <w:tcPr>
            <w:tcW w:w="3260" w:type="dxa"/>
            <w:vAlign w:val="center"/>
          </w:tcPr>
          <w:p w14:paraId="1B23885A" w14:textId="77777777" w:rsidR="006849C0" w:rsidRPr="00034484" w:rsidRDefault="006849C0" w:rsidP="0054245C">
            <w:pPr>
              <w:outlineLvl w:val="3"/>
              <w:rPr>
                <w:bCs/>
              </w:rPr>
            </w:pPr>
          </w:p>
        </w:tc>
      </w:tr>
      <w:tr w:rsidR="006849C0" w:rsidRPr="00034484" w14:paraId="7797E1E1" w14:textId="77777777" w:rsidTr="0054245C">
        <w:tc>
          <w:tcPr>
            <w:tcW w:w="3259" w:type="dxa"/>
            <w:shd w:val="clear" w:color="auto" w:fill="FFBFBF" w:themeFill="accent6" w:themeFillTint="33"/>
          </w:tcPr>
          <w:p w14:paraId="5B1869BB" w14:textId="77777777" w:rsidR="006849C0" w:rsidRPr="00034484" w:rsidRDefault="006849C0" w:rsidP="0054245C">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29D0931" w14:textId="77777777" w:rsidR="006849C0" w:rsidRPr="00034484" w:rsidRDefault="006849C0" w:rsidP="0054245C">
            <w:pPr>
              <w:spacing w:after="60"/>
              <w:outlineLvl w:val="3"/>
              <w:rPr>
                <w:bCs/>
              </w:rPr>
            </w:pPr>
          </w:p>
        </w:tc>
        <w:tc>
          <w:tcPr>
            <w:tcW w:w="3260" w:type="dxa"/>
            <w:vAlign w:val="center"/>
          </w:tcPr>
          <w:p w14:paraId="6D7689F8" w14:textId="77777777" w:rsidR="006849C0" w:rsidRPr="00034484" w:rsidRDefault="006849C0" w:rsidP="0054245C">
            <w:pPr>
              <w:outlineLvl w:val="3"/>
              <w:rPr>
                <w:bCs/>
              </w:rPr>
            </w:pPr>
          </w:p>
        </w:tc>
      </w:tr>
      <w:tr w:rsidR="006849C0" w:rsidRPr="00034484" w14:paraId="5FF61295" w14:textId="77777777" w:rsidTr="0054245C">
        <w:tc>
          <w:tcPr>
            <w:tcW w:w="3259" w:type="dxa"/>
            <w:shd w:val="clear" w:color="auto" w:fill="FFBFBF" w:themeFill="accent6" w:themeFillTint="33"/>
          </w:tcPr>
          <w:p w14:paraId="18C17F6F" w14:textId="77777777" w:rsidR="006849C0" w:rsidRPr="00034484" w:rsidRDefault="006849C0" w:rsidP="0054245C">
            <w:pPr>
              <w:spacing w:after="60"/>
              <w:outlineLvl w:val="3"/>
              <w:rPr>
                <w:b/>
                <w:bCs/>
              </w:rPr>
            </w:pPr>
            <w:r w:rsidRPr="00034484">
              <w:rPr>
                <w:b/>
                <w:bCs/>
              </w:rPr>
              <w:t xml:space="preserve">Celkem v Kč </w:t>
            </w:r>
          </w:p>
        </w:tc>
        <w:tc>
          <w:tcPr>
            <w:tcW w:w="3260" w:type="dxa"/>
            <w:shd w:val="clear" w:color="auto" w:fill="FFBFBF" w:themeFill="accent6" w:themeFillTint="33"/>
          </w:tcPr>
          <w:p w14:paraId="52428131" w14:textId="77777777" w:rsidR="006849C0" w:rsidRPr="00034484" w:rsidRDefault="006849C0" w:rsidP="0054245C">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5C6313A9" w14:textId="77777777" w:rsidR="006849C0" w:rsidRPr="00034484" w:rsidRDefault="006849C0" w:rsidP="0054245C">
            <w:pPr>
              <w:outlineLvl w:val="3"/>
              <w:rPr>
                <w:b/>
                <w:bCs/>
              </w:rPr>
            </w:pPr>
          </w:p>
        </w:tc>
      </w:tr>
    </w:tbl>
    <w:p w14:paraId="7E33D64F" w14:textId="77777777" w:rsidR="006849C0" w:rsidRPr="00034484" w:rsidRDefault="006849C0" w:rsidP="006849C0">
      <w:pPr>
        <w:rPr>
          <w:bCs/>
        </w:rPr>
      </w:pPr>
    </w:p>
    <w:tbl>
      <w:tblPr>
        <w:tblStyle w:val="Mkatabulky"/>
        <w:tblW w:w="0" w:type="auto"/>
        <w:tblLook w:val="04A0" w:firstRow="1" w:lastRow="0" w:firstColumn="1" w:lastColumn="0" w:noHBand="0" w:noVBand="1"/>
      </w:tblPr>
      <w:tblGrid>
        <w:gridCol w:w="4380"/>
        <w:gridCol w:w="4340"/>
      </w:tblGrid>
      <w:tr w:rsidR="006849C0" w:rsidRPr="00034484" w14:paraId="730F03D1" w14:textId="77777777" w:rsidTr="0054245C">
        <w:tc>
          <w:tcPr>
            <w:tcW w:w="4889" w:type="dxa"/>
            <w:shd w:val="clear" w:color="auto" w:fill="FFBFBF" w:themeFill="accent6" w:themeFillTint="33"/>
            <w:vAlign w:val="center"/>
          </w:tcPr>
          <w:p w14:paraId="25B1A264" w14:textId="77777777" w:rsidR="006849C0" w:rsidRPr="00034484" w:rsidRDefault="006849C0" w:rsidP="0054245C">
            <w:pPr>
              <w:spacing w:after="60"/>
              <w:outlineLvl w:val="3"/>
              <w:rPr>
                <w:b/>
                <w:bCs/>
              </w:rPr>
            </w:pPr>
            <w:r w:rsidRPr="00034484">
              <w:rPr>
                <w:b/>
                <w:bCs/>
              </w:rPr>
              <w:lastRenderedPageBreak/>
              <w:t>Hodnocení objednatele:</w:t>
            </w:r>
          </w:p>
          <w:p w14:paraId="2AAF9C63" w14:textId="77777777" w:rsidR="006849C0" w:rsidRPr="00034484" w:rsidRDefault="006849C0" w:rsidP="0054245C">
            <w:pPr>
              <w:spacing w:after="60"/>
              <w:outlineLvl w:val="3"/>
              <w:rPr>
                <w:b/>
                <w:bCs/>
              </w:rPr>
            </w:pPr>
          </w:p>
          <w:p w14:paraId="2E0F5570" w14:textId="77777777" w:rsidR="006849C0" w:rsidRPr="00034484" w:rsidRDefault="006849C0" w:rsidP="0054245C">
            <w:pPr>
              <w:spacing w:after="60"/>
              <w:outlineLvl w:val="3"/>
              <w:rPr>
                <w:bCs/>
              </w:rPr>
            </w:pPr>
          </w:p>
          <w:p w14:paraId="1D4D6A81" w14:textId="77777777" w:rsidR="006849C0" w:rsidRPr="00034484" w:rsidRDefault="006849C0" w:rsidP="0054245C">
            <w:pPr>
              <w:spacing w:after="60"/>
              <w:outlineLvl w:val="3"/>
              <w:rPr>
                <w:bCs/>
              </w:rPr>
            </w:pPr>
          </w:p>
          <w:p w14:paraId="3DFB8EE9" w14:textId="77777777" w:rsidR="006849C0" w:rsidRPr="00034484" w:rsidRDefault="006849C0" w:rsidP="0054245C">
            <w:pPr>
              <w:spacing w:after="60"/>
              <w:outlineLvl w:val="3"/>
              <w:rPr>
                <w:bCs/>
              </w:rPr>
            </w:pPr>
          </w:p>
          <w:p w14:paraId="76A65563" w14:textId="77777777" w:rsidR="006849C0" w:rsidRPr="00034484" w:rsidRDefault="006849C0" w:rsidP="0054245C">
            <w:pPr>
              <w:spacing w:after="60"/>
              <w:outlineLvl w:val="3"/>
              <w:rPr>
                <w:bCs/>
              </w:rPr>
            </w:pPr>
          </w:p>
        </w:tc>
        <w:tc>
          <w:tcPr>
            <w:tcW w:w="4890" w:type="dxa"/>
            <w:vAlign w:val="center"/>
          </w:tcPr>
          <w:p w14:paraId="6626A183" w14:textId="77777777" w:rsidR="006849C0" w:rsidRPr="00034484" w:rsidRDefault="006849C0" w:rsidP="0054245C">
            <w:pPr>
              <w:outlineLvl w:val="3"/>
              <w:rPr>
                <w:bCs/>
              </w:rPr>
            </w:pPr>
            <w:r w:rsidRPr="00034484">
              <w:rPr>
                <w:bCs/>
              </w:rPr>
              <w:t>Správa železnic osvědčuje, že stavební práce uvedené v tomto osvědčení byly řádně poskytnuty a dokončeny.</w:t>
            </w:r>
          </w:p>
        </w:tc>
      </w:tr>
      <w:tr w:rsidR="006849C0" w:rsidRPr="00034484" w14:paraId="278D6450" w14:textId="77777777" w:rsidTr="0054245C">
        <w:tc>
          <w:tcPr>
            <w:tcW w:w="4889" w:type="dxa"/>
            <w:shd w:val="clear" w:color="auto" w:fill="FFBFBF" w:themeFill="accent6" w:themeFillTint="33"/>
          </w:tcPr>
          <w:p w14:paraId="221251FA" w14:textId="77777777" w:rsidR="006849C0" w:rsidRPr="00034484" w:rsidRDefault="006849C0" w:rsidP="0054245C">
            <w:pPr>
              <w:spacing w:after="60"/>
              <w:outlineLvl w:val="3"/>
              <w:rPr>
                <w:b/>
                <w:bCs/>
              </w:rPr>
            </w:pPr>
            <w:r w:rsidRPr="00034484">
              <w:rPr>
                <w:b/>
                <w:bCs/>
              </w:rPr>
              <w:t>Kontaktní osoba:</w:t>
            </w:r>
          </w:p>
        </w:tc>
        <w:tc>
          <w:tcPr>
            <w:tcW w:w="4890" w:type="dxa"/>
            <w:vAlign w:val="center"/>
          </w:tcPr>
          <w:p w14:paraId="33DFB0C6" w14:textId="77777777" w:rsidR="006849C0" w:rsidRPr="00034484" w:rsidRDefault="006849C0" w:rsidP="0054245C">
            <w:pPr>
              <w:outlineLvl w:val="3"/>
              <w:rPr>
                <w:bCs/>
              </w:rPr>
            </w:pPr>
          </w:p>
        </w:tc>
      </w:tr>
    </w:tbl>
    <w:p w14:paraId="764E165E" w14:textId="77777777" w:rsidR="006849C0" w:rsidRPr="00034484" w:rsidRDefault="006849C0" w:rsidP="006849C0">
      <w:pPr>
        <w:rPr>
          <w:b/>
          <w:bCs/>
        </w:rPr>
      </w:pPr>
    </w:p>
    <w:tbl>
      <w:tblPr>
        <w:tblStyle w:val="Mkatabulky"/>
        <w:tblW w:w="0" w:type="auto"/>
        <w:tblLook w:val="04A0" w:firstRow="1" w:lastRow="0" w:firstColumn="1" w:lastColumn="0" w:noHBand="0" w:noVBand="1"/>
      </w:tblPr>
      <w:tblGrid>
        <w:gridCol w:w="4439"/>
        <w:gridCol w:w="4281"/>
      </w:tblGrid>
      <w:tr w:rsidR="006849C0" w:rsidRPr="00034484" w14:paraId="5FEFB28D" w14:textId="77777777" w:rsidTr="0054245C">
        <w:tc>
          <w:tcPr>
            <w:tcW w:w="4889" w:type="dxa"/>
            <w:shd w:val="clear" w:color="auto" w:fill="FFBFBF" w:themeFill="accent6" w:themeFillTint="33"/>
            <w:vAlign w:val="center"/>
          </w:tcPr>
          <w:p w14:paraId="2CBD1507" w14:textId="77777777" w:rsidR="006849C0" w:rsidRPr="00034484" w:rsidRDefault="006849C0" w:rsidP="0054245C">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CDC7133" w14:textId="77777777" w:rsidR="006849C0" w:rsidRPr="00034484" w:rsidRDefault="006849C0" w:rsidP="0054245C">
            <w:pPr>
              <w:outlineLvl w:val="3"/>
              <w:rPr>
                <w:bCs/>
              </w:rPr>
            </w:pPr>
          </w:p>
        </w:tc>
      </w:tr>
      <w:tr w:rsidR="006849C0" w:rsidRPr="00034484" w14:paraId="3AAB1244" w14:textId="77777777" w:rsidTr="0054245C">
        <w:tc>
          <w:tcPr>
            <w:tcW w:w="4889" w:type="dxa"/>
            <w:shd w:val="clear" w:color="auto" w:fill="FFBFBF" w:themeFill="accent6" w:themeFillTint="33"/>
            <w:vAlign w:val="center"/>
          </w:tcPr>
          <w:p w14:paraId="09A1C356" w14:textId="77777777" w:rsidR="006849C0" w:rsidRPr="00034484" w:rsidRDefault="006849C0" w:rsidP="0054245C">
            <w:pPr>
              <w:spacing w:after="60"/>
              <w:outlineLvl w:val="3"/>
              <w:rPr>
                <w:b/>
                <w:bCs/>
              </w:rPr>
            </w:pPr>
            <w:r w:rsidRPr="00034484">
              <w:rPr>
                <w:b/>
                <w:bCs/>
              </w:rPr>
              <w:t>Funkce:</w:t>
            </w:r>
          </w:p>
        </w:tc>
        <w:tc>
          <w:tcPr>
            <w:tcW w:w="4890" w:type="dxa"/>
            <w:vAlign w:val="center"/>
          </w:tcPr>
          <w:p w14:paraId="1DCF743D" w14:textId="77777777" w:rsidR="006849C0" w:rsidRPr="00034484" w:rsidRDefault="006849C0" w:rsidP="0054245C">
            <w:pPr>
              <w:outlineLvl w:val="3"/>
              <w:rPr>
                <w:bCs/>
              </w:rPr>
            </w:pPr>
          </w:p>
        </w:tc>
      </w:tr>
      <w:tr w:rsidR="006849C0" w:rsidRPr="00034484" w14:paraId="30C86536" w14:textId="77777777" w:rsidTr="0054245C">
        <w:tc>
          <w:tcPr>
            <w:tcW w:w="4889" w:type="dxa"/>
            <w:shd w:val="clear" w:color="auto" w:fill="FFBFBF" w:themeFill="accent6" w:themeFillTint="33"/>
            <w:vAlign w:val="center"/>
          </w:tcPr>
          <w:p w14:paraId="4FE886D4" w14:textId="77777777" w:rsidR="006849C0" w:rsidRPr="00034484" w:rsidRDefault="006849C0" w:rsidP="0054245C">
            <w:pPr>
              <w:spacing w:after="60"/>
              <w:outlineLvl w:val="3"/>
              <w:rPr>
                <w:b/>
                <w:bCs/>
              </w:rPr>
            </w:pPr>
            <w:r w:rsidRPr="00034484">
              <w:rPr>
                <w:b/>
                <w:bCs/>
              </w:rPr>
              <w:t>Podpis vystavitele</w:t>
            </w:r>
          </w:p>
          <w:p w14:paraId="268961D6" w14:textId="77777777" w:rsidR="006849C0" w:rsidRPr="00034484" w:rsidRDefault="006849C0" w:rsidP="0054245C">
            <w:pPr>
              <w:spacing w:after="60"/>
              <w:outlineLvl w:val="3"/>
              <w:rPr>
                <w:b/>
                <w:bCs/>
              </w:rPr>
            </w:pPr>
          </w:p>
        </w:tc>
        <w:tc>
          <w:tcPr>
            <w:tcW w:w="4890" w:type="dxa"/>
            <w:vAlign w:val="center"/>
          </w:tcPr>
          <w:p w14:paraId="7F7B1B04" w14:textId="77777777" w:rsidR="006849C0" w:rsidRPr="00034484" w:rsidRDefault="006849C0" w:rsidP="0054245C">
            <w:pPr>
              <w:outlineLvl w:val="3"/>
              <w:rPr>
                <w:bCs/>
              </w:rPr>
            </w:pPr>
          </w:p>
        </w:tc>
      </w:tr>
      <w:tr w:rsidR="006849C0" w:rsidRPr="00034484" w14:paraId="54E28772" w14:textId="77777777" w:rsidTr="0054245C">
        <w:tc>
          <w:tcPr>
            <w:tcW w:w="4889" w:type="dxa"/>
            <w:shd w:val="clear" w:color="auto" w:fill="FFBFBF" w:themeFill="accent6" w:themeFillTint="33"/>
            <w:vAlign w:val="center"/>
          </w:tcPr>
          <w:p w14:paraId="12DF8CBB" w14:textId="77777777" w:rsidR="006849C0" w:rsidRPr="00034484" w:rsidRDefault="006849C0" w:rsidP="0054245C">
            <w:pPr>
              <w:spacing w:after="60"/>
              <w:outlineLvl w:val="3"/>
              <w:rPr>
                <w:b/>
                <w:bCs/>
              </w:rPr>
            </w:pPr>
            <w:r w:rsidRPr="00034484">
              <w:rPr>
                <w:b/>
                <w:bCs/>
              </w:rPr>
              <w:t>Datum vystavení osvědčení</w:t>
            </w:r>
          </w:p>
        </w:tc>
        <w:tc>
          <w:tcPr>
            <w:tcW w:w="4890" w:type="dxa"/>
            <w:vAlign w:val="center"/>
          </w:tcPr>
          <w:p w14:paraId="252699AF" w14:textId="77777777" w:rsidR="006849C0" w:rsidRPr="00034484" w:rsidRDefault="006849C0" w:rsidP="0054245C">
            <w:pPr>
              <w:outlineLvl w:val="3"/>
              <w:rPr>
                <w:bCs/>
              </w:rPr>
            </w:pPr>
          </w:p>
        </w:tc>
      </w:tr>
    </w:tbl>
    <w:p w14:paraId="1172F516" w14:textId="77777777" w:rsidR="006849C0" w:rsidRPr="00034484" w:rsidRDefault="006849C0" w:rsidP="006849C0">
      <w:pPr>
        <w:rPr>
          <w:bCs/>
        </w:rPr>
      </w:pPr>
    </w:p>
    <w:p w14:paraId="02310A36" w14:textId="77777777" w:rsidR="006849C0" w:rsidRPr="00A24674" w:rsidRDefault="006849C0" w:rsidP="006849C0">
      <w:pPr>
        <w:keepNext/>
        <w:spacing w:after="60"/>
        <w:jc w:val="both"/>
        <w:outlineLvl w:val="3"/>
        <w:rPr>
          <w:rFonts w:eastAsia="Times New Roman"/>
          <w:bCs/>
          <w:i/>
        </w:rPr>
      </w:pPr>
      <w:r w:rsidRPr="00034484">
        <w:rPr>
          <w:bCs/>
          <w:i/>
        </w:rPr>
        <w:t>* Je-li vzhledem k charakteru stavby relevantní.</w:t>
      </w:r>
    </w:p>
    <w:p w14:paraId="2E617C74" w14:textId="77777777" w:rsidR="006849C0" w:rsidRPr="00A24674" w:rsidRDefault="006849C0" w:rsidP="006849C0">
      <w:pPr>
        <w:keepNext/>
        <w:spacing w:after="60"/>
        <w:jc w:val="both"/>
        <w:outlineLvl w:val="3"/>
        <w:rPr>
          <w:rFonts w:eastAsia="Times New Roman"/>
          <w:b/>
          <w:bCs/>
          <w:i/>
        </w:rPr>
      </w:pPr>
    </w:p>
    <w:p w14:paraId="6CF048E1" w14:textId="77777777" w:rsidR="006849C0" w:rsidRPr="00A24674" w:rsidRDefault="006849C0" w:rsidP="006849C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928CF4E" w14:textId="77777777" w:rsidR="006849C0" w:rsidRPr="00523A61" w:rsidRDefault="006849C0" w:rsidP="006849C0">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0C595FC3" w14:textId="322CA9B7" w:rsidR="000E03DC" w:rsidRPr="0054245C" w:rsidRDefault="006849C0" w:rsidP="00D73549">
      <w:pPr>
        <w:pStyle w:val="SoDTextbezodsazen"/>
      </w:pPr>
      <w:r w:rsidRPr="00A24674">
        <w:rPr>
          <w:rFonts w:eastAsia="Times New Roman"/>
          <w:b/>
          <w:bCs/>
          <w:i/>
        </w:rPr>
        <w:t>Poznámka 3:</w:t>
      </w:r>
      <w:r w:rsidRPr="00A24674">
        <w:rPr>
          <w:rFonts w:eastAsia="Times New Roman"/>
          <w:bCs/>
          <w:i/>
        </w:rPr>
        <w:t xml:space="preserve"> Všechny částky v</w:t>
      </w:r>
      <w:r w:rsidR="00773809">
        <w:rPr>
          <w:rFonts w:eastAsia="Times New Roman"/>
          <w:bCs/>
          <w:i/>
        </w:rPr>
        <w:t> Kč se uvedou v hodnotě bez DPH</w:t>
      </w:r>
    </w:p>
    <w:sectPr w:rsidR="000E03DC" w:rsidRPr="0054245C"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0252C" w14:textId="77777777" w:rsidR="00314AC6" w:rsidRDefault="00314AC6" w:rsidP="00962258">
      <w:pPr>
        <w:spacing w:after="0" w:line="240" w:lineRule="auto"/>
      </w:pPr>
      <w:r>
        <w:separator/>
      </w:r>
    </w:p>
  </w:endnote>
  <w:endnote w:type="continuationSeparator" w:id="0">
    <w:p w14:paraId="6ED8EFC5" w14:textId="77777777" w:rsidR="00314AC6" w:rsidRDefault="00314A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5966781B" w14:textId="77777777" w:rsidTr="00D453DF">
      <w:tc>
        <w:tcPr>
          <w:tcW w:w="1021" w:type="dxa"/>
          <w:vAlign w:val="bottom"/>
        </w:tcPr>
        <w:p w14:paraId="7BD0D4AF" w14:textId="135CB9F4" w:rsidR="00223F41" w:rsidRPr="00B8518B" w:rsidRDefault="00223F41"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1731">
            <w:rPr>
              <w:rStyle w:val="slostrnky"/>
              <w:noProof/>
            </w:rPr>
            <w:t>24</w:t>
          </w:r>
          <w:r w:rsidRPr="00B8518B">
            <w:rPr>
              <w:rStyle w:val="slostrnky"/>
            </w:rPr>
            <w:fldChar w:fldCharType="end"/>
          </w:r>
        </w:p>
      </w:tc>
      <w:tc>
        <w:tcPr>
          <w:tcW w:w="0" w:type="auto"/>
          <w:vAlign w:val="bottom"/>
        </w:tcPr>
        <w:p w14:paraId="157C3769" w14:textId="77777777" w:rsidR="00223F41" w:rsidRPr="00003F09" w:rsidRDefault="00223F41" w:rsidP="00003F09">
          <w:pPr>
            <w:pStyle w:val="SoDZpatvlevo"/>
          </w:pPr>
          <w:r>
            <w:t xml:space="preserve">Smlouva o dílo na </w:t>
          </w:r>
          <w:r w:rsidRPr="000A7FDE">
            <w:t xml:space="preserve">Zhotovení stavby </w:t>
          </w:r>
        </w:p>
      </w:tc>
    </w:tr>
  </w:tbl>
  <w:p w14:paraId="4B1A9028" w14:textId="77777777" w:rsidR="00223F41" w:rsidRPr="00747C0A" w:rsidRDefault="00223F4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49193283" w14:textId="77777777" w:rsidTr="00D453DF">
      <w:tc>
        <w:tcPr>
          <w:tcW w:w="1021" w:type="dxa"/>
          <w:vAlign w:val="bottom"/>
        </w:tcPr>
        <w:p w14:paraId="38107116" w14:textId="77777777"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9CF22CB" w14:textId="77777777" w:rsidR="00223F41" w:rsidRPr="007E0D11" w:rsidRDefault="00223F41" w:rsidP="007E0D11">
          <w:pPr>
            <w:pStyle w:val="SoDZpatvlevo"/>
            <w:rPr>
              <w:b/>
            </w:rPr>
          </w:pPr>
          <w:r>
            <w:rPr>
              <w:b/>
            </w:rPr>
            <w:t>Příloha č. 4</w:t>
          </w:r>
        </w:p>
        <w:p w14:paraId="4A76C2BA" w14:textId="77777777" w:rsidR="00223F41" w:rsidRPr="003462EB" w:rsidRDefault="00223F41" w:rsidP="007E0D11">
          <w:pPr>
            <w:pStyle w:val="SoDZpatvlevo"/>
          </w:pPr>
          <w:r>
            <w:t>Smlouva o dílo na Z</w:t>
          </w:r>
          <w:r w:rsidRPr="003462EB">
            <w:t xml:space="preserve">hotovení stavby </w:t>
          </w:r>
        </w:p>
      </w:tc>
    </w:tr>
  </w:tbl>
  <w:p w14:paraId="66B3965E" w14:textId="77777777" w:rsidR="00223F41" w:rsidRPr="00747C0A" w:rsidRDefault="00223F4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65A25BA5" w14:textId="77777777" w:rsidTr="00D453DF">
      <w:tc>
        <w:tcPr>
          <w:tcW w:w="0" w:type="auto"/>
          <w:tcMar>
            <w:left w:w="0" w:type="dxa"/>
            <w:right w:w="0" w:type="dxa"/>
          </w:tcMar>
          <w:vAlign w:val="bottom"/>
        </w:tcPr>
        <w:p w14:paraId="17CC8238" w14:textId="77777777" w:rsidR="00223F41" w:rsidRPr="007E0D11" w:rsidRDefault="00223F41" w:rsidP="00D453DF">
          <w:pPr>
            <w:pStyle w:val="SoDZpatvpravo"/>
            <w:rPr>
              <w:b/>
            </w:rPr>
          </w:pPr>
          <w:r w:rsidRPr="007E0D11">
            <w:rPr>
              <w:b/>
            </w:rPr>
            <w:t xml:space="preserve">Příloha č. </w:t>
          </w:r>
          <w:r>
            <w:rPr>
              <w:b/>
            </w:rPr>
            <w:t>4</w:t>
          </w:r>
        </w:p>
        <w:p w14:paraId="1BAC6DFF" w14:textId="77777777" w:rsidR="00223F41" w:rsidRPr="003462EB" w:rsidRDefault="00223F4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1048656" w14:textId="45835AAE"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1</w:t>
          </w:r>
          <w:r>
            <w:rPr>
              <w:rStyle w:val="slostrnky"/>
            </w:rPr>
            <w:fldChar w:fldCharType="end"/>
          </w:r>
        </w:p>
      </w:tc>
    </w:tr>
  </w:tbl>
  <w:p w14:paraId="20A2B0F2" w14:textId="77777777" w:rsidR="00223F41" w:rsidRPr="00B8518B" w:rsidRDefault="00223F4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11886294" w14:textId="77777777" w:rsidTr="00D453DF">
      <w:tc>
        <w:tcPr>
          <w:tcW w:w="1021" w:type="dxa"/>
          <w:vAlign w:val="bottom"/>
        </w:tcPr>
        <w:p w14:paraId="1658ACB9" w14:textId="18071230"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2</w:t>
          </w:r>
          <w:r>
            <w:rPr>
              <w:rStyle w:val="slostrnky"/>
            </w:rPr>
            <w:fldChar w:fldCharType="end"/>
          </w:r>
        </w:p>
      </w:tc>
      <w:tc>
        <w:tcPr>
          <w:tcW w:w="0" w:type="auto"/>
          <w:vAlign w:val="bottom"/>
        </w:tcPr>
        <w:p w14:paraId="62E6ED7B" w14:textId="77777777" w:rsidR="00223F41" w:rsidRPr="007E0D11" w:rsidRDefault="00223F41" w:rsidP="007E0D11">
          <w:pPr>
            <w:pStyle w:val="SoDZpatvlevo"/>
            <w:rPr>
              <w:b/>
            </w:rPr>
          </w:pPr>
          <w:r>
            <w:rPr>
              <w:b/>
            </w:rPr>
            <w:t>Příloha č. 5</w:t>
          </w:r>
        </w:p>
        <w:p w14:paraId="503161F9" w14:textId="77777777" w:rsidR="00223F41" w:rsidRPr="003462EB" w:rsidRDefault="00223F41" w:rsidP="007E0D11">
          <w:pPr>
            <w:pStyle w:val="SoDZpatvlevo"/>
          </w:pPr>
          <w:r>
            <w:t>Smlouva o dílo na Z</w:t>
          </w:r>
          <w:r w:rsidRPr="003462EB">
            <w:t xml:space="preserve">hotovení stavby </w:t>
          </w:r>
        </w:p>
      </w:tc>
    </w:tr>
  </w:tbl>
  <w:p w14:paraId="383A886E" w14:textId="77777777" w:rsidR="00223F41" w:rsidRPr="00747C0A" w:rsidRDefault="00223F4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267394F0" w14:textId="77777777" w:rsidTr="00D453DF">
      <w:tc>
        <w:tcPr>
          <w:tcW w:w="0" w:type="auto"/>
          <w:tcMar>
            <w:left w:w="0" w:type="dxa"/>
            <w:right w:w="0" w:type="dxa"/>
          </w:tcMar>
          <w:vAlign w:val="bottom"/>
        </w:tcPr>
        <w:p w14:paraId="2266E350" w14:textId="77777777" w:rsidR="00223F41" w:rsidRPr="007E0D11" w:rsidRDefault="00223F41" w:rsidP="00D453DF">
          <w:pPr>
            <w:pStyle w:val="SoDZpatvpravo"/>
            <w:rPr>
              <w:b/>
            </w:rPr>
          </w:pPr>
          <w:r w:rsidRPr="007E0D11">
            <w:rPr>
              <w:b/>
            </w:rPr>
            <w:t xml:space="preserve">Příloha č. </w:t>
          </w:r>
          <w:r>
            <w:rPr>
              <w:b/>
            </w:rPr>
            <w:t>5</w:t>
          </w:r>
        </w:p>
        <w:p w14:paraId="602B377F" w14:textId="77777777" w:rsidR="00223F41" w:rsidRPr="003462EB" w:rsidRDefault="00223F4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FCEF41" w14:textId="54F129F9"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2</w:t>
          </w:r>
          <w:r>
            <w:rPr>
              <w:rStyle w:val="slostrnky"/>
            </w:rPr>
            <w:fldChar w:fldCharType="end"/>
          </w:r>
        </w:p>
      </w:tc>
    </w:tr>
  </w:tbl>
  <w:p w14:paraId="3B258CA3" w14:textId="77777777" w:rsidR="00223F41" w:rsidRPr="00B8518B" w:rsidRDefault="00223F4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18ACA856" w14:textId="77777777" w:rsidTr="00D453DF">
      <w:tc>
        <w:tcPr>
          <w:tcW w:w="1021" w:type="dxa"/>
          <w:vAlign w:val="bottom"/>
        </w:tcPr>
        <w:p w14:paraId="6EFA9115" w14:textId="77777777"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D9CCAF7" w14:textId="77777777" w:rsidR="00223F41" w:rsidRPr="007E0D11" w:rsidRDefault="00223F41" w:rsidP="007E0D11">
          <w:pPr>
            <w:pStyle w:val="SoDZpatvlevo"/>
            <w:rPr>
              <w:b/>
            </w:rPr>
          </w:pPr>
          <w:r>
            <w:rPr>
              <w:b/>
            </w:rPr>
            <w:t>Příloha č. 7</w:t>
          </w:r>
        </w:p>
        <w:p w14:paraId="232334C8" w14:textId="77777777" w:rsidR="00223F41" w:rsidRPr="003462EB" w:rsidRDefault="00223F41" w:rsidP="007E0D11">
          <w:pPr>
            <w:pStyle w:val="SoDZpatvlevo"/>
          </w:pPr>
          <w:r>
            <w:t>Smlouva o dílo na Z</w:t>
          </w:r>
          <w:r w:rsidRPr="003462EB">
            <w:t xml:space="preserve">hotovení stavby </w:t>
          </w:r>
        </w:p>
      </w:tc>
    </w:tr>
  </w:tbl>
  <w:p w14:paraId="32C2B041" w14:textId="77777777" w:rsidR="00223F41" w:rsidRPr="00747C0A" w:rsidRDefault="00223F4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7CE79758" w14:textId="77777777" w:rsidTr="00D453DF">
      <w:tc>
        <w:tcPr>
          <w:tcW w:w="0" w:type="auto"/>
          <w:tcMar>
            <w:left w:w="0" w:type="dxa"/>
            <w:right w:w="0" w:type="dxa"/>
          </w:tcMar>
          <w:vAlign w:val="bottom"/>
        </w:tcPr>
        <w:p w14:paraId="2F75CDC2" w14:textId="77777777" w:rsidR="00223F41" w:rsidRPr="007E0D11" w:rsidRDefault="00223F41" w:rsidP="00D453DF">
          <w:pPr>
            <w:pStyle w:val="SoDZpatvpravo"/>
            <w:rPr>
              <w:b/>
            </w:rPr>
          </w:pPr>
          <w:r w:rsidRPr="007E0D11">
            <w:rPr>
              <w:b/>
            </w:rPr>
            <w:t xml:space="preserve">Příloha č. </w:t>
          </w:r>
          <w:r>
            <w:rPr>
              <w:b/>
            </w:rPr>
            <w:t>7</w:t>
          </w:r>
        </w:p>
        <w:p w14:paraId="556364B7" w14:textId="77777777" w:rsidR="00223F41" w:rsidRPr="003462EB" w:rsidRDefault="00223F4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11BA721" w14:textId="5EC0EF05"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1</w:t>
          </w:r>
          <w:r>
            <w:rPr>
              <w:rStyle w:val="slostrnky"/>
            </w:rPr>
            <w:fldChar w:fldCharType="end"/>
          </w:r>
        </w:p>
      </w:tc>
    </w:tr>
  </w:tbl>
  <w:p w14:paraId="5BA5FC8F" w14:textId="77777777" w:rsidR="00223F41" w:rsidRPr="00B8518B" w:rsidRDefault="00223F4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104F1215" w14:textId="77777777" w:rsidTr="00D453DF">
      <w:tc>
        <w:tcPr>
          <w:tcW w:w="1021" w:type="dxa"/>
          <w:vAlign w:val="bottom"/>
        </w:tcPr>
        <w:p w14:paraId="611F1004" w14:textId="2A437DFF"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5</w:t>
          </w:r>
          <w:r>
            <w:rPr>
              <w:rStyle w:val="slostrnky"/>
            </w:rPr>
            <w:fldChar w:fldCharType="end"/>
          </w:r>
        </w:p>
      </w:tc>
      <w:tc>
        <w:tcPr>
          <w:tcW w:w="0" w:type="auto"/>
          <w:vAlign w:val="bottom"/>
        </w:tcPr>
        <w:p w14:paraId="7FB65233" w14:textId="77777777" w:rsidR="00223F41" w:rsidRPr="007E0D11" w:rsidRDefault="00223F41"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107C6C2F" w14:textId="77777777" w:rsidR="00223F41" w:rsidRPr="003462EB" w:rsidRDefault="00223F41" w:rsidP="007E0D11">
          <w:pPr>
            <w:pStyle w:val="SoDZpatvlevo"/>
          </w:pPr>
          <w:r>
            <w:t>Smlouva o dílo na Z</w:t>
          </w:r>
          <w:r w:rsidRPr="003462EB">
            <w:t xml:space="preserve">hotovení stavby </w:t>
          </w:r>
        </w:p>
      </w:tc>
    </w:tr>
  </w:tbl>
  <w:p w14:paraId="44755C49" w14:textId="77777777" w:rsidR="00223F41" w:rsidRPr="00747C0A" w:rsidRDefault="00223F4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657D3" w14:textId="77777777" w:rsidR="00223F41" w:rsidRPr="00B8518B" w:rsidRDefault="00223F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1672795E" w14:textId="77777777" w:rsidTr="00D453DF">
      <w:tc>
        <w:tcPr>
          <w:tcW w:w="0" w:type="auto"/>
          <w:tcMar>
            <w:left w:w="0" w:type="dxa"/>
            <w:right w:w="0" w:type="dxa"/>
          </w:tcMar>
          <w:vAlign w:val="bottom"/>
        </w:tcPr>
        <w:p w14:paraId="3F2EED34" w14:textId="77777777" w:rsidR="00223F41" w:rsidRPr="003462EB" w:rsidRDefault="00223F41"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64EC1EE" w14:textId="3860B27F"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1731">
            <w:rPr>
              <w:rStyle w:val="slostrnky"/>
              <w:noProof/>
            </w:rPr>
            <w:t>24</w:t>
          </w:r>
          <w:r w:rsidRPr="00B8518B">
            <w:rPr>
              <w:rStyle w:val="slostrnky"/>
            </w:rPr>
            <w:fldChar w:fldCharType="end"/>
          </w:r>
        </w:p>
      </w:tc>
    </w:tr>
  </w:tbl>
  <w:p w14:paraId="40A6BD93" w14:textId="77777777" w:rsidR="00223F41" w:rsidRPr="00B8518B" w:rsidRDefault="00223F4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FF54F" w14:textId="77777777" w:rsidR="00223F41" w:rsidRDefault="00223F41"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5774A4C3" w14:textId="77777777" w:rsidTr="00D453DF">
      <w:tc>
        <w:tcPr>
          <w:tcW w:w="1021" w:type="dxa"/>
          <w:vAlign w:val="bottom"/>
        </w:tcPr>
        <w:p w14:paraId="10908567" w14:textId="77777777"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5A85A8" w14:textId="77777777" w:rsidR="00223F41" w:rsidRPr="007E0D11" w:rsidRDefault="00223F41" w:rsidP="007E0D11">
          <w:pPr>
            <w:pStyle w:val="SoDZpatvlevo"/>
            <w:rPr>
              <w:b/>
            </w:rPr>
          </w:pPr>
          <w:r w:rsidRPr="007E0D11">
            <w:rPr>
              <w:b/>
            </w:rPr>
            <w:t>Příloha č. 1</w:t>
          </w:r>
        </w:p>
        <w:p w14:paraId="12C62B37" w14:textId="77777777" w:rsidR="00223F41" w:rsidRPr="003462EB" w:rsidRDefault="00223F41" w:rsidP="007E0D11">
          <w:pPr>
            <w:pStyle w:val="SoDZpatvlevo"/>
          </w:pPr>
          <w:r>
            <w:t>Smlouva o dílo na Z</w:t>
          </w:r>
          <w:r w:rsidRPr="003462EB">
            <w:t xml:space="preserve">hotovení stavby </w:t>
          </w:r>
        </w:p>
      </w:tc>
    </w:tr>
  </w:tbl>
  <w:p w14:paraId="30E1A721" w14:textId="77777777" w:rsidR="00223F41" w:rsidRPr="00747C0A" w:rsidRDefault="00223F4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7F549D87" w14:textId="77777777" w:rsidTr="00D453DF">
      <w:tc>
        <w:tcPr>
          <w:tcW w:w="0" w:type="auto"/>
          <w:tcMar>
            <w:left w:w="0" w:type="dxa"/>
            <w:right w:w="0" w:type="dxa"/>
          </w:tcMar>
          <w:vAlign w:val="bottom"/>
        </w:tcPr>
        <w:p w14:paraId="26875CD6" w14:textId="77777777" w:rsidR="00223F41" w:rsidRPr="007E0D11" w:rsidRDefault="00223F41" w:rsidP="00D453DF">
          <w:pPr>
            <w:pStyle w:val="SoDZpatvpravo"/>
            <w:rPr>
              <w:b/>
            </w:rPr>
          </w:pPr>
          <w:r w:rsidRPr="007E0D11">
            <w:rPr>
              <w:b/>
            </w:rPr>
            <w:t>Příloha č. 1</w:t>
          </w:r>
        </w:p>
        <w:p w14:paraId="32014E37" w14:textId="77777777" w:rsidR="00223F41" w:rsidRPr="003462EB" w:rsidRDefault="00223F41"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772270F7" w14:textId="3365F447" w:rsidR="00223F41" w:rsidRPr="009E09BE" w:rsidRDefault="00223F41"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1</w:t>
          </w:r>
          <w:r>
            <w:rPr>
              <w:rStyle w:val="slostrnky"/>
            </w:rPr>
            <w:fldChar w:fldCharType="end"/>
          </w:r>
        </w:p>
      </w:tc>
    </w:tr>
  </w:tbl>
  <w:p w14:paraId="6C2C302A" w14:textId="77777777" w:rsidR="00223F41" w:rsidRPr="00B8518B" w:rsidRDefault="00223F4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4ED40A9D" w14:textId="77777777" w:rsidTr="00D453DF">
      <w:tc>
        <w:tcPr>
          <w:tcW w:w="1021" w:type="dxa"/>
          <w:vAlign w:val="bottom"/>
        </w:tcPr>
        <w:p w14:paraId="50818234" w14:textId="0E49FEF7"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2</w:t>
          </w:r>
          <w:r>
            <w:rPr>
              <w:rStyle w:val="slostrnky"/>
            </w:rPr>
            <w:fldChar w:fldCharType="end"/>
          </w:r>
        </w:p>
      </w:tc>
      <w:tc>
        <w:tcPr>
          <w:tcW w:w="0" w:type="auto"/>
          <w:vAlign w:val="bottom"/>
        </w:tcPr>
        <w:p w14:paraId="136CEDDE" w14:textId="77777777" w:rsidR="00223F41" w:rsidRPr="007E0D11" w:rsidRDefault="00223F41" w:rsidP="007E0D11">
          <w:pPr>
            <w:pStyle w:val="SoDZpatvlevo"/>
            <w:rPr>
              <w:b/>
            </w:rPr>
          </w:pPr>
          <w:r>
            <w:rPr>
              <w:b/>
            </w:rPr>
            <w:t>Příloha č. 2</w:t>
          </w:r>
        </w:p>
        <w:p w14:paraId="54EE237B" w14:textId="77777777" w:rsidR="00223F41" w:rsidRPr="003462EB" w:rsidRDefault="00223F41" w:rsidP="007E0D11">
          <w:pPr>
            <w:pStyle w:val="SoDZpatvlevo"/>
          </w:pPr>
          <w:r>
            <w:t>Smlouva o dílo na Z</w:t>
          </w:r>
          <w:r w:rsidRPr="003462EB">
            <w:t xml:space="preserve">hotovení stavby </w:t>
          </w:r>
        </w:p>
      </w:tc>
    </w:tr>
  </w:tbl>
  <w:p w14:paraId="37A7F636" w14:textId="77777777" w:rsidR="00223F41" w:rsidRPr="00747C0A" w:rsidRDefault="00223F4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4EC0F331" w14:textId="77777777" w:rsidTr="00D453DF">
      <w:tc>
        <w:tcPr>
          <w:tcW w:w="0" w:type="auto"/>
          <w:tcMar>
            <w:left w:w="0" w:type="dxa"/>
            <w:right w:w="0" w:type="dxa"/>
          </w:tcMar>
          <w:vAlign w:val="bottom"/>
        </w:tcPr>
        <w:p w14:paraId="4B82473A" w14:textId="77777777" w:rsidR="00223F41" w:rsidRPr="007E0D11" w:rsidRDefault="00223F41" w:rsidP="00D453DF">
          <w:pPr>
            <w:pStyle w:val="SoDZpatvpravo"/>
            <w:rPr>
              <w:b/>
            </w:rPr>
          </w:pPr>
          <w:r w:rsidRPr="007E0D11">
            <w:rPr>
              <w:b/>
            </w:rPr>
            <w:t xml:space="preserve">Příloha č. </w:t>
          </w:r>
          <w:r>
            <w:rPr>
              <w:b/>
            </w:rPr>
            <w:t>2</w:t>
          </w:r>
        </w:p>
        <w:p w14:paraId="5FF357B5" w14:textId="77777777" w:rsidR="00223F41" w:rsidRPr="003462EB" w:rsidRDefault="00223F4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789A37" w14:textId="6D18361F"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2</w:t>
          </w:r>
          <w:r>
            <w:rPr>
              <w:rStyle w:val="slostrnky"/>
            </w:rPr>
            <w:fldChar w:fldCharType="end"/>
          </w:r>
        </w:p>
      </w:tc>
    </w:tr>
  </w:tbl>
  <w:p w14:paraId="5B3E7604" w14:textId="77777777" w:rsidR="00223F41" w:rsidRPr="00B8518B" w:rsidRDefault="00223F4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23F41" w:rsidRPr="003462EB" w14:paraId="70260AB3" w14:textId="77777777" w:rsidTr="00D453DF">
      <w:tc>
        <w:tcPr>
          <w:tcW w:w="1021" w:type="dxa"/>
          <w:vAlign w:val="bottom"/>
        </w:tcPr>
        <w:p w14:paraId="1F6156AD" w14:textId="77777777" w:rsidR="00223F41" w:rsidRPr="00B8518B" w:rsidRDefault="00223F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446EF1B" w14:textId="77777777" w:rsidR="00223F41" w:rsidRPr="007E0D11" w:rsidRDefault="00223F41" w:rsidP="007E0D11">
          <w:pPr>
            <w:pStyle w:val="SoDZpatvlevo"/>
            <w:rPr>
              <w:b/>
            </w:rPr>
          </w:pPr>
          <w:r>
            <w:rPr>
              <w:b/>
            </w:rPr>
            <w:t>Příloha č. 3</w:t>
          </w:r>
        </w:p>
        <w:p w14:paraId="604FCADB" w14:textId="77777777" w:rsidR="00223F41" w:rsidRPr="003462EB" w:rsidRDefault="00223F41" w:rsidP="007E0D11">
          <w:pPr>
            <w:pStyle w:val="SoDZpatvlevo"/>
          </w:pPr>
          <w:r>
            <w:t>Smlouva o dílo na Z</w:t>
          </w:r>
          <w:r w:rsidRPr="003462EB">
            <w:t xml:space="preserve">hotovení stavby </w:t>
          </w:r>
        </w:p>
      </w:tc>
    </w:tr>
  </w:tbl>
  <w:p w14:paraId="7E755861" w14:textId="77777777" w:rsidR="00223F41" w:rsidRPr="00747C0A" w:rsidRDefault="00223F4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23F41" w:rsidRPr="009E09BE" w14:paraId="78549A79" w14:textId="77777777" w:rsidTr="00D453DF">
      <w:tc>
        <w:tcPr>
          <w:tcW w:w="0" w:type="auto"/>
          <w:tcMar>
            <w:left w:w="0" w:type="dxa"/>
            <w:right w:w="0" w:type="dxa"/>
          </w:tcMar>
          <w:vAlign w:val="bottom"/>
        </w:tcPr>
        <w:p w14:paraId="1DBFA71D" w14:textId="77777777" w:rsidR="00223F41" w:rsidRPr="007E0D11" w:rsidRDefault="00223F41" w:rsidP="00D453DF">
          <w:pPr>
            <w:pStyle w:val="SoDZpatvpravo"/>
            <w:rPr>
              <w:b/>
            </w:rPr>
          </w:pPr>
          <w:r w:rsidRPr="007E0D11">
            <w:rPr>
              <w:b/>
            </w:rPr>
            <w:t xml:space="preserve">Příloha č. </w:t>
          </w:r>
          <w:r>
            <w:rPr>
              <w:b/>
            </w:rPr>
            <w:t>3</w:t>
          </w:r>
        </w:p>
        <w:p w14:paraId="5C7AB36A" w14:textId="77777777" w:rsidR="00223F41" w:rsidRPr="003462EB" w:rsidRDefault="00223F41"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A41C5F8" w14:textId="675DC578" w:rsidR="00223F41" w:rsidRPr="009E09BE" w:rsidRDefault="00223F41"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173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1731">
            <w:rPr>
              <w:rStyle w:val="slostrnky"/>
              <w:noProof/>
            </w:rPr>
            <w:t>1</w:t>
          </w:r>
          <w:r>
            <w:rPr>
              <w:rStyle w:val="slostrnky"/>
            </w:rPr>
            <w:fldChar w:fldCharType="end"/>
          </w:r>
        </w:p>
      </w:tc>
    </w:tr>
  </w:tbl>
  <w:p w14:paraId="60B71CED" w14:textId="77777777" w:rsidR="00223F41" w:rsidRPr="00B8518B" w:rsidRDefault="00223F4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AED75" w14:textId="77777777" w:rsidR="00314AC6" w:rsidRDefault="00314AC6" w:rsidP="00962258">
      <w:pPr>
        <w:spacing w:after="0" w:line="240" w:lineRule="auto"/>
      </w:pPr>
      <w:r>
        <w:separator/>
      </w:r>
    </w:p>
  </w:footnote>
  <w:footnote w:type="continuationSeparator" w:id="0">
    <w:p w14:paraId="7272048E" w14:textId="77777777" w:rsidR="00314AC6" w:rsidRDefault="00314A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3F41" w14:paraId="66E04670" w14:textId="77777777" w:rsidTr="00B22106">
      <w:trPr>
        <w:trHeight w:hRule="exact" w:val="936"/>
      </w:trPr>
      <w:tc>
        <w:tcPr>
          <w:tcW w:w="1361" w:type="dxa"/>
          <w:tcMar>
            <w:left w:w="0" w:type="dxa"/>
            <w:right w:w="0" w:type="dxa"/>
          </w:tcMar>
        </w:tcPr>
        <w:p w14:paraId="05028E09" w14:textId="77777777" w:rsidR="00223F41" w:rsidRPr="00B8518B" w:rsidRDefault="00223F41" w:rsidP="00FC6389">
          <w:pPr>
            <w:pStyle w:val="Zpat"/>
            <w:rPr>
              <w:rStyle w:val="slostrnky"/>
            </w:rPr>
          </w:pPr>
        </w:p>
      </w:tc>
      <w:tc>
        <w:tcPr>
          <w:tcW w:w="3458" w:type="dxa"/>
          <w:shd w:val="clear" w:color="auto" w:fill="auto"/>
          <w:tcMar>
            <w:left w:w="0" w:type="dxa"/>
            <w:right w:w="0" w:type="dxa"/>
          </w:tcMar>
        </w:tcPr>
        <w:p w14:paraId="4E0F91E3" w14:textId="77777777" w:rsidR="00223F41" w:rsidRDefault="00223F41" w:rsidP="00FC6389">
          <w:pPr>
            <w:pStyle w:val="Zpat"/>
          </w:pPr>
          <w:r>
            <w:rPr>
              <w:noProof/>
              <w:lang w:eastAsia="cs-CZ"/>
            </w:rPr>
            <w:drawing>
              <wp:anchor distT="0" distB="0" distL="114300" distR="114300" simplePos="0" relativeHeight="251672576" behindDoc="0" locked="1" layoutInCell="1" allowOverlap="1" wp14:anchorId="051EC541" wp14:editId="0881F8A7">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65C8828" w14:textId="77777777" w:rsidR="00223F41" w:rsidRPr="00D6163D" w:rsidRDefault="00223F41" w:rsidP="00FC6389">
          <w:pPr>
            <w:pStyle w:val="Druhdokumentu"/>
          </w:pPr>
        </w:p>
      </w:tc>
    </w:tr>
    <w:tr w:rsidR="00223F41" w14:paraId="13933A39" w14:textId="77777777" w:rsidTr="00B22106">
      <w:trPr>
        <w:trHeight w:hRule="exact" w:val="936"/>
      </w:trPr>
      <w:tc>
        <w:tcPr>
          <w:tcW w:w="1361" w:type="dxa"/>
          <w:tcMar>
            <w:left w:w="0" w:type="dxa"/>
            <w:right w:w="0" w:type="dxa"/>
          </w:tcMar>
        </w:tcPr>
        <w:p w14:paraId="44FB23B5" w14:textId="77777777" w:rsidR="00223F41" w:rsidRPr="00B8518B" w:rsidRDefault="00223F41" w:rsidP="00FC6389">
          <w:pPr>
            <w:pStyle w:val="Zpat"/>
            <w:rPr>
              <w:rStyle w:val="slostrnky"/>
            </w:rPr>
          </w:pPr>
        </w:p>
      </w:tc>
      <w:tc>
        <w:tcPr>
          <w:tcW w:w="3458" w:type="dxa"/>
          <w:shd w:val="clear" w:color="auto" w:fill="auto"/>
          <w:tcMar>
            <w:left w:w="0" w:type="dxa"/>
            <w:right w:w="0" w:type="dxa"/>
          </w:tcMar>
        </w:tcPr>
        <w:p w14:paraId="7195BB9B" w14:textId="77777777" w:rsidR="00223F41" w:rsidRDefault="00223F41" w:rsidP="00FC6389">
          <w:pPr>
            <w:pStyle w:val="Zpat"/>
          </w:pPr>
        </w:p>
      </w:tc>
      <w:tc>
        <w:tcPr>
          <w:tcW w:w="5756" w:type="dxa"/>
          <w:shd w:val="clear" w:color="auto" w:fill="auto"/>
          <w:tcMar>
            <w:left w:w="0" w:type="dxa"/>
            <w:right w:w="0" w:type="dxa"/>
          </w:tcMar>
        </w:tcPr>
        <w:p w14:paraId="184B15E2" w14:textId="77777777" w:rsidR="00223F41" w:rsidRPr="00D6163D" w:rsidRDefault="00223F41" w:rsidP="00FC6389">
          <w:pPr>
            <w:pStyle w:val="Druhdokumentu"/>
          </w:pPr>
        </w:p>
      </w:tc>
    </w:tr>
  </w:tbl>
  <w:p w14:paraId="122D5C40" w14:textId="77777777" w:rsidR="00223F41" w:rsidRPr="00D6163D" w:rsidRDefault="00223F41" w:rsidP="00FC6389">
    <w:pPr>
      <w:pStyle w:val="Zhlav"/>
      <w:rPr>
        <w:sz w:val="8"/>
        <w:szCs w:val="8"/>
      </w:rPr>
    </w:pPr>
  </w:p>
  <w:p w14:paraId="7138B7EC" w14:textId="77777777" w:rsidR="00223F41" w:rsidRPr="00460660" w:rsidRDefault="00223F4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09C62" w14:textId="77777777" w:rsidR="00223F41" w:rsidRPr="00D6163D" w:rsidRDefault="00223F4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AA97" w14:textId="77777777" w:rsidR="00223F41" w:rsidRPr="00D6163D" w:rsidRDefault="00223F4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DDF78" w14:textId="77777777" w:rsidR="00223F41" w:rsidRPr="00D6163D" w:rsidRDefault="00223F4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B0B46" w14:textId="77777777" w:rsidR="00223F41" w:rsidRPr="00D6163D" w:rsidRDefault="00223F4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8313D" w14:textId="77777777" w:rsidR="00223F41" w:rsidRPr="00D6163D" w:rsidRDefault="00223F4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7669E" w14:textId="77777777" w:rsidR="00223F41" w:rsidRPr="00D6163D" w:rsidRDefault="00223F4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9E297" w14:textId="77777777" w:rsidR="00223F41" w:rsidRDefault="00223F4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4D894" w14:textId="77777777" w:rsidR="00223F41" w:rsidRPr="00D6163D" w:rsidRDefault="00223F4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72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3C3A"/>
    <w:rsid w:val="0009746C"/>
    <w:rsid w:val="000977AF"/>
    <w:rsid w:val="000A2358"/>
    <w:rsid w:val="000B1818"/>
    <w:rsid w:val="000B37A4"/>
    <w:rsid w:val="000B4EB8"/>
    <w:rsid w:val="000B7E02"/>
    <w:rsid w:val="000C4031"/>
    <w:rsid w:val="000C41F2"/>
    <w:rsid w:val="000C707C"/>
    <w:rsid w:val="000D19CF"/>
    <w:rsid w:val="000D22C4"/>
    <w:rsid w:val="000D27D1"/>
    <w:rsid w:val="000D37E2"/>
    <w:rsid w:val="000D461C"/>
    <w:rsid w:val="000E03DC"/>
    <w:rsid w:val="000E08BF"/>
    <w:rsid w:val="000E1A7F"/>
    <w:rsid w:val="000F2094"/>
    <w:rsid w:val="000F4198"/>
    <w:rsid w:val="00106729"/>
    <w:rsid w:val="00112864"/>
    <w:rsid w:val="00114472"/>
    <w:rsid w:val="00114988"/>
    <w:rsid w:val="00115069"/>
    <w:rsid w:val="001150F2"/>
    <w:rsid w:val="00122BF9"/>
    <w:rsid w:val="001231F7"/>
    <w:rsid w:val="00124654"/>
    <w:rsid w:val="00135287"/>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5728"/>
    <w:rsid w:val="001874F3"/>
    <w:rsid w:val="001906C2"/>
    <w:rsid w:val="00191F90"/>
    <w:rsid w:val="001A0EA7"/>
    <w:rsid w:val="001B325A"/>
    <w:rsid w:val="001B41B3"/>
    <w:rsid w:val="001B4E74"/>
    <w:rsid w:val="001B625A"/>
    <w:rsid w:val="001C30FB"/>
    <w:rsid w:val="001C5817"/>
    <w:rsid w:val="001C645F"/>
    <w:rsid w:val="001C65FE"/>
    <w:rsid w:val="001D249A"/>
    <w:rsid w:val="001E63D3"/>
    <w:rsid w:val="001E678E"/>
    <w:rsid w:val="001F2502"/>
    <w:rsid w:val="001F5F37"/>
    <w:rsid w:val="001F62DE"/>
    <w:rsid w:val="002038D5"/>
    <w:rsid w:val="002045DD"/>
    <w:rsid w:val="002071BB"/>
    <w:rsid w:val="002072FC"/>
    <w:rsid w:val="00207DF5"/>
    <w:rsid w:val="0021572B"/>
    <w:rsid w:val="00222886"/>
    <w:rsid w:val="00223F41"/>
    <w:rsid w:val="00224437"/>
    <w:rsid w:val="00226EBB"/>
    <w:rsid w:val="00236F78"/>
    <w:rsid w:val="00240B81"/>
    <w:rsid w:val="00247D01"/>
    <w:rsid w:val="00255B10"/>
    <w:rsid w:val="00255FB9"/>
    <w:rsid w:val="00255FD1"/>
    <w:rsid w:val="00261A5B"/>
    <w:rsid w:val="00262E5B"/>
    <w:rsid w:val="00274E67"/>
    <w:rsid w:val="00276AFE"/>
    <w:rsid w:val="00277854"/>
    <w:rsid w:val="00283542"/>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E6BFA"/>
    <w:rsid w:val="002F0F55"/>
    <w:rsid w:val="002F316A"/>
    <w:rsid w:val="002F4333"/>
    <w:rsid w:val="00300636"/>
    <w:rsid w:val="00314507"/>
    <w:rsid w:val="00314AC6"/>
    <w:rsid w:val="00327EEF"/>
    <w:rsid w:val="00331038"/>
    <w:rsid w:val="0033239F"/>
    <w:rsid w:val="003349C1"/>
    <w:rsid w:val="00335C22"/>
    <w:rsid w:val="0034230B"/>
    <w:rsid w:val="0034274B"/>
    <w:rsid w:val="0034719F"/>
    <w:rsid w:val="00350A35"/>
    <w:rsid w:val="0035389F"/>
    <w:rsid w:val="003571D8"/>
    <w:rsid w:val="00357BC6"/>
    <w:rsid w:val="00361422"/>
    <w:rsid w:val="00367ABD"/>
    <w:rsid w:val="00367BA3"/>
    <w:rsid w:val="00374BDE"/>
    <w:rsid w:val="0037545D"/>
    <w:rsid w:val="00377426"/>
    <w:rsid w:val="0038199C"/>
    <w:rsid w:val="00390720"/>
    <w:rsid w:val="00392910"/>
    <w:rsid w:val="00392EB6"/>
    <w:rsid w:val="003956C6"/>
    <w:rsid w:val="003B11D6"/>
    <w:rsid w:val="003B23D6"/>
    <w:rsid w:val="003C33F2"/>
    <w:rsid w:val="003D0437"/>
    <w:rsid w:val="003D4A94"/>
    <w:rsid w:val="003D756E"/>
    <w:rsid w:val="003E0248"/>
    <w:rsid w:val="003E0484"/>
    <w:rsid w:val="003E3720"/>
    <w:rsid w:val="003E420D"/>
    <w:rsid w:val="003E4C13"/>
    <w:rsid w:val="0040062D"/>
    <w:rsid w:val="004078F3"/>
    <w:rsid w:val="00412CFB"/>
    <w:rsid w:val="00422E5B"/>
    <w:rsid w:val="00425388"/>
    <w:rsid w:val="00427794"/>
    <w:rsid w:val="004328E4"/>
    <w:rsid w:val="00442C8C"/>
    <w:rsid w:val="00450F07"/>
    <w:rsid w:val="0045180B"/>
    <w:rsid w:val="00453CD3"/>
    <w:rsid w:val="0045704A"/>
    <w:rsid w:val="00460660"/>
    <w:rsid w:val="0046430A"/>
    <w:rsid w:val="00464BA9"/>
    <w:rsid w:val="00470D99"/>
    <w:rsid w:val="00474F9B"/>
    <w:rsid w:val="00483969"/>
    <w:rsid w:val="00486107"/>
    <w:rsid w:val="00486B6E"/>
    <w:rsid w:val="0049117E"/>
    <w:rsid w:val="00491827"/>
    <w:rsid w:val="004950A5"/>
    <w:rsid w:val="004A1EBE"/>
    <w:rsid w:val="004A3456"/>
    <w:rsid w:val="004B386F"/>
    <w:rsid w:val="004B419B"/>
    <w:rsid w:val="004B6353"/>
    <w:rsid w:val="004C01A7"/>
    <w:rsid w:val="004C0F01"/>
    <w:rsid w:val="004C4399"/>
    <w:rsid w:val="004C4BF4"/>
    <w:rsid w:val="004C787C"/>
    <w:rsid w:val="004D0745"/>
    <w:rsid w:val="004D09FB"/>
    <w:rsid w:val="004D3D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245C"/>
    <w:rsid w:val="00544816"/>
    <w:rsid w:val="00551AC3"/>
    <w:rsid w:val="005522DD"/>
    <w:rsid w:val="00553375"/>
    <w:rsid w:val="00555884"/>
    <w:rsid w:val="0056170F"/>
    <w:rsid w:val="00571731"/>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2ED5"/>
    <w:rsid w:val="0061068E"/>
    <w:rsid w:val="006115D3"/>
    <w:rsid w:val="006346F9"/>
    <w:rsid w:val="00641CF5"/>
    <w:rsid w:val="006420D8"/>
    <w:rsid w:val="006467C2"/>
    <w:rsid w:val="00655498"/>
    <w:rsid w:val="0065610E"/>
    <w:rsid w:val="00660AD3"/>
    <w:rsid w:val="006610C6"/>
    <w:rsid w:val="0066414D"/>
    <w:rsid w:val="006671C7"/>
    <w:rsid w:val="006705AA"/>
    <w:rsid w:val="00676F5B"/>
    <w:rsid w:val="006776B6"/>
    <w:rsid w:val="00682647"/>
    <w:rsid w:val="006826EC"/>
    <w:rsid w:val="00683533"/>
    <w:rsid w:val="006849C0"/>
    <w:rsid w:val="00685341"/>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10E2"/>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3809"/>
    <w:rsid w:val="0077673A"/>
    <w:rsid w:val="007775FB"/>
    <w:rsid w:val="00780051"/>
    <w:rsid w:val="007834A7"/>
    <w:rsid w:val="007846E1"/>
    <w:rsid w:val="007847D6"/>
    <w:rsid w:val="00787616"/>
    <w:rsid w:val="00790E8D"/>
    <w:rsid w:val="0079665E"/>
    <w:rsid w:val="007A08B0"/>
    <w:rsid w:val="007A0C9A"/>
    <w:rsid w:val="007A0E0E"/>
    <w:rsid w:val="007A5172"/>
    <w:rsid w:val="007A67A0"/>
    <w:rsid w:val="007A69B3"/>
    <w:rsid w:val="007B26A1"/>
    <w:rsid w:val="007B570C"/>
    <w:rsid w:val="007C0CFA"/>
    <w:rsid w:val="007C25A5"/>
    <w:rsid w:val="007D0413"/>
    <w:rsid w:val="007E0D11"/>
    <w:rsid w:val="007E4A6E"/>
    <w:rsid w:val="007E69F4"/>
    <w:rsid w:val="007E7840"/>
    <w:rsid w:val="007E7F9B"/>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55B61"/>
    <w:rsid w:val="008602A6"/>
    <w:rsid w:val="00866994"/>
    <w:rsid w:val="008946E4"/>
    <w:rsid w:val="00895BC5"/>
    <w:rsid w:val="008A3568"/>
    <w:rsid w:val="008A63EC"/>
    <w:rsid w:val="008B2D4D"/>
    <w:rsid w:val="008B5A3D"/>
    <w:rsid w:val="008B5C1C"/>
    <w:rsid w:val="008B77B6"/>
    <w:rsid w:val="008B7C0D"/>
    <w:rsid w:val="008C0E1A"/>
    <w:rsid w:val="008C50F3"/>
    <w:rsid w:val="008C7EFE"/>
    <w:rsid w:val="008D03B9"/>
    <w:rsid w:val="008D30C7"/>
    <w:rsid w:val="008D6A06"/>
    <w:rsid w:val="008E40F0"/>
    <w:rsid w:val="008F18D6"/>
    <w:rsid w:val="008F2C9B"/>
    <w:rsid w:val="008F49A0"/>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2E9F"/>
    <w:rsid w:val="00936091"/>
    <w:rsid w:val="00940D8A"/>
    <w:rsid w:val="00946641"/>
    <w:rsid w:val="009506D3"/>
    <w:rsid w:val="00955569"/>
    <w:rsid w:val="00956D52"/>
    <w:rsid w:val="009573FC"/>
    <w:rsid w:val="00960EAA"/>
    <w:rsid w:val="00962258"/>
    <w:rsid w:val="009678B7"/>
    <w:rsid w:val="009707FF"/>
    <w:rsid w:val="00973072"/>
    <w:rsid w:val="00973C20"/>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1A9"/>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13CA"/>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4006"/>
    <w:rsid w:val="00AF7745"/>
    <w:rsid w:val="00B008D5"/>
    <w:rsid w:val="00B01D65"/>
    <w:rsid w:val="00B02F73"/>
    <w:rsid w:val="00B05B31"/>
    <w:rsid w:val="00B0619F"/>
    <w:rsid w:val="00B111A6"/>
    <w:rsid w:val="00B13A26"/>
    <w:rsid w:val="00B145F7"/>
    <w:rsid w:val="00B15B0C"/>
    <w:rsid w:val="00B15D0D"/>
    <w:rsid w:val="00B16FC9"/>
    <w:rsid w:val="00B21424"/>
    <w:rsid w:val="00B22106"/>
    <w:rsid w:val="00B230A8"/>
    <w:rsid w:val="00B230D0"/>
    <w:rsid w:val="00B24797"/>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3B73"/>
    <w:rsid w:val="00B8518B"/>
    <w:rsid w:val="00B94303"/>
    <w:rsid w:val="00B9726B"/>
    <w:rsid w:val="00B97CC3"/>
    <w:rsid w:val="00BA0C3B"/>
    <w:rsid w:val="00BA1285"/>
    <w:rsid w:val="00BA22AA"/>
    <w:rsid w:val="00BB418D"/>
    <w:rsid w:val="00BC06C4"/>
    <w:rsid w:val="00BC1EFA"/>
    <w:rsid w:val="00BD5DE9"/>
    <w:rsid w:val="00BD7E32"/>
    <w:rsid w:val="00BD7E91"/>
    <w:rsid w:val="00BD7F0D"/>
    <w:rsid w:val="00BF204D"/>
    <w:rsid w:val="00C008DB"/>
    <w:rsid w:val="00C02D0A"/>
    <w:rsid w:val="00C03A6E"/>
    <w:rsid w:val="00C04B6A"/>
    <w:rsid w:val="00C129C7"/>
    <w:rsid w:val="00C226C0"/>
    <w:rsid w:val="00C4034A"/>
    <w:rsid w:val="00C41F7A"/>
    <w:rsid w:val="00C42FE6"/>
    <w:rsid w:val="00C44F6A"/>
    <w:rsid w:val="00C50C28"/>
    <w:rsid w:val="00C52164"/>
    <w:rsid w:val="00C52884"/>
    <w:rsid w:val="00C6198E"/>
    <w:rsid w:val="00C708EA"/>
    <w:rsid w:val="00C71BF4"/>
    <w:rsid w:val="00C74A2E"/>
    <w:rsid w:val="00C74AE9"/>
    <w:rsid w:val="00C778A5"/>
    <w:rsid w:val="00C81A30"/>
    <w:rsid w:val="00C94BB8"/>
    <w:rsid w:val="00C95162"/>
    <w:rsid w:val="00C97991"/>
    <w:rsid w:val="00CA1B64"/>
    <w:rsid w:val="00CA3A23"/>
    <w:rsid w:val="00CA50C9"/>
    <w:rsid w:val="00CA52F9"/>
    <w:rsid w:val="00CA73D8"/>
    <w:rsid w:val="00CB13AA"/>
    <w:rsid w:val="00CB337C"/>
    <w:rsid w:val="00CB4F6D"/>
    <w:rsid w:val="00CB6A37"/>
    <w:rsid w:val="00CB731F"/>
    <w:rsid w:val="00CB7684"/>
    <w:rsid w:val="00CC16FE"/>
    <w:rsid w:val="00CC4EA8"/>
    <w:rsid w:val="00CC5BEB"/>
    <w:rsid w:val="00CC6517"/>
    <w:rsid w:val="00CC7C8F"/>
    <w:rsid w:val="00CD1FC4"/>
    <w:rsid w:val="00CD2B1F"/>
    <w:rsid w:val="00CD69E4"/>
    <w:rsid w:val="00CD7A06"/>
    <w:rsid w:val="00CE2B2B"/>
    <w:rsid w:val="00CE31C4"/>
    <w:rsid w:val="00CE7AA0"/>
    <w:rsid w:val="00CF04C0"/>
    <w:rsid w:val="00D034A0"/>
    <w:rsid w:val="00D03B19"/>
    <w:rsid w:val="00D076FA"/>
    <w:rsid w:val="00D20BF2"/>
    <w:rsid w:val="00D21061"/>
    <w:rsid w:val="00D24D74"/>
    <w:rsid w:val="00D40E88"/>
    <w:rsid w:val="00D4108E"/>
    <w:rsid w:val="00D4328E"/>
    <w:rsid w:val="00D43863"/>
    <w:rsid w:val="00D453DF"/>
    <w:rsid w:val="00D463C3"/>
    <w:rsid w:val="00D519A6"/>
    <w:rsid w:val="00D5439C"/>
    <w:rsid w:val="00D6163D"/>
    <w:rsid w:val="00D65A55"/>
    <w:rsid w:val="00D73549"/>
    <w:rsid w:val="00D7477B"/>
    <w:rsid w:val="00D81A05"/>
    <w:rsid w:val="00D831A3"/>
    <w:rsid w:val="00D843CA"/>
    <w:rsid w:val="00D90987"/>
    <w:rsid w:val="00D97BE3"/>
    <w:rsid w:val="00DA3711"/>
    <w:rsid w:val="00DA5988"/>
    <w:rsid w:val="00DA6FFE"/>
    <w:rsid w:val="00DA734B"/>
    <w:rsid w:val="00DB530D"/>
    <w:rsid w:val="00DB78C2"/>
    <w:rsid w:val="00DC6C42"/>
    <w:rsid w:val="00DD46F3"/>
    <w:rsid w:val="00DE17BB"/>
    <w:rsid w:val="00DE1AA1"/>
    <w:rsid w:val="00DE4D36"/>
    <w:rsid w:val="00DE56F2"/>
    <w:rsid w:val="00DF116D"/>
    <w:rsid w:val="00DF4286"/>
    <w:rsid w:val="00DF7C76"/>
    <w:rsid w:val="00E01B8F"/>
    <w:rsid w:val="00E10A24"/>
    <w:rsid w:val="00E16FF7"/>
    <w:rsid w:val="00E25F24"/>
    <w:rsid w:val="00E26D68"/>
    <w:rsid w:val="00E32F07"/>
    <w:rsid w:val="00E4111D"/>
    <w:rsid w:val="00E44045"/>
    <w:rsid w:val="00E46737"/>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C1D02"/>
    <w:rsid w:val="00EC239B"/>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2221"/>
    <w:rsid w:val="00F95FBD"/>
    <w:rsid w:val="00FA082B"/>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C6ED2"/>
  <w14:defaultImageDpi w14:val="32767"/>
  <w15:docId w15:val="{179EC5DC-EA37-4721-9319-F8D78E66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Text1-2">
    <w:name w:val="_Text_1-2"/>
    <w:basedOn w:val="Text1-1"/>
    <w:qFormat/>
    <w:rsid w:val="007010E2"/>
    <w:pPr>
      <w:tabs>
        <w:tab w:val="clear" w:pos="737"/>
        <w:tab w:val="num" w:pos="360"/>
        <w:tab w:val="num" w:pos="1843"/>
      </w:tabs>
      <w:ind w:left="1729" w:hanging="652"/>
    </w:pPr>
  </w:style>
  <w:style w:type="paragraph" w:customStyle="1" w:styleId="Text1-1">
    <w:name w:val="_Text_1-1"/>
    <w:basedOn w:val="Normln"/>
    <w:link w:val="Text1-1Char"/>
    <w:rsid w:val="007010E2"/>
    <w:pPr>
      <w:tabs>
        <w:tab w:val="num" w:pos="737"/>
      </w:tabs>
      <w:spacing w:after="120" w:line="264" w:lineRule="auto"/>
      <w:ind w:left="737" w:hanging="737"/>
      <w:jc w:val="both"/>
    </w:pPr>
    <w:rPr>
      <w:sz w:val="18"/>
      <w:szCs w:val="18"/>
    </w:rPr>
  </w:style>
  <w:style w:type="paragraph" w:customStyle="1" w:styleId="Nadpis1-1">
    <w:name w:val="_Nadpis_1-1"/>
    <w:basedOn w:val="Odstavecseseznamem"/>
    <w:next w:val="Normln"/>
    <w:qFormat/>
    <w:rsid w:val="007010E2"/>
    <w:pPr>
      <w:keepNext/>
      <w:tabs>
        <w:tab w:val="num" w:pos="360"/>
      </w:tabs>
      <w:spacing w:before="280" w:after="120" w:line="264" w:lineRule="auto"/>
      <w:outlineLvl w:val="0"/>
    </w:pPr>
    <w:rPr>
      <w:b/>
      <w:caps/>
      <w:sz w:val="22"/>
      <w:szCs w:val="18"/>
    </w:rPr>
  </w:style>
  <w:style w:type="character" w:customStyle="1" w:styleId="Text1-1Char">
    <w:name w:val="_Text_1-1 Char"/>
    <w:basedOn w:val="Standardnpsmoodstavce"/>
    <w:link w:val="Text1-1"/>
    <w:rsid w:val="007010E2"/>
    <w:rPr>
      <w:rFonts w:ascii="Verdana" w:hAnsi="Verdana"/>
    </w:rPr>
  </w:style>
  <w:style w:type="paragraph" w:customStyle="1" w:styleId="Textbezodsazen">
    <w:name w:val="_Text_bez_odsazení"/>
    <w:basedOn w:val="Normln"/>
    <w:link w:val="TextbezodsazenChar"/>
    <w:qFormat/>
    <w:rsid w:val="007010E2"/>
    <w:pPr>
      <w:spacing w:after="120" w:line="264" w:lineRule="auto"/>
      <w:jc w:val="both"/>
    </w:pPr>
    <w:rPr>
      <w:sz w:val="18"/>
      <w:szCs w:val="18"/>
    </w:rPr>
  </w:style>
  <w:style w:type="character" w:customStyle="1" w:styleId="TextbezodsazenChar">
    <w:name w:val="_Text_bez_odsazení Char"/>
    <w:basedOn w:val="Standardnpsmoodstavce"/>
    <w:link w:val="Textbezodsazen"/>
    <w:rsid w:val="007010E2"/>
    <w:rPr>
      <w:rFonts w:ascii="Verdana" w:hAnsi="Verdana"/>
    </w:rPr>
  </w:style>
  <w:style w:type="paragraph" w:customStyle="1" w:styleId="Nadpisbezsl1-2">
    <w:name w:val="_Nadpis_bez_čísl_1-2"/>
    <w:next w:val="Normln"/>
    <w:qFormat/>
    <w:rsid w:val="004D3DFB"/>
    <w:pPr>
      <w:keepNext/>
      <w:spacing w:before="200" w:after="120"/>
    </w:pPr>
    <w:rPr>
      <w:rFonts w:ascii="Verdana"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2_R_OT&#218;%20Mst&#283;tice%20(mimo)%20&#8211;%20Praha-Vyso&#269;any%20(v&#269;etn&#283;)_podchod\SOD%20a%20Dopis%20k%20nab&#237;dce\SOD_R-F-22-22_N&#225;rZd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1FD3016-98E1-4909-A47C-EB45CEDB0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SOD_R-F-22-22_NárZdr</Template>
  <TotalTime>28</TotalTime>
  <Pages>24</Pages>
  <Words>4491</Words>
  <Characters>26503</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SOD_R-F-22-22_NZ</vt:lpstr>
      <vt:lpstr/>
      <vt:lpstr>Titulek 1. úrovně </vt:lpstr>
      <vt:lpstr>    Titulek 2. úrovně</vt:lpstr>
      <vt:lpstr>        Titulek 3. úrovně</vt:lpstr>
    </vt:vector>
  </TitlesOfParts>
  <Company>SŽ</Company>
  <LinksUpToDate>false</LinksUpToDate>
  <CharactersWithSpaces>30933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SOD_R-F-22-22_NZ</dc:title>
  <dc:creator>Fučíková Veronika, Bc.</dc:creator>
  <cp:lastModifiedBy>Fučíková Veronika, Bc.</cp:lastModifiedBy>
  <cp:revision>11</cp:revision>
  <cp:lastPrinted>2022-12-05T09:49:00Z</cp:lastPrinted>
  <dcterms:created xsi:type="dcterms:W3CDTF">2023-03-02T08:38:00Z</dcterms:created>
  <dcterms:modified xsi:type="dcterms:W3CDTF">2023-03-03T13:26:00Z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