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72FB1596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506E17">
        <w:rPr>
          <w:rFonts w:eastAsia="Times New Roman" w:cs="Times New Roman"/>
          <w:lang w:eastAsia="cs-CZ"/>
        </w:rPr>
        <w:t>22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9" w14:textId="4D53E9F2" w:rsidR="00A035EA" w:rsidRDefault="00506E17" w:rsidP="00A035EA">
      <w:pPr>
        <w:spacing w:after="0" w:line="240" w:lineRule="auto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</w:pPr>
      <w:r w:rsidRPr="00506E1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>Údaje o společnosti dodavatelů podávajících nabídku společně</w:t>
      </w:r>
    </w:p>
    <w:p w14:paraId="042D854D" w14:textId="77777777" w:rsidR="00DF104F" w:rsidRPr="00A035EA" w:rsidRDefault="00DF104F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6C14203E" w14:textId="77777777" w:rsidR="00506E17" w:rsidRDefault="00506E17" w:rsidP="00506E17">
      <w:pPr>
        <w:pStyle w:val="Textbezslovn"/>
        <w:ind w:left="0"/>
      </w:pPr>
      <w:r>
        <w:t>Jméno nebo název společnosti/sdružení/seskupení: [</w:t>
      </w:r>
      <w:r w:rsidRPr="00327119">
        <w:rPr>
          <w:b/>
          <w:highlight w:val="yellow"/>
        </w:rPr>
        <w:t>DOPLNÍ DODAVATEL</w:t>
      </w:r>
      <w:r>
        <w:t>]</w:t>
      </w:r>
    </w:p>
    <w:p w14:paraId="5B25E687" w14:textId="77777777" w:rsidR="00506E17" w:rsidRDefault="00506E17" w:rsidP="00506E17">
      <w:pPr>
        <w:pStyle w:val="Textbezslovn"/>
        <w:ind w:left="0"/>
      </w:pPr>
    </w:p>
    <w:p w14:paraId="5809BA8F" w14:textId="77777777" w:rsidR="00506E17" w:rsidRPr="00454716" w:rsidRDefault="00506E17" w:rsidP="00506E17">
      <w:pPr>
        <w:pStyle w:val="Textbezslovn"/>
        <w:ind w:left="0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846E0E9" w14:textId="77777777" w:rsidR="00506E17" w:rsidRDefault="00506E17" w:rsidP="00506E17">
      <w:pPr>
        <w:pStyle w:val="Textbezslovn"/>
        <w:ind w:left="0"/>
      </w:pPr>
      <w:r>
        <w:t>Obchodní firma [</w:t>
      </w:r>
      <w:r w:rsidRPr="00327119">
        <w:rPr>
          <w:b/>
          <w:highlight w:val="yellow"/>
        </w:rPr>
        <w:t>DOPLNÍ DODAVATEL</w:t>
      </w:r>
      <w:r>
        <w:t>]</w:t>
      </w:r>
    </w:p>
    <w:p w14:paraId="222EFFC5" w14:textId="77777777" w:rsidR="00506E17" w:rsidRDefault="00506E17" w:rsidP="00506E17">
      <w:pPr>
        <w:pStyle w:val="Textbezslovn"/>
        <w:ind w:left="0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0016FA18" w14:textId="77777777" w:rsidR="00506E17" w:rsidRDefault="00506E17" w:rsidP="00506E17">
      <w:pPr>
        <w:pStyle w:val="Textbezslovn"/>
        <w:ind w:left="0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0C850FD0" w14:textId="77777777" w:rsidR="00506E17" w:rsidRDefault="00506E17" w:rsidP="00506E17">
      <w:pPr>
        <w:pStyle w:val="Textbezslovn"/>
        <w:ind w:left="0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67BC4EAA" w14:textId="77777777" w:rsidR="00506E17" w:rsidRDefault="00506E17" w:rsidP="00506E17">
      <w:pPr>
        <w:pStyle w:val="Textbezslovn"/>
        <w:ind w:left="0"/>
      </w:pPr>
    </w:p>
    <w:p w14:paraId="3E22CEC8" w14:textId="77777777" w:rsidR="00506E17" w:rsidRDefault="00506E17" w:rsidP="00506E17">
      <w:pPr>
        <w:pStyle w:val="Textbezslovn"/>
        <w:ind w:left="0"/>
      </w:pPr>
      <w:r w:rsidRPr="00454716">
        <w:rPr>
          <w:rStyle w:val="Tun9b"/>
        </w:rPr>
        <w:t>Identifikační údaje</w:t>
      </w:r>
      <w:r>
        <w:t xml:space="preserve"> (obchodní firma,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p w14:paraId="58639C0E" w14:textId="77777777" w:rsidR="00506E17" w:rsidRDefault="00506E17" w:rsidP="00506E17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14:paraId="0066B748" w14:textId="77777777" w:rsidR="00506E17" w:rsidRDefault="00506E17" w:rsidP="00506E17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14:paraId="7F91F1BC" w14:textId="77777777" w:rsidR="00506E17" w:rsidRDefault="00506E17" w:rsidP="00506E17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14:paraId="1CF3BC6D" w14:textId="77777777" w:rsidR="00506E17" w:rsidRDefault="00506E17" w:rsidP="00506E17">
      <w:pPr>
        <w:pStyle w:val="Odstavec1-2i"/>
      </w:pPr>
      <w:r>
        <w:t>atd.</w:t>
      </w:r>
    </w:p>
    <w:p w14:paraId="4D905E84" w14:textId="77777777" w:rsidR="00506E17" w:rsidRDefault="00506E17" w:rsidP="00506E17">
      <w:pPr>
        <w:pStyle w:val="Textbezslovn"/>
        <w:ind w:left="0"/>
      </w:pPr>
    </w:p>
    <w:p w14:paraId="3686BB48" w14:textId="77777777" w:rsidR="00506E17" w:rsidRDefault="00506E17" w:rsidP="00506E17">
      <w:pPr>
        <w:pStyle w:val="Textbezslovn"/>
        <w:ind w:left="0"/>
      </w:pPr>
      <w: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402"/>
        <w:gridCol w:w="4820"/>
      </w:tblGrid>
      <w:tr w:rsidR="00506E17" w:rsidRPr="00454716" w14:paraId="72B399CE" w14:textId="77777777" w:rsidTr="0050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9CB7E03" w14:textId="77777777" w:rsidR="00506E17" w:rsidRPr="00454716" w:rsidRDefault="00506E17" w:rsidP="00492933">
            <w:pPr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 společníka</w:t>
            </w:r>
          </w:p>
        </w:tc>
        <w:tc>
          <w:tcPr>
            <w:tcW w:w="4820" w:type="dxa"/>
          </w:tcPr>
          <w:p w14:paraId="3C6E68B4" w14:textId="77777777" w:rsidR="00506E17" w:rsidRPr="00454716" w:rsidRDefault="00506E17" w:rsidP="004929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506E17" w:rsidRPr="00454716" w14:paraId="05A4149F" w14:textId="77777777" w:rsidTr="005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F205A8F" w14:textId="77777777" w:rsidR="00506E17" w:rsidRPr="00454716" w:rsidRDefault="00506E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820" w:type="dxa"/>
          </w:tcPr>
          <w:p w14:paraId="5BEF47D8" w14:textId="77777777" w:rsidR="00506E17" w:rsidRPr="00454716" w:rsidRDefault="00506E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06E17" w:rsidRPr="00454716" w14:paraId="2D123870" w14:textId="77777777" w:rsidTr="005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02B7C180" w14:textId="77777777" w:rsidR="00506E17" w:rsidRPr="00454716" w:rsidRDefault="00506E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820" w:type="dxa"/>
          </w:tcPr>
          <w:p w14:paraId="7CF062FB" w14:textId="77777777" w:rsidR="00506E17" w:rsidRPr="00454716" w:rsidRDefault="00506E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06E17" w:rsidRPr="00454716" w14:paraId="067472F8" w14:textId="77777777" w:rsidTr="005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2F0BE0E7" w14:textId="77777777" w:rsidR="00506E17" w:rsidRPr="00454716" w:rsidRDefault="00506E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820" w:type="dxa"/>
          </w:tcPr>
          <w:p w14:paraId="59D97543" w14:textId="77777777" w:rsidR="00506E17" w:rsidRPr="00454716" w:rsidRDefault="00506E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06E17" w:rsidRPr="00454716" w14:paraId="0A6B3727" w14:textId="77777777" w:rsidTr="005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bottom w:val="single" w:sz="2" w:space="0" w:color="auto"/>
            </w:tcBorders>
          </w:tcPr>
          <w:p w14:paraId="3C6B4F96" w14:textId="77777777" w:rsidR="00506E17" w:rsidRPr="00454716" w:rsidRDefault="00506E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bottom w:val="single" w:sz="2" w:space="0" w:color="auto"/>
            </w:tcBorders>
          </w:tcPr>
          <w:p w14:paraId="5142CACF" w14:textId="77777777" w:rsidR="00506E17" w:rsidRPr="00454716" w:rsidRDefault="00506E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06E17" w:rsidRPr="00454716" w14:paraId="74606127" w14:textId="77777777" w:rsidTr="00506E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bottom w:val="single" w:sz="2" w:space="0" w:color="auto"/>
            </w:tcBorders>
          </w:tcPr>
          <w:p w14:paraId="4E2F7F60" w14:textId="77777777" w:rsidR="00506E17" w:rsidRPr="00454716" w:rsidRDefault="00506E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bottom w:val="single" w:sz="2" w:space="0" w:color="auto"/>
            </w:tcBorders>
          </w:tcPr>
          <w:p w14:paraId="34F9F608" w14:textId="77777777" w:rsidR="00506E17" w:rsidRPr="00454716" w:rsidRDefault="00506E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06E17" w:rsidRPr="00454716" w14:paraId="197F722F" w14:textId="77777777" w:rsidTr="00506E1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2" w:space="0" w:color="auto"/>
            </w:tcBorders>
            <w:shd w:val="clear" w:color="auto" w:fill="auto"/>
          </w:tcPr>
          <w:p w14:paraId="307C039D" w14:textId="77777777" w:rsidR="00506E17" w:rsidRPr="00454716" w:rsidRDefault="00506E17" w:rsidP="00492933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2" w:space="0" w:color="auto"/>
            </w:tcBorders>
            <w:shd w:val="clear" w:color="auto" w:fill="auto"/>
          </w:tcPr>
          <w:p w14:paraId="38BF2F1E" w14:textId="77777777" w:rsidR="00506E17" w:rsidRPr="00454716" w:rsidRDefault="00506E17" w:rsidP="00492933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C153FDE" w14:textId="77777777" w:rsidR="00506E17" w:rsidRDefault="00506E17" w:rsidP="00506E17">
      <w:pPr>
        <w:pStyle w:val="Textbezslovn"/>
        <w:ind w:left="0"/>
      </w:pPr>
      <w:bookmarkStart w:id="0" w:name="_GoBack"/>
      <w:bookmarkEnd w:id="0"/>
    </w:p>
    <w:p w14:paraId="263FEFBB" w14:textId="77777777" w:rsidR="00506E17" w:rsidRDefault="00506E17" w:rsidP="00506E17">
      <w:pPr>
        <w:pStyle w:val="Textbezslovn"/>
        <w:ind w:left="0"/>
      </w:pPr>
      <w:r>
        <w:t>Informace o 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1541F8EF" w14:textId="6B93AC3B" w:rsidR="00506E17" w:rsidRDefault="00506E17" w:rsidP="00506E17">
      <w:pPr>
        <w:pStyle w:val="Doplujcdaje"/>
        <w:jc w:val="both"/>
      </w:pPr>
      <w:r>
        <w:t xml:space="preserve">(pozn.: zadavatel požaduje, aby odpovědnost nesli všichni dodavatelé podávající společnou nabídku společně a nerozdílně; </w:t>
      </w:r>
    </w:p>
    <w:p w14:paraId="1EF7AAFD" w14:textId="77777777" w:rsidR="00506E17" w:rsidRDefault="00506E17" w:rsidP="00506E17">
      <w:pPr>
        <w:pStyle w:val="Textbezslovn"/>
        <w:ind w:left="0"/>
      </w:pPr>
    </w:p>
    <w:p w14:paraId="1E676E4D" w14:textId="77777777" w:rsidR="00506E17" w:rsidRDefault="00506E17" w:rsidP="00506E17">
      <w:pPr>
        <w:pStyle w:val="Textbezslovn"/>
        <w:ind w:left="0"/>
      </w:pPr>
      <w:r w:rsidRPr="00454716">
        <w:rPr>
          <w:rStyle w:val="Tun9b"/>
        </w:rPr>
        <w:t>Příloha:</w:t>
      </w:r>
      <w:r>
        <w:t xml:space="preserve">  Smlouva o vzniku společnosti/sdružení/seskupení, příp. jiný dokument</w:t>
      </w:r>
    </w:p>
    <w:p w14:paraId="7E910883" w14:textId="77777777" w:rsidR="00DF104F" w:rsidRPr="00833899" w:rsidRDefault="00DF104F" w:rsidP="00DF104F">
      <w:pPr>
        <w:pStyle w:val="Textbezslovn"/>
      </w:pPr>
    </w:p>
    <w:p w14:paraId="254C3F4B" w14:textId="77777777" w:rsidR="00F57443" w:rsidRDefault="00F57443" w:rsidP="00F57443">
      <w:pPr>
        <w:pStyle w:val="Textbezslovn"/>
        <w:ind w:left="0"/>
      </w:pPr>
      <w:r>
        <w:t xml:space="preserve"> </w:t>
      </w:r>
    </w:p>
    <w:p w14:paraId="13B9E0D2" w14:textId="77777777" w:rsidR="009F392E" w:rsidRPr="00F0533E" w:rsidRDefault="009F392E" w:rsidP="00F57443">
      <w:pPr>
        <w:widowControl w:val="0"/>
        <w:autoSpaceDE w:val="0"/>
        <w:spacing w:after="120" w:line="297" w:lineRule="exact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3765D" w14:textId="77777777" w:rsidR="00396A2E" w:rsidRDefault="00396A2E" w:rsidP="00962258">
      <w:pPr>
        <w:spacing w:after="0" w:line="240" w:lineRule="auto"/>
      </w:pPr>
      <w:r>
        <w:separator/>
      </w:r>
    </w:p>
  </w:endnote>
  <w:endnote w:type="continuationSeparator" w:id="0">
    <w:p w14:paraId="43FA56EE" w14:textId="77777777" w:rsidR="00396A2E" w:rsidRDefault="00396A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1F0862C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6E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6E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149766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6E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9C95F" w14:textId="77777777" w:rsidR="00396A2E" w:rsidRDefault="00396A2E" w:rsidP="00962258">
      <w:pPr>
        <w:spacing w:after="0" w:line="240" w:lineRule="auto"/>
      </w:pPr>
      <w:r>
        <w:separator/>
      </w:r>
    </w:p>
  </w:footnote>
  <w:footnote w:type="continuationSeparator" w:id="0">
    <w:p w14:paraId="2DC2C64B" w14:textId="77777777" w:rsidR="00396A2E" w:rsidRDefault="00396A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6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D23D7"/>
    <w:rsid w:val="002E0CD7"/>
    <w:rsid w:val="00341DCF"/>
    <w:rsid w:val="00357BC6"/>
    <w:rsid w:val="003813B7"/>
    <w:rsid w:val="003956C6"/>
    <w:rsid w:val="00396A2E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06E17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7B9E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F0A62"/>
    <w:rsid w:val="00C02D0A"/>
    <w:rsid w:val="00C03A6E"/>
    <w:rsid w:val="00C15D7C"/>
    <w:rsid w:val="00C44F6A"/>
    <w:rsid w:val="00C46D08"/>
    <w:rsid w:val="00C47AE3"/>
    <w:rsid w:val="00C6381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04F"/>
    <w:rsid w:val="00DF116D"/>
    <w:rsid w:val="00E2278C"/>
    <w:rsid w:val="00E45589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443"/>
    <w:rsid w:val="00F659EB"/>
    <w:rsid w:val="00F84E4B"/>
    <w:rsid w:val="00F86BA6"/>
    <w:rsid w:val="00FC6389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link w:val="Odrka1-1Char"/>
    <w:qFormat/>
    <w:rsid w:val="00F57443"/>
    <w:pPr>
      <w:numPr>
        <w:numId w:val="34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F57443"/>
  </w:style>
  <w:style w:type="paragraph" w:customStyle="1" w:styleId="Odrka1-2-">
    <w:name w:val="_Odrážka_1-2_-"/>
    <w:basedOn w:val="Odrka1-1"/>
    <w:qFormat/>
    <w:rsid w:val="00F57443"/>
    <w:pPr>
      <w:numPr>
        <w:ilvl w:val="1"/>
      </w:numPr>
      <w:tabs>
        <w:tab w:val="clear" w:pos="1531"/>
      </w:tabs>
      <w:spacing w:after="60"/>
      <w:ind w:left="654" w:hanging="113"/>
    </w:pPr>
  </w:style>
  <w:style w:type="paragraph" w:customStyle="1" w:styleId="Odrka1-3">
    <w:name w:val="_Odrážka_1-3_·"/>
    <w:basedOn w:val="Odrka1-2-"/>
    <w:qFormat/>
    <w:rsid w:val="00F57443"/>
    <w:pPr>
      <w:numPr>
        <w:ilvl w:val="2"/>
      </w:numPr>
      <w:tabs>
        <w:tab w:val="clear" w:pos="1928"/>
      </w:tabs>
      <w:ind w:left="854" w:hanging="113"/>
    </w:pPr>
  </w:style>
  <w:style w:type="paragraph" w:customStyle="1" w:styleId="Textbezslovn">
    <w:name w:val="_Text_bez_číslování"/>
    <w:basedOn w:val="Normln"/>
    <w:link w:val="TextbezslovnChar"/>
    <w:qFormat/>
    <w:rsid w:val="00F5744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F5744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F57443"/>
    <w:rPr>
      <w:vertAlign w:val="superscript"/>
    </w:rPr>
  </w:style>
  <w:style w:type="character" w:customStyle="1" w:styleId="TextbezslovnChar">
    <w:name w:val="_Text_bez_číslování Char"/>
    <w:basedOn w:val="Standardnpsmoodstavce"/>
    <w:link w:val="Textbezslovn"/>
    <w:rsid w:val="00F57443"/>
  </w:style>
  <w:style w:type="paragraph" w:customStyle="1" w:styleId="Odstavec1-1a">
    <w:name w:val="_Odstavec_1-1_a)"/>
    <w:basedOn w:val="Normln"/>
    <w:qFormat/>
    <w:rsid w:val="00506E17"/>
    <w:pPr>
      <w:numPr>
        <w:numId w:val="35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506E17"/>
    <w:pPr>
      <w:numPr>
        <w:ilvl w:val="1"/>
        <w:numId w:val="35"/>
      </w:numPr>
      <w:spacing w:after="60"/>
      <w:jc w:val="both"/>
    </w:pPr>
  </w:style>
  <w:style w:type="paragraph" w:customStyle="1" w:styleId="Odstavec1-31">
    <w:name w:val="_Odstavec_1-3_1)"/>
    <w:qFormat/>
    <w:rsid w:val="00506E17"/>
    <w:pPr>
      <w:numPr>
        <w:ilvl w:val="2"/>
        <w:numId w:val="35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AF7189-71A6-4DD5-8E87-D3A5A45C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Stejskal Pavel, Ing.</cp:lastModifiedBy>
  <cp:revision>5</cp:revision>
  <cp:lastPrinted>2020-02-10T12:41:00Z</cp:lastPrinted>
  <dcterms:created xsi:type="dcterms:W3CDTF">2023-02-08T10:17:00Z</dcterms:created>
  <dcterms:modified xsi:type="dcterms:W3CDTF">2023-02-08T10:31:00Z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