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BC2181" w14:textId="77777777" w:rsidR="00F422D3" w:rsidRDefault="00F422D3" w:rsidP="00022F72">
      <w:pPr>
        <w:pStyle w:val="Titul1"/>
      </w:pPr>
      <w:r w:rsidRPr="005D6794">
        <w:t>S</w:t>
      </w:r>
      <w:r w:rsidR="00022F72">
        <w:t>mlouva o dílo na zhotovení stavby</w:t>
      </w:r>
    </w:p>
    <w:p w14:paraId="315E1094" w14:textId="77777777" w:rsidR="00F422D3" w:rsidRDefault="00F422D3" w:rsidP="00BB1390">
      <w:pPr>
        <w:pStyle w:val="Titul2"/>
      </w:pPr>
      <w:r>
        <w:t xml:space="preserve">Název </w:t>
      </w:r>
      <w:r w:rsidRPr="00BB1390">
        <w:t>zakázky</w:t>
      </w:r>
      <w:r>
        <w:t>: „</w:t>
      </w:r>
      <w:r w:rsidR="00855D50" w:rsidRPr="00855D50">
        <w:t>Rekonstrukce a rozšíření přejezdu v km 4,233 (P1417) trati Číčenice - Volary</w:t>
      </w:r>
      <w:r>
        <w:t>“</w:t>
      </w:r>
    </w:p>
    <w:p w14:paraId="00AED8E2" w14:textId="77777777" w:rsidR="00F422D3" w:rsidRPr="000C2B01" w:rsidRDefault="00F422D3" w:rsidP="00B42F40">
      <w:pPr>
        <w:pStyle w:val="Nadpisbezsl1-2"/>
      </w:pPr>
      <w:r w:rsidRPr="000C2B01">
        <w:t>Smluvní strany:</w:t>
      </w:r>
    </w:p>
    <w:p w14:paraId="4EC304C8"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2A9B4CB8" w14:textId="77777777" w:rsidR="00F422D3" w:rsidRDefault="00F422D3" w:rsidP="00B42F40">
      <w:pPr>
        <w:pStyle w:val="Textbezodsazen"/>
        <w:spacing w:after="0"/>
      </w:pPr>
      <w:r>
        <w:t xml:space="preserve">se sídlem: Dlážděná 1003/7, 110 00 Praha 1 - Nové Město </w:t>
      </w:r>
    </w:p>
    <w:p w14:paraId="22DAE88A" w14:textId="77777777" w:rsidR="00F422D3" w:rsidRDefault="00F422D3" w:rsidP="00B42F40">
      <w:pPr>
        <w:pStyle w:val="Textbezodsazen"/>
        <w:spacing w:after="0"/>
      </w:pPr>
      <w:r>
        <w:t>IČO: 70994234 DIČ: CZ70994234</w:t>
      </w:r>
    </w:p>
    <w:p w14:paraId="4317CABA"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02C91E30" w14:textId="77777777" w:rsidR="00F422D3" w:rsidRDefault="00F422D3" w:rsidP="00B42F40">
      <w:pPr>
        <w:pStyle w:val="Textbezodsazen"/>
        <w:spacing w:after="0"/>
      </w:pPr>
      <w:r>
        <w:t>spisová značka A 48384</w:t>
      </w:r>
    </w:p>
    <w:p w14:paraId="7897B807" w14:textId="77777777" w:rsidR="00855D50" w:rsidRDefault="00F422D3" w:rsidP="00855D50">
      <w:pPr>
        <w:pStyle w:val="Textbezodsazen"/>
      </w:pPr>
      <w:r>
        <w:t xml:space="preserve">zastoupena: </w:t>
      </w:r>
      <w:r w:rsidR="00855D50" w:rsidRPr="00855D50">
        <w:t xml:space="preserve">Ing. Petrem </w:t>
      </w:r>
      <w:proofErr w:type="spellStart"/>
      <w:r w:rsidR="00855D50" w:rsidRPr="00855D50">
        <w:t>Hofhanzlem</w:t>
      </w:r>
      <w:proofErr w:type="spellEnd"/>
      <w:r w:rsidR="00855D50" w:rsidRPr="00855D50">
        <w:t>, ředitelem Stavební správy západ</w:t>
      </w:r>
    </w:p>
    <w:p w14:paraId="6F7BE545" w14:textId="77777777" w:rsidR="00F422D3" w:rsidRPr="00B42F40" w:rsidRDefault="00F422D3" w:rsidP="00855D50">
      <w:pPr>
        <w:pStyle w:val="Textbezodsazen"/>
        <w:spacing w:after="0"/>
        <w:rPr>
          <w:rStyle w:val="Zdraznnjemn"/>
          <w:b/>
          <w:iCs w:val="0"/>
          <w:color w:val="auto"/>
        </w:rPr>
      </w:pPr>
      <w:r w:rsidRPr="00B42F40">
        <w:rPr>
          <w:rStyle w:val="Zdraznnjemn"/>
          <w:b/>
          <w:iCs w:val="0"/>
          <w:color w:val="auto"/>
        </w:rPr>
        <w:t xml:space="preserve">Korespondenční adresa: </w:t>
      </w:r>
    </w:p>
    <w:p w14:paraId="7F177B3A"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42DF6751" w14:textId="77777777" w:rsidR="00F422D3" w:rsidRDefault="00F422D3" w:rsidP="00B42F40">
      <w:pPr>
        <w:pStyle w:val="Textbezodsazen"/>
      </w:pPr>
      <w:r w:rsidRPr="00B42F40">
        <w:t>Stavební</w:t>
      </w:r>
      <w:r>
        <w:t xml:space="preserve"> správa </w:t>
      </w:r>
      <w:r w:rsidR="00855D50" w:rsidRPr="0042328C">
        <w:t xml:space="preserve">Budova </w:t>
      </w:r>
      <w:proofErr w:type="spellStart"/>
      <w:r w:rsidR="00855D50" w:rsidRPr="0042328C">
        <w:t>Diamond</w:t>
      </w:r>
      <w:proofErr w:type="spellEnd"/>
      <w:r w:rsidR="00855D50" w:rsidRPr="0042328C">
        <w:t xml:space="preserve"> Point, Ke štvanici 656/3, 186 00 Praha 8 - Karlín</w:t>
      </w:r>
    </w:p>
    <w:p w14:paraId="0F8B6306" w14:textId="77777777" w:rsidR="00F422D3" w:rsidRDefault="00F422D3" w:rsidP="00B42F40">
      <w:pPr>
        <w:pStyle w:val="Textbezodsazen"/>
      </w:pPr>
      <w:r>
        <w:t>(</w:t>
      </w:r>
      <w:r w:rsidRPr="00B42F40">
        <w:t>dále</w:t>
      </w:r>
      <w:r>
        <w:t xml:space="preserve"> jen „</w:t>
      </w:r>
      <w:r w:rsidRPr="00F422D3">
        <w:rPr>
          <w:b/>
        </w:rPr>
        <w:t>Objednatel</w:t>
      </w:r>
      <w:r>
        <w:t>“)</w:t>
      </w:r>
    </w:p>
    <w:p w14:paraId="7162936D" w14:textId="77777777" w:rsidR="00F422D3" w:rsidRDefault="00F422D3" w:rsidP="00B42F40">
      <w:pPr>
        <w:pStyle w:val="Textbezodsazen"/>
        <w:spacing w:after="0"/>
      </w:pPr>
      <w:r>
        <w:t>číslo smlouvy: "[</w:t>
      </w:r>
      <w:r w:rsidRPr="00F422D3">
        <w:rPr>
          <w:highlight w:val="green"/>
        </w:rPr>
        <w:t>VLOŽÍ OBJEDNATEL</w:t>
      </w:r>
      <w:r>
        <w:t xml:space="preserve">]" </w:t>
      </w:r>
    </w:p>
    <w:p w14:paraId="6DBEA9EA" w14:textId="77777777" w:rsidR="00F422D3" w:rsidRDefault="00F422D3" w:rsidP="00B42F40">
      <w:pPr>
        <w:pStyle w:val="Textbezodsazen"/>
      </w:pPr>
      <w:r>
        <w:t>ISPROFOND</w:t>
      </w:r>
      <w:r w:rsidR="00855D50">
        <w:t>/</w:t>
      </w:r>
      <w:proofErr w:type="spellStart"/>
      <w:r w:rsidR="00855D50">
        <w:t>SubISPROFIN</w:t>
      </w:r>
      <w:proofErr w:type="spellEnd"/>
      <w:r>
        <w:t xml:space="preserve">: </w:t>
      </w:r>
      <w:r w:rsidR="00855D50">
        <w:t>3273514800/5313530036</w:t>
      </w:r>
    </w:p>
    <w:p w14:paraId="468976CF" w14:textId="77777777" w:rsidR="00B42F40" w:rsidRDefault="00B42F40" w:rsidP="00B42F40">
      <w:pPr>
        <w:pStyle w:val="Textbezodsazen"/>
      </w:pPr>
    </w:p>
    <w:p w14:paraId="229FC655" w14:textId="77777777" w:rsidR="00F422D3" w:rsidRDefault="00F422D3" w:rsidP="00B42F40">
      <w:pPr>
        <w:pStyle w:val="Textbezodsazen"/>
      </w:pPr>
      <w:r w:rsidRPr="00B42F40">
        <w:t>a</w:t>
      </w:r>
    </w:p>
    <w:p w14:paraId="66886A44" w14:textId="77777777" w:rsidR="00CC6517" w:rsidRPr="00B42F40" w:rsidRDefault="00CC6517" w:rsidP="00B42F40">
      <w:pPr>
        <w:pStyle w:val="Textbezodsazen"/>
      </w:pPr>
    </w:p>
    <w:p w14:paraId="1A61A62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F3095F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5F4FB9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265B7A9"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2343B1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FE476E"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4073A6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4593DF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EABFD5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72196D7" w14:textId="77777777" w:rsidR="00F422D3" w:rsidRPr="00B42F40" w:rsidRDefault="00F422D3" w:rsidP="00B42F40">
      <w:pPr>
        <w:pStyle w:val="Textbezodsazen"/>
      </w:pPr>
      <w:r w:rsidRPr="00B42F40">
        <w:t>(dále jen „</w:t>
      </w:r>
      <w:r w:rsidRPr="00B42F40">
        <w:rPr>
          <w:rStyle w:val="Tun"/>
        </w:rPr>
        <w:t>Zhotovitel</w:t>
      </w:r>
      <w:r w:rsidRPr="00B42F40">
        <w:t>“)</w:t>
      </w:r>
    </w:p>
    <w:p w14:paraId="6EA4997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BA0182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7CBC413" w14:textId="77777777" w:rsidR="00DF7604" w:rsidRPr="00BB1390" w:rsidRDefault="00DF7604" w:rsidP="00BB1390">
      <w:pPr>
        <w:pStyle w:val="Textbezodsazen"/>
      </w:pPr>
      <w:r w:rsidRPr="00BB1390">
        <w:br w:type="page"/>
      </w:r>
    </w:p>
    <w:p w14:paraId="2F2DC4F3"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09E97306" w14:textId="77777777" w:rsidR="007D26F9" w:rsidRPr="00BC5BDD" w:rsidRDefault="007D26F9" w:rsidP="00BC5BDD">
      <w:pPr>
        <w:pStyle w:val="Nadpis1-1"/>
      </w:pPr>
      <w:r w:rsidRPr="00BC5BDD">
        <w:t>ÚVODNÍ USTANOVENÍ</w:t>
      </w:r>
    </w:p>
    <w:p w14:paraId="5BEE715D"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657FE1DD"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608B665"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474A3C19"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05F06B38"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734DF88A" w14:textId="3E37D094"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w:t>
      </w:r>
      <w:r w:rsidR="00DF2B5E">
        <w:t xml:space="preserve"> na vyžádání</w:t>
      </w:r>
      <w:r>
        <w:t xml:space="preserve">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1144C4FD" w14:textId="77777777" w:rsidR="007D26F9" w:rsidRDefault="007D26F9" w:rsidP="00BC5BDD">
      <w:pPr>
        <w:pStyle w:val="Odrka1-3"/>
      </w:pPr>
      <w:r>
        <w:t>daňový doklad,</w:t>
      </w:r>
    </w:p>
    <w:p w14:paraId="1645E552" w14:textId="77777777" w:rsidR="007D26F9" w:rsidRDefault="007D26F9" w:rsidP="00BC5BDD">
      <w:pPr>
        <w:pStyle w:val="Odrka1-3"/>
      </w:pPr>
      <w:r>
        <w:t>soupis zjišťovacích protokolů,</w:t>
      </w:r>
    </w:p>
    <w:p w14:paraId="127B323D" w14:textId="77777777" w:rsidR="007D26F9" w:rsidRDefault="007D26F9" w:rsidP="00BC5BDD">
      <w:pPr>
        <w:pStyle w:val="Odrka1-3"/>
      </w:pPr>
      <w:r>
        <w:t>zjišťovací protokoly.</w:t>
      </w:r>
    </w:p>
    <w:p w14:paraId="1B431186" w14:textId="77777777" w:rsidR="007D26F9" w:rsidRPr="00BC5BDD" w:rsidRDefault="007D26F9" w:rsidP="00BC5BDD">
      <w:pPr>
        <w:pStyle w:val="Nadpis1-1"/>
      </w:pPr>
      <w:r w:rsidRPr="00BC5BDD">
        <w:t>ÚČEL SMLOUVY</w:t>
      </w:r>
    </w:p>
    <w:p w14:paraId="77040077" w14:textId="77777777" w:rsidR="007D26F9" w:rsidRPr="00855D50" w:rsidRDefault="007D26F9" w:rsidP="00855D50">
      <w:pPr>
        <w:pStyle w:val="Text1-1"/>
        <w:rPr>
          <w:b/>
        </w:rPr>
      </w:pPr>
      <w:r>
        <w:t xml:space="preserve">Objednatel oznámil uveřejněním na profilu zadavatele: </w:t>
      </w:r>
      <w:hyperlink r:id="rId12" w:history="1">
        <w:r w:rsidR="00A7240B" w:rsidRPr="00606FE8">
          <w:rPr>
            <w:rStyle w:val="Hypertextovodkaz"/>
            <w:noProof w:val="0"/>
            <w:color w:val="auto"/>
          </w:rPr>
          <w:t>https://zakazky.sprav</w:t>
        </w:r>
      </w:hyperlink>
      <w:r w:rsidR="00A7240B" w:rsidRPr="00606FE8">
        <w:t>azeleznic</w:t>
      </w:r>
      <w:r w:rsidRPr="00606FE8">
        <w:t>.c</w:t>
      </w:r>
      <w:r>
        <w:t>z/dne "[</w:t>
      </w:r>
      <w:r w:rsidRPr="007D26F9">
        <w:rPr>
          <w:highlight w:val="green"/>
        </w:rPr>
        <w:t>VLOŽÍ OBJEDNATEL</w:t>
      </w:r>
      <w:r>
        <w:t xml:space="preserve">]" pod evidenčním číslem </w:t>
      </w:r>
      <w:r w:rsidR="00855D50">
        <w:t xml:space="preserve">61823040 </w:t>
      </w:r>
      <w:r>
        <w:t>svůj úmysl zadat veřejnou zakázku</w:t>
      </w:r>
      <w:r w:rsidR="00A349C6">
        <w:t xml:space="preserve"> s </w:t>
      </w:r>
      <w:r>
        <w:t>názvem „</w:t>
      </w:r>
      <w:r w:rsidR="00855D50" w:rsidRPr="00855D50">
        <w:rPr>
          <w:rStyle w:val="Tun"/>
        </w:rPr>
        <w:t>Rekonstrukce a rozšíření přejezdu v</w:t>
      </w:r>
      <w:r w:rsidR="00855D50">
        <w:rPr>
          <w:rStyle w:val="Tun"/>
        </w:rPr>
        <w:t> </w:t>
      </w:r>
      <w:r w:rsidR="00855D50" w:rsidRPr="00855D50">
        <w:rPr>
          <w:rStyle w:val="Tun"/>
        </w:rPr>
        <w:t>km</w:t>
      </w:r>
      <w:r w:rsidR="00855D50">
        <w:rPr>
          <w:rStyle w:val="Tun"/>
        </w:rPr>
        <w:t xml:space="preserve"> </w:t>
      </w:r>
      <w:r w:rsidR="00855D50" w:rsidRPr="00855D50">
        <w:rPr>
          <w:rStyle w:val="Tun"/>
        </w:rPr>
        <w:t>4,233 (P1417) trati Číčenice – Volary</w:t>
      </w:r>
      <w:r>
        <w:t>“ (dále jen „</w:t>
      </w:r>
      <w:r w:rsidRPr="007D26F9">
        <w:rPr>
          <w:rStyle w:val="Tun"/>
        </w:rPr>
        <w:t>Veřejná zakázka</w:t>
      </w:r>
      <w:r>
        <w:t xml:space="preserve">“). Na základě tohoto výběrové řízení byla pro plnění Veřejné zakázky vybrána jako nejvhodnější nabídka Zhotovitele. </w:t>
      </w:r>
    </w:p>
    <w:p w14:paraId="6F92DDAC"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704F06D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22C673F2"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325ADEE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63265BDF"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19F61F0" w14:textId="77777777" w:rsidR="007D26F9" w:rsidRPr="00BC5BDD" w:rsidRDefault="007D26F9" w:rsidP="00BC5BDD">
      <w:pPr>
        <w:pStyle w:val="Nadpis1-1"/>
      </w:pPr>
      <w:r w:rsidRPr="00BC5BDD">
        <w:t xml:space="preserve">PŘEDMĚT, CENA A HARMONOGRAM POSTUPU PRACÍ SMLOUVY </w:t>
      </w:r>
    </w:p>
    <w:p w14:paraId="6A7D0B8D"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5A31187B"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288514FB"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1482A30C"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72B5D03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4027593"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 xml:space="preserve">Příloze č. 4 </w:t>
      </w:r>
      <w:proofErr w:type="gramStart"/>
      <w:r>
        <w:t>této</w:t>
      </w:r>
      <w:proofErr w:type="gramEnd"/>
      <w:r>
        <w:t xml:space="preserve"> Smlouvy.</w:t>
      </w:r>
    </w:p>
    <w:p w14:paraId="2D6551E9"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23041264"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6E424963" w14:textId="77777777"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14:paraId="00064A9D" w14:textId="77777777"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14:paraId="0C690F07" w14:textId="77777777" w:rsidR="007D26F9" w:rsidRDefault="007D26F9" w:rsidP="00762D88">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572368B"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79A34010"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06DD9E14"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7F0606E8"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2543E17A" w14:textId="3DDD13FF" w:rsidR="007D26F9" w:rsidRPr="008F7242" w:rsidRDefault="007D26F9" w:rsidP="00BC5BDD">
      <w:pPr>
        <w:pStyle w:val="Textbezslovn"/>
        <w:rPr>
          <w:rStyle w:val="Tun"/>
        </w:rPr>
      </w:pPr>
      <w:r w:rsidRPr="008F7242">
        <w:rPr>
          <w:rStyle w:val="Tun"/>
        </w:rPr>
        <w:t xml:space="preserve">Celková lhůta pro dokončení Díla činí celkem </w:t>
      </w:r>
      <w:r w:rsidR="00DF2B5E">
        <w:rPr>
          <w:rStyle w:val="Tun"/>
        </w:rPr>
        <w:t>18</w:t>
      </w:r>
      <w:r w:rsidRPr="008F7242">
        <w:rPr>
          <w:rStyle w:val="Tun"/>
        </w:rPr>
        <w:t xml:space="preserve"> měsíců ode Dne zahájení stavebních prací (dokladem prokazujícím, že Zhotovitel dokončil celé Dílo, je Předávací protokol dle odst. 10.4 Obchodních podmínek).</w:t>
      </w:r>
    </w:p>
    <w:p w14:paraId="382DCE14" w14:textId="4D82A548" w:rsidR="007D26F9" w:rsidRDefault="007D26F9" w:rsidP="00BC5BDD">
      <w:pPr>
        <w:pStyle w:val="Textbezslovn"/>
      </w:pPr>
      <w:r>
        <w:lastRenderedPageBreak/>
        <w:t xml:space="preserve">Lhůta pro dokončení stavebních prací činí celkem </w:t>
      </w:r>
      <w:r w:rsidR="00DF2B5E">
        <w:rPr>
          <w:rStyle w:val="Tun"/>
        </w:rPr>
        <w:t>12</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5047970D" w14:textId="77777777" w:rsidR="007D26F9" w:rsidRDefault="007D26F9" w:rsidP="00BC5BDD">
      <w:pPr>
        <w:pStyle w:val="Textbezslovn"/>
      </w:pPr>
      <w:r w:rsidRPr="00DF2B5E">
        <w:t xml:space="preserve">Předání posouzení interoperability, včetně zajištění všech souvisejících dokladů, podle </w:t>
      </w:r>
      <w:proofErr w:type="spellStart"/>
      <w:r w:rsidRPr="00DF2B5E">
        <w:t>ust</w:t>
      </w:r>
      <w:proofErr w:type="spellEnd"/>
      <w:r w:rsidRPr="00DF2B5E">
        <w: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2B80134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6B710008"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691B204D"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50B30B4E" w14:textId="77777777" w:rsidR="007D26F9" w:rsidRPr="00BC5BDD" w:rsidRDefault="007D26F9" w:rsidP="00BC5BDD">
      <w:pPr>
        <w:pStyle w:val="Nadpis1-1"/>
      </w:pPr>
      <w:r w:rsidRPr="00BC5BDD">
        <w:t>ZÁRUKY A DALŠÍ USTANOVENÍ</w:t>
      </w:r>
    </w:p>
    <w:p w14:paraId="7FC5874C" w14:textId="7C03E206"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w:t>
      </w:r>
      <w:r w:rsidR="00203A0D">
        <w:t>se nepožaduje</w:t>
      </w:r>
      <w:r>
        <w:t>.</w:t>
      </w:r>
    </w:p>
    <w:p w14:paraId="57E47840"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72E62303"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1DA1C49"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277BC91B"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2DEC735" w14:textId="77777777" w:rsidR="009A12BD" w:rsidRPr="00570F6E" w:rsidRDefault="00704A28" w:rsidP="00570F6E">
      <w:pPr>
        <w:pStyle w:val="Text1-1"/>
      </w:pPr>
      <w:r w:rsidRPr="00570F6E">
        <w:t>NEOBSAZENO.</w:t>
      </w:r>
    </w:p>
    <w:p w14:paraId="478D2827" w14:textId="77777777" w:rsidR="004C1A60" w:rsidRPr="009A12BD" w:rsidRDefault="004C1A60" w:rsidP="004C1A60">
      <w:pPr>
        <w:pStyle w:val="Text1-1"/>
      </w:pPr>
      <w:r w:rsidRPr="009A12BD">
        <w:t>Objednatel vydá na žádost Zhotovitele/ společníka/ poddodavatele/ 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0D4A293A" w14:textId="77777777" w:rsidR="004C1A60" w:rsidRPr="009A12BD" w:rsidRDefault="004C1A60" w:rsidP="008D1836">
      <w:pPr>
        <w:pStyle w:val="Odstavec1-1a"/>
        <w:numPr>
          <w:ilvl w:val="0"/>
          <w:numId w:val="14"/>
        </w:numPr>
      </w:pPr>
      <w:r w:rsidRPr="009A12BD">
        <w:lastRenderedPageBreak/>
        <w:t>hodnota provedených prací Zhotovitelem, včetně hodnoty vyhrazeného plnění, v</w:t>
      </w:r>
      <w:r w:rsidR="00011C60">
        <w:t> </w:t>
      </w:r>
      <w:r w:rsidRPr="009A12BD">
        <w:t xml:space="preserve">případě dvou a více společníků specifikovaná v Kč dle jednotlivých společníků, </w:t>
      </w:r>
    </w:p>
    <w:p w14:paraId="711C4D5D" w14:textId="77777777" w:rsidR="004C1A60" w:rsidRPr="009A12BD" w:rsidRDefault="004C1A60" w:rsidP="008D1836">
      <w:pPr>
        <w:pStyle w:val="Odstavec1-1a"/>
        <w:numPr>
          <w:ilvl w:val="0"/>
          <w:numId w:val="14"/>
        </w:numPr>
      </w:pPr>
      <w:r w:rsidRPr="009A12BD">
        <w:t>hodnota provedených prací dle jednotlivých poddodavatelů/ členů koncernu specifikovaná dle jednotlivých poddodavatelů/ členů koncernu, a to jak v Kč, tak v</w:t>
      </w:r>
      <w:r w:rsidR="009F0070">
        <w:t> </w:t>
      </w:r>
      <w:r w:rsidRPr="009A12BD">
        <w:t>%, včetně věcného rozsahu plnění (označení dle čísel a názvů jednotlivých PS a SO, případně jiným vhodným způsobem, nelze-li označit dle SO a PS).</w:t>
      </w:r>
    </w:p>
    <w:p w14:paraId="65D0EAEF"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1AD1C04C"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BCAE58B"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31D4FFB5"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5362801F" w14:textId="77777777" w:rsidR="004A36B7" w:rsidRPr="005E007F" w:rsidRDefault="004A36B7" w:rsidP="008941D9">
      <w:pPr>
        <w:pStyle w:val="Text1-1"/>
      </w:pPr>
      <w:r w:rsidRPr="005E007F">
        <w:t>Sociálně a environmentálně odpovědné zadávání</w:t>
      </w:r>
    </w:p>
    <w:p w14:paraId="04D9F60A"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38C089C4"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4D71FD84"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4A36B7" w:rsidRPr="005E007F">
        <w:rPr>
          <w:rFonts w:eastAsia="Times New Roman" w:cs="Times New Roman"/>
        </w:rPr>
        <w:t>dle odst. 2.</w:t>
      </w:r>
      <w:r w:rsidRPr="005E007F">
        <w:rPr>
          <w:rFonts w:eastAsia="Times New Roman" w:cs="Times New Roman"/>
        </w:rPr>
        <w:t>1</w:t>
      </w:r>
      <w:r w:rsidR="00005FBB" w:rsidRPr="005E007F">
        <w:rPr>
          <w:rFonts w:eastAsia="Times New Roman" w:cs="Times New Roman"/>
        </w:rPr>
        <w:t>.</w:t>
      </w:r>
      <w:r w:rsidRPr="005E007F">
        <w:rPr>
          <w:rFonts w:eastAsia="Times New Roman" w:cs="Times New Roman"/>
        </w:rPr>
        <w:t>2</w:t>
      </w:r>
      <w:r w:rsidR="004A36B7" w:rsidRPr="005E007F">
        <w:rPr>
          <w:rFonts w:eastAsia="Times New Roman" w:cs="Times New Roman"/>
        </w:rPr>
        <w:t xml:space="preserve"> Přílohy č. 2b) této Smlouvy, budou probíhat primárně distančním způsobem (elektronicky, např. MS </w:t>
      </w:r>
      <w:proofErr w:type="spellStart"/>
      <w:r w:rsidR="004A36B7" w:rsidRPr="005E007F">
        <w:rPr>
          <w:rFonts w:eastAsia="Times New Roman" w:cs="Times New Roman"/>
        </w:rPr>
        <w:t>Teams</w:t>
      </w:r>
      <w:proofErr w:type="spellEnd"/>
      <w:r w:rsidR="004A36B7" w:rsidRPr="005E007F">
        <w:rPr>
          <w:rFonts w:eastAsia="Times New Roman" w:cs="Times New Roman"/>
        </w:rPr>
        <w:t xml:space="preserve">, Google </w:t>
      </w:r>
      <w:proofErr w:type="spellStart"/>
      <w:r w:rsidR="004A36B7" w:rsidRPr="005E007F">
        <w:rPr>
          <w:rFonts w:eastAsia="Times New Roman" w:cs="Times New Roman"/>
        </w:rPr>
        <w:t>meet</w:t>
      </w:r>
      <w:proofErr w:type="spellEnd"/>
      <w:r w:rsidR="004A36B7" w:rsidRPr="005E007F">
        <w:rPr>
          <w:rFonts w:eastAsia="Times New Roman" w:cs="Times New Roman"/>
        </w:rPr>
        <w:t>, atp.), pokud nebude nutné, aby byly spojeny s místním šetřením.</w:t>
      </w:r>
    </w:p>
    <w:p w14:paraId="29179E93" w14:textId="6E6FFB53" w:rsidR="004A36B7" w:rsidRPr="005E007F" w:rsidRDefault="004A36B7" w:rsidP="00203A0D">
      <w:pPr>
        <w:pStyle w:val="Text1-2"/>
      </w:pPr>
      <w:r w:rsidRPr="005E007F">
        <w:t>Zhotovitel se zavazuje, že v průběhu plnění Díla umožní v souvislosti s</w:t>
      </w:r>
      <w:r w:rsidR="00005FBB" w:rsidRPr="005E007F">
        <w:t xml:space="preserve"> prováděním prací na Díle </w:t>
      </w:r>
      <w:r w:rsidR="00A66949" w:rsidRPr="005E007F">
        <w:t xml:space="preserve">provedení studentské exkurze </w:t>
      </w:r>
      <w:r w:rsidRPr="005E007F">
        <w:t xml:space="preserve">na </w:t>
      </w:r>
      <w:r w:rsidR="00022FF9" w:rsidRPr="005E007F">
        <w:t>St</w:t>
      </w:r>
      <w:r w:rsidRPr="005E007F">
        <w:t xml:space="preserve">aveništi. </w:t>
      </w:r>
      <w:r w:rsidR="006D5FB4" w:rsidRPr="005E007F">
        <w:t>Podrobnosti k provedení exkurze jsou uvedeny v Obchodních podmínkách</w:t>
      </w:r>
      <w:r w:rsidR="00682A45" w:rsidRPr="00FA3EC0">
        <w:rPr>
          <w:i/>
        </w:rPr>
        <w:t>.</w:t>
      </w:r>
    </w:p>
    <w:p w14:paraId="0A2B3D48" w14:textId="77777777" w:rsidR="004A36B7" w:rsidRPr="005E007F" w:rsidRDefault="004A36B7" w:rsidP="00203A0D">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422264D8" w14:textId="25863E09" w:rsidR="008A3592" w:rsidRPr="00D56287" w:rsidRDefault="00D56287" w:rsidP="00EB5207">
      <w:pPr>
        <w:pStyle w:val="Text1-1"/>
      </w:pPr>
      <w:r w:rsidRPr="00D56287">
        <w:t>NEOBSAZENO</w:t>
      </w:r>
    </w:p>
    <w:p w14:paraId="4D5D88C2" w14:textId="21E8AFF8" w:rsidR="008A3592" w:rsidRDefault="008A3592" w:rsidP="008A3592">
      <w:pPr>
        <w:pStyle w:val="Odrka1-3"/>
        <w:numPr>
          <w:ilvl w:val="0"/>
          <w:numId w:val="0"/>
        </w:numPr>
        <w:ind w:left="1928" w:hanging="1219"/>
        <w:rPr>
          <w:i/>
          <w:color w:val="00B050"/>
        </w:rPr>
      </w:pPr>
    </w:p>
    <w:p w14:paraId="185450B9"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0C817562" w14:textId="77777777" w:rsidR="00385B90" w:rsidRPr="00385B90" w:rsidRDefault="00385B90" w:rsidP="00203A0D">
      <w:pPr>
        <w:pStyle w:val="Nadpis1-1"/>
        <w:jc w:val="both"/>
        <w:rPr>
          <w:szCs w:val="22"/>
        </w:rPr>
      </w:pPr>
      <w:r w:rsidRPr="00385B90">
        <w:rPr>
          <w:szCs w:val="22"/>
        </w:rPr>
        <w:lastRenderedPageBreak/>
        <w:t>ZÁ</w:t>
      </w:r>
      <w:r w:rsidR="00762D88">
        <w:rPr>
          <w:szCs w:val="22"/>
        </w:rPr>
        <w:t>VĚREČNÁ USTANOVENÍ</w:t>
      </w:r>
    </w:p>
    <w:p w14:paraId="5D80D564"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2873E4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096D5203" w14:textId="77777777"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41EFE840"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BADAAB4" w14:textId="77777777"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407A91DC"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393A6FED"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11E4AA1F"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C5F24A2"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390D0543"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38FADD6" w14:textId="77777777"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7A0CC40E"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 xml:space="preserve">případným </w:t>
      </w:r>
      <w:r>
        <w:lastRenderedPageBreak/>
        <w:t>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6CA3AB4"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273B01B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DBD28F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7CD945A6" w14:textId="77777777" w:rsidR="007D26F9" w:rsidRPr="008F7242" w:rsidRDefault="007D26F9" w:rsidP="00342DC7">
      <w:pPr>
        <w:pStyle w:val="Text1-1"/>
        <w:rPr>
          <w:rStyle w:val="Tun"/>
        </w:rPr>
      </w:pPr>
      <w:r w:rsidRPr="008F7242">
        <w:rPr>
          <w:rStyle w:val="Tun"/>
        </w:rPr>
        <w:t>Součást Smlouvy tvoří tyto přílohy:</w:t>
      </w:r>
    </w:p>
    <w:p w14:paraId="3651DACE" w14:textId="77777777" w:rsidR="007D26F9" w:rsidRDefault="007D26F9" w:rsidP="00342DC7">
      <w:pPr>
        <w:pStyle w:val="Textbezslovn"/>
      </w:pPr>
      <w:r w:rsidRPr="00A349C6">
        <w:rPr>
          <w:b/>
        </w:rPr>
        <w:t>Příloha č. 1:</w:t>
      </w:r>
      <w:r w:rsidR="008F7242">
        <w:t xml:space="preserve"> </w:t>
      </w:r>
      <w:r w:rsidR="008F7242">
        <w:tab/>
      </w:r>
      <w:r>
        <w:t xml:space="preserve">Obchodní podmínky – </w:t>
      </w:r>
      <w:r w:rsidR="00855D50" w:rsidRPr="00855D50">
        <w:t>OP/R/24/22</w:t>
      </w:r>
    </w:p>
    <w:p w14:paraId="7D43E115"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01ED113"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94795DA" w14:textId="77777777" w:rsidR="007D26F9" w:rsidRDefault="00F43D42" w:rsidP="00F43D42">
      <w:pPr>
        <w:pStyle w:val="Textbezslovn"/>
        <w:ind w:left="2127"/>
      </w:pPr>
      <w:r>
        <w:t xml:space="preserve">b) </w:t>
      </w:r>
      <w:r w:rsidR="007D26F9">
        <w:t xml:space="preserve">Všeobecné technické podmínky – </w:t>
      </w:r>
      <w:r w:rsidR="00855D50" w:rsidRPr="006B385D">
        <w:t>VTP/R/16/22</w:t>
      </w:r>
    </w:p>
    <w:p w14:paraId="3A4C9EC4" w14:textId="77777777" w:rsidR="007D26F9" w:rsidRDefault="00F43D42" w:rsidP="00F43D42">
      <w:pPr>
        <w:pStyle w:val="Textbezslovn"/>
        <w:ind w:left="2127"/>
      </w:pPr>
      <w:r>
        <w:t xml:space="preserve">c) </w:t>
      </w:r>
      <w:r w:rsidR="007D26F9">
        <w:t xml:space="preserve">Zvláštní technické podmínky </w:t>
      </w:r>
      <w:r w:rsidR="00855D50">
        <w:t xml:space="preserve">ze dne </w:t>
      </w:r>
      <w:proofErr w:type="gramStart"/>
      <w:r w:rsidR="00855D50">
        <w:t>13.02.2023</w:t>
      </w:r>
      <w:proofErr w:type="gramEnd"/>
    </w:p>
    <w:p w14:paraId="2873A57D"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7A06F8B"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60E41E1B"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2A63E054" w14:textId="77777777" w:rsidR="007D26F9" w:rsidRDefault="007D26F9" w:rsidP="00342DC7">
      <w:pPr>
        <w:pStyle w:val="Textbezslovn"/>
      </w:pPr>
      <w:r w:rsidRPr="00A349C6">
        <w:rPr>
          <w:b/>
        </w:rPr>
        <w:t>Příloha č. 6:</w:t>
      </w:r>
      <w:r w:rsidR="008F7242">
        <w:t xml:space="preserve"> </w:t>
      </w:r>
      <w:r w:rsidR="00342DC7">
        <w:tab/>
      </w:r>
      <w:r>
        <w:t>Oprávněné osoby</w:t>
      </w:r>
    </w:p>
    <w:p w14:paraId="54A1CD48"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5E4D2A08"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51525DCE" w14:textId="77777777" w:rsidR="007D26F9" w:rsidRDefault="007D26F9" w:rsidP="00342DC7">
      <w:pPr>
        <w:pStyle w:val="Textbezslovn"/>
      </w:pPr>
      <w:r w:rsidRPr="00A349C6">
        <w:rPr>
          <w:b/>
        </w:rPr>
        <w:t>Příloha č. 9:</w:t>
      </w:r>
      <w:r>
        <w:tab/>
        <w:t>Zmocnění Vedoucího Zhotovitele</w:t>
      </w:r>
    </w:p>
    <w:p w14:paraId="5FE58D10" w14:textId="26F16EC8" w:rsidR="002A7B96" w:rsidRDefault="004C1A60" w:rsidP="002A7B96">
      <w:pPr>
        <w:pStyle w:val="Textbezslovn"/>
        <w:rPr>
          <w:i/>
        </w:rPr>
      </w:pPr>
      <w:r w:rsidRPr="00606FE8">
        <w:rPr>
          <w:b/>
        </w:rPr>
        <w:t>Příloha č.</w:t>
      </w:r>
      <w:r w:rsidR="00FC3988">
        <w:rPr>
          <w:b/>
        </w:rPr>
        <w:t xml:space="preserve"> </w:t>
      </w:r>
      <w:r w:rsidRPr="00606FE8">
        <w:rPr>
          <w:b/>
        </w:rPr>
        <w:t xml:space="preserve">10:  </w:t>
      </w:r>
      <w:r w:rsidRPr="009A12BD">
        <w:t>Osvědčení</w:t>
      </w:r>
      <w:r w:rsidR="00966BE8" w:rsidRPr="009A12BD">
        <w:rPr>
          <w:i/>
        </w:rPr>
        <w:t xml:space="preserve"> </w:t>
      </w:r>
      <w:bookmarkStart w:id="0" w:name="_GoBack"/>
      <w:bookmarkEnd w:id="0"/>
    </w:p>
    <w:p w14:paraId="702BFE0E" w14:textId="7BD91B19" w:rsidR="0035124E" w:rsidRPr="0035124E" w:rsidRDefault="0035124E" w:rsidP="0035124E">
      <w:pPr>
        <w:pStyle w:val="Textbezslovn"/>
        <w:rPr>
          <w:b/>
          <w:color w:val="000000" w:themeColor="text1"/>
        </w:rPr>
      </w:pPr>
      <w:r w:rsidRPr="0035124E">
        <w:rPr>
          <w:b/>
          <w:color w:val="000000" w:themeColor="text1"/>
        </w:rPr>
        <w:t xml:space="preserve">Příloha </w:t>
      </w:r>
      <w:r>
        <w:rPr>
          <w:b/>
          <w:color w:val="000000" w:themeColor="text1"/>
        </w:rPr>
        <w:t>č</w:t>
      </w:r>
      <w:r w:rsidRPr="0035124E">
        <w:rPr>
          <w:b/>
          <w:color w:val="000000" w:themeColor="text1"/>
        </w:rPr>
        <w:t>. 11</w:t>
      </w:r>
      <w:r>
        <w:rPr>
          <w:b/>
          <w:color w:val="000000" w:themeColor="text1"/>
        </w:rPr>
        <w:t xml:space="preserve"> </w:t>
      </w:r>
      <w:r w:rsidRPr="0035124E">
        <w:rPr>
          <w:color w:val="000000" w:themeColor="text1"/>
        </w:rPr>
        <w:t>Čestné prohlášení o splnění podmínek v souvislosti se situací na Ukrajině</w:t>
      </w:r>
    </w:p>
    <w:p w14:paraId="1733B6D1" w14:textId="77777777" w:rsidR="0035124E" w:rsidRPr="008941D9" w:rsidRDefault="0035124E" w:rsidP="002A7B96">
      <w:pPr>
        <w:pStyle w:val="Textbezslovn"/>
        <w:rPr>
          <w:color w:val="000000" w:themeColor="text1"/>
        </w:rPr>
      </w:pPr>
    </w:p>
    <w:p w14:paraId="046187DE" w14:textId="77777777" w:rsidR="00342DC7" w:rsidRDefault="00342DC7" w:rsidP="00342DC7">
      <w:pPr>
        <w:pStyle w:val="Textbezodsazen"/>
        <w:rPr>
          <w:rStyle w:val="Tun"/>
        </w:rPr>
      </w:pPr>
    </w:p>
    <w:p w14:paraId="2CA5F617" w14:textId="77777777" w:rsidR="00F43D42" w:rsidRDefault="00F43D42" w:rsidP="00342DC7">
      <w:pPr>
        <w:pStyle w:val="Textbezodsazen"/>
        <w:rPr>
          <w:rStyle w:val="Tun"/>
        </w:rPr>
      </w:pPr>
    </w:p>
    <w:p w14:paraId="75DE8ACC" w14:textId="77777777" w:rsidR="007D26F9" w:rsidRPr="00342DC7" w:rsidRDefault="007D26F9" w:rsidP="00342DC7">
      <w:pPr>
        <w:pStyle w:val="Textbezodsazen"/>
        <w:rPr>
          <w:rStyle w:val="Tun"/>
        </w:rPr>
      </w:pPr>
      <w:r w:rsidRPr="00342DC7">
        <w:rPr>
          <w:rStyle w:val="Tun"/>
        </w:rPr>
        <w:lastRenderedPageBreak/>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757FA805" w14:textId="77777777" w:rsidR="007D26F9" w:rsidRPr="007D26F9" w:rsidRDefault="007D26F9" w:rsidP="007D26F9">
      <w:pPr>
        <w:pStyle w:val="Textbezodsazen"/>
      </w:pPr>
    </w:p>
    <w:p w14:paraId="3D5DC805" w14:textId="77777777" w:rsidR="00F422D3" w:rsidRDefault="00F422D3" w:rsidP="009F0867">
      <w:pPr>
        <w:pStyle w:val="Textbezodsazen"/>
      </w:pPr>
    </w:p>
    <w:p w14:paraId="51CF3990" w14:textId="77777777" w:rsidR="00F422D3" w:rsidRDefault="00F422D3" w:rsidP="009F0867">
      <w:pPr>
        <w:pStyle w:val="Textbezodsazen"/>
      </w:pPr>
    </w:p>
    <w:p w14:paraId="15E029AC" w14:textId="77777777" w:rsidR="00F422D3" w:rsidRDefault="00F422D3" w:rsidP="009F0867">
      <w:pPr>
        <w:pStyle w:val="Textbezodsazen"/>
      </w:pPr>
    </w:p>
    <w:p w14:paraId="53AB7596" w14:textId="77777777" w:rsidR="00F422D3" w:rsidRDefault="00F422D3" w:rsidP="009F0867">
      <w:pPr>
        <w:pStyle w:val="Textbezodsazen"/>
      </w:pPr>
    </w:p>
    <w:p w14:paraId="73CAEDFB"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4B18A501" w14:textId="77777777" w:rsidR="00F422D3" w:rsidRDefault="00F422D3" w:rsidP="009F0867">
      <w:pPr>
        <w:pStyle w:val="Textbezodsazen"/>
      </w:pPr>
    </w:p>
    <w:p w14:paraId="0B7EE3B8" w14:textId="77777777" w:rsidR="00F422D3" w:rsidRDefault="00F422D3" w:rsidP="009F0867">
      <w:pPr>
        <w:pStyle w:val="Textbezodsazen"/>
      </w:pPr>
    </w:p>
    <w:p w14:paraId="1DF2C0D8"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04DCDE63" w14:textId="77777777" w:rsidR="00855D50" w:rsidRPr="00F10891" w:rsidRDefault="00855D50" w:rsidP="00855D50">
      <w:pPr>
        <w:pStyle w:val="Textbezodsazen"/>
        <w:rPr>
          <w:b/>
        </w:rPr>
      </w:pPr>
      <w:r w:rsidRPr="00F10891">
        <w:rPr>
          <w:rFonts w:asciiTheme="minorHAnsi" w:hAnsiTheme="minorHAnsi"/>
          <w:b/>
        </w:rPr>
        <w:t>Ing. Petr Hofhanzl</w:t>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sidRPr="00F43D42">
        <w:rPr>
          <w:b/>
          <w:highlight w:val="yellow"/>
        </w:rPr>
        <w:t>„[VLOŽÍ ZHOTOVITEL]“</w:t>
      </w:r>
    </w:p>
    <w:p w14:paraId="284C2D1F" w14:textId="77777777" w:rsidR="00855D50" w:rsidRPr="00F10891" w:rsidRDefault="00855D50" w:rsidP="00855D50">
      <w:pPr>
        <w:spacing w:after="0" w:line="264" w:lineRule="auto"/>
        <w:jc w:val="both"/>
        <w:rPr>
          <w:rFonts w:asciiTheme="minorHAnsi" w:hAnsiTheme="minorHAnsi"/>
          <w:sz w:val="18"/>
          <w:szCs w:val="18"/>
        </w:rPr>
      </w:pPr>
      <w:r w:rsidRPr="00F10891">
        <w:rPr>
          <w:rFonts w:asciiTheme="minorHAnsi" w:hAnsiTheme="minorHAnsi"/>
          <w:sz w:val="18"/>
          <w:szCs w:val="18"/>
        </w:rPr>
        <w:t>ředitel Stavební správy západ</w:t>
      </w:r>
    </w:p>
    <w:p w14:paraId="0D6BB7BC" w14:textId="77777777" w:rsidR="00855D50" w:rsidRDefault="00855D50" w:rsidP="00855D50">
      <w:pPr>
        <w:pStyle w:val="Textbezodsazen"/>
        <w:spacing w:after="0"/>
        <w:rPr>
          <w:rFonts w:asciiTheme="minorHAnsi" w:hAnsiTheme="minorHAnsi"/>
        </w:rPr>
      </w:pPr>
      <w:r w:rsidRPr="00F10891">
        <w:rPr>
          <w:rFonts w:asciiTheme="minorHAnsi" w:hAnsiTheme="minorHAnsi"/>
        </w:rPr>
        <w:t>Správa železnic, státní organizace</w:t>
      </w:r>
    </w:p>
    <w:p w14:paraId="787466FC" w14:textId="77777777" w:rsidR="00855D50" w:rsidRPr="00A0162B" w:rsidRDefault="00855D50" w:rsidP="00855D50">
      <w:pPr>
        <w:pStyle w:val="Textbezodsazen"/>
        <w:spacing w:after="0"/>
        <w:rPr>
          <w:i/>
        </w:rPr>
      </w:pPr>
      <w:r w:rsidRPr="00A0162B">
        <w:rPr>
          <w:i/>
        </w:rPr>
        <w:t>(podepsáno elektronicky)</w:t>
      </w:r>
    </w:p>
    <w:p w14:paraId="249FBA86" w14:textId="77777777" w:rsidR="00F422D3" w:rsidRDefault="00F422D3" w:rsidP="009F0867">
      <w:pPr>
        <w:pStyle w:val="Textbezodsazen"/>
      </w:pPr>
    </w:p>
    <w:p w14:paraId="1EC36C97" w14:textId="77777777"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4A29A263" w14:textId="77777777" w:rsidR="00CB4F6D" w:rsidRDefault="00CB4F6D" w:rsidP="00762D88">
      <w:pPr>
        <w:pStyle w:val="Nadpisbezsl1-1"/>
        <w:outlineLvl w:val="0"/>
      </w:pPr>
      <w:r>
        <w:lastRenderedPageBreak/>
        <w:t>Příloha č.</w:t>
      </w:r>
      <w:r w:rsidR="001F518E">
        <w:t xml:space="preserve"> 1</w:t>
      </w:r>
    </w:p>
    <w:p w14:paraId="3A479F62" w14:textId="77777777" w:rsidR="00CB4F6D" w:rsidRPr="001F518E" w:rsidRDefault="00342DC7" w:rsidP="001F518E">
      <w:pPr>
        <w:pStyle w:val="Nadpisbezsl1-2"/>
      </w:pPr>
      <w:r w:rsidRPr="001F518E">
        <w:t>Obchodní podmínky</w:t>
      </w:r>
    </w:p>
    <w:p w14:paraId="68BA5043" w14:textId="77777777" w:rsidR="00855D50" w:rsidRPr="00CB4F6D" w:rsidRDefault="00855D50" w:rsidP="00855D50">
      <w:pPr>
        <w:pStyle w:val="Textbezodsazen"/>
      </w:pPr>
      <w:r w:rsidRPr="00591E68">
        <w:t>OP/R/24/22</w:t>
      </w:r>
    </w:p>
    <w:p w14:paraId="4EA5F620" w14:textId="77777777" w:rsidR="007145F3" w:rsidRDefault="007145F3" w:rsidP="00CB4F6D">
      <w:pPr>
        <w:pStyle w:val="Textbezodsazen"/>
      </w:pPr>
    </w:p>
    <w:p w14:paraId="4FE01705" w14:textId="77777777" w:rsidR="007145F3" w:rsidRDefault="007145F3" w:rsidP="00CB4F6D">
      <w:pPr>
        <w:pStyle w:val="Textbezodsazen"/>
      </w:pPr>
    </w:p>
    <w:p w14:paraId="62DFFC25" w14:textId="77777777" w:rsidR="00237604" w:rsidRDefault="00237604" w:rsidP="00CB4F6D">
      <w:pPr>
        <w:pStyle w:val="Textbezodsazen"/>
      </w:pPr>
    </w:p>
    <w:p w14:paraId="45D915C5" w14:textId="77777777" w:rsidR="00237604" w:rsidRDefault="00237604" w:rsidP="00CB4F6D">
      <w:pPr>
        <w:pStyle w:val="Textbezodsazen"/>
      </w:pPr>
    </w:p>
    <w:p w14:paraId="342509D9" w14:textId="77777777" w:rsidR="00237604" w:rsidRDefault="00237604" w:rsidP="00CB4F6D">
      <w:pPr>
        <w:pStyle w:val="Textbezodsazen"/>
      </w:pPr>
    </w:p>
    <w:p w14:paraId="0BF79729" w14:textId="77777777" w:rsidR="00237604" w:rsidRDefault="00237604" w:rsidP="00CB4F6D">
      <w:pPr>
        <w:pStyle w:val="Textbezodsazen"/>
      </w:pPr>
    </w:p>
    <w:p w14:paraId="346EC4C1" w14:textId="77777777" w:rsidR="00237604" w:rsidRDefault="00237604" w:rsidP="00CB4F6D">
      <w:pPr>
        <w:pStyle w:val="Textbezodsazen"/>
      </w:pPr>
    </w:p>
    <w:p w14:paraId="187EF72F" w14:textId="77777777" w:rsidR="00237604" w:rsidRDefault="00237604" w:rsidP="00CB4F6D">
      <w:pPr>
        <w:pStyle w:val="Textbezodsazen"/>
      </w:pPr>
    </w:p>
    <w:p w14:paraId="59DD7C19" w14:textId="77777777" w:rsidR="00237604" w:rsidRDefault="00237604" w:rsidP="00CB4F6D">
      <w:pPr>
        <w:pStyle w:val="Textbezodsazen"/>
      </w:pPr>
    </w:p>
    <w:p w14:paraId="20EEA380" w14:textId="77777777" w:rsidR="00237604" w:rsidRDefault="00237604" w:rsidP="00CB4F6D">
      <w:pPr>
        <w:pStyle w:val="Textbezodsazen"/>
      </w:pPr>
    </w:p>
    <w:p w14:paraId="7E0325DC" w14:textId="77777777" w:rsidR="00237604" w:rsidRDefault="00237604" w:rsidP="00CB4F6D">
      <w:pPr>
        <w:pStyle w:val="Textbezodsazen"/>
      </w:pPr>
    </w:p>
    <w:p w14:paraId="59D06A3F" w14:textId="77777777" w:rsidR="00237604" w:rsidRDefault="00237604" w:rsidP="00CB4F6D">
      <w:pPr>
        <w:pStyle w:val="Textbezodsazen"/>
      </w:pPr>
    </w:p>
    <w:p w14:paraId="2B88E082" w14:textId="77777777" w:rsidR="00237604" w:rsidRDefault="00237604" w:rsidP="00CB4F6D">
      <w:pPr>
        <w:pStyle w:val="Textbezodsazen"/>
      </w:pPr>
    </w:p>
    <w:p w14:paraId="3D19AB1A" w14:textId="77777777" w:rsidR="00237604" w:rsidRDefault="00237604" w:rsidP="00CB4F6D">
      <w:pPr>
        <w:pStyle w:val="Textbezodsazen"/>
      </w:pPr>
    </w:p>
    <w:p w14:paraId="1CC5D00D" w14:textId="77777777" w:rsidR="00237604" w:rsidRDefault="00237604" w:rsidP="00CB4F6D">
      <w:pPr>
        <w:pStyle w:val="Textbezodsazen"/>
      </w:pPr>
    </w:p>
    <w:p w14:paraId="6BCB40C3" w14:textId="77777777" w:rsidR="00237604" w:rsidRDefault="00237604" w:rsidP="00CB4F6D">
      <w:pPr>
        <w:pStyle w:val="Textbezodsazen"/>
      </w:pPr>
    </w:p>
    <w:p w14:paraId="6F8061F6" w14:textId="77777777" w:rsidR="00237604" w:rsidRDefault="00237604" w:rsidP="00CB4F6D">
      <w:pPr>
        <w:pStyle w:val="Textbezodsazen"/>
      </w:pPr>
    </w:p>
    <w:p w14:paraId="2B3B1494" w14:textId="77777777" w:rsidR="00237604" w:rsidRDefault="00237604" w:rsidP="00CB4F6D">
      <w:pPr>
        <w:pStyle w:val="Textbezodsazen"/>
      </w:pPr>
    </w:p>
    <w:p w14:paraId="14912F23" w14:textId="77777777" w:rsidR="00237604" w:rsidRDefault="00237604" w:rsidP="00CB4F6D">
      <w:pPr>
        <w:pStyle w:val="Textbezodsazen"/>
      </w:pPr>
    </w:p>
    <w:p w14:paraId="20C9FC20" w14:textId="77777777" w:rsidR="00237604" w:rsidRDefault="00237604" w:rsidP="00CB4F6D">
      <w:pPr>
        <w:pStyle w:val="Textbezodsazen"/>
      </w:pPr>
    </w:p>
    <w:p w14:paraId="7FDA2A1E" w14:textId="77777777" w:rsidR="00237604" w:rsidRDefault="00237604" w:rsidP="00CB4F6D">
      <w:pPr>
        <w:pStyle w:val="Textbezodsazen"/>
      </w:pPr>
    </w:p>
    <w:p w14:paraId="6F8EC093" w14:textId="77777777" w:rsidR="00237604" w:rsidRDefault="00237604" w:rsidP="00CB4F6D">
      <w:pPr>
        <w:pStyle w:val="Textbezodsazen"/>
      </w:pPr>
    </w:p>
    <w:p w14:paraId="527EB506" w14:textId="77777777" w:rsidR="00237604" w:rsidRDefault="00237604" w:rsidP="00CB4F6D">
      <w:pPr>
        <w:pStyle w:val="Textbezodsazen"/>
      </w:pPr>
    </w:p>
    <w:p w14:paraId="61F37720" w14:textId="77777777" w:rsidR="00237604" w:rsidRDefault="00237604" w:rsidP="00CB4F6D">
      <w:pPr>
        <w:pStyle w:val="Textbezodsazen"/>
      </w:pPr>
    </w:p>
    <w:p w14:paraId="542DFF8F" w14:textId="77777777" w:rsidR="00237604" w:rsidRDefault="00237604" w:rsidP="00CB4F6D">
      <w:pPr>
        <w:pStyle w:val="Textbezodsazen"/>
      </w:pPr>
    </w:p>
    <w:p w14:paraId="03B1F13C" w14:textId="77777777" w:rsidR="00237604" w:rsidRDefault="00237604" w:rsidP="00CB4F6D">
      <w:pPr>
        <w:pStyle w:val="Textbezodsazen"/>
      </w:pPr>
    </w:p>
    <w:p w14:paraId="5C804DEE" w14:textId="77777777" w:rsidR="00237604" w:rsidRDefault="00237604" w:rsidP="00CB4F6D">
      <w:pPr>
        <w:pStyle w:val="Textbezodsazen"/>
      </w:pPr>
    </w:p>
    <w:p w14:paraId="413A9A13" w14:textId="77777777" w:rsidR="00237604" w:rsidRDefault="00237604" w:rsidP="00CB4F6D">
      <w:pPr>
        <w:pStyle w:val="Textbezodsazen"/>
      </w:pPr>
    </w:p>
    <w:p w14:paraId="003592FD" w14:textId="77777777" w:rsidR="00237604" w:rsidRDefault="00237604" w:rsidP="00CB4F6D">
      <w:pPr>
        <w:pStyle w:val="Textbezodsazen"/>
      </w:pPr>
    </w:p>
    <w:p w14:paraId="22549D59" w14:textId="77777777" w:rsidR="00237604" w:rsidRDefault="00237604" w:rsidP="00CB4F6D">
      <w:pPr>
        <w:pStyle w:val="Textbezodsazen"/>
      </w:pPr>
    </w:p>
    <w:p w14:paraId="232523F8" w14:textId="77777777" w:rsidR="00237604" w:rsidRDefault="00237604" w:rsidP="00CB4F6D">
      <w:pPr>
        <w:pStyle w:val="Textbezodsazen"/>
      </w:pPr>
    </w:p>
    <w:p w14:paraId="62E1B1A4" w14:textId="77777777" w:rsidR="00237604" w:rsidRDefault="00237604" w:rsidP="00CB4F6D">
      <w:pPr>
        <w:pStyle w:val="Textbezodsazen"/>
      </w:pPr>
    </w:p>
    <w:p w14:paraId="0768C489" w14:textId="77777777" w:rsidR="00237604" w:rsidRDefault="00237604" w:rsidP="00CB4F6D">
      <w:pPr>
        <w:pStyle w:val="Textbezodsazen"/>
      </w:pPr>
    </w:p>
    <w:p w14:paraId="59487B15" w14:textId="77777777" w:rsidR="00CB4F6D" w:rsidRDefault="00CB4F6D" w:rsidP="00866994">
      <w:pPr>
        <w:pStyle w:val="Textbezodsazen"/>
      </w:pPr>
    </w:p>
    <w:p w14:paraId="4CA6C120"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344BC311" w14:textId="77777777" w:rsidR="00342DC7" w:rsidRDefault="00342DC7" w:rsidP="00762D88">
      <w:pPr>
        <w:pStyle w:val="Nadpisbezsl1-1"/>
        <w:outlineLvl w:val="0"/>
      </w:pPr>
      <w:r>
        <w:lastRenderedPageBreak/>
        <w:t>Příloha č. 2</w:t>
      </w:r>
    </w:p>
    <w:p w14:paraId="59871FDE" w14:textId="77777777" w:rsidR="00342DC7" w:rsidRPr="001F518E" w:rsidRDefault="00342DC7" w:rsidP="001F518E">
      <w:pPr>
        <w:pStyle w:val="Nadpisbezsl1-2"/>
      </w:pPr>
      <w:r w:rsidRPr="001F518E">
        <w:t xml:space="preserve">Technické podmínky: </w:t>
      </w:r>
    </w:p>
    <w:p w14:paraId="2FDE666F"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020C818D"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34D2ADCE"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162786E" w14:textId="77777777" w:rsidR="00855D50" w:rsidRDefault="00342DC7" w:rsidP="00855D50">
      <w:pPr>
        <w:pStyle w:val="Odstavec1-1a"/>
        <w:rPr>
          <w:rStyle w:val="Tun"/>
        </w:rPr>
      </w:pPr>
      <w:r w:rsidRPr="00AE4B52">
        <w:rPr>
          <w:rStyle w:val="Tun"/>
        </w:rPr>
        <w:t xml:space="preserve">Všeobecné technické podmínky </w:t>
      </w:r>
      <w:r w:rsidR="00855D50" w:rsidRPr="00D400CE">
        <w:rPr>
          <w:rStyle w:val="Tun"/>
        </w:rPr>
        <w:t>VTP/R/16/22</w:t>
      </w:r>
    </w:p>
    <w:p w14:paraId="09B2CE1C" w14:textId="77777777" w:rsidR="00342DC7" w:rsidRPr="00AE4B52" w:rsidRDefault="00342DC7" w:rsidP="00855D50">
      <w:pPr>
        <w:pStyle w:val="Odstavec1-1a"/>
        <w:rPr>
          <w:rStyle w:val="Tun"/>
        </w:rPr>
      </w:pPr>
      <w:r w:rsidRPr="00AE4B52">
        <w:rPr>
          <w:rStyle w:val="Tun"/>
        </w:rPr>
        <w:t xml:space="preserve">Zvláštní technické podmínky </w:t>
      </w:r>
      <w:r w:rsidR="00855D50">
        <w:rPr>
          <w:rStyle w:val="Tun"/>
        </w:rPr>
        <w:t xml:space="preserve">ze dne </w:t>
      </w:r>
      <w:proofErr w:type="gramStart"/>
      <w:r w:rsidR="00855D50">
        <w:rPr>
          <w:rStyle w:val="Tun"/>
        </w:rPr>
        <w:t>13.02.2023</w:t>
      </w:r>
      <w:proofErr w:type="gramEnd"/>
    </w:p>
    <w:p w14:paraId="2B99B9DA" w14:textId="77777777" w:rsidR="00342DC7" w:rsidRDefault="00342DC7" w:rsidP="00DD4862">
      <w:pPr>
        <w:pStyle w:val="Textbezodsazen"/>
      </w:pPr>
    </w:p>
    <w:p w14:paraId="437BA415" w14:textId="77777777" w:rsidR="00342DC7" w:rsidRDefault="00342DC7" w:rsidP="00DD4862">
      <w:pPr>
        <w:pStyle w:val="Textbezodsazen"/>
      </w:pPr>
    </w:p>
    <w:p w14:paraId="795282D5" w14:textId="77777777" w:rsidR="00342DC7" w:rsidRDefault="00342DC7" w:rsidP="00DD4862">
      <w:pPr>
        <w:pStyle w:val="Textbezodsazen"/>
      </w:pPr>
    </w:p>
    <w:p w14:paraId="6D7210F9" w14:textId="77777777" w:rsidR="00DD4862" w:rsidRDefault="00DD4862" w:rsidP="00DD4862">
      <w:pPr>
        <w:pStyle w:val="Textbezodsazen"/>
      </w:pPr>
    </w:p>
    <w:p w14:paraId="4C021A5D" w14:textId="77777777" w:rsidR="00DD4862" w:rsidRDefault="00DD4862" w:rsidP="00DD4862">
      <w:pPr>
        <w:pStyle w:val="Textbezodsazen"/>
      </w:pPr>
    </w:p>
    <w:p w14:paraId="07BA5002" w14:textId="77777777" w:rsidR="00DD4862" w:rsidRDefault="00DD4862" w:rsidP="00DD4862">
      <w:pPr>
        <w:pStyle w:val="Textbezodsazen"/>
      </w:pPr>
    </w:p>
    <w:p w14:paraId="119C17A0" w14:textId="77777777" w:rsidR="00DD4862" w:rsidRDefault="00DD4862" w:rsidP="00DD4862">
      <w:pPr>
        <w:pStyle w:val="Textbezodsazen"/>
      </w:pPr>
    </w:p>
    <w:p w14:paraId="2C42FFC3" w14:textId="77777777" w:rsidR="00342DC7" w:rsidRDefault="00342DC7" w:rsidP="00DD4862">
      <w:pPr>
        <w:pStyle w:val="Textbezodsazen"/>
      </w:pPr>
    </w:p>
    <w:p w14:paraId="215A9CE1"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2C4130B1" w14:textId="77777777" w:rsidR="00AE4B52" w:rsidRPr="00AE4B52" w:rsidRDefault="00AE4B52" w:rsidP="00762D88">
      <w:pPr>
        <w:pStyle w:val="Nadpisbezsl1-1"/>
        <w:outlineLvl w:val="0"/>
      </w:pPr>
      <w:r w:rsidRPr="00AE4B52">
        <w:lastRenderedPageBreak/>
        <w:t>Příloha č. 3</w:t>
      </w:r>
    </w:p>
    <w:p w14:paraId="5BF5BEAE" w14:textId="77777777" w:rsidR="00AE4B52" w:rsidRPr="001F518E" w:rsidRDefault="00AE4B52" w:rsidP="001F518E">
      <w:pPr>
        <w:pStyle w:val="Nadpisbezsl1-2"/>
      </w:pPr>
      <w:r w:rsidRPr="001F518E">
        <w:t>Související dokumenty</w:t>
      </w:r>
    </w:p>
    <w:p w14:paraId="7DA104E1" w14:textId="77777777" w:rsidR="00855D50" w:rsidRDefault="00855D50" w:rsidP="00855D50">
      <w:pPr>
        <w:pStyle w:val="Odrka1-1"/>
        <w:numPr>
          <w:ilvl w:val="0"/>
          <w:numId w:val="0"/>
        </w:numPr>
        <w:ind w:left="1077"/>
      </w:pPr>
    </w:p>
    <w:p w14:paraId="25452C9E" w14:textId="77777777" w:rsidR="006B0718" w:rsidRDefault="00855D50" w:rsidP="006B0718">
      <w:pPr>
        <w:pStyle w:val="Odrka1-1"/>
      </w:pPr>
      <w:r>
        <w:t xml:space="preserve">Projektová dokumentace „Rekonstrukce a rozšíření přejezdu v km 4,233 (P1417) trati Číčenice – Volary“, zpracovatel SUDOP PRAHA a.s., IČO: </w:t>
      </w:r>
      <w:r w:rsidRPr="001D041B">
        <w:rPr>
          <w:rFonts w:asciiTheme="minorHAnsi" w:hAnsiTheme="minorHAnsi" w:cs="Arial"/>
          <w:bCs/>
          <w:color w:val="000000"/>
        </w:rPr>
        <w:t>25793349</w:t>
      </w:r>
      <w:r>
        <w:rPr>
          <w:rFonts w:asciiTheme="minorHAnsi" w:hAnsiTheme="minorHAnsi" w:cs="Arial"/>
          <w:bCs/>
          <w:color w:val="000000"/>
        </w:rPr>
        <w:t>,</w:t>
      </w:r>
      <w:r w:rsidR="006B0718">
        <w:t xml:space="preserve"> datum 08/2022. </w:t>
      </w:r>
    </w:p>
    <w:p w14:paraId="69CD6D0E" w14:textId="77777777" w:rsidR="006B0718" w:rsidRDefault="006B0718" w:rsidP="006B0718">
      <w:pPr>
        <w:pStyle w:val="Odrka1-1"/>
      </w:pPr>
      <w:r>
        <w:t xml:space="preserve">Posuzovací protokol projektu SŽ a Schvalovací protokol projektu SŽ čj.: 8324/2023 – SŽ – GŘ – O6 – </w:t>
      </w:r>
      <w:proofErr w:type="spellStart"/>
      <w:r>
        <w:t>Hlo</w:t>
      </w:r>
      <w:proofErr w:type="spellEnd"/>
      <w:r>
        <w:t xml:space="preserve"> dne </w:t>
      </w:r>
      <w:proofErr w:type="gramStart"/>
      <w:r>
        <w:t>07.02.2023</w:t>
      </w:r>
      <w:proofErr w:type="gramEnd"/>
      <w:r>
        <w:t>.</w:t>
      </w:r>
    </w:p>
    <w:p w14:paraId="08DDB31E" w14:textId="77777777" w:rsidR="006B0718" w:rsidRPr="008941D9" w:rsidRDefault="006B0718" w:rsidP="006B0718">
      <w:pPr>
        <w:pStyle w:val="Odrka1-1"/>
        <w:rPr>
          <w:color w:val="000000" w:themeColor="text1"/>
        </w:rPr>
      </w:pPr>
      <w:r w:rsidRPr="006B0718">
        <w:t xml:space="preserve">Stavební povolení </w:t>
      </w:r>
      <w:proofErr w:type="gramStart"/>
      <w:r w:rsidRPr="006B0718">
        <w:t>č.j.</w:t>
      </w:r>
      <w:proofErr w:type="gramEnd"/>
      <w:r w:rsidRPr="006B0718">
        <w:t>: DUCR-71936/21/</w:t>
      </w:r>
      <w:proofErr w:type="spellStart"/>
      <w:r w:rsidRPr="006B0718">
        <w:t>Vř</w:t>
      </w:r>
      <w:proofErr w:type="spellEnd"/>
      <w:r w:rsidRPr="006B0718">
        <w:t xml:space="preserve"> ze dne 5. 4. 2022</w:t>
      </w:r>
    </w:p>
    <w:p w14:paraId="3C2D3122" w14:textId="77777777" w:rsidR="006B0718" w:rsidRDefault="006B0718" w:rsidP="006B0718">
      <w:pPr>
        <w:pStyle w:val="Odrka1-1"/>
        <w:numPr>
          <w:ilvl w:val="0"/>
          <w:numId w:val="0"/>
        </w:numPr>
        <w:ind w:left="1077"/>
      </w:pPr>
    </w:p>
    <w:p w14:paraId="2CC2B7C6" w14:textId="77777777" w:rsidR="00AE4B52" w:rsidRDefault="00AE4B52" w:rsidP="00AE4B52">
      <w:pPr>
        <w:pStyle w:val="Textbezodsazen"/>
      </w:pPr>
    </w:p>
    <w:p w14:paraId="4510F947" w14:textId="77777777" w:rsidR="001F518E" w:rsidRDefault="001F518E" w:rsidP="00AE4B52">
      <w:pPr>
        <w:pStyle w:val="Textbezodsazen"/>
      </w:pPr>
    </w:p>
    <w:p w14:paraId="3737E42C" w14:textId="77777777" w:rsidR="001F518E" w:rsidRDefault="001F518E" w:rsidP="00AE4B52">
      <w:pPr>
        <w:pStyle w:val="Textbezodsazen"/>
      </w:pPr>
    </w:p>
    <w:p w14:paraId="76393B7B" w14:textId="77777777" w:rsidR="00DD4862" w:rsidRDefault="00DD4862" w:rsidP="00AE4B52">
      <w:pPr>
        <w:pStyle w:val="Textbezodsazen"/>
      </w:pPr>
    </w:p>
    <w:p w14:paraId="0CABD32D" w14:textId="77777777" w:rsidR="00DD4862" w:rsidRDefault="00DD4862" w:rsidP="00AE4B52">
      <w:pPr>
        <w:pStyle w:val="Textbezodsazen"/>
      </w:pPr>
    </w:p>
    <w:p w14:paraId="36D111A2" w14:textId="77777777" w:rsidR="001F518E" w:rsidRDefault="001F518E" w:rsidP="00AE4B52">
      <w:pPr>
        <w:pStyle w:val="Textbezodsazen"/>
      </w:pPr>
    </w:p>
    <w:p w14:paraId="0D9E34BE" w14:textId="77777777" w:rsidR="001F518E" w:rsidRDefault="001F518E" w:rsidP="00AE4B52">
      <w:pPr>
        <w:pStyle w:val="Textbezodsazen"/>
      </w:pPr>
    </w:p>
    <w:p w14:paraId="095A1C0B" w14:textId="77777777" w:rsidR="001F518E" w:rsidRDefault="001F518E" w:rsidP="00AE4B52">
      <w:pPr>
        <w:pStyle w:val="Textbezodsazen"/>
      </w:pPr>
    </w:p>
    <w:p w14:paraId="60F27C41"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5195B489" w14:textId="77777777" w:rsidR="001F518E" w:rsidRDefault="001F518E" w:rsidP="00762D88">
      <w:pPr>
        <w:pStyle w:val="Nadpisbezsl1-1"/>
        <w:outlineLvl w:val="0"/>
      </w:pPr>
      <w:r>
        <w:lastRenderedPageBreak/>
        <w:t>Příloha č. 4</w:t>
      </w:r>
    </w:p>
    <w:p w14:paraId="773BCD53" w14:textId="77777777" w:rsidR="001F518E" w:rsidRPr="001F518E" w:rsidRDefault="001F518E" w:rsidP="001F518E">
      <w:pPr>
        <w:pStyle w:val="Nadpisbezsl1-2"/>
      </w:pPr>
      <w:r w:rsidRPr="001F518E">
        <w:t>Rekapitulace Ceny Díla</w:t>
      </w:r>
    </w:p>
    <w:p w14:paraId="4C40D606" w14:textId="77777777" w:rsidR="001F518E" w:rsidRPr="001F518E" w:rsidRDefault="001F518E" w:rsidP="001F518E">
      <w:pPr>
        <w:pStyle w:val="Textbezodsazen"/>
      </w:pPr>
    </w:p>
    <w:p w14:paraId="6E5F7B2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3F1F77F4" w14:textId="77777777" w:rsidR="00DD4862" w:rsidRDefault="00DD4862" w:rsidP="00AE4B52">
      <w:pPr>
        <w:pStyle w:val="Textbezodsazen"/>
      </w:pPr>
    </w:p>
    <w:p w14:paraId="3549B1FE" w14:textId="77777777" w:rsidR="00DD4862" w:rsidRDefault="00DD4862" w:rsidP="00AE4B52">
      <w:pPr>
        <w:pStyle w:val="Textbezodsazen"/>
      </w:pPr>
    </w:p>
    <w:p w14:paraId="673E3BC2" w14:textId="77777777" w:rsidR="00DD4862" w:rsidRDefault="00DD4862" w:rsidP="00AE4B52">
      <w:pPr>
        <w:pStyle w:val="Textbezodsazen"/>
      </w:pPr>
    </w:p>
    <w:p w14:paraId="59875D30" w14:textId="77777777" w:rsidR="00DD4862" w:rsidRDefault="00DD4862" w:rsidP="00AE4B52">
      <w:pPr>
        <w:pStyle w:val="Textbezodsazen"/>
      </w:pPr>
    </w:p>
    <w:p w14:paraId="390EE0DD" w14:textId="77777777" w:rsidR="00DD4862" w:rsidRDefault="00DD4862" w:rsidP="00AE4B52">
      <w:pPr>
        <w:pStyle w:val="Textbezodsazen"/>
      </w:pPr>
    </w:p>
    <w:p w14:paraId="0AD563BE" w14:textId="77777777" w:rsidR="00DD4862" w:rsidRDefault="00DD4862" w:rsidP="00AE4B52">
      <w:pPr>
        <w:pStyle w:val="Textbezodsazen"/>
      </w:pPr>
    </w:p>
    <w:p w14:paraId="37602141" w14:textId="77777777" w:rsidR="001F518E" w:rsidRDefault="001F518E" w:rsidP="00AE4B52">
      <w:pPr>
        <w:pStyle w:val="Textbezodsazen"/>
      </w:pPr>
    </w:p>
    <w:p w14:paraId="7DE87B0C" w14:textId="77777777" w:rsidR="001F518E" w:rsidRDefault="001F518E" w:rsidP="00AE4B52">
      <w:pPr>
        <w:pStyle w:val="Textbezodsazen"/>
      </w:pPr>
    </w:p>
    <w:p w14:paraId="5AC583A7"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66588717" w14:textId="77777777" w:rsidR="001F518E" w:rsidRDefault="001F518E" w:rsidP="008941D9">
      <w:pPr>
        <w:pStyle w:val="Nadpisbezsl1-1"/>
        <w:outlineLvl w:val="0"/>
      </w:pPr>
      <w:r>
        <w:lastRenderedPageBreak/>
        <w:t>Příloha č. 5</w:t>
      </w:r>
    </w:p>
    <w:p w14:paraId="6D436CFF" w14:textId="77777777" w:rsidR="001F518E" w:rsidRPr="001F518E" w:rsidRDefault="001F518E" w:rsidP="001F518E">
      <w:pPr>
        <w:pStyle w:val="Nadpisbezsl1-2"/>
      </w:pPr>
      <w:r w:rsidRPr="001F518E">
        <w:t>Harmonogram postupu prací</w:t>
      </w:r>
    </w:p>
    <w:p w14:paraId="4EB96534" w14:textId="77777777" w:rsidR="001F518E" w:rsidRPr="001F518E" w:rsidRDefault="001F518E" w:rsidP="001F518E">
      <w:pPr>
        <w:pStyle w:val="Textbezodsazen"/>
      </w:pPr>
    </w:p>
    <w:p w14:paraId="396C4B64"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0A950A75" w14:textId="77777777" w:rsidR="001F518E" w:rsidRDefault="001F518E" w:rsidP="001F518E">
      <w:pPr>
        <w:pStyle w:val="Textbezodsazen"/>
      </w:pPr>
    </w:p>
    <w:p w14:paraId="12BED6CA" w14:textId="77777777" w:rsidR="001F518E" w:rsidRDefault="001F518E" w:rsidP="001F518E">
      <w:pPr>
        <w:pStyle w:val="Textbezodsazen"/>
      </w:pPr>
    </w:p>
    <w:p w14:paraId="3E42C445" w14:textId="77777777" w:rsidR="001F518E" w:rsidRDefault="001F518E" w:rsidP="001F518E">
      <w:pPr>
        <w:pStyle w:val="Textbezodsazen"/>
      </w:pPr>
    </w:p>
    <w:p w14:paraId="22707072" w14:textId="77777777" w:rsidR="00DD4862" w:rsidRDefault="00DD4862" w:rsidP="001F518E">
      <w:pPr>
        <w:pStyle w:val="Textbezodsazen"/>
      </w:pPr>
    </w:p>
    <w:p w14:paraId="4E969609" w14:textId="77777777" w:rsidR="001F518E" w:rsidRDefault="001F518E" w:rsidP="001F518E">
      <w:pPr>
        <w:pStyle w:val="Textbezodsazen"/>
      </w:pPr>
    </w:p>
    <w:p w14:paraId="0206C232" w14:textId="77777777" w:rsidR="001F518E" w:rsidRDefault="001F518E" w:rsidP="001F518E">
      <w:pPr>
        <w:pStyle w:val="Textbezodsazen"/>
      </w:pPr>
    </w:p>
    <w:p w14:paraId="5854B35B"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447196EF" w14:textId="77777777" w:rsidR="00502690" w:rsidRDefault="00502690" w:rsidP="008941D9">
      <w:pPr>
        <w:pStyle w:val="Nadpisbezsl1-1"/>
        <w:outlineLvl w:val="0"/>
      </w:pPr>
      <w:r w:rsidRPr="00B26902">
        <w:lastRenderedPageBreak/>
        <w:t xml:space="preserve">Příloha č. </w:t>
      </w:r>
      <w:r w:rsidR="001F518E">
        <w:t>6</w:t>
      </w:r>
    </w:p>
    <w:p w14:paraId="54B81661" w14:textId="77777777" w:rsidR="001F518E" w:rsidRPr="00B26902" w:rsidRDefault="001F518E" w:rsidP="001F518E">
      <w:pPr>
        <w:pStyle w:val="Nadpisbezsl1-2"/>
      </w:pPr>
      <w:r>
        <w:t>Oprávněné osoby</w:t>
      </w:r>
    </w:p>
    <w:p w14:paraId="353F72FC" w14:textId="77777777" w:rsidR="00502690" w:rsidRPr="00B26902" w:rsidRDefault="001F518E" w:rsidP="00F762A8">
      <w:pPr>
        <w:pStyle w:val="Nadpisbezsl1-2"/>
      </w:pPr>
      <w:r>
        <w:t xml:space="preserve">Za </w:t>
      </w:r>
      <w:r w:rsidR="00502690">
        <w:t>O</w:t>
      </w:r>
      <w:r>
        <w:t>bjednatele:</w:t>
      </w:r>
    </w:p>
    <w:p w14:paraId="5E2B0F07"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5CAAD37"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C6572"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FCA173" w14:textId="34076798" w:rsidR="00502690" w:rsidRPr="00F95FBD" w:rsidRDefault="00577631" w:rsidP="00590C91">
            <w:pPr>
              <w:pStyle w:val="Tabulka"/>
              <w:cnfStyle w:val="100000000000" w:firstRow="1" w:lastRow="0" w:firstColumn="0" w:lastColumn="0" w:oddVBand="0" w:evenVBand="0" w:oddHBand="0" w:evenHBand="0" w:firstRowFirstColumn="0" w:firstRowLastColumn="0" w:lastRowFirstColumn="0" w:lastRowLastColumn="0"/>
            </w:pPr>
            <w:r>
              <w:t>Mgr. Lucie Kotoučová</w:t>
            </w:r>
          </w:p>
        </w:tc>
      </w:tr>
      <w:tr w:rsidR="008175E5" w:rsidRPr="00F95FBD" w14:paraId="5616DC17"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B63FB4F"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25ACE7DB" w14:textId="6C9B4A85" w:rsidR="008175E5" w:rsidRDefault="00577631" w:rsidP="008175E5">
            <w:pPr>
              <w:pStyle w:val="Tabulka"/>
              <w:cnfStyle w:val="000000000000" w:firstRow="0" w:lastRow="0" w:firstColumn="0" w:lastColumn="0" w:oddVBand="0" w:evenVBand="0" w:oddHBand="0" w:evenHBand="0" w:firstRowFirstColumn="0" w:firstRowLastColumn="0" w:lastRowFirstColumn="0" w:lastRowLastColumn="0"/>
            </w:pPr>
            <w:r>
              <w:t>Sušická 1105/25, 326 00 Plzeň</w:t>
            </w:r>
          </w:p>
          <w:p w14:paraId="75479472"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0B34261"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6062FCD" w14:textId="77777777" w:rsidR="002038D5" w:rsidRPr="00F95FBD" w:rsidRDefault="002038D5" w:rsidP="002038D5">
            <w:pPr>
              <w:pStyle w:val="Tabulka"/>
            </w:pPr>
            <w:r w:rsidRPr="00F95FBD">
              <w:t>E-mail</w:t>
            </w:r>
          </w:p>
        </w:tc>
        <w:tc>
          <w:tcPr>
            <w:tcW w:w="5812" w:type="dxa"/>
          </w:tcPr>
          <w:p w14:paraId="7664B651" w14:textId="17612312" w:rsidR="002038D5" w:rsidRPr="003230B2" w:rsidRDefault="00577631" w:rsidP="00577631">
            <w:pPr>
              <w:pStyle w:val="Tabulka"/>
              <w:cnfStyle w:val="000000000000" w:firstRow="0" w:lastRow="0" w:firstColumn="0" w:lastColumn="0" w:oddVBand="0" w:evenVBand="0" w:oddHBand="0" w:evenHBand="0" w:firstRowFirstColumn="0" w:firstRowLastColumn="0" w:lastRowFirstColumn="0" w:lastRowLastColumn="0"/>
            </w:pPr>
            <w:r w:rsidRPr="003230B2">
              <w:t>KotoucovaL@spravazeleznic.cz</w:t>
            </w:r>
          </w:p>
        </w:tc>
      </w:tr>
      <w:tr w:rsidR="002038D5" w:rsidRPr="00F95FBD" w14:paraId="67E7D7A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8064DF1" w14:textId="77777777" w:rsidR="002038D5" w:rsidRPr="00F95FBD" w:rsidRDefault="002038D5" w:rsidP="002038D5">
            <w:pPr>
              <w:pStyle w:val="Tabulka"/>
            </w:pPr>
            <w:r w:rsidRPr="00F95FBD">
              <w:t>Telefon</w:t>
            </w:r>
          </w:p>
        </w:tc>
        <w:tc>
          <w:tcPr>
            <w:tcW w:w="5812" w:type="dxa"/>
          </w:tcPr>
          <w:p w14:paraId="34E8F410" w14:textId="54185A18" w:rsidR="002038D5" w:rsidRPr="001F518E" w:rsidRDefault="00577631"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230B2">
              <w:t>724 885 283</w:t>
            </w:r>
          </w:p>
        </w:tc>
      </w:tr>
    </w:tbl>
    <w:p w14:paraId="44496408" w14:textId="77777777" w:rsidR="002038D5" w:rsidRPr="00F95FBD" w:rsidRDefault="002038D5" w:rsidP="00502690">
      <w:pPr>
        <w:pStyle w:val="Textbezodsazen"/>
      </w:pPr>
    </w:p>
    <w:p w14:paraId="4E8F677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3CD089A8"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82056B"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0D16C000" w14:textId="221F7B07" w:rsidR="002038D5" w:rsidRPr="001F518E" w:rsidRDefault="00577631" w:rsidP="0057763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230B2">
              <w:t>Ing. Ivana Bolo</w:t>
            </w:r>
          </w:p>
        </w:tc>
      </w:tr>
      <w:tr w:rsidR="008175E5" w:rsidRPr="00F95FBD" w14:paraId="6B31B08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73DBAB7"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0630B94E" w14:textId="70283291" w:rsidR="008175E5" w:rsidRDefault="00577631" w:rsidP="008175E5">
            <w:pPr>
              <w:pStyle w:val="Tabulka"/>
              <w:cnfStyle w:val="000000000000" w:firstRow="0" w:lastRow="0" w:firstColumn="0" w:lastColumn="0" w:oddVBand="0" w:evenVBand="0" w:oddHBand="0" w:evenHBand="0" w:firstRowFirstColumn="0" w:firstRowLastColumn="0" w:lastRowFirstColumn="0" w:lastRowLastColumn="0"/>
            </w:pPr>
            <w:r>
              <w:t xml:space="preserve">Sušická 1105/25, 326 00 Plzeň </w:t>
            </w:r>
          </w:p>
          <w:p w14:paraId="1641890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BD1FD7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C4DD141" w14:textId="77777777" w:rsidR="002038D5" w:rsidRPr="00F95FBD" w:rsidRDefault="002038D5" w:rsidP="002038D5">
            <w:pPr>
              <w:pStyle w:val="Tabulka"/>
            </w:pPr>
            <w:r w:rsidRPr="00F95FBD">
              <w:t>E-mail</w:t>
            </w:r>
          </w:p>
        </w:tc>
        <w:tc>
          <w:tcPr>
            <w:tcW w:w="5812" w:type="dxa"/>
          </w:tcPr>
          <w:p w14:paraId="00619D08" w14:textId="2913FB05" w:rsidR="002038D5" w:rsidRPr="001F518E" w:rsidRDefault="00577631"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B</w:t>
            </w:r>
            <w:r w:rsidRPr="00351B23">
              <w:t>olo@spravazeleznic.cz</w:t>
            </w:r>
            <w:r w:rsidRPr="00577631" w:rsidDel="00577631">
              <w:t xml:space="preserve"> </w:t>
            </w:r>
          </w:p>
        </w:tc>
      </w:tr>
      <w:tr w:rsidR="002038D5" w:rsidRPr="00F95FBD" w14:paraId="584445C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1F5BBF7" w14:textId="77777777" w:rsidR="002038D5" w:rsidRPr="00F95FBD" w:rsidRDefault="002038D5" w:rsidP="002038D5">
            <w:pPr>
              <w:pStyle w:val="Tabulka"/>
            </w:pPr>
            <w:r w:rsidRPr="00F95FBD">
              <w:t>Telefon</w:t>
            </w:r>
          </w:p>
        </w:tc>
        <w:tc>
          <w:tcPr>
            <w:tcW w:w="5812" w:type="dxa"/>
          </w:tcPr>
          <w:p w14:paraId="4B38ACA6" w14:textId="27DDB65A" w:rsidR="002038D5" w:rsidRPr="001F518E" w:rsidRDefault="00577631" w:rsidP="0057763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51B23">
              <w:t>702 292 253</w:t>
            </w:r>
            <w:r w:rsidRPr="001F518E" w:rsidDel="00577631">
              <w:rPr>
                <w:highlight w:val="green"/>
              </w:rPr>
              <w:t xml:space="preserve"> </w:t>
            </w:r>
          </w:p>
        </w:tc>
      </w:tr>
    </w:tbl>
    <w:p w14:paraId="4E36D716" w14:textId="77777777" w:rsidR="002038D5" w:rsidRPr="00F95FBD" w:rsidRDefault="002038D5" w:rsidP="002038D5">
      <w:pPr>
        <w:pStyle w:val="Textbezodsazen"/>
      </w:pPr>
    </w:p>
    <w:p w14:paraId="28E64C5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6CCA26F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0CA923"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EC16846" w14:textId="32EA5BB7" w:rsidR="002038D5" w:rsidRPr="003230B2" w:rsidRDefault="00577631" w:rsidP="00577631">
            <w:pPr>
              <w:pStyle w:val="Tabulka"/>
              <w:cnfStyle w:val="100000000000" w:firstRow="1" w:lastRow="0" w:firstColumn="0" w:lastColumn="0" w:oddVBand="0" w:evenVBand="0" w:oddHBand="0" w:evenHBand="0" w:firstRowFirstColumn="0" w:firstRowLastColumn="0" w:lastRowFirstColumn="0" w:lastRowLastColumn="0"/>
            </w:pPr>
            <w:r w:rsidRPr="003230B2">
              <w:t>Ing. Jaroslav Holler</w:t>
            </w:r>
          </w:p>
        </w:tc>
      </w:tr>
      <w:tr w:rsidR="008175E5" w:rsidRPr="00F95FBD" w14:paraId="6009A9ED"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2467E6B"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056CA5DE" w14:textId="2D38251C" w:rsidR="008175E5" w:rsidRPr="00577631" w:rsidRDefault="00577631" w:rsidP="008175E5">
            <w:pPr>
              <w:pStyle w:val="Tabulka"/>
              <w:cnfStyle w:val="000000000000" w:firstRow="0" w:lastRow="0" w:firstColumn="0" w:lastColumn="0" w:oddVBand="0" w:evenVBand="0" w:oddHBand="0" w:evenHBand="0" w:firstRowFirstColumn="0" w:firstRowLastColumn="0" w:lastRowFirstColumn="0" w:lastRowLastColumn="0"/>
            </w:pPr>
            <w:r w:rsidRPr="00577631">
              <w:t>Hrdějovice 546, 373 61 Hrdějovice</w:t>
            </w:r>
          </w:p>
          <w:p w14:paraId="3423E4B4" w14:textId="77777777" w:rsidR="008175E5" w:rsidRPr="003230B2" w:rsidRDefault="008175E5" w:rsidP="00590C91">
            <w:pPr>
              <w:pStyle w:val="Tabulka"/>
              <w:cnfStyle w:val="000000000000" w:firstRow="0" w:lastRow="0" w:firstColumn="0" w:lastColumn="0" w:oddVBand="0" w:evenVBand="0" w:oddHBand="0" w:evenHBand="0" w:firstRowFirstColumn="0" w:firstRowLastColumn="0" w:lastRowFirstColumn="0" w:lastRowLastColumn="0"/>
            </w:pPr>
          </w:p>
        </w:tc>
      </w:tr>
      <w:tr w:rsidR="002038D5" w:rsidRPr="00F95FBD" w14:paraId="515FDF2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DC8CF72" w14:textId="77777777" w:rsidR="002038D5" w:rsidRPr="00F95FBD" w:rsidRDefault="002038D5" w:rsidP="002038D5">
            <w:pPr>
              <w:pStyle w:val="Tabulka"/>
            </w:pPr>
            <w:r w:rsidRPr="00F95FBD">
              <w:t>E-mail</w:t>
            </w:r>
          </w:p>
        </w:tc>
        <w:tc>
          <w:tcPr>
            <w:tcW w:w="5812" w:type="dxa"/>
          </w:tcPr>
          <w:p w14:paraId="4BCB4D43" w14:textId="0695E11A" w:rsidR="002038D5" w:rsidRPr="003230B2" w:rsidRDefault="00577631" w:rsidP="00590C91">
            <w:pPr>
              <w:pStyle w:val="Tabulka"/>
              <w:cnfStyle w:val="000000000000" w:firstRow="0" w:lastRow="0" w:firstColumn="0" w:lastColumn="0" w:oddVBand="0" w:evenVBand="0" w:oddHBand="0" w:evenHBand="0" w:firstRowFirstColumn="0" w:firstRowLastColumn="0" w:lastRowFirstColumn="0" w:lastRowLastColumn="0"/>
            </w:pPr>
            <w:r w:rsidRPr="003230B2">
              <w:t>Holler@spravazeleznic.cz</w:t>
            </w:r>
          </w:p>
        </w:tc>
      </w:tr>
      <w:tr w:rsidR="002038D5" w:rsidRPr="00F95FBD" w14:paraId="1C82A2C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5FFBC05" w14:textId="77777777" w:rsidR="002038D5" w:rsidRPr="00F95FBD" w:rsidRDefault="002038D5" w:rsidP="002038D5">
            <w:pPr>
              <w:pStyle w:val="Tabulka"/>
            </w:pPr>
            <w:r w:rsidRPr="00F95FBD">
              <w:t>Telefon</w:t>
            </w:r>
          </w:p>
        </w:tc>
        <w:tc>
          <w:tcPr>
            <w:tcW w:w="5812" w:type="dxa"/>
          </w:tcPr>
          <w:p w14:paraId="1EDCED27" w14:textId="0A8033A2" w:rsidR="002038D5" w:rsidRPr="003230B2" w:rsidRDefault="00577631" w:rsidP="00590C91">
            <w:pPr>
              <w:pStyle w:val="Tabulka"/>
              <w:cnfStyle w:val="000000000000" w:firstRow="0" w:lastRow="0" w:firstColumn="0" w:lastColumn="0" w:oddVBand="0" w:evenVBand="0" w:oddHBand="0" w:evenHBand="0" w:firstRowFirstColumn="0" w:firstRowLastColumn="0" w:lastRowFirstColumn="0" w:lastRowLastColumn="0"/>
            </w:pPr>
            <w:r w:rsidRPr="003230B2">
              <w:t>602 455 380</w:t>
            </w:r>
          </w:p>
        </w:tc>
      </w:tr>
    </w:tbl>
    <w:p w14:paraId="5AAB42D8" w14:textId="77777777" w:rsidR="00BF7B07" w:rsidRPr="00F95FBD" w:rsidRDefault="00BF7B07" w:rsidP="00BF7B07">
      <w:pPr>
        <w:pStyle w:val="Textbezodsazen"/>
      </w:pPr>
    </w:p>
    <w:p w14:paraId="77304C2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6E63E4F7"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2E685C2"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0A61442"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2DB76628"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953D264"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6FBB0723"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50DCE7C"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7A4D701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FD6D0CA" w14:textId="77777777" w:rsidR="00BF7B07" w:rsidRPr="000C2B01" w:rsidRDefault="00BF7B07" w:rsidP="00BF4AD6">
            <w:pPr>
              <w:pStyle w:val="Tabulka"/>
            </w:pPr>
            <w:r w:rsidRPr="000C2B01">
              <w:t>E-mail</w:t>
            </w:r>
          </w:p>
        </w:tc>
        <w:tc>
          <w:tcPr>
            <w:tcW w:w="5812" w:type="dxa"/>
          </w:tcPr>
          <w:p w14:paraId="1F14C1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7FA21A0B"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7D278CE" w14:textId="77777777" w:rsidR="00BF7B07" w:rsidRPr="000C2B01" w:rsidRDefault="00BF7B07" w:rsidP="00BF4AD6">
            <w:pPr>
              <w:pStyle w:val="Tabulka"/>
            </w:pPr>
            <w:r w:rsidRPr="000C2B01">
              <w:t>Telefon</w:t>
            </w:r>
          </w:p>
        </w:tc>
        <w:tc>
          <w:tcPr>
            <w:tcW w:w="5812" w:type="dxa"/>
          </w:tcPr>
          <w:p w14:paraId="307124EB"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8CE0D90" w14:textId="77777777" w:rsidR="00BF7B07" w:rsidRPr="00F95FBD" w:rsidRDefault="00BF7B07" w:rsidP="002038D5">
      <w:pPr>
        <w:pStyle w:val="Textbezodsazen"/>
      </w:pPr>
    </w:p>
    <w:p w14:paraId="63EB00A3"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7A476F23"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845750"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51679B1"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5C26F5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17F8B07" w14:textId="77777777" w:rsidR="002038D5" w:rsidRPr="00F95FBD" w:rsidRDefault="002038D5" w:rsidP="002038D5">
            <w:pPr>
              <w:pStyle w:val="Tabulka"/>
            </w:pPr>
            <w:r w:rsidRPr="00F95FBD">
              <w:t>Adresa</w:t>
            </w:r>
          </w:p>
        </w:tc>
        <w:tc>
          <w:tcPr>
            <w:tcW w:w="5812" w:type="dxa"/>
          </w:tcPr>
          <w:p w14:paraId="3505420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A396B8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F35446D" w14:textId="77777777" w:rsidR="002038D5" w:rsidRPr="00F95FBD" w:rsidRDefault="002038D5" w:rsidP="002038D5">
            <w:pPr>
              <w:pStyle w:val="Tabulka"/>
            </w:pPr>
            <w:r w:rsidRPr="00F95FBD">
              <w:t>E-mail</w:t>
            </w:r>
          </w:p>
        </w:tc>
        <w:tc>
          <w:tcPr>
            <w:tcW w:w="5812" w:type="dxa"/>
          </w:tcPr>
          <w:p w14:paraId="298EE6C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BC3E8BD"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7DF6CE4" w14:textId="77777777" w:rsidR="002038D5" w:rsidRPr="00F95FBD" w:rsidRDefault="002038D5" w:rsidP="002038D5">
            <w:pPr>
              <w:pStyle w:val="Tabulka"/>
            </w:pPr>
            <w:r w:rsidRPr="00F95FBD">
              <w:t>Telefon</w:t>
            </w:r>
          </w:p>
        </w:tc>
        <w:tc>
          <w:tcPr>
            <w:tcW w:w="5812" w:type="dxa"/>
          </w:tcPr>
          <w:p w14:paraId="116145E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5C4867C" w14:textId="77777777" w:rsidR="002038D5" w:rsidRPr="00F95FBD" w:rsidRDefault="002038D5" w:rsidP="002038D5">
      <w:pPr>
        <w:pStyle w:val="Textbezodsazen"/>
      </w:pPr>
    </w:p>
    <w:p w14:paraId="5F68052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6760D3C1"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99CB22"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B12B2C5"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1B3597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8A8890E" w14:textId="77777777" w:rsidR="002038D5" w:rsidRPr="00F95FBD" w:rsidRDefault="002038D5" w:rsidP="002038D5">
            <w:pPr>
              <w:pStyle w:val="Tabulka"/>
            </w:pPr>
            <w:r w:rsidRPr="00F95FBD">
              <w:t>Adresa</w:t>
            </w:r>
          </w:p>
        </w:tc>
        <w:tc>
          <w:tcPr>
            <w:tcW w:w="5812" w:type="dxa"/>
          </w:tcPr>
          <w:p w14:paraId="449E8DD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0F004D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87B7868" w14:textId="77777777" w:rsidR="002038D5" w:rsidRPr="00F95FBD" w:rsidRDefault="002038D5" w:rsidP="002038D5">
            <w:pPr>
              <w:pStyle w:val="Tabulka"/>
            </w:pPr>
            <w:r w:rsidRPr="00F95FBD">
              <w:t>E-mail</w:t>
            </w:r>
          </w:p>
        </w:tc>
        <w:tc>
          <w:tcPr>
            <w:tcW w:w="5812" w:type="dxa"/>
          </w:tcPr>
          <w:p w14:paraId="23C6E947"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CDC81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2F565FF" w14:textId="77777777" w:rsidR="002038D5" w:rsidRPr="00F95FBD" w:rsidRDefault="002038D5" w:rsidP="002038D5">
            <w:pPr>
              <w:pStyle w:val="Tabulka"/>
            </w:pPr>
            <w:r w:rsidRPr="00F95FBD">
              <w:t>Telefon</w:t>
            </w:r>
          </w:p>
        </w:tc>
        <w:tc>
          <w:tcPr>
            <w:tcW w:w="5812" w:type="dxa"/>
          </w:tcPr>
          <w:p w14:paraId="0B56B797"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980EE19" w14:textId="77777777" w:rsidR="002038D5" w:rsidRDefault="002038D5" w:rsidP="002038D5">
      <w:pPr>
        <w:pStyle w:val="Textbezodsazen"/>
      </w:pPr>
    </w:p>
    <w:p w14:paraId="523AF838" w14:textId="77777777" w:rsidR="001F518E" w:rsidRDefault="001F518E" w:rsidP="002038D5">
      <w:pPr>
        <w:pStyle w:val="Textbezodsazen"/>
      </w:pPr>
    </w:p>
    <w:p w14:paraId="3B514C98" w14:textId="77777777" w:rsidR="001F518E" w:rsidRDefault="001F518E" w:rsidP="002038D5">
      <w:pPr>
        <w:pStyle w:val="Textbezodsazen"/>
      </w:pPr>
    </w:p>
    <w:p w14:paraId="38F42B4D" w14:textId="77777777" w:rsidR="001F518E" w:rsidRDefault="001F518E" w:rsidP="002038D5">
      <w:pPr>
        <w:pStyle w:val="Textbezodsazen"/>
      </w:pPr>
    </w:p>
    <w:p w14:paraId="0A2DF8C6" w14:textId="77777777" w:rsidR="001F518E" w:rsidRPr="00F95FBD" w:rsidRDefault="001F518E" w:rsidP="001F518E">
      <w:pPr>
        <w:pStyle w:val="Nadpisbezsl1-2"/>
      </w:pPr>
      <w:r>
        <w:t>Za Zhotovitele:</w:t>
      </w:r>
    </w:p>
    <w:p w14:paraId="20AD8891"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CD58F1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CE4D7"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2C3CE7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06014C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DE4A1A" w14:textId="77777777" w:rsidR="002038D5" w:rsidRPr="00F95FBD" w:rsidRDefault="002038D5" w:rsidP="00F762A8">
            <w:pPr>
              <w:pStyle w:val="Tabulka"/>
              <w:keepNext/>
            </w:pPr>
            <w:r w:rsidRPr="00F95FBD">
              <w:t>Adresa</w:t>
            </w:r>
          </w:p>
        </w:tc>
        <w:tc>
          <w:tcPr>
            <w:tcW w:w="5812" w:type="dxa"/>
          </w:tcPr>
          <w:p w14:paraId="55CDB9D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CCD4B5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09C055" w14:textId="77777777" w:rsidR="002038D5" w:rsidRPr="00F95FBD" w:rsidRDefault="002038D5" w:rsidP="00F762A8">
            <w:pPr>
              <w:pStyle w:val="Tabulka"/>
              <w:keepNext/>
            </w:pPr>
            <w:r w:rsidRPr="00F95FBD">
              <w:t>E-mail</w:t>
            </w:r>
          </w:p>
        </w:tc>
        <w:tc>
          <w:tcPr>
            <w:tcW w:w="5812" w:type="dxa"/>
          </w:tcPr>
          <w:p w14:paraId="3E242C8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A297E2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CF9AE6" w14:textId="77777777" w:rsidR="002038D5" w:rsidRPr="00F95FBD" w:rsidRDefault="002038D5" w:rsidP="00165977">
            <w:pPr>
              <w:pStyle w:val="Tabulka"/>
            </w:pPr>
            <w:r w:rsidRPr="00F95FBD">
              <w:t>Telefon</w:t>
            </w:r>
          </w:p>
        </w:tc>
        <w:tc>
          <w:tcPr>
            <w:tcW w:w="5812" w:type="dxa"/>
          </w:tcPr>
          <w:p w14:paraId="49764B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4DA3907" w14:textId="77777777" w:rsidR="002038D5" w:rsidRPr="00F95FBD" w:rsidRDefault="002038D5" w:rsidP="00165977">
      <w:pPr>
        <w:pStyle w:val="Tabulka"/>
      </w:pPr>
    </w:p>
    <w:p w14:paraId="42CA6941"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78DF3CD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34C6CA"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5BB2DF8"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C916D3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72EC5D9" w14:textId="77777777" w:rsidR="002038D5" w:rsidRPr="00F95FBD" w:rsidRDefault="002038D5" w:rsidP="00165977">
            <w:pPr>
              <w:pStyle w:val="Tabulka"/>
            </w:pPr>
            <w:r w:rsidRPr="00F95FBD">
              <w:t>Adresa</w:t>
            </w:r>
          </w:p>
        </w:tc>
        <w:tc>
          <w:tcPr>
            <w:tcW w:w="5812" w:type="dxa"/>
          </w:tcPr>
          <w:p w14:paraId="4868EE7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7E3982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21818AB" w14:textId="77777777" w:rsidR="002038D5" w:rsidRPr="00F95FBD" w:rsidRDefault="002038D5" w:rsidP="00165977">
            <w:pPr>
              <w:pStyle w:val="Tabulka"/>
            </w:pPr>
            <w:r w:rsidRPr="00F95FBD">
              <w:t>E-mail</w:t>
            </w:r>
          </w:p>
        </w:tc>
        <w:tc>
          <w:tcPr>
            <w:tcW w:w="5812" w:type="dxa"/>
          </w:tcPr>
          <w:p w14:paraId="217746C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774436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151427F" w14:textId="77777777" w:rsidR="002038D5" w:rsidRPr="00F95FBD" w:rsidRDefault="002038D5" w:rsidP="00165977">
            <w:pPr>
              <w:pStyle w:val="Tabulka"/>
            </w:pPr>
            <w:r w:rsidRPr="00F95FBD">
              <w:t>Telefon</w:t>
            </w:r>
          </w:p>
        </w:tc>
        <w:tc>
          <w:tcPr>
            <w:tcW w:w="5812" w:type="dxa"/>
          </w:tcPr>
          <w:p w14:paraId="5570E7A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24A3CF9" w14:textId="77777777" w:rsidR="002038D5" w:rsidRPr="00F95FBD" w:rsidRDefault="002038D5" w:rsidP="00165977">
      <w:pPr>
        <w:pStyle w:val="Tabulka"/>
      </w:pPr>
    </w:p>
    <w:p w14:paraId="25122102"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6EC7688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909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B43B01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B113A7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302CF59" w14:textId="77777777" w:rsidR="002038D5" w:rsidRPr="00F95FBD" w:rsidRDefault="002038D5" w:rsidP="00165977">
            <w:pPr>
              <w:pStyle w:val="Tabulka"/>
            </w:pPr>
            <w:r w:rsidRPr="00F95FBD">
              <w:t>Adresa</w:t>
            </w:r>
          </w:p>
        </w:tc>
        <w:tc>
          <w:tcPr>
            <w:tcW w:w="5812" w:type="dxa"/>
          </w:tcPr>
          <w:p w14:paraId="4DD9795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E7A4F0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EFC35ED" w14:textId="77777777" w:rsidR="002038D5" w:rsidRPr="00F95FBD" w:rsidRDefault="002038D5" w:rsidP="00165977">
            <w:pPr>
              <w:pStyle w:val="Tabulka"/>
            </w:pPr>
            <w:r w:rsidRPr="00F95FBD">
              <w:t>E-mail</w:t>
            </w:r>
          </w:p>
        </w:tc>
        <w:tc>
          <w:tcPr>
            <w:tcW w:w="5812" w:type="dxa"/>
          </w:tcPr>
          <w:p w14:paraId="3CADB15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997754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37486A" w14:textId="77777777" w:rsidR="002038D5" w:rsidRPr="00F95FBD" w:rsidRDefault="002038D5" w:rsidP="00165977">
            <w:pPr>
              <w:pStyle w:val="Tabulka"/>
            </w:pPr>
            <w:r w:rsidRPr="00F95FBD">
              <w:t>Telefon</w:t>
            </w:r>
          </w:p>
        </w:tc>
        <w:tc>
          <w:tcPr>
            <w:tcW w:w="5812" w:type="dxa"/>
          </w:tcPr>
          <w:p w14:paraId="14E1E8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27B0E12" w14:textId="77777777" w:rsidR="000E002D" w:rsidRDefault="000E002D" w:rsidP="000E002D">
      <w:pPr>
        <w:pStyle w:val="Textbezodsazen"/>
        <w:rPr>
          <w:color w:val="FF0000"/>
        </w:rPr>
      </w:pPr>
    </w:p>
    <w:p w14:paraId="45D783E2"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77EB498C"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1125C0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71658A"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51255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C9396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60BE07" w14:textId="77777777" w:rsidR="002038D5" w:rsidRPr="00F95FBD" w:rsidRDefault="002038D5" w:rsidP="00165977">
            <w:pPr>
              <w:pStyle w:val="Tabulka"/>
            </w:pPr>
            <w:r w:rsidRPr="00F95FBD">
              <w:t>Adresa</w:t>
            </w:r>
          </w:p>
        </w:tc>
        <w:tc>
          <w:tcPr>
            <w:tcW w:w="5812" w:type="dxa"/>
          </w:tcPr>
          <w:p w14:paraId="2266CB5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1A3B6F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FA160A" w14:textId="77777777" w:rsidR="002038D5" w:rsidRPr="00F95FBD" w:rsidRDefault="002038D5" w:rsidP="00165977">
            <w:pPr>
              <w:pStyle w:val="Tabulka"/>
            </w:pPr>
            <w:r w:rsidRPr="00F95FBD">
              <w:t>E-mail</w:t>
            </w:r>
          </w:p>
        </w:tc>
        <w:tc>
          <w:tcPr>
            <w:tcW w:w="5812" w:type="dxa"/>
          </w:tcPr>
          <w:p w14:paraId="292C40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52EC5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AF81FE" w14:textId="77777777" w:rsidR="002038D5" w:rsidRPr="00F95FBD" w:rsidRDefault="002038D5" w:rsidP="00165977">
            <w:pPr>
              <w:pStyle w:val="Tabulka"/>
            </w:pPr>
            <w:r w:rsidRPr="00F95FBD">
              <w:t>Telefon</w:t>
            </w:r>
          </w:p>
        </w:tc>
        <w:tc>
          <w:tcPr>
            <w:tcW w:w="5812" w:type="dxa"/>
          </w:tcPr>
          <w:p w14:paraId="081AB9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424136" w14:textId="77777777" w:rsidR="002038D5" w:rsidRPr="00F95FBD" w:rsidRDefault="002038D5" w:rsidP="00165977">
      <w:pPr>
        <w:pStyle w:val="Tabulka"/>
      </w:pPr>
    </w:p>
    <w:p w14:paraId="042194EB" w14:textId="49054F7B" w:rsidR="002038D5" w:rsidRPr="00F95FBD" w:rsidRDefault="002038D5" w:rsidP="00165977">
      <w:pPr>
        <w:pStyle w:val="Tabulka"/>
      </w:pPr>
    </w:p>
    <w:p w14:paraId="175AA93B" w14:textId="77777777" w:rsidR="002038D5" w:rsidRPr="00F95FBD" w:rsidRDefault="00165977" w:rsidP="00165977">
      <w:pPr>
        <w:pStyle w:val="Nadpistabulky"/>
        <w:rPr>
          <w:sz w:val="18"/>
          <w:szCs w:val="18"/>
        </w:rPr>
      </w:pPr>
      <w:r w:rsidRPr="00F95FBD">
        <w:rPr>
          <w:sz w:val="18"/>
          <w:szCs w:val="18"/>
        </w:rPr>
        <w:lastRenderedPageBreak/>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750BAEA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1AF63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164047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721CBE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C37442F" w14:textId="77777777" w:rsidR="002038D5" w:rsidRPr="00F95FBD" w:rsidRDefault="002038D5" w:rsidP="00165977">
            <w:pPr>
              <w:pStyle w:val="Tabulka"/>
            </w:pPr>
            <w:r w:rsidRPr="00F95FBD">
              <w:t>Adresa</w:t>
            </w:r>
          </w:p>
        </w:tc>
        <w:tc>
          <w:tcPr>
            <w:tcW w:w="5812" w:type="dxa"/>
          </w:tcPr>
          <w:p w14:paraId="4F3FA1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FA633C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6998623" w14:textId="77777777" w:rsidR="002038D5" w:rsidRPr="00F95FBD" w:rsidRDefault="002038D5" w:rsidP="00165977">
            <w:pPr>
              <w:pStyle w:val="Tabulka"/>
            </w:pPr>
            <w:r w:rsidRPr="00F95FBD">
              <w:t>E-mail</w:t>
            </w:r>
          </w:p>
        </w:tc>
        <w:tc>
          <w:tcPr>
            <w:tcW w:w="5812" w:type="dxa"/>
          </w:tcPr>
          <w:p w14:paraId="0ABBBF4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652EFD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61E28FA" w14:textId="77777777" w:rsidR="002038D5" w:rsidRPr="00F95FBD" w:rsidRDefault="002038D5" w:rsidP="00165977">
            <w:pPr>
              <w:pStyle w:val="Tabulka"/>
            </w:pPr>
            <w:r w:rsidRPr="00F95FBD">
              <w:t>Telefon</w:t>
            </w:r>
          </w:p>
        </w:tc>
        <w:tc>
          <w:tcPr>
            <w:tcW w:w="5812" w:type="dxa"/>
          </w:tcPr>
          <w:p w14:paraId="4E16A8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C7B48A" w14:textId="77777777" w:rsidR="002038D5" w:rsidRPr="00F95FBD" w:rsidRDefault="002038D5" w:rsidP="00165977">
      <w:pPr>
        <w:pStyle w:val="Tabulka"/>
      </w:pPr>
    </w:p>
    <w:p w14:paraId="054796BD" w14:textId="77777777" w:rsidR="00165977" w:rsidRPr="00F95FBD" w:rsidRDefault="00165977" w:rsidP="00165977">
      <w:pPr>
        <w:pStyle w:val="Tabulka"/>
      </w:pPr>
    </w:p>
    <w:p w14:paraId="266E8C74"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6880EEC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0F160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CD0D3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028B0C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55A63B" w14:textId="77777777" w:rsidR="00165977" w:rsidRPr="00F95FBD" w:rsidRDefault="00165977" w:rsidP="00165977">
            <w:pPr>
              <w:pStyle w:val="Tabulka"/>
            </w:pPr>
            <w:r w:rsidRPr="00F95FBD">
              <w:t>Adresa</w:t>
            </w:r>
          </w:p>
        </w:tc>
        <w:tc>
          <w:tcPr>
            <w:tcW w:w="5812" w:type="dxa"/>
          </w:tcPr>
          <w:p w14:paraId="31D7000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F984A8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13CBBE" w14:textId="77777777" w:rsidR="00165977" w:rsidRPr="00F95FBD" w:rsidRDefault="00165977" w:rsidP="00165977">
            <w:pPr>
              <w:pStyle w:val="Tabulka"/>
            </w:pPr>
            <w:r w:rsidRPr="00F95FBD">
              <w:t>E-mail</w:t>
            </w:r>
          </w:p>
        </w:tc>
        <w:tc>
          <w:tcPr>
            <w:tcW w:w="5812" w:type="dxa"/>
          </w:tcPr>
          <w:p w14:paraId="167C09F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0F6796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0704DE1" w14:textId="77777777" w:rsidR="00165977" w:rsidRPr="00F95FBD" w:rsidRDefault="00165977" w:rsidP="00165977">
            <w:pPr>
              <w:pStyle w:val="Tabulka"/>
            </w:pPr>
            <w:r w:rsidRPr="00F95FBD">
              <w:t>Telefon</w:t>
            </w:r>
          </w:p>
        </w:tc>
        <w:tc>
          <w:tcPr>
            <w:tcW w:w="5812" w:type="dxa"/>
          </w:tcPr>
          <w:p w14:paraId="6F6857A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9B64F7" w14:textId="77777777" w:rsidR="00165977" w:rsidRPr="00F95FBD" w:rsidRDefault="00165977" w:rsidP="00165977">
      <w:pPr>
        <w:pStyle w:val="Tabulka"/>
      </w:pPr>
    </w:p>
    <w:p w14:paraId="7E274FFD" w14:textId="77777777" w:rsidR="00165977" w:rsidRPr="00F95FBD" w:rsidRDefault="00165977" w:rsidP="00165977">
      <w:pPr>
        <w:pStyle w:val="Tabulka"/>
      </w:pPr>
    </w:p>
    <w:p w14:paraId="277E18D0" w14:textId="77777777" w:rsidR="00165977" w:rsidRPr="00F95FBD" w:rsidRDefault="00165977" w:rsidP="00165977">
      <w:pPr>
        <w:pStyle w:val="Tabulka"/>
      </w:pPr>
    </w:p>
    <w:p w14:paraId="2B8AACFE"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3177CA3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1B666B"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034B7B0"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476D1E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9539FB" w14:textId="77777777" w:rsidR="00165977" w:rsidRPr="00F95FBD" w:rsidRDefault="00165977" w:rsidP="00165977">
            <w:pPr>
              <w:pStyle w:val="Tabulka"/>
            </w:pPr>
            <w:r w:rsidRPr="00F95FBD">
              <w:t>Adresa</w:t>
            </w:r>
          </w:p>
        </w:tc>
        <w:tc>
          <w:tcPr>
            <w:tcW w:w="5812" w:type="dxa"/>
          </w:tcPr>
          <w:p w14:paraId="06DE2D2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699482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5FBFF2" w14:textId="77777777" w:rsidR="00165977" w:rsidRPr="00F95FBD" w:rsidRDefault="00165977" w:rsidP="00165977">
            <w:pPr>
              <w:pStyle w:val="Tabulka"/>
            </w:pPr>
            <w:r w:rsidRPr="00F95FBD">
              <w:t>E-mail</w:t>
            </w:r>
          </w:p>
        </w:tc>
        <w:tc>
          <w:tcPr>
            <w:tcW w:w="5812" w:type="dxa"/>
          </w:tcPr>
          <w:p w14:paraId="4D537A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8AAC5B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710A29" w14:textId="77777777" w:rsidR="00165977" w:rsidRPr="00F95FBD" w:rsidRDefault="00165977" w:rsidP="00165977">
            <w:pPr>
              <w:pStyle w:val="Tabulka"/>
            </w:pPr>
            <w:r w:rsidRPr="00F95FBD">
              <w:t>Telefon</w:t>
            </w:r>
          </w:p>
        </w:tc>
        <w:tc>
          <w:tcPr>
            <w:tcW w:w="5812" w:type="dxa"/>
          </w:tcPr>
          <w:p w14:paraId="389F772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A70FB2B" w14:textId="77777777" w:rsidR="00F95FBD" w:rsidRDefault="00F95FBD" w:rsidP="00165977">
      <w:pPr>
        <w:pStyle w:val="Tabulka"/>
      </w:pPr>
    </w:p>
    <w:p w14:paraId="4B605EBC" w14:textId="77777777" w:rsidR="00F95FBD" w:rsidRDefault="00F95FBD" w:rsidP="00165977">
      <w:pPr>
        <w:pStyle w:val="Tabulka"/>
      </w:pPr>
    </w:p>
    <w:p w14:paraId="4B1F4264" w14:textId="77777777" w:rsidR="007C5289" w:rsidRPr="00F95FBD" w:rsidRDefault="007C5289" w:rsidP="007C5289">
      <w:pPr>
        <w:pStyle w:val="Tabulka"/>
      </w:pPr>
    </w:p>
    <w:p w14:paraId="0942C5FB"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E0348D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B1E4E1"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0A67C8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6586739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F0F249F" w14:textId="77777777" w:rsidR="007C5289" w:rsidRPr="00F95FBD" w:rsidRDefault="007C5289" w:rsidP="003149C0">
            <w:pPr>
              <w:pStyle w:val="Tabulka"/>
            </w:pPr>
            <w:r w:rsidRPr="00F95FBD">
              <w:t>Adresa</w:t>
            </w:r>
          </w:p>
        </w:tc>
        <w:tc>
          <w:tcPr>
            <w:tcW w:w="5812" w:type="dxa"/>
          </w:tcPr>
          <w:p w14:paraId="72FCC10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686A32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20D26B8" w14:textId="77777777" w:rsidR="007C5289" w:rsidRPr="00F95FBD" w:rsidRDefault="007C5289" w:rsidP="003149C0">
            <w:pPr>
              <w:pStyle w:val="Tabulka"/>
            </w:pPr>
            <w:r w:rsidRPr="00F95FBD">
              <w:t>E-mail</w:t>
            </w:r>
          </w:p>
        </w:tc>
        <w:tc>
          <w:tcPr>
            <w:tcW w:w="5812" w:type="dxa"/>
          </w:tcPr>
          <w:p w14:paraId="7D9349E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DED72C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62D8AE6" w14:textId="77777777" w:rsidR="007C5289" w:rsidRPr="00F95FBD" w:rsidRDefault="007C5289" w:rsidP="003149C0">
            <w:pPr>
              <w:pStyle w:val="Tabulka"/>
            </w:pPr>
            <w:r w:rsidRPr="00F95FBD">
              <w:t>Telefon</w:t>
            </w:r>
          </w:p>
        </w:tc>
        <w:tc>
          <w:tcPr>
            <w:tcW w:w="5812" w:type="dxa"/>
          </w:tcPr>
          <w:p w14:paraId="5C3665D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958D9F8" w14:textId="77777777" w:rsidR="007C5289" w:rsidRDefault="007C5289" w:rsidP="007C5289">
      <w:pPr>
        <w:pStyle w:val="Tabulka"/>
      </w:pPr>
    </w:p>
    <w:p w14:paraId="30AEAFE0" w14:textId="77777777" w:rsidR="007C5289" w:rsidRPr="00F95FBD" w:rsidRDefault="007C5289" w:rsidP="007C5289">
      <w:pPr>
        <w:pStyle w:val="Tabulka"/>
      </w:pPr>
    </w:p>
    <w:p w14:paraId="389DE15E"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056E8C9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DBA77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4B38127"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5E2B903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D151589" w14:textId="77777777" w:rsidR="007C5289" w:rsidRPr="00F95FBD" w:rsidRDefault="007C5289" w:rsidP="003149C0">
            <w:pPr>
              <w:pStyle w:val="Tabulka"/>
            </w:pPr>
            <w:r w:rsidRPr="00F95FBD">
              <w:t>Adresa</w:t>
            </w:r>
          </w:p>
        </w:tc>
        <w:tc>
          <w:tcPr>
            <w:tcW w:w="5812" w:type="dxa"/>
          </w:tcPr>
          <w:p w14:paraId="2CE812F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C8EEAB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848D165" w14:textId="77777777" w:rsidR="007C5289" w:rsidRPr="00F95FBD" w:rsidRDefault="007C5289" w:rsidP="003149C0">
            <w:pPr>
              <w:pStyle w:val="Tabulka"/>
            </w:pPr>
            <w:r w:rsidRPr="00F95FBD">
              <w:t>E-mail</w:t>
            </w:r>
          </w:p>
        </w:tc>
        <w:tc>
          <w:tcPr>
            <w:tcW w:w="5812" w:type="dxa"/>
          </w:tcPr>
          <w:p w14:paraId="2C95DEB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234899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1CEC066" w14:textId="77777777" w:rsidR="007C5289" w:rsidRPr="00F95FBD" w:rsidRDefault="007C5289" w:rsidP="003149C0">
            <w:pPr>
              <w:pStyle w:val="Tabulka"/>
            </w:pPr>
            <w:r w:rsidRPr="00F95FBD">
              <w:t>Telefon</w:t>
            </w:r>
          </w:p>
        </w:tc>
        <w:tc>
          <w:tcPr>
            <w:tcW w:w="5812" w:type="dxa"/>
          </w:tcPr>
          <w:p w14:paraId="53B7EE0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8F6562" w14:textId="77777777" w:rsidR="007C5289" w:rsidRDefault="007C5289" w:rsidP="007C5289">
      <w:pPr>
        <w:pStyle w:val="Tabulka"/>
      </w:pPr>
    </w:p>
    <w:p w14:paraId="4C314049" w14:textId="77777777" w:rsidR="007C5289" w:rsidRPr="00F95FBD" w:rsidRDefault="007C5289" w:rsidP="007C5289">
      <w:pPr>
        <w:pStyle w:val="Tabulka"/>
      </w:pPr>
    </w:p>
    <w:p w14:paraId="187C08A3"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46AA1AB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642011"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2F17A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7B4987A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6D06E53" w14:textId="77777777" w:rsidR="007C5289" w:rsidRPr="00F95FBD" w:rsidRDefault="007C5289" w:rsidP="003149C0">
            <w:pPr>
              <w:pStyle w:val="Tabulka"/>
            </w:pPr>
            <w:r w:rsidRPr="00F95FBD">
              <w:lastRenderedPageBreak/>
              <w:t>Adresa</w:t>
            </w:r>
          </w:p>
        </w:tc>
        <w:tc>
          <w:tcPr>
            <w:tcW w:w="5812" w:type="dxa"/>
          </w:tcPr>
          <w:p w14:paraId="0525195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30D848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EE6E1B9" w14:textId="77777777" w:rsidR="007C5289" w:rsidRPr="00F95FBD" w:rsidRDefault="007C5289" w:rsidP="003149C0">
            <w:pPr>
              <w:pStyle w:val="Tabulka"/>
            </w:pPr>
            <w:r w:rsidRPr="00F95FBD">
              <w:t>E-mail</w:t>
            </w:r>
          </w:p>
        </w:tc>
        <w:tc>
          <w:tcPr>
            <w:tcW w:w="5812" w:type="dxa"/>
          </w:tcPr>
          <w:p w14:paraId="0A6E430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CC61A7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8A24951" w14:textId="77777777" w:rsidR="007C5289" w:rsidRPr="00F95FBD" w:rsidRDefault="007C5289" w:rsidP="003149C0">
            <w:pPr>
              <w:pStyle w:val="Tabulka"/>
            </w:pPr>
            <w:r w:rsidRPr="00F95FBD">
              <w:t>Telefon</w:t>
            </w:r>
          </w:p>
        </w:tc>
        <w:tc>
          <w:tcPr>
            <w:tcW w:w="5812" w:type="dxa"/>
          </w:tcPr>
          <w:p w14:paraId="04E3A88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F12622" w14:textId="77777777" w:rsidR="007C5289" w:rsidRDefault="007C5289" w:rsidP="007C5289">
      <w:pPr>
        <w:pStyle w:val="Tabulka"/>
      </w:pPr>
    </w:p>
    <w:p w14:paraId="2C50D253" w14:textId="77777777" w:rsidR="007C5289" w:rsidRPr="00F95FBD" w:rsidRDefault="007C5289" w:rsidP="007C5289">
      <w:pPr>
        <w:pStyle w:val="Tabulka"/>
      </w:pPr>
    </w:p>
    <w:p w14:paraId="4DC3D12F" w14:textId="77777777" w:rsidR="007C5289" w:rsidRPr="00F95FBD" w:rsidRDefault="007C5289" w:rsidP="007C5289">
      <w:pPr>
        <w:pStyle w:val="Tabulka"/>
      </w:pPr>
    </w:p>
    <w:p w14:paraId="6C3CDFB3"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52198A4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5EB7E1"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AC13BA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365BC3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DB5449" w14:textId="77777777" w:rsidR="007C5289" w:rsidRPr="00F95FBD" w:rsidRDefault="007C5289" w:rsidP="003149C0">
            <w:pPr>
              <w:pStyle w:val="Tabulka"/>
            </w:pPr>
            <w:r w:rsidRPr="00F95FBD">
              <w:t>Adresa</w:t>
            </w:r>
          </w:p>
        </w:tc>
        <w:tc>
          <w:tcPr>
            <w:tcW w:w="5812" w:type="dxa"/>
          </w:tcPr>
          <w:p w14:paraId="513D43B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A30D5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642A1" w14:textId="77777777" w:rsidR="007C5289" w:rsidRPr="00F95FBD" w:rsidRDefault="007C5289" w:rsidP="003149C0">
            <w:pPr>
              <w:pStyle w:val="Tabulka"/>
            </w:pPr>
            <w:r w:rsidRPr="00F95FBD">
              <w:t>E-mail</w:t>
            </w:r>
          </w:p>
        </w:tc>
        <w:tc>
          <w:tcPr>
            <w:tcW w:w="5812" w:type="dxa"/>
          </w:tcPr>
          <w:p w14:paraId="6317269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D0CB4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7DB335" w14:textId="77777777" w:rsidR="007C5289" w:rsidRPr="00F95FBD" w:rsidRDefault="007C5289" w:rsidP="003149C0">
            <w:pPr>
              <w:pStyle w:val="Tabulka"/>
            </w:pPr>
            <w:r w:rsidRPr="00F95FBD">
              <w:t>Telefon</w:t>
            </w:r>
          </w:p>
        </w:tc>
        <w:tc>
          <w:tcPr>
            <w:tcW w:w="5812" w:type="dxa"/>
          </w:tcPr>
          <w:p w14:paraId="0750AD1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B6CE3BB" w14:textId="77777777" w:rsidR="007C5289" w:rsidRDefault="007C5289" w:rsidP="007C5289">
      <w:pPr>
        <w:pStyle w:val="Tabulka"/>
      </w:pPr>
    </w:p>
    <w:p w14:paraId="0B6951E8"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6277E402"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2C72F971"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51D84049" w14:textId="77777777" w:rsidR="007C5289" w:rsidRDefault="007C5289" w:rsidP="008941D9">
      <w:pPr>
        <w:pStyle w:val="Nadpisbezsl1-1"/>
        <w:outlineLvl w:val="0"/>
      </w:pPr>
      <w:r>
        <w:lastRenderedPageBreak/>
        <w:t>Příloha č. 7</w:t>
      </w:r>
    </w:p>
    <w:p w14:paraId="7027215C" w14:textId="77777777" w:rsidR="007C5289" w:rsidRDefault="007C5289" w:rsidP="007C5289">
      <w:pPr>
        <w:pStyle w:val="Nadpisbezsl1-2"/>
      </w:pPr>
      <w:r>
        <w:t>Seznam požadovaných pojištění</w:t>
      </w:r>
    </w:p>
    <w:p w14:paraId="2837B564"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7C36979D"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1992A8A9"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55635D84"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600777FA"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57CE3C5F"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2A5D1205"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4F890D40"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07C77787"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1DEEE679"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10C8140" w14:textId="77777777" w:rsidR="007C5289" w:rsidRPr="007C5289" w:rsidRDefault="007C5289" w:rsidP="006B0718">
            <w:pPr>
              <w:pStyle w:val="Tabulka"/>
              <w:cnfStyle w:val="000000000000" w:firstRow="0" w:lastRow="0" w:firstColumn="0" w:lastColumn="0" w:oddVBand="0" w:evenVBand="0" w:oddHBand="0" w:evenHBand="0" w:firstRowFirstColumn="0" w:firstRowLastColumn="0" w:lastRowFirstColumn="0" w:lastRowLastColumn="0"/>
            </w:pPr>
            <w:r w:rsidRPr="00FA3EC0">
              <w:t xml:space="preserve">Minimálně </w:t>
            </w:r>
            <w:r w:rsidR="006B0718" w:rsidRPr="00FA3EC0">
              <w:t xml:space="preserve">30 </w:t>
            </w:r>
            <w:r w:rsidRPr="00FA3EC0">
              <w:t>mil. Kč na jednu pojistnou událost</w:t>
            </w:r>
            <w:r w:rsidR="00A349C6" w:rsidRPr="00FA3EC0">
              <w:t xml:space="preserve"> a </w:t>
            </w:r>
            <w:r w:rsidR="006B0718" w:rsidRPr="00FA3EC0">
              <w:t>100</w:t>
            </w:r>
            <w:r w:rsidRPr="00FA3EC0">
              <w:t xml:space="preserve"> mil. Kč</w:t>
            </w:r>
            <w:r w:rsidR="00A349C6" w:rsidRPr="00FA3EC0">
              <w:t xml:space="preserve"> v </w:t>
            </w:r>
            <w:r w:rsidRPr="00FA3EC0">
              <w:t>úhrnu</w:t>
            </w:r>
            <w:r w:rsidRPr="007C5289">
              <w:t xml:space="preserve"> za rok </w:t>
            </w:r>
          </w:p>
        </w:tc>
      </w:tr>
    </w:tbl>
    <w:p w14:paraId="0A413284" w14:textId="77777777" w:rsidR="007C5289" w:rsidRPr="00D701DC" w:rsidRDefault="007C5289" w:rsidP="00D701DC">
      <w:pPr>
        <w:pStyle w:val="Textbezodsazen"/>
      </w:pPr>
    </w:p>
    <w:p w14:paraId="023B9579" w14:textId="77777777" w:rsidR="007C5289" w:rsidRPr="00D701DC" w:rsidRDefault="007C5289" w:rsidP="00D701DC">
      <w:pPr>
        <w:pStyle w:val="Textbezodsazen"/>
      </w:pPr>
    </w:p>
    <w:p w14:paraId="42E1FA2E" w14:textId="77777777" w:rsidR="00DD4862" w:rsidRPr="00D701DC" w:rsidRDefault="00DD4862" w:rsidP="00D701DC">
      <w:pPr>
        <w:pStyle w:val="Textbezodsazen"/>
      </w:pPr>
    </w:p>
    <w:p w14:paraId="72478B88" w14:textId="77777777" w:rsidR="007C5289" w:rsidRPr="00D701DC" w:rsidRDefault="007C5289" w:rsidP="00D701DC">
      <w:pPr>
        <w:pStyle w:val="Textbezodsazen"/>
      </w:pPr>
    </w:p>
    <w:p w14:paraId="3DC0C290" w14:textId="77777777" w:rsidR="007C5289" w:rsidRPr="00D701DC" w:rsidRDefault="007C5289" w:rsidP="00D701DC">
      <w:pPr>
        <w:pStyle w:val="Textbezodsazen"/>
      </w:pPr>
    </w:p>
    <w:p w14:paraId="26F4E65B"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1C35F4F2" w14:textId="77777777" w:rsidR="00F95FBD" w:rsidRDefault="00F95FBD" w:rsidP="008941D9">
      <w:pPr>
        <w:pStyle w:val="Nadpisbezsl1-1"/>
        <w:outlineLvl w:val="0"/>
      </w:pPr>
      <w:r>
        <w:lastRenderedPageBreak/>
        <w:t xml:space="preserve">Příloha č. </w:t>
      </w:r>
      <w:r w:rsidR="0030003A">
        <w:t>8</w:t>
      </w:r>
    </w:p>
    <w:p w14:paraId="5D02B11E" w14:textId="77777777" w:rsidR="00F95FBD" w:rsidRDefault="00F95FBD" w:rsidP="00F762A8">
      <w:pPr>
        <w:pStyle w:val="Nadpisbezsl1-2"/>
      </w:pPr>
      <w:r>
        <w:t>Seznam poddodavatelů</w:t>
      </w:r>
    </w:p>
    <w:p w14:paraId="4B51B77F"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6DCAC50"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18F956AF" w14:textId="77777777" w:rsidR="00F95FBD" w:rsidRPr="0030003A" w:rsidRDefault="00F95FBD" w:rsidP="00F762A8">
            <w:pPr>
              <w:pStyle w:val="Tabulka"/>
              <w:rPr>
                <w:rStyle w:val="Nadpisvtabulce"/>
                <w:caps/>
              </w:rPr>
            </w:pPr>
            <w:r w:rsidRPr="0030003A">
              <w:rPr>
                <w:rStyle w:val="Nadpisvtabulce"/>
                <w:caps/>
              </w:rPr>
              <w:t>Identifikace poddodavatele</w:t>
            </w:r>
          </w:p>
          <w:p w14:paraId="307F3F5B"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1CAE605A"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68B30B73"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37CB21CE"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0F3412D1"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CB2FAF" w14:textId="77777777" w:rsidR="00F95FBD" w:rsidRPr="00F95FBD" w:rsidRDefault="00F95FBD" w:rsidP="004E6233">
            <w:pPr>
              <w:pStyle w:val="Tabulka"/>
            </w:pPr>
            <w:r w:rsidRPr="00F95FBD">
              <w:rPr>
                <w:highlight w:val="yellow"/>
              </w:rPr>
              <w:t>[VLOŽÍ ZHOTOVITEL]</w:t>
            </w:r>
          </w:p>
        </w:tc>
        <w:tc>
          <w:tcPr>
            <w:tcW w:w="3129" w:type="dxa"/>
          </w:tcPr>
          <w:p w14:paraId="3FF1366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BFC6A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EEBC97F"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BC286DC" w14:textId="77777777" w:rsidR="00F95FBD" w:rsidRPr="00F95FBD" w:rsidRDefault="00F95FBD" w:rsidP="004E6233">
            <w:pPr>
              <w:pStyle w:val="Tabulka"/>
            </w:pPr>
            <w:r w:rsidRPr="00F95FBD">
              <w:rPr>
                <w:highlight w:val="yellow"/>
              </w:rPr>
              <w:t>[VLOŽÍ ZHOTOVITEL]</w:t>
            </w:r>
          </w:p>
        </w:tc>
        <w:tc>
          <w:tcPr>
            <w:tcW w:w="3129" w:type="dxa"/>
          </w:tcPr>
          <w:p w14:paraId="50BC82D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AF408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744590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269DEAE0" w14:textId="77777777" w:rsidR="00F95FBD" w:rsidRPr="00F95FBD" w:rsidRDefault="00F95FBD" w:rsidP="004E6233">
            <w:pPr>
              <w:pStyle w:val="Tabulka"/>
            </w:pPr>
            <w:r w:rsidRPr="00F95FBD">
              <w:rPr>
                <w:highlight w:val="yellow"/>
              </w:rPr>
              <w:t>[VLOŽÍ ZHOTOVITEL]</w:t>
            </w:r>
          </w:p>
        </w:tc>
        <w:tc>
          <w:tcPr>
            <w:tcW w:w="3129" w:type="dxa"/>
          </w:tcPr>
          <w:p w14:paraId="13484FC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828FB7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41835FC" w14:textId="77777777" w:rsidR="00F95FBD" w:rsidRPr="00F95FBD" w:rsidRDefault="00F95FBD" w:rsidP="00D701DC">
      <w:pPr>
        <w:pStyle w:val="Textbezodsazen"/>
      </w:pPr>
    </w:p>
    <w:p w14:paraId="3FDBF996" w14:textId="77777777" w:rsidR="00F95FBD" w:rsidRPr="00F95FBD" w:rsidRDefault="00F95FBD" w:rsidP="00D701DC">
      <w:pPr>
        <w:pStyle w:val="Textbezodsazen"/>
      </w:pPr>
    </w:p>
    <w:p w14:paraId="7502BEB0" w14:textId="77777777" w:rsidR="00F95FBD" w:rsidRDefault="00F95FBD" w:rsidP="00D701DC">
      <w:pPr>
        <w:pStyle w:val="Textbezodsazen"/>
      </w:pPr>
    </w:p>
    <w:p w14:paraId="055A65EB" w14:textId="77777777" w:rsidR="00DD4862" w:rsidRDefault="00DD4862" w:rsidP="00D701DC">
      <w:pPr>
        <w:pStyle w:val="Textbezodsazen"/>
      </w:pPr>
    </w:p>
    <w:p w14:paraId="7804A523" w14:textId="77777777" w:rsidR="00DD4862" w:rsidRDefault="00DD4862" w:rsidP="00D701DC">
      <w:pPr>
        <w:pStyle w:val="Textbezodsazen"/>
      </w:pPr>
    </w:p>
    <w:p w14:paraId="65401577" w14:textId="77777777" w:rsidR="00DD4862" w:rsidRDefault="00DD4862" w:rsidP="00D701DC">
      <w:pPr>
        <w:pStyle w:val="Textbezodsazen"/>
      </w:pPr>
    </w:p>
    <w:p w14:paraId="668469D8" w14:textId="77777777" w:rsidR="00DD4862" w:rsidRDefault="00DD4862" w:rsidP="00D701DC">
      <w:pPr>
        <w:pStyle w:val="Textbezodsazen"/>
      </w:pPr>
    </w:p>
    <w:p w14:paraId="00DD67BA" w14:textId="77777777" w:rsidR="00DD4862" w:rsidRDefault="00DD4862" w:rsidP="00D701DC">
      <w:pPr>
        <w:pStyle w:val="Textbezodsazen"/>
      </w:pPr>
    </w:p>
    <w:p w14:paraId="48E0FF65" w14:textId="77777777" w:rsidR="00DD4862" w:rsidRDefault="00DD4862" w:rsidP="00D701DC">
      <w:pPr>
        <w:pStyle w:val="Textbezodsazen"/>
      </w:pPr>
    </w:p>
    <w:p w14:paraId="7AB2A1B4" w14:textId="77777777" w:rsidR="00DD4862" w:rsidRDefault="00DD4862" w:rsidP="00D701DC">
      <w:pPr>
        <w:pStyle w:val="Textbezodsazen"/>
      </w:pPr>
    </w:p>
    <w:p w14:paraId="31F25DCB" w14:textId="77777777" w:rsidR="00DD4862" w:rsidRDefault="00DD4862" w:rsidP="00D701DC">
      <w:pPr>
        <w:pStyle w:val="Textbezodsazen"/>
      </w:pPr>
    </w:p>
    <w:p w14:paraId="3A0501B3" w14:textId="77777777" w:rsidR="00DD4862" w:rsidRDefault="00DD4862" w:rsidP="00D701DC">
      <w:pPr>
        <w:pStyle w:val="Textbezodsazen"/>
      </w:pPr>
    </w:p>
    <w:p w14:paraId="6D1EF868" w14:textId="77777777" w:rsidR="00DD4862" w:rsidRDefault="00DD4862" w:rsidP="00D701DC">
      <w:pPr>
        <w:pStyle w:val="Textbezodsazen"/>
      </w:pPr>
    </w:p>
    <w:p w14:paraId="582C9974" w14:textId="77777777" w:rsidR="00DD4862" w:rsidRDefault="00DD4862" w:rsidP="00D701DC">
      <w:pPr>
        <w:pStyle w:val="Textbezodsazen"/>
      </w:pPr>
    </w:p>
    <w:p w14:paraId="4207D1BB" w14:textId="77777777" w:rsidR="00DD4862" w:rsidRDefault="00DD4862" w:rsidP="00D701DC">
      <w:pPr>
        <w:pStyle w:val="Textbezodsazen"/>
      </w:pPr>
    </w:p>
    <w:p w14:paraId="4105BD90" w14:textId="77777777" w:rsidR="00DD4862" w:rsidRDefault="00DD4862" w:rsidP="00D701DC">
      <w:pPr>
        <w:pStyle w:val="Textbezodsazen"/>
      </w:pPr>
    </w:p>
    <w:p w14:paraId="144613DC" w14:textId="77777777" w:rsidR="00DD4862" w:rsidRDefault="00DD4862" w:rsidP="00D701DC">
      <w:pPr>
        <w:pStyle w:val="Textbezodsazen"/>
      </w:pPr>
    </w:p>
    <w:p w14:paraId="5F748A87" w14:textId="77777777" w:rsidR="00DD4862" w:rsidRDefault="00DD4862" w:rsidP="00D701DC">
      <w:pPr>
        <w:pStyle w:val="Textbezodsazen"/>
      </w:pPr>
    </w:p>
    <w:p w14:paraId="14F3524F" w14:textId="77777777" w:rsidR="00F95FBD" w:rsidRDefault="00F95FBD" w:rsidP="00D701DC">
      <w:pPr>
        <w:pStyle w:val="Textbezodsazen"/>
      </w:pPr>
    </w:p>
    <w:p w14:paraId="55A95E70"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5D98E24D" w14:textId="77777777" w:rsidR="00F762A8" w:rsidRDefault="00F762A8" w:rsidP="008941D9">
      <w:pPr>
        <w:pStyle w:val="Nadpisbezsl1-1"/>
        <w:outlineLvl w:val="0"/>
      </w:pPr>
      <w:r>
        <w:lastRenderedPageBreak/>
        <w:t xml:space="preserve">Příloha č. </w:t>
      </w:r>
      <w:r w:rsidR="0030003A">
        <w:t>9</w:t>
      </w:r>
    </w:p>
    <w:p w14:paraId="4D2E883A" w14:textId="77777777" w:rsidR="00F762A8" w:rsidRDefault="0030003A" w:rsidP="00F762A8">
      <w:pPr>
        <w:pStyle w:val="Nadpisbezsl1-2"/>
      </w:pPr>
      <w:r>
        <w:t>Zmocnění Vedoucího Zhotovitele</w:t>
      </w:r>
    </w:p>
    <w:p w14:paraId="0D2CF443" w14:textId="77777777" w:rsidR="00F762A8" w:rsidRDefault="00F762A8" w:rsidP="00F762A8">
      <w:pPr>
        <w:pStyle w:val="Textbezodsazen"/>
      </w:pPr>
    </w:p>
    <w:p w14:paraId="10A363FE" w14:textId="77777777" w:rsidR="00EB26C7" w:rsidRDefault="00EB26C7" w:rsidP="00F762A8">
      <w:pPr>
        <w:pStyle w:val="Textbezodsazen"/>
      </w:pPr>
    </w:p>
    <w:p w14:paraId="673FBCD8" w14:textId="77777777" w:rsidR="00EB26C7" w:rsidRDefault="00EB26C7" w:rsidP="00F762A8">
      <w:pPr>
        <w:pStyle w:val="Textbezodsazen"/>
        <w:sectPr w:rsidR="00EB26C7"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133CA5CE" w14:textId="77777777" w:rsidR="00EB26C7" w:rsidRDefault="00EB26C7" w:rsidP="00EB26C7">
      <w:pPr>
        <w:pStyle w:val="Nadpisbezsl1-1"/>
        <w:outlineLvl w:val="0"/>
      </w:pPr>
      <w:r>
        <w:lastRenderedPageBreak/>
        <w:t>Příloha č. 10</w:t>
      </w:r>
    </w:p>
    <w:p w14:paraId="0DEE91B2" w14:textId="77777777" w:rsidR="007336F4" w:rsidRPr="009B774A" w:rsidRDefault="007336F4" w:rsidP="007336F4">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1457FF48" w14:textId="77777777" w:rsidR="007336F4" w:rsidRPr="00651F0E" w:rsidRDefault="007336F4" w:rsidP="007336F4">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7336F4" w:rsidRPr="009B2848" w14:paraId="28AFA7CB" w14:textId="77777777" w:rsidTr="00827D09">
        <w:tc>
          <w:tcPr>
            <w:tcW w:w="2554" w:type="pct"/>
            <w:shd w:val="clear" w:color="auto" w:fill="FFBFBF" w:themeFill="accent6" w:themeFillTint="33"/>
            <w:vAlign w:val="center"/>
          </w:tcPr>
          <w:p w14:paraId="0EE927AE" w14:textId="77777777" w:rsidR="007336F4" w:rsidRPr="009B2848" w:rsidRDefault="007336F4" w:rsidP="00827D09">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21A3EC5E" w14:textId="77777777" w:rsidR="007336F4" w:rsidRPr="009B2848" w:rsidRDefault="007336F4" w:rsidP="00827D09">
            <w:pPr>
              <w:keepNext/>
              <w:spacing w:after="60"/>
              <w:jc w:val="center"/>
              <w:outlineLvl w:val="3"/>
              <w:rPr>
                <w:rFonts w:eastAsia="Times New Roman"/>
                <w:bCs/>
              </w:rPr>
            </w:pPr>
          </w:p>
        </w:tc>
      </w:tr>
      <w:tr w:rsidR="007336F4" w:rsidRPr="009B2848" w14:paraId="44CEB443" w14:textId="77777777" w:rsidTr="00827D09">
        <w:tc>
          <w:tcPr>
            <w:tcW w:w="2554" w:type="pct"/>
            <w:shd w:val="clear" w:color="auto" w:fill="FFBFBF" w:themeFill="accent6" w:themeFillTint="33"/>
            <w:vAlign w:val="center"/>
          </w:tcPr>
          <w:p w14:paraId="75C4E1D2" w14:textId="77777777" w:rsidR="007336F4" w:rsidRPr="009B2848" w:rsidRDefault="007336F4" w:rsidP="00827D09">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1D1835A5" w14:textId="77777777" w:rsidR="007336F4" w:rsidRPr="009B2848" w:rsidRDefault="007336F4" w:rsidP="00827D09">
            <w:pPr>
              <w:keepNext/>
              <w:spacing w:after="60"/>
              <w:jc w:val="center"/>
              <w:outlineLvl w:val="3"/>
              <w:rPr>
                <w:rFonts w:eastAsia="Times New Roman"/>
                <w:bCs/>
              </w:rPr>
            </w:pPr>
          </w:p>
        </w:tc>
      </w:tr>
      <w:tr w:rsidR="007336F4" w:rsidRPr="009B2848" w14:paraId="6DEBAB81" w14:textId="77777777" w:rsidTr="00827D09">
        <w:tc>
          <w:tcPr>
            <w:tcW w:w="2554" w:type="pct"/>
            <w:shd w:val="clear" w:color="auto" w:fill="FFBFBF" w:themeFill="accent6" w:themeFillTint="33"/>
            <w:vAlign w:val="center"/>
          </w:tcPr>
          <w:p w14:paraId="48E64675" w14:textId="77777777" w:rsidR="007336F4" w:rsidRPr="009B2848" w:rsidRDefault="007336F4" w:rsidP="00827D09">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4529C15B" w14:textId="77777777" w:rsidR="007336F4" w:rsidRPr="009B2848" w:rsidRDefault="007336F4" w:rsidP="00827D09">
            <w:pPr>
              <w:keepNext/>
              <w:spacing w:after="60"/>
              <w:jc w:val="center"/>
              <w:outlineLvl w:val="3"/>
              <w:rPr>
                <w:rFonts w:eastAsia="Times New Roman"/>
                <w:bCs/>
              </w:rPr>
            </w:pPr>
          </w:p>
        </w:tc>
      </w:tr>
      <w:tr w:rsidR="007336F4" w:rsidRPr="009B2848" w14:paraId="33A56C9D" w14:textId="77777777" w:rsidTr="00827D09">
        <w:tc>
          <w:tcPr>
            <w:tcW w:w="2554" w:type="pct"/>
            <w:shd w:val="clear" w:color="auto" w:fill="FFBFBF" w:themeFill="accent6" w:themeFillTint="33"/>
            <w:vAlign w:val="center"/>
          </w:tcPr>
          <w:p w14:paraId="051F5FD7" w14:textId="77777777" w:rsidR="007336F4" w:rsidRPr="009B2848" w:rsidRDefault="007336F4" w:rsidP="00827D09">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1FAC64D8" w14:textId="77777777" w:rsidR="007336F4" w:rsidRPr="009B2848" w:rsidRDefault="007336F4" w:rsidP="00827D09">
            <w:pPr>
              <w:keepNext/>
              <w:spacing w:after="60"/>
              <w:jc w:val="center"/>
              <w:outlineLvl w:val="3"/>
              <w:rPr>
                <w:rFonts w:eastAsia="Times New Roman"/>
                <w:bCs/>
              </w:rPr>
            </w:pPr>
          </w:p>
        </w:tc>
      </w:tr>
      <w:tr w:rsidR="007336F4" w:rsidRPr="009B2848" w14:paraId="140B2B87" w14:textId="77777777" w:rsidTr="00827D09">
        <w:tc>
          <w:tcPr>
            <w:tcW w:w="2500" w:type="pct"/>
            <w:shd w:val="clear" w:color="auto" w:fill="FFBFBF" w:themeFill="accent6" w:themeFillTint="33"/>
            <w:vAlign w:val="center"/>
          </w:tcPr>
          <w:p w14:paraId="6C449B13" w14:textId="77777777" w:rsidR="007336F4" w:rsidRPr="009B2848" w:rsidRDefault="007336F4" w:rsidP="00827D09">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1EFE1227" w14:textId="77777777" w:rsidR="007336F4" w:rsidRPr="009B2848" w:rsidRDefault="007336F4" w:rsidP="00827D09">
            <w:pPr>
              <w:keepNext/>
              <w:spacing w:after="60"/>
              <w:jc w:val="center"/>
              <w:outlineLvl w:val="3"/>
              <w:rPr>
                <w:rFonts w:eastAsia="Times New Roman"/>
                <w:bCs/>
              </w:rPr>
            </w:pPr>
          </w:p>
        </w:tc>
      </w:tr>
      <w:tr w:rsidR="007336F4" w:rsidRPr="009B2848" w14:paraId="39580B08" w14:textId="77777777" w:rsidTr="00827D09">
        <w:tc>
          <w:tcPr>
            <w:tcW w:w="2500" w:type="pct"/>
            <w:shd w:val="clear" w:color="auto" w:fill="FFBFBF" w:themeFill="accent6" w:themeFillTint="33"/>
            <w:vAlign w:val="center"/>
          </w:tcPr>
          <w:p w14:paraId="0B9186DB" w14:textId="77777777" w:rsidR="007336F4" w:rsidRPr="009B2848" w:rsidRDefault="007336F4" w:rsidP="00827D09">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68EF247F" w14:textId="77777777" w:rsidR="007336F4" w:rsidRPr="009B2848" w:rsidRDefault="007336F4" w:rsidP="00827D09">
            <w:pPr>
              <w:keepNext/>
              <w:spacing w:after="60"/>
              <w:jc w:val="center"/>
              <w:outlineLvl w:val="3"/>
              <w:rPr>
                <w:rFonts w:eastAsia="Times New Roman"/>
                <w:bCs/>
              </w:rPr>
            </w:pPr>
          </w:p>
        </w:tc>
      </w:tr>
      <w:tr w:rsidR="007336F4" w:rsidRPr="009B2848" w14:paraId="40E26277" w14:textId="77777777" w:rsidTr="00827D09">
        <w:tc>
          <w:tcPr>
            <w:tcW w:w="2500" w:type="pct"/>
            <w:shd w:val="clear" w:color="auto" w:fill="FFBFBF" w:themeFill="accent6" w:themeFillTint="33"/>
            <w:vAlign w:val="center"/>
          </w:tcPr>
          <w:p w14:paraId="01AC0528" w14:textId="77777777" w:rsidR="007336F4" w:rsidRPr="009B2848" w:rsidRDefault="007336F4" w:rsidP="00827D09">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3F4E7B71" w14:textId="77777777" w:rsidR="007336F4" w:rsidRPr="009B2848" w:rsidRDefault="007336F4" w:rsidP="00827D09">
            <w:pPr>
              <w:keepNext/>
              <w:spacing w:after="60"/>
              <w:jc w:val="center"/>
              <w:outlineLvl w:val="3"/>
              <w:rPr>
                <w:rFonts w:eastAsia="Times New Roman"/>
                <w:bCs/>
              </w:rPr>
            </w:pPr>
          </w:p>
        </w:tc>
      </w:tr>
      <w:tr w:rsidR="007336F4" w:rsidRPr="009B2848" w14:paraId="185F1580" w14:textId="77777777" w:rsidTr="00827D09">
        <w:tc>
          <w:tcPr>
            <w:tcW w:w="2500" w:type="pct"/>
            <w:shd w:val="clear" w:color="auto" w:fill="FFBFBF" w:themeFill="accent6" w:themeFillTint="33"/>
            <w:vAlign w:val="center"/>
          </w:tcPr>
          <w:p w14:paraId="47E8337D" w14:textId="77777777" w:rsidR="007336F4" w:rsidRPr="009B2848" w:rsidRDefault="007336F4" w:rsidP="00827D09">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320C2E75" w14:textId="77777777" w:rsidR="007336F4" w:rsidRPr="009B2848" w:rsidRDefault="007336F4" w:rsidP="00827D09">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7336F4" w:rsidRPr="00034484" w14:paraId="4E418D9D" w14:textId="77777777" w:rsidTr="00827D09">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2C87E8F" w14:textId="77777777" w:rsidR="007336F4" w:rsidRPr="00034484" w:rsidRDefault="007336F4" w:rsidP="00827D09">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30ABEA20" w14:textId="77777777" w:rsidR="007336F4" w:rsidRPr="00034484" w:rsidRDefault="007336F4" w:rsidP="00827D09">
            <w:pPr>
              <w:outlineLvl w:val="3"/>
              <w:rPr>
                <w:bCs/>
              </w:rPr>
            </w:pPr>
          </w:p>
        </w:tc>
      </w:tr>
      <w:tr w:rsidR="007336F4" w:rsidRPr="00034484" w14:paraId="518762F8" w14:textId="77777777" w:rsidTr="00827D09">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3E29E85" w14:textId="77777777" w:rsidR="007336F4" w:rsidRPr="00034484" w:rsidRDefault="007336F4" w:rsidP="00827D09">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67E83007" w14:textId="77777777" w:rsidR="007336F4" w:rsidRPr="00034484" w:rsidRDefault="007336F4" w:rsidP="00827D09">
            <w:pPr>
              <w:outlineLvl w:val="3"/>
              <w:rPr>
                <w:bCs/>
              </w:rPr>
            </w:pPr>
          </w:p>
        </w:tc>
      </w:tr>
      <w:tr w:rsidR="007336F4" w:rsidRPr="00034484" w14:paraId="1E291D95" w14:textId="77777777" w:rsidTr="00827D09">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1ECA98C" w14:textId="77777777" w:rsidR="007336F4" w:rsidRPr="00034484" w:rsidRDefault="007336F4" w:rsidP="00827D09">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7F313772" w14:textId="77777777" w:rsidR="007336F4" w:rsidRPr="00034484" w:rsidRDefault="007336F4" w:rsidP="00827D09">
            <w:pPr>
              <w:outlineLvl w:val="3"/>
              <w:rPr>
                <w:bCs/>
              </w:rPr>
            </w:pPr>
          </w:p>
        </w:tc>
      </w:tr>
      <w:tr w:rsidR="007336F4" w:rsidRPr="00034484" w14:paraId="56C231C3" w14:textId="77777777" w:rsidTr="00827D09">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2A6098B3" w14:textId="77777777" w:rsidR="007336F4" w:rsidRPr="00034484" w:rsidRDefault="007336F4" w:rsidP="00827D09">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56CECE03" w14:textId="77777777" w:rsidR="007336F4" w:rsidRPr="00034484" w:rsidRDefault="007336F4" w:rsidP="00827D09">
            <w:pPr>
              <w:outlineLvl w:val="3"/>
              <w:rPr>
                <w:bCs/>
              </w:rPr>
            </w:pPr>
          </w:p>
        </w:tc>
      </w:tr>
      <w:tr w:rsidR="007336F4" w:rsidRPr="00034484" w14:paraId="3271E279" w14:textId="77777777" w:rsidTr="00827D09">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2FBFC86" w14:textId="77777777" w:rsidR="007336F4" w:rsidRPr="00034484" w:rsidRDefault="007336F4" w:rsidP="00827D09">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8139618" w14:textId="77777777" w:rsidR="007336F4" w:rsidRPr="00034484" w:rsidRDefault="007336F4" w:rsidP="00827D09">
            <w:pPr>
              <w:outlineLvl w:val="3"/>
              <w:rPr>
                <w:bCs/>
              </w:rPr>
            </w:pPr>
          </w:p>
        </w:tc>
      </w:tr>
      <w:tr w:rsidR="007336F4" w:rsidRPr="00034484" w14:paraId="6428C045" w14:textId="77777777" w:rsidTr="00827D09">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60A07EF" w14:textId="77777777" w:rsidR="007336F4" w:rsidRPr="00034484" w:rsidRDefault="007336F4" w:rsidP="00827D09">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59DF3CB5" w14:textId="77777777" w:rsidR="007336F4" w:rsidRPr="00034484" w:rsidRDefault="007336F4" w:rsidP="00827D09">
            <w:pPr>
              <w:outlineLvl w:val="3"/>
              <w:rPr>
                <w:bCs/>
              </w:rPr>
            </w:pPr>
          </w:p>
        </w:tc>
      </w:tr>
      <w:tr w:rsidR="007336F4" w:rsidRPr="00034484" w14:paraId="3775992C" w14:textId="77777777" w:rsidTr="00827D09">
        <w:tc>
          <w:tcPr>
            <w:tcW w:w="2500" w:type="pct"/>
            <w:tcBorders>
              <w:top w:val="single" w:sz="4" w:space="0" w:color="auto"/>
              <w:bottom w:val="nil"/>
              <w:right w:val="nil"/>
            </w:tcBorders>
            <w:shd w:val="clear" w:color="auto" w:fill="auto"/>
            <w:vAlign w:val="center"/>
          </w:tcPr>
          <w:p w14:paraId="0A651314" w14:textId="77777777" w:rsidR="007336F4" w:rsidRPr="00034484" w:rsidRDefault="007336F4" w:rsidP="00827D09">
            <w:pPr>
              <w:rPr>
                <w:b/>
                <w:bCs/>
              </w:rPr>
            </w:pPr>
          </w:p>
        </w:tc>
        <w:tc>
          <w:tcPr>
            <w:tcW w:w="2481" w:type="pct"/>
            <w:tcBorders>
              <w:top w:val="single" w:sz="4" w:space="0" w:color="auto"/>
              <w:left w:val="nil"/>
              <w:bottom w:val="nil"/>
            </w:tcBorders>
            <w:shd w:val="clear" w:color="auto" w:fill="auto"/>
            <w:vAlign w:val="center"/>
          </w:tcPr>
          <w:p w14:paraId="62998AFB" w14:textId="77777777" w:rsidR="007336F4" w:rsidRPr="00034484" w:rsidRDefault="007336F4" w:rsidP="00827D09">
            <w:pPr>
              <w:rPr>
                <w:bCs/>
              </w:rPr>
            </w:pPr>
          </w:p>
        </w:tc>
      </w:tr>
    </w:tbl>
    <w:p w14:paraId="35820C98" w14:textId="77777777" w:rsidR="007336F4" w:rsidRDefault="007336F4" w:rsidP="007336F4">
      <w:pPr>
        <w:rPr>
          <w:b/>
          <w:bCs/>
        </w:rPr>
      </w:pPr>
    </w:p>
    <w:tbl>
      <w:tblPr>
        <w:tblStyle w:val="Mkatabulky"/>
        <w:tblW w:w="0" w:type="auto"/>
        <w:tblLook w:val="04A0" w:firstRow="1" w:lastRow="0" w:firstColumn="1" w:lastColumn="0" w:noHBand="0" w:noVBand="1"/>
      </w:tblPr>
      <w:tblGrid>
        <w:gridCol w:w="2950"/>
        <w:gridCol w:w="2885"/>
        <w:gridCol w:w="2885"/>
      </w:tblGrid>
      <w:tr w:rsidR="007336F4" w:rsidRPr="00034484" w14:paraId="2A7B8D60" w14:textId="77777777" w:rsidTr="00827D09">
        <w:tc>
          <w:tcPr>
            <w:tcW w:w="2950" w:type="dxa"/>
            <w:shd w:val="clear" w:color="auto" w:fill="FFBFBF" w:themeFill="accent6" w:themeFillTint="33"/>
          </w:tcPr>
          <w:p w14:paraId="5929F45D" w14:textId="77777777" w:rsidR="007336F4" w:rsidRPr="00034484" w:rsidRDefault="007336F4" w:rsidP="00827D09">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39908920" w14:textId="77777777" w:rsidR="007336F4" w:rsidRPr="00034484" w:rsidRDefault="007336F4" w:rsidP="00827D09">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78E95555" w14:textId="77777777" w:rsidR="007336F4" w:rsidRPr="00034484" w:rsidRDefault="007336F4" w:rsidP="00827D09">
            <w:pPr>
              <w:spacing w:after="60"/>
              <w:outlineLvl w:val="3"/>
              <w:rPr>
                <w:bCs/>
              </w:rPr>
            </w:pPr>
            <w:r w:rsidRPr="00034484">
              <w:rPr>
                <w:b/>
                <w:bCs/>
              </w:rPr>
              <w:t>Hodnota poddodávky</w:t>
            </w:r>
            <w:r w:rsidRPr="00034484">
              <w:rPr>
                <w:bCs/>
              </w:rPr>
              <w:t xml:space="preserve"> v % ze smluvní ceny díla a konkrétní částka v Kč </w:t>
            </w:r>
          </w:p>
        </w:tc>
      </w:tr>
      <w:tr w:rsidR="007336F4" w:rsidRPr="00034484" w14:paraId="0ADF358F" w14:textId="77777777" w:rsidTr="00827D09">
        <w:tc>
          <w:tcPr>
            <w:tcW w:w="2950" w:type="dxa"/>
            <w:vAlign w:val="center"/>
          </w:tcPr>
          <w:p w14:paraId="60EB5A24" w14:textId="77777777" w:rsidR="007336F4" w:rsidRPr="00034484" w:rsidRDefault="007336F4" w:rsidP="00827D09">
            <w:pPr>
              <w:spacing w:after="60"/>
              <w:outlineLvl w:val="3"/>
              <w:rPr>
                <w:bCs/>
              </w:rPr>
            </w:pPr>
          </w:p>
        </w:tc>
        <w:tc>
          <w:tcPr>
            <w:tcW w:w="2885" w:type="dxa"/>
            <w:vAlign w:val="center"/>
          </w:tcPr>
          <w:p w14:paraId="3FEDEEBF" w14:textId="77777777" w:rsidR="007336F4" w:rsidRPr="00034484" w:rsidRDefault="007336F4" w:rsidP="00827D09">
            <w:pPr>
              <w:spacing w:after="60"/>
              <w:outlineLvl w:val="3"/>
              <w:rPr>
                <w:bCs/>
              </w:rPr>
            </w:pPr>
          </w:p>
        </w:tc>
        <w:tc>
          <w:tcPr>
            <w:tcW w:w="2885" w:type="dxa"/>
            <w:vAlign w:val="center"/>
          </w:tcPr>
          <w:p w14:paraId="25ECDCCC" w14:textId="77777777" w:rsidR="007336F4" w:rsidRPr="00034484" w:rsidRDefault="007336F4" w:rsidP="00827D09">
            <w:pPr>
              <w:spacing w:after="60"/>
              <w:outlineLvl w:val="3"/>
              <w:rPr>
                <w:bCs/>
              </w:rPr>
            </w:pPr>
          </w:p>
        </w:tc>
      </w:tr>
      <w:tr w:rsidR="007336F4" w:rsidRPr="00034484" w14:paraId="1D86DEEB" w14:textId="77777777" w:rsidTr="00827D09">
        <w:tc>
          <w:tcPr>
            <w:tcW w:w="2950" w:type="dxa"/>
            <w:vAlign w:val="center"/>
          </w:tcPr>
          <w:p w14:paraId="30167250" w14:textId="77777777" w:rsidR="007336F4" w:rsidRPr="00034484" w:rsidRDefault="007336F4" w:rsidP="00827D09">
            <w:pPr>
              <w:spacing w:after="60"/>
              <w:outlineLvl w:val="3"/>
              <w:rPr>
                <w:bCs/>
              </w:rPr>
            </w:pPr>
          </w:p>
        </w:tc>
        <w:tc>
          <w:tcPr>
            <w:tcW w:w="2885" w:type="dxa"/>
            <w:vAlign w:val="center"/>
          </w:tcPr>
          <w:p w14:paraId="682C25DA" w14:textId="77777777" w:rsidR="007336F4" w:rsidRPr="00034484" w:rsidRDefault="007336F4" w:rsidP="00827D09">
            <w:pPr>
              <w:spacing w:after="60"/>
              <w:outlineLvl w:val="3"/>
              <w:rPr>
                <w:bCs/>
              </w:rPr>
            </w:pPr>
          </w:p>
        </w:tc>
        <w:tc>
          <w:tcPr>
            <w:tcW w:w="2885" w:type="dxa"/>
            <w:vAlign w:val="center"/>
          </w:tcPr>
          <w:p w14:paraId="00B4FE48" w14:textId="77777777" w:rsidR="007336F4" w:rsidRDefault="007336F4" w:rsidP="00827D09">
            <w:pPr>
              <w:spacing w:after="60"/>
              <w:outlineLvl w:val="3"/>
              <w:rPr>
                <w:bCs/>
              </w:rPr>
            </w:pPr>
          </w:p>
          <w:p w14:paraId="3A8BBAB7" w14:textId="77777777" w:rsidR="007336F4" w:rsidRPr="002B4E56" w:rsidRDefault="007336F4" w:rsidP="00827D09"/>
        </w:tc>
      </w:tr>
      <w:tr w:rsidR="007336F4" w:rsidRPr="00034484" w14:paraId="1F99DF37" w14:textId="77777777" w:rsidTr="00827D09">
        <w:tc>
          <w:tcPr>
            <w:tcW w:w="2950" w:type="dxa"/>
            <w:vAlign w:val="center"/>
          </w:tcPr>
          <w:p w14:paraId="5A22938B" w14:textId="77777777" w:rsidR="007336F4" w:rsidRPr="00034484" w:rsidRDefault="007336F4" w:rsidP="00827D09">
            <w:pPr>
              <w:spacing w:after="60"/>
              <w:outlineLvl w:val="3"/>
              <w:rPr>
                <w:bCs/>
              </w:rPr>
            </w:pPr>
          </w:p>
        </w:tc>
        <w:tc>
          <w:tcPr>
            <w:tcW w:w="2885" w:type="dxa"/>
            <w:vAlign w:val="center"/>
          </w:tcPr>
          <w:p w14:paraId="7B8321D8" w14:textId="77777777" w:rsidR="007336F4" w:rsidRPr="00034484" w:rsidRDefault="007336F4" w:rsidP="00827D09">
            <w:pPr>
              <w:spacing w:after="60"/>
              <w:outlineLvl w:val="3"/>
              <w:rPr>
                <w:bCs/>
              </w:rPr>
            </w:pPr>
          </w:p>
        </w:tc>
        <w:tc>
          <w:tcPr>
            <w:tcW w:w="2885" w:type="dxa"/>
            <w:vAlign w:val="center"/>
          </w:tcPr>
          <w:p w14:paraId="70B66050" w14:textId="77777777" w:rsidR="007336F4" w:rsidRPr="00034484" w:rsidRDefault="007336F4" w:rsidP="00827D09">
            <w:pPr>
              <w:spacing w:after="60"/>
              <w:outlineLvl w:val="3"/>
              <w:rPr>
                <w:bCs/>
              </w:rPr>
            </w:pPr>
          </w:p>
        </w:tc>
      </w:tr>
      <w:tr w:rsidR="007336F4" w:rsidRPr="00034484" w14:paraId="2F1A7F03" w14:textId="77777777" w:rsidTr="00827D09">
        <w:tc>
          <w:tcPr>
            <w:tcW w:w="2950" w:type="dxa"/>
            <w:vAlign w:val="center"/>
          </w:tcPr>
          <w:p w14:paraId="6D150816" w14:textId="77777777" w:rsidR="007336F4" w:rsidRPr="00034484" w:rsidRDefault="007336F4" w:rsidP="00827D09">
            <w:pPr>
              <w:spacing w:after="60"/>
              <w:outlineLvl w:val="3"/>
              <w:rPr>
                <w:bCs/>
              </w:rPr>
            </w:pPr>
          </w:p>
        </w:tc>
        <w:tc>
          <w:tcPr>
            <w:tcW w:w="2885" w:type="dxa"/>
            <w:vAlign w:val="center"/>
          </w:tcPr>
          <w:p w14:paraId="5AE41C4B" w14:textId="77777777" w:rsidR="007336F4" w:rsidRPr="00034484" w:rsidRDefault="007336F4" w:rsidP="00827D09">
            <w:pPr>
              <w:spacing w:after="60"/>
              <w:outlineLvl w:val="3"/>
              <w:rPr>
                <w:bCs/>
              </w:rPr>
            </w:pPr>
          </w:p>
        </w:tc>
        <w:tc>
          <w:tcPr>
            <w:tcW w:w="2885" w:type="dxa"/>
            <w:vAlign w:val="center"/>
          </w:tcPr>
          <w:p w14:paraId="7C1E3D16" w14:textId="77777777" w:rsidR="007336F4" w:rsidRPr="00034484" w:rsidRDefault="007336F4" w:rsidP="00827D09">
            <w:pPr>
              <w:spacing w:after="60"/>
              <w:outlineLvl w:val="3"/>
              <w:rPr>
                <w:bCs/>
              </w:rPr>
            </w:pPr>
          </w:p>
        </w:tc>
      </w:tr>
    </w:tbl>
    <w:p w14:paraId="2687600C" w14:textId="77777777" w:rsidR="007336F4" w:rsidRPr="00034484" w:rsidRDefault="007336F4" w:rsidP="007336F4">
      <w:pPr>
        <w:rPr>
          <w:b/>
          <w:bCs/>
        </w:rPr>
      </w:pPr>
    </w:p>
    <w:tbl>
      <w:tblPr>
        <w:tblStyle w:val="Mkatabulky"/>
        <w:tblW w:w="5000" w:type="pct"/>
        <w:tblLook w:val="04A0" w:firstRow="1" w:lastRow="0" w:firstColumn="1" w:lastColumn="0" w:noHBand="0" w:noVBand="1"/>
      </w:tblPr>
      <w:tblGrid>
        <w:gridCol w:w="5874"/>
        <w:gridCol w:w="2846"/>
      </w:tblGrid>
      <w:tr w:rsidR="007336F4" w:rsidRPr="00034484" w14:paraId="5A7D17C6" w14:textId="77777777" w:rsidTr="00827D09">
        <w:tc>
          <w:tcPr>
            <w:tcW w:w="5874" w:type="dxa"/>
            <w:shd w:val="clear" w:color="auto" w:fill="FFBFBF" w:themeFill="accent6" w:themeFillTint="33"/>
            <w:vAlign w:val="center"/>
          </w:tcPr>
          <w:p w14:paraId="327C6A8D" w14:textId="77777777" w:rsidR="007336F4" w:rsidRPr="00034484" w:rsidRDefault="007336F4" w:rsidP="00827D09">
            <w:pPr>
              <w:spacing w:after="60"/>
              <w:outlineLvl w:val="3"/>
              <w:rPr>
                <w:b/>
                <w:bCs/>
              </w:rPr>
            </w:pPr>
            <w:r w:rsidRPr="00034484">
              <w:rPr>
                <w:b/>
                <w:bCs/>
              </w:rPr>
              <w:t>Rozsah prací:</w:t>
            </w:r>
          </w:p>
          <w:p w14:paraId="6A1073EB" w14:textId="77777777" w:rsidR="007336F4" w:rsidRPr="00034484" w:rsidRDefault="007336F4" w:rsidP="00827D09">
            <w:pPr>
              <w:spacing w:after="60"/>
              <w:outlineLvl w:val="3"/>
              <w:rPr>
                <w:bCs/>
              </w:rPr>
            </w:pPr>
            <w:r w:rsidRPr="00034484">
              <w:rPr>
                <w:bCs/>
              </w:rPr>
              <w:t>(dle předmětu díla / předmětu plnění VZ)</w:t>
            </w:r>
          </w:p>
        </w:tc>
        <w:tc>
          <w:tcPr>
            <w:tcW w:w="2910" w:type="dxa"/>
            <w:vAlign w:val="center"/>
          </w:tcPr>
          <w:p w14:paraId="143BF044" w14:textId="77777777" w:rsidR="007336F4" w:rsidRPr="00034484" w:rsidRDefault="007336F4" w:rsidP="00827D09">
            <w:pPr>
              <w:spacing w:after="60"/>
              <w:outlineLvl w:val="3"/>
              <w:rPr>
                <w:bCs/>
              </w:rPr>
            </w:pPr>
          </w:p>
        </w:tc>
      </w:tr>
      <w:tr w:rsidR="007336F4" w:rsidRPr="00034484" w14:paraId="3A9B9A3B" w14:textId="77777777" w:rsidTr="00827D09">
        <w:tc>
          <w:tcPr>
            <w:tcW w:w="5874" w:type="dxa"/>
            <w:shd w:val="clear" w:color="auto" w:fill="FFBFBF" w:themeFill="accent6" w:themeFillTint="33"/>
            <w:vAlign w:val="center"/>
          </w:tcPr>
          <w:p w14:paraId="0C05F42E" w14:textId="77777777" w:rsidR="007336F4" w:rsidRPr="00034484" w:rsidRDefault="007336F4" w:rsidP="00827D09">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5B7535BE" w14:textId="77777777" w:rsidR="007336F4" w:rsidRPr="00034484" w:rsidRDefault="007336F4" w:rsidP="00827D09">
            <w:pPr>
              <w:spacing w:after="60"/>
              <w:outlineLvl w:val="3"/>
              <w:rPr>
                <w:bCs/>
              </w:rPr>
            </w:pPr>
          </w:p>
        </w:tc>
      </w:tr>
      <w:tr w:rsidR="007336F4" w:rsidRPr="00034484" w14:paraId="5A39684D" w14:textId="77777777" w:rsidTr="00827D09">
        <w:tc>
          <w:tcPr>
            <w:tcW w:w="5874" w:type="dxa"/>
            <w:shd w:val="clear" w:color="auto" w:fill="FFBFBF" w:themeFill="accent6" w:themeFillTint="33"/>
            <w:vAlign w:val="center"/>
          </w:tcPr>
          <w:p w14:paraId="7E78ABF6" w14:textId="77777777" w:rsidR="007336F4" w:rsidRPr="00034484" w:rsidRDefault="007336F4" w:rsidP="00827D09">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7669F719" w14:textId="77777777" w:rsidR="007336F4" w:rsidRPr="00034484" w:rsidRDefault="007336F4" w:rsidP="00827D09">
            <w:pPr>
              <w:spacing w:after="60"/>
              <w:outlineLvl w:val="3"/>
              <w:rPr>
                <w:bCs/>
              </w:rPr>
            </w:pPr>
          </w:p>
        </w:tc>
      </w:tr>
      <w:tr w:rsidR="007336F4" w:rsidRPr="00034484" w14:paraId="0DBBE042" w14:textId="77777777" w:rsidTr="00827D09">
        <w:tc>
          <w:tcPr>
            <w:tcW w:w="5874" w:type="dxa"/>
            <w:shd w:val="clear" w:color="auto" w:fill="FFBFBF" w:themeFill="accent6" w:themeFillTint="33"/>
            <w:vAlign w:val="center"/>
          </w:tcPr>
          <w:p w14:paraId="6763334D" w14:textId="77777777" w:rsidR="007336F4" w:rsidRPr="00034484" w:rsidRDefault="007336F4" w:rsidP="00827D09">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63B40F4D" w14:textId="77777777" w:rsidR="007336F4" w:rsidRPr="00034484" w:rsidRDefault="007336F4" w:rsidP="00827D09">
            <w:pPr>
              <w:spacing w:after="60"/>
              <w:outlineLvl w:val="3"/>
              <w:rPr>
                <w:bCs/>
              </w:rPr>
            </w:pPr>
          </w:p>
        </w:tc>
      </w:tr>
      <w:tr w:rsidR="007336F4" w:rsidRPr="00034484" w14:paraId="47AA6749" w14:textId="77777777" w:rsidTr="00827D09">
        <w:tc>
          <w:tcPr>
            <w:tcW w:w="5874" w:type="dxa"/>
            <w:shd w:val="clear" w:color="auto" w:fill="FFBFBF" w:themeFill="accent6" w:themeFillTint="33"/>
            <w:vAlign w:val="center"/>
          </w:tcPr>
          <w:p w14:paraId="7B96EAF0" w14:textId="77777777" w:rsidR="007336F4" w:rsidRPr="00034484" w:rsidRDefault="007336F4" w:rsidP="00827D09">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67BFE468" w14:textId="77777777" w:rsidR="007336F4" w:rsidRPr="00034484" w:rsidRDefault="007336F4" w:rsidP="00827D09">
            <w:pPr>
              <w:spacing w:after="60"/>
              <w:outlineLvl w:val="3"/>
              <w:rPr>
                <w:bCs/>
              </w:rPr>
            </w:pPr>
          </w:p>
        </w:tc>
      </w:tr>
      <w:tr w:rsidR="007336F4" w:rsidRPr="00034484" w14:paraId="1346E64D" w14:textId="77777777" w:rsidTr="00827D09">
        <w:tc>
          <w:tcPr>
            <w:tcW w:w="5874" w:type="dxa"/>
            <w:shd w:val="clear" w:color="auto" w:fill="FFBFBF" w:themeFill="accent6" w:themeFillTint="33"/>
            <w:vAlign w:val="center"/>
          </w:tcPr>
          <w:p w14:paraId="6F493EDF" w14:textId="77777777" w:rsidR="007336F4" w:rsidRPr="00034484" w:rsidRDefault="007336F4" w:rsidP="00827D09">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67FDEBAB" w14:textId="77777777" w:rsidR="007336F4" w:rsidRPr="00034484" w:rsidRDefault="007336F4" w:rsidP="00827D09">
            <w:pPr>
              <w:spacing w:after="60"/>
              <w:outlineLvl w:val="3"/>
              <w:rPr>
                <w:bCs/>
              </w:rPr>
            </w:pPr>
          </w:p>
        </w:tc>
      </w:tr>
      <w:tr w:rsidR="007336F4" w:rsidRPr="00034484" w14:paraId="35E16C80" w14:textId="77777777" w:rsidTr="00827D09">
        <w:tc>
          <w:tcPr>
            <w:tcW w:w="5874" w:type="dxa"/>
            <w:shd w:val="clear" w:color="auto" w:fill="FFBFBF" w:themeFill="accent6" w:themeFillTint="33"/>
            <w:vAlign w:val="center"/>
          </w:tcPr>
          <w:p w14:paraId="21FDD005" w14:textId="77777777" w:rsidR="007336F4" w:rsidRPr="00034484" w:rsidRDefault="007336F4" w:rsidP="00827D09">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21222490" w14:textId="77777777" w:rsidR="007336F4" w:rsidRPr="00034484" w:rsidRDefault="007336F4" w:rsidP="00827D09">
            <w:pPr>
              <w:spacing w:after="60"/>
              <w:outlineLvl w:val="3"/>
              <w:rPr>
                <w:bCs/>
              </w:rPr>
            </w:pPr>
          </w:p>
        </w:tc>
      </w:tr>
      <w:tr w:rsidR="007336F4" w:rsidRPr="00034484" w14:paraId="7241B3C2" w14:textId="77777777" w:rsidTr="00827D09">
        <w:tc>
          <w:tcPr>
            <w:tcW w:w="5874" w:type="dxa"/>
            <w:shd w:val="clear" w:color="auto" w:fill="FFBFBF" w:themeFill="accent6" w:themeFillTint="33"/>
            <w:vAlign w:val="center"/>
          </w:tcPr>
          <w:p w14:paraId="240C2938" w14:textId="77777777" w:rsidR="007336F4" w:rsidRPr="00034484" w:rsidRDefault="007336F4" w:rsidP="00827D09">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0195FE19" w14:textId="77777777" w:rsidR="007336F4" w:rsidRPr="00034484" w:rsidRDefault="007336F4" w:rsidP="00827D09">
            <w:pPr>
              <w:spacing w:after="60"/>
              <w:outlineLvl w:val="3"/>
              <w:rPr>
                <w:bCs/>
              </w:rPr>
            </w:pPr>
          </w:p>
        </w:tc>
      </w:tr>
      <w:tr w:rsidR="007336F4" w:rsidRPr="00034484" w14:paraId="6A292D7F" w14:textId="77777777" w:rsidTr="00827D09">
        <w:tc>
          <w:tcPr>
            <w:tcW w:w="5874" w:type="dxa"/>
            <w:shd w:val="clear" w:color="auto" w:fill="FFBFBF" w:themeFill="accent6" w:themeFillTint="33"/>
            <w:vAlign w:val="center"/>
          </w:tcPr>
          <w:p w14:paraId="5D9A1FE6" w14:textId="77777777" w:rsidR="007336F4" w:rsidRPr="00034484" w:rsidRDefault="007336F4" w:rsidP="00827D09">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7CC69AAF" w14:textId="77777777" w:rsidR="007336F4" w:rsidRPr="00034484" w:rsidRDefault="007336F4" w:rsidP="00827D09">
            <w:pPr>
              <w:spacing w:after="60"/>
              <w:outlineLvl w:val="3"/>
              <w:rPr>
                <w:bCs/>
              </w:rPr>
            </w:pPr>
          </w:p>
        </w:tc>
      </w:tr>
      <w:tr w:rsidR="007336F4" w:rsidRPr="00034484" w14:paraId="249B96EF" w14:textId="77777777" w:rsidTr="00827D09">
        <w:tc>
          <w:tcPr>
            <w:tcW w:w="5874" w:type="dxa"/>
            <w:shd w:val="clear" w:color="auto" w:fill="FFBFBF" w:themeFill="accent6" w:themeFillTint="33"/>
            <w:vAlign w:val="center"/>
          </w:tcPr>
          <w:p w14:paraId="48C36024" w14:textId="77777777" w:rsidR="007336F4" w:rsidRPr="00034484" w:rsidRDefault="007336F4" w:rsidP="00827D09">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0A4C1A5A" w14:textId="77777777" w:rsidR="007336F4" w:rsidRPr="00034484" w:rsidRDefault="007336F4" w:rsidP="00827D09">
            <w:pPr>
              <w:spacing w:after="60"/>
              <w:outlineLvl w:val="3"/>
              <w:rPr>
                <w:bCs/>
              </w:rPr>
            </w:pPr>
          </w:p>
        </w:tc>
      </w:tr>
      <w:tr w:rsidR="007336F4" w:rsidRPr="00034484" w14:paraId="6F76C81E" w14:textId="77777777" w:rsidTr="00827D09">
        <w:tc>
          <w:tcPr>
            <w:tcW w:w="5874" w:type="dxa"/>
            <w:shd w:val="clear" w:color="auto" w:fill="FFBFBF" w:themeFill="accent6" w:themeFillTint="33"/>
            <w:vAlign w:val="center"/>
          </w:tcPr>
          <w:p w14:paraId="7FFA170D" w14:textId="77777777" w:rsidR="007336F4" w:rsidRPr="00034484" w:rsidRDefault="007336F4" w:rsidP="00827D09">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385351D2" w14:textId="77777777" w:rsidR="007336F4" w:rsidRPr="00034484" w:rsidRDefault="007336F4" w:rsidP="00827D09">
            <w:pPr>
              <w:spacing w:after="60"/>
              <w:outlineLvl w:val="3"/>
              <w:rPr>
                <w:bCs/>
              </w:rPr>
            </w:pPr>
          </w:p>
        </w:tc>
      </w:tr>
      <w:tr w:rsidR="007336F4" w:rsidRPr="00034484" w14:paraId="68CF1751" w14:textId="77777777" w:rsidTr="00827D09">
        <w:tc>
          <w:tcPr>
            <w:tcW w:w="5874" w:type="dxa"/>
            <w:shd w:val="clear" w:color="auto" w:fill="FFBFBF" w:themeFill="accent6" w:themeFillTint="33"/>
            <w:vAlign w:val="center"/>
          </w:tcPr>
          <w:p w14:paraId="3AE81724" w14:textId="77777777" w:rsidR="007336F4" w:rsidRPr="00034484" w:rsidRDefault="007336F4" w:rsidP="00827D09">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74CC9DCF" w14:textId="77777777" w:rsidR="007336F4" w:rsidRPr="00034484" w:rsidRDefault="007336F4" w:rsidP="00827D09">
            <w:pPr>
              <w:spacing w:after="60"/>
              <w:outlineLvl w:val="3"/>
              <w:rPr>
                <w:bCs/>
              </w:rPr>
            </w:pPr>
          </w:p>
        </w:tc>
      </w:tr>
      <w:tr w:rsidR="007336F4" w:rsidRPr="00034484" w14:paraId="3D6417AC" w14:textId="77777777" w:rsidTr="00827D09">
        <w:tc>
          <w:tcPr>
            <w:tcW w:w="5874" w:type="dxa"/>
            <w:shd w:val="clear" w:color="auto" w:fill="FFBFBF" w:themeFill="accent6" w:themeFillTint="33"/>
            <w:vAlign w:val="center"/>
          </w:tcPr>
          <w:p w14:paraId="6BBE67D9" w14:textId="77777777" w:rsidR="007336F4" w:rsidRPr="00034484" w:rsidRDefault="007336F4" w:rsidP="00827D09">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02A2DF7B" w14:textId="77777777" w:rsidR="007336F4" w:rsidRPr="00034484" w:rsidRDefault="007336F4" w:rsidP="00827D09">
            <w:pPr>
              <w:spacing w:after="60"/>
              <w:outlineLvl w:val="3"/>
              <w:rPr>
                <w:bCs/>
              </w:rPr>
            </w:pPr>
          </w:p>
        </w:tc>
      </w:tr>
      <w:tr w:rsidR="007336F4" w:rsidRPr="00034484" w14:paraId="04BF1134" w14:textId="77777777" w:rsidTr="00827D09">
        <w:tc>
          <w:tcPr>
            <w:tcW w:w="5874" w:type="dxa"/>
            <w:shd w:val="clear" w:color="auto" w:fill="FFBFBF" w:themeFill="accent6" w:themeFillTint="33"/>
            <w:vAlign w:val="center"/>
          </w:tcPr>
          <w:p w14:paraId="43ECFED9" w14:textId="77777777" w:rsidR="007336F4" w:rsidRPr="00034484" w:rsidRDefault="007336F4" w:rsidP="00827D09">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75F9A1BF" w14:textId="77777777" w:rsidR="007336F4" w:rsidRPr="00034484" w:rsidRDefault="007336F4" w:rsidP="00827D09">
            <w:pPr>
              <w:outlineLvl w:val="3"/>
              <w:rPr>
                <w:bCs/>
              </w:rPr>
            </w:pPr>
          </w:p>
        </w:tc>
      </w:tr>
      <w:tr w:rsidR="007336F4" w:rsidRPr="00034484" w14:paraId="59AA8D9E" w14:textId="77777777" w:rsidTr="00827D09">
        <w:tc>
          <w:tcPr>
            <w:tcW w:w="5874" w:type="dxa"/>
            <w:shd w:val="clear" w:color="auto" w:fill="FFBFBF" w:themeFill="accent6" w:themeFillTint="33"/>
            <w:vAlign w:val="center"/>
          </w:tcPr>
          <w:p w14:paraId="3103B243" w14:textId="77777777" w:rsidR="007336F4" w:rsidRPr="00034484" w:rsidRDefault="007336F4" w:rsidP="00827D09">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75DA7AEB" w14:textId="77777777" w:rsidR="007336F4" w:rsidRPr="00034484" w:rsidRDefault="007336F4" w:rsidP="00827D09">
            <w:pPr>
              <w:outlineLvl w:val="3"/>
              <w:rPr>
                <w:bCs/>
              </w:rPr>
            </w:pPr>
          </w:p>
        </w:tc>
      </w:tr>
      <w:tr w:rsidR="007336F4" w:rsidRPr="00034484" w14:paraId="3A851850" w14:textId="77777777" w:rsidTr="00827D09">
        <w:tc>
          <w:tcPr>
            <w:tcW w:w="5874" w:type="dxa"/>
            <w:shd w:val="clear" w:color="auto" w:fill="FFBFBF" w:themeFill="accent6" w:themeFillTint="33"/>
            <w:vAlign w:val="center"/>
          </w:tcPr>
          <w:p w14:paraId="7F07D729" w14:textId="77777777" w:rsidR="007336F4" w:rsidRPr="00034484" w:rsidRDefault="007336F4" w:rsidP="00827D09">
            <w:pPr>
              <w:spacing w:after="60"/>
              <w:outlineLvl w:val="3"/>
              <w:rPr>
                <w:b/>
                <w:bCs/>
              </w:rPr>
            </w:pPr>
            <w:r w:rsidRPr="00034484">
              <w:rPr>
                <w:b/>
                <w:bCs/>
              </w:rPr>
              <w:lastRenderedPageBreak/>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6AD64E42" w14:textId="77777777" w:rsidR="007336F4" w:rsidRPr="00034484" w:rsidRDefault="007336F4" w:rsidP="00827D09">
            <w:pPr>
              <w:outlineLvl w:val="3"/>
              <w:rPr>
                <w:bCs/>
              </w:rPr>
            </w:pPr>
          </w:p>
        </w:tc>
      </w:tr>
      <w:tr w:rsidR="007336F4" w:rsidRPr="00034484" w14:paraId="47AE1CBD" w14:textId="77777777" w:rsidTr="00827D09">
        <w:tc>
          <w:tcPr>
            <w:tcW w:w="5874" w:type="dxa"/>
            <w:shd w:val="clear" w:color="auto" w:fill="FFBFBF" w:themeFill="accent6" w:themeFillTint="33"/>
            <w:vAlign w:val="center"/>
          </w:tcPr>
          <w:p w14:paraId="1F0282EA" w14:textId="77777777" w:rsidR="007336F4" w:rsidRPr="00034484" w:rsidRDefault="007336F4" w:rsidP="00827D09">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3E651A48" w14:textId="77777777" w:rsidR="007336F4" w:rsidRPr="00034484" w:rsidRDefault="007336F4" w:rsidP="00827D09">
            <w:pPr>
              <w:outlineLvl w:val="3"/>
              <w:rPr>
                <w:bCs/>
              </w:rPr>
            </w:pPr>
          </w:p>
        </w:tc>
      </w:tr>
      <w:tr w:rsidR="007336F4" w:rsidRPr="00034484" w14:paraId="7BC413E7" w14:textId="77777777" w:rsidTr="00827D09">
        <w:tc>
          <w:tcPr>
            <w:tcW w:w="5874" w:type="dxa"/>
            <w:shd w:val="clear" w:color="auto" w:fill="FFBFBF" w:themeFill="accent6" w:themeFillTint="33"/>
            <w:vAlign w:val="center"/>
          </w:tcPr>
          <w:p w14:paraId="7D915DAA" w14:textId="77777777" w:rsidR="007336F4" w:rsidRPr="00034484" w:rsidRDefault="007336F4" w:rsidP="00827D09">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4CC34F3F" w14:textId="77777777" w:rsidR="007336F4" w:rsidRPr="00034484" w:rsidRDefault="007336F4" w:rsidP="00827D09">
            <w:pPr>
              <w:outlineLvl w:val="3"/>
              <w:rPr>
                <w:bCs/>
              </w:rPr>
            </w:pPr>
          </w:p>
        </w:tc>
      </w:tr>
      <w:tr w:rsidR="007336F4" w:rsidRPr="00034484" w14:paraId="07CAFBFF" w14:textId="77777777" w:rsidTr="00827D09">
        <w:tc>
          <w:tcPr>
            <w:tcW w:w="5874" w:type="dxa"/>
            <w:shd w:val="clear" w:color="auto" w:fill="FFBFBF" w:themeFill="accent6" w:themeFillTint="33"/>
            <w:vAlign w:val="center"/>
          </w:tcPr>
          <w:p w14:paraId="2C3C73F7" w14:textId="77777777" w:rsidR="007336F4" w:rsidRPr="00034484" w:rsidRDefault="007336F4" w:rsidP="00827D09">
            <w:pPr>
              <w:spacing w:after="60"/>
              <w:outlineLvl w:val="3"/>
              <w:rPr>
                <w:b/>
                <w:bCs/>
              </w:rPr>
            </w:pPr>
            <w:r w:rsidRPr="00034484">
              <w:rPr>
                <w:b/>
                <w:bCs/>
              </w:rPr>
              <w:t>Zhotovitel vyhrazeného plnění:</w:t>
            </w:r>
          </w:p>
        </w:tc>
        <w:tc>
          <w:tcPr>
            <w:tcW w:w="2910" w:type="dxa"/>
            <w:vAlign w:val="center"/>
          </w:tcPr>
          <w:p w14:paraId="263985B3" w14:textId="77777777" w:rsidR="007336F4" w:rsidRPr="00034484" w:rsidRDefault="007336F4" w:rsidP="00827D09">
            <w:pPr>
              <w:outlineLvl w:val="3"/>
              <w:rPr>
                <w:bCs/>
              </w:rPr>
            </w:pPr>
          </w:p>
        </w:tc>
      </w:tr>
      <w:tr w:rsidR="007336F4" w:rsidRPr="00034484" w14:paraId="66FFCBDD" w14:textId="77777777" w:rsidTr="00827D09">
        <w:tc>
          <w:tcPr>
            <w:tcW w:w="5874" w:type="dxa"/>
            <w:shd w:val="clear" w:color="auto" w:fill="FFBFBF" w:themeFill="accent6" w:themeFillTint="33"/>
            <w:vAlign w:val="center"/>
          </w:tcPr>
          <w:p w14:paraId="1132228E" w14:textId="77777777" w:rsidR="007336F4" w:rsidRPr="00034484" w:rsidRDefault="007336F4" w:rsidP="00827D09">
            <w:pPr>
              <w:spacing w:after="60"/>
              <w:outlineLvl w:val="3"/>
              <w:rPr>
                <w:bCs/>
              </w:rPr>
            </w:pPr>
            <w:r w:rsidRPr="00034484">
              <w:rPr>
                <w:b/>
                <w:bCs/>
              </w:rPr>
              <w:t>Hodnota vyhrazeného plnění v Kč</w:t>
            </w:r>
            <w:r w:rsidRPr="00034484">
              <w:rPr>
                <w:bCs/>
              </w:rPr>
              <w:t>:</w:t>
            </w:r>
          </w:p>
        </w:tc>
        <w:tc>
          <w:tcPr>
            <w:tcW w:w="2910" w:type="dxa"/>
            <w:vAlign w:val="center"/>
          </w:tcPr>
          <w:p w14:paraId="4B646EE9" w14:textId="77777777" w:rsidR="007336F4" w:rsidRPr="00034484" w:rsidRDefault="007336F4" w:rsidP="00827D09">
            <w:pPr>
              <w:outlineLvl w:val="3"/>
              <w:rPr>
                <w:bCs/>
              </w:rPr>
            </w:pPr>
          </w:p>
        </w:tc>
      </w:tr>
    </w:tbl>
    <w:p w14:paraId="7E3CDAB6" w14:textId="77777777" w:rsidR="007336F4" w:rsidRPr="00034484" w:rsidRDefault="007336F4" w:rsidP="007336F4">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7336F4" w:rsidRPr="00034484" w14:paraId="4C4C95DB" w14:textId="77777777" w:rsidTr="00827D09">
        <w:tc>
          <w:tcPr>
            <w:tcW w:w="3259" w:type="dxa"/>
            <w:shd w:val="clear" w:color="auto" w:fill="FFBFBF" w:themeFill="accent6" w:themeFillTint="33"/>
          </w:tcPr>
          <w:p w14:paraId="7F9F7ADD" w14:textId="77777777" w:rsidR="007336F4" w:rsidRPr="00034484" w:rsidRDefault="007336F4" w:rsidP="00827D09">
            <w:pPr>
              <w:spacing w:after="60"/>
              <w:outlineLvl w:val="3"/>
              <w:rPr>
                <w:b/>
                <w:bCs/>
                <w:vertAlign w:val="superscript"/>
              </w:rPr>
            </w:pPr>
          </w:p>
        </w:tc>
        <w:tc>
          <w:tcPr>
            <w:tcW w:w="3260" w:type="dxa"/>
            <w:shd w:val="clear" w:color="auto" w:fill="FFBFBF" w:themeFill="accent6" w:themeFillTint="33"/>
          </w:tcPr>
          <w:p w14:paraId="24396F24" w14:textId="77777777" w:rsidR="007336F4" w:rsidRPr="00034484" w:rsidRDefault="007336F4" w:rsidP="00827D09">
            <w:pPr>
              <w:spacing w:after="60"/>
              <w:outlineLvl w:val="3"/>
              <w:rPr>
                <w:b/>
                <w:bCs/>
              </w:rPr>
            </w:pPr>
            <w:r w:rsidRPr="00034484">
              <w:rPr>
                <w:b/>
                <w:bCs/>
              </w:rPr>
              <w:t>Obchodní firma</w:t>
            </w:r>
          </w:p>
        </w:tc>
        <w:tc>
          <w:tcPr>
            <w:tcW w:w="3260" w:type="dxa"/>
            <w:shd w:val="clear" w:color="auto" w:fill="FFBFBF" w:themeFill="accent6" w:themeFillTint="33"/>
          </w:tcPr>
          <w:p w14:paraId="4A697F7C" w14:textId="77777777" w:rsidR="007336F4" w:rsidRPr="00034484" w:rsidRDefault="007336F4" w:rsidP="00827D09">
            <w:pPr>
              <w:outlineLvl w:val="3"/>
              <w:rPr>
                <w:b/>
                <w:bCs/>
              </w:rPr>
            </w:pPr>
            <w:r w:rsidRPr="00034484">
              <w:rPr>
                <w:b/>
                <w:bCs/>
              </w:rPr>
              <w:t xml:space="preserve">Hodnota prováděných prací v Kč </w:t>
            </w:r>
            <w:r w:rsidRPr="00034484">
              <w:rPr>
                <w:bCs/>
              </w:rPr>
              <w:t>(bez DPH)</w:t>
            </w:r>
          </w:p>
        </w:tc>
      </w:tr>
      <w:tr w:rsidR="007336F4" w:rsidRPr="00034484" w14:paraId="0EB65495" w14:textId="77777777" w:rsidTr="00827D09">
        <w:tc>
          <w:tcPr>
            <w:tcW w:w="3259" w:type="dxa"/>
            <w:shd w:val="clear" w:color="auto" w:fill="FFBFBF" w:themeFill="accent6" w:themeFillTint="33"/>
          </w:tcPr>
          <w:p w14:paraId="311DDC49" w14:textId="77777777" w:rsidR="007336F4" w:rsidRPr="00034484" w:rsidRDefault="007336F4" w:rsidP="00827D09">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61989B4F" w14:textId="77777777" w:rsidR="007336F4" w:rsidRPr="00034484" w:rsidRDefault="007336F4" w:rsidP="00827D09">
            <w:pPr>
              <w:spacing w:after="60"/>
              <w:outlineLvl w:val="3"/>
              <w:rPr>
                <w:bCs/>
              </w:rPr>
            </w:pPr>
          </w:p>
        </w:tc>
        <w:tc>
          <w:tcPr>
            <w:tcW w:w="3260" w:type="dxa"/>
            <w:vAlign w:val="center"/>
          </w:tcPr>
          <w:p w14:paraId="368B07C8" w14:textId="77777777" w:rsidR="007336F4" w:rsidRPr="00034484" w:rsidRDefault="007336F4" w:rsidP="00827D09">
            <w:pPr>
              <w:outlineLvl w:val="3"/>
              <w:rPr>
                <w:bCs/>
              </w:rPr>
            </w:pPr>
          </w:p>
        </w:tc>
      </w:tr>
      <w:tr w:rsidR="007336F4" w:rsidRPr="00034484" w14:paraId="45709F79" w14:textId="77777777" w:rsidTr="00827D09">
        <w:tc>
          <w:tcPr>
            <w:tcW w:w="3259" w:type="dxa"/>
            <w:shd w:val="clear" w:color="auto" w:fill="FFBFBF" w:themeFill="accent6" w:themeFillTint="33"/>
          </w:tcPr>
          <w:p w14:paraId="03D79234" w14:textId="77777777" w:rsidR="007336F4" w:rsidRPr="00034484" w:rsidRDefault="007336F4" w:rsidP="00827D09">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00107F9B" w14:textId="77777777" w:rsidR="007336F4" w:rsidRPr="00034484" w:rsidRDefault="007336F4" w:rsidP="00827D09">
            <w:pPr>
              <w:spacing w:after="60"/>
              <w:outlineLvl w:val="3"/>
              <w:rPr>
                <w:bCs/>
              </w:rPr>
            </w:pPr>
          </w:p>
        </w:tc>
        <w:tc>
          <w:tcPr>
            <w:tcW w:w="3260" w:type="dxa"/>
            <w:vAlign w:val="center"/>
          </w:tcPr>
          <w:p w14:paraId="13FBFEF4" w14:textId="77777777" w:rsidR="007336F4" w:rsidRPr="00034484" w:rsidRDefault="007336F4" w:rsidP="00827D09">
            <w:pPr>
              <w:outlineLvl w:val="3"/>
              <w:rPr>
                <w:bCs/>
              </w:rPr>
            </w:pPr>
          </w:p>
        </w:tc>
      </w:tr>
      <w:tr w:rsidR="007336F4" w:rsidRPr="00034484" w14:paraId="7A1965D5" w14:textId="77777777" w:rsidTr="00827D09">
        <w:tc>
          <w:tcPr>
            <w:tcW w:w="3259" w:type="dxa"/>
            <w:shd w:val="clear" w:color="auto" w:fill="FFBFBF" w:themeFill="accent6" w:themeFillTint="33"/>
          </w:tcPr>
          <w:p w14:paraId="0CA2BB5F" w14:textId="77777777" w:rsidR="007336F4" w:rsidRPr="00034484" w:rsidRDefault="007336F4" w:rsidP="00827D09">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9FAE7AE" w14:textId="77777777" w:rsidR="007336F4" w:rsidRPr="00034484" w:rsidRDefault="007336F4" w:rsidP="00827D09">
            <w:pPr>
              <w:spacing w:after="60"/>
              <w:outlineLvl w:val="3"/>
              <w:rPr>
                <w:bCs/>
              </w:rPr>
            </w:pPr>
          </w:p>
        </w:tc>
        <w:tc>
          <w:tcPr>
            <w:tcW w:w="3260" w:type="dxa"/>
            <w:vAlign w:val="center"/>
          </w:tcPr>
          <w:p w14:paraId="0996D295" w14:textId="77777777" w:rsidR="007336F4" w:rsidRPr="00034484" w:rsidRDefault="007336F4" w:rsidP="00827D09">
            <w:pPr>
              <w:outlineLvl w:val="3"/>
              <w:rPr>
                <w:bCs/>
              </w:rPr>
            </w:pPr>
          </w:p>
        </w:tc>
      </w:tr>
      <w:tr w:rsidR="007336F4" w:rsidRPr="00034484" w14:paraId="055870E0" w14:textId="77777777" w:rsidTr="00827D09">
        <w:tc>
          <w:tcPr>
            <w:tcW w:w="3259" w:type="dxa"/>
            <w:shd w:val="clear" w:color="auto" w:fill="FFBFBF" w:themeFill="accent6" w:themeFillTint="33"/>
          </w:tcPr>
          <w:p w14:paraId="3B649610" w14:textId="77777777" w:rsidR="007336F4" w:rsidRPr="00034484" w:rsidRDefault="007336F4" w:rsidP="00827D09">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1CDDBD0E" w14:textId="77777777" w:rsidR="007336F4" w:rsidRPr="00034484" w:rsidRDefault="007336F4" w:rsidP="00827D09">
            <w:pPr>
              <w:spacing w:after="60"/>
              <w:outlineLvl w:val="3"/>
              <w:rPr>
                <w:bCs/>
              </w:rPr>
            </w:pPr>
          </w:p>
        </w:tc>
        <w:tc>
          <w:tcPr>
            <w:tcW w:w="3260" w:type="dxa"/>
            <w:vAlign w:val="center"/>
          </w:tcPr>
          <w:p w14:paraId="01AA8261" w14:textId="77777777" w:rsidR="007336F4" w:rsidRPr="00034484" w:rsidRDefault="007336F4" w:rsidP="00827D09">
            <w:pPr>
              <w:outlineLvl w:val="3"/>
              <w:rPr>
                <w:bCs/>
              </w:rPr>
            </w:pPr>
          </w:p>
        </w:tc>
      </w:tr>
      <w:tr w:rsidR="007336F4" w:rsidRPr="00034484" w14:paraId="1B57C777" w14:textId="77777777" w:rsidTr="00827D09">
        <w:tc>
          <w:tcPr>
            <w:tcW w:w="3259" w:type="dxa"/>
            <w:shd w:val="clear" w:color="auto" w:fill="FFBFBF" w:themeFill="accent6" w:themeFillTint="33"/>
          </w:tcPr>
          <w:p w14:paraId="2CEEE63E" w14:textId="77777777" w:rsidR="007336F4" w:rsidRPr="00034484" w:rsidRDefault="007336F4" w:rsidP="00827D09">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6403B114" w14:textId="77777777" w:rsidR="007336F4" w:rsidRPr="00034484" w:rsidRDefault="007336F4" w:rsidP="00827D09">
            <w:pPr>
              <w:spacing w:after="60"/>
              <w:outlineLvl w:val="3"/>
              <w:rPr>
                <w:bCs/>
              </w:rPr>
            </w:pPr>
          </w:p>
        </w:tc>
        <w:tc>
          <w:tcPr>
            <w:tcW w:w="3260" w:type="dxa"/>
            <w:vAlign w:val="center"/>
          </w:tcPr>
          <w:p w14:paraId="7CAD31AD" w14:textId="77777777" w:rsidR="007336F4" w:rsidRPr="00034484" w:rsidRDefault="007336F4" w:rsidP="00827D09">
            <w:pPr>
              <w:outlineLvl w:val="3"/>
              <w:rPr>
                <w:bCs/>
              </w:rPr>
            </w:pPr>
          </w:p>
        </w:tc>
      </w:tr>
      <w:tr w:rsidR="007336F4" w:rsidRPr="00034484" w14:paraId="67FDA5C4" w14:textId="77777777" w:rsidTr="00827D09">
        <w:tc>
          <w:tcPr>
            <w:tcW w:w="3259" w:type="dxa"/>
            <w:shd w:val="clear" w:color="auto" w:fill="FFBFBF" w:themeFill="accent6" w:themeFillTint="33"/>
          </w:tcPr>
          <w:p w14:paraId="118BDF66" w14:textId="77777777" w:rsidR="007336F4" w:rsidRPr="00034484" w:rsidRDefault="007336F4" w:rsidP="00827D09">
            <w:pPr>
              <w:spacing w:after="60"/>
              <w:outlineLvl w:val="3"/>
              <w:rPr>
                <w:b/>
                <w:bCs/>
              </w:rPr>
            </w:pPr>
            <w:r w:rsidRPr="00034484">
              <w:rPr>
                <w:b/>
                <w:bCs/>
              </w:rPr>
              <w:t xml:space="preserve">Celkem v Kč </w:t>
            </w:r>
          </w:p>
        </w:tc>
        <w:tc>
          <w:tcPr>
            <w:tcW w:w="3260" w:type="dxa"/>
            <w:shd w:val="clear" w:color="auto" w:fill="FFBFBF" w:themeFill="accent6" w:themeFillTint="33"/>
          </w:tcPr>
          <w:p w14:paraId="3E060440" w14:textId="77777777" w:rsidR="007336F4" w:rsidRPr="00034484" w:rsidRDefault="007336F4" w:rsidP="00827D09">
            <w:pPr>
              <w:spacing w:after="60"/>
              <w:outlineLvl w:val="3"/>
              <w:rPr>
                <w:b/>
                <w:bCs/>
              </w:rPr>
            </w:pPr>
            <w:proofErr w:type="spellStart"/>
            <w:r w:rsidRPr="00034484">
              <w:rPr>
                <w:b/>
                <w:bCs/>
              </w:rPr>
              <w:t>xxx</w:t>
            </w:r>
            <w:proofErr w:type="spellEnd"/>
          </w:p>
        </w:tc>
        <w:tc>
          <w:tcPr>
            <w:tcW w:w="3260" w:type="dxa"/>
            <w:shd w:val="clear" w:color="auto" w:fill="FFBFBF" w:themeFill="accent6" w:themeFillTint="33"/>
          </w:tcPr>
          <w:p w14:paraId="07DDEDEF" w14:textId="77777777" w:rsidR="007336F4" w:rsidRPr="00034484" w:rsidRDefault="007336F4" w:rsidP="00827D09">
            <w:pPr>
              <w:outlineLvl w:val="3"/>
              <w:rPr>
                <w:b/>
                <w:bCs/>
              </w:rPr>
            </w:pPr>
          </w:p>
        </w:tc>
      </w:tr>
    </w:tbl>
    <w:p w14:paraId="08CD3609" w14:textId="77777777" w:rsidR="007336F4" w:rsidRPr="00034484" w:rsidRDefault="007336F4" w:rsidP="007336F4">
      <w:pPr>
        <w:rPr>
          <w:bCs/>
        </w:rPr>
      </w:pPr>
    </w:p>
    <w:tbl>
      <w:tblPr>
        <w:tblStyle w:val="Mkatabulky"/>
        <w:tblW w:w="0" w:type="auto"/>
        <w:tblLook w:val="04A0" w:firstRow="1" w:lastRow="0" w:firstColumn="1" w:lastColumn="0" w:noHBand="0" w:noVBand="1"/>
      </w:tblPr>
      <w:tblGrid>
        <w:gridCol w:w="4380"/>
        <w:gridCol w:w="4340"/>
      </w:tblGrid>
      <w:tr w:rsidR="007336F4" w:rsidRPr="00034484" w14:paraId="3F6E1CFF" w14:textId="77777777" w:rsidTr="00827D09">
        <w:tc>
          <w:tcPr>
            <w:tcW w:w="4889" w:type="dxa"/>
            <w:shd w:val="clear" w:color="auto" w:fill="FFBFBF" w:themeFill="accent6" w:themeFillTint="33"/>
            <w:vAlign w:val="center"/>
          </w:tcPr>
          <w:p w14:paraId="439EA4FA" w14:textId="77777777" w:rsidR="007336F4" w:rsidRPr="00034484" w:rsidRDefault="007336F4" w:rsidP="00827D09">
            <w:pPr>
              <w:spacing w:after="60"/>
              <w:outlineLvl w:val="3"/>
              <w:rPr>
                <w:b/>
                <w:bCs/>
              </w:rPr>
            </w:pPr>
            <w:r w:rsidRPr="00034484">
              <w:rPr>
                <w:b/>
                <w:bCs/>
              </w:rPr>
              <w:t>Hodnocení objednatele:</w:t>
            </w:r>
          </w:p>
          <w:p w14:paraId="382BDD04" w14:textId="77777777" w:rsidR="007336F4" w:rsidRPr="00034484" w:rsidRDefault="007336F4" w:rsidP="00827D09">
            <w:pPr>
              <w:spacing w:after="60"/>
              <w:outlineLvl w:val="3"/>
              <w:rPr>
                <w:b/>
                <w:bCs/>
              </w:rPr>
            </w:pPr>
          </w:p>
          <w:p w14:paraId="05CAC643" w14:textId="77777777" w:rsidR="007336F4" w:rsidRPr="00034484" w:rsidRDefault="007336F4" w:rsidP="00827D09">
            <w:pPr>
              <w:spacing w:after="60"/>
              <w:outlineLvl w:val="3"/>
              <w:rPr>
                <w:bCs/>
              </w:rPr>
            </w:pPr>
          </w:p>
          <w:p w14:paraId="4F24A9B8" w14:textId="77777777" w:rsidR="007336F4" w:rsidRPr="00034484" w:rsidRDefault="007336F4" w:rsidP="00827D09">
            <w:pPr>
              <w:spacing w:after="60"/>
              <w:outlineLvl w:val="3"/>
              <w:rPr>
                <w:bCs/>
              </w:rPr>
            </w:pPr>
          </w:p>
          <w:p w14:paraId="4C8FC638" w14:textId="77777777" w:rsidR="007336F4" w:rsidRPr="00034484" w:rsidRDefault="007336F4" w:rsidP="00827D09">
            <w:pPr>
              <w:spacing w:after="60"/>
              <w:outlineLvl w:val="3"/>
              <w:rPr>
                <w:bCs/>
              </w:rPr>
            </w:pPr>
          </w:p>
          <w:p w14:paraId="42B42C08" w14:textId="77777777" w:rsidR="007336F4" w:rsidRPr="00034484" w:rsidRDefault="007336F4" w:rsidP="00827D09">
            <w:pPr>
              <w:spacing w:after="60"/>
              <w:outlineLvl w:val="3"/>
              <w:rPr>
                <w:bCs/>
              </w:rPr>
            </w:pPr>
          </w:p>
        </w:tc>
        <w:tc>
          <w:tcPr>
            <w:tcW w:w="4890" w:type="dxa"/>
            <w:vAlign w:val="center"/>
          </w:tcPr>
          <w:p w14:paraId="150A1902" w14:textId="667CC40A" w:rsidR="00E96323" w:rsidRDefault="007336F4" w:rsidP="00827D09">
            <w:pPr>
              <w:outlineLvl w:val="3"/>
              <w:rPr>
                <w:bCs/>
              </w:rPr>
            </w:pPr>
            <w:r w:rsidRPr="00034484">
              <w:rPr>
                <w:bCs/>
              </w:rPr>
              <w:lastRenderedPageBreak/>
              <w:t>Správa železnic osvědčuje, že stavební práce uvedené v tomto osvědčení byly řádně poskytnuty a dokončeny.</w:t>
            </w:r>
          </w:p>
          <w:p w14:paraId="5B79ADFD" w14:textId="77777777" w:rsidR="007336F4" w:rsidRPr="00E96323" w:rsidRDefault="007336F4" w:rsidP="00E96323"/>
        </w:tc>
      </w:tr>
      <w:tr w:rsidR="007336F4" w:rsidRPr="00034484" w14:paraId="54C0DAC7" w14:textId="77777777" w:rsidTr="00827D09">
        <w:tc>
          <w:tcPr>
            <w:tcW w:w="4889" w:type="dxa"/>
            <w:shd w:val="clear" w:color="auto" w:fill="FFBFBF" w:themeFill="accent6" w:themeFillTint="33"/>
          </w:tcPr>
          <w:p w14:paraId="7E5B301C" w14:textId="77777777" w:rsidR="007336F4" w:rsidRPr="00034484" w:rsidRDefault="007336F4" w:rsidP="00827D09">
            <w:pPr>
              <w:spacing w:after="60"/>
              <w:outlineLvl w:val="3"/>
              <w:rPr>
                <w:b/>
                <w:bCs/>
              </w:rPr>
            </w:pPr>
            <w:r w:rsidRPr="00034484">
              <w:rPr>
                <w:b/>
                <w:bCs/>
              </w:rPr>
              <w:t>Kontaktní osoba:</w:t>
            </w:r>
          </w:p>
        </w:tc>
        <w:tc>
          <w:tcPr>
            <w:tcW w:w="4890" w:type="dxa"/>
            <w:vAlign w:val="center"/>
          </w:tcPr>
          <w:p w14:paraId="0B519B56" w14:textId="77777777" w:rsidR="007336F4" w:rsidRPr="00034484" w:rsidRDefault="007336F4" w:rsidP="00827D09">
            <w:pPr>
              <w:outlineLvl w:val="3"/>
              <w:rPr>
                <w:bCs/>
              </w:rPr>
            </w:pPr>
          </w:p>
        </w:tc>
      </w:tr>
    </w:tbl>
    <w:p w14:paraId="0595E867" w14:textId="77777777" w:rsidR="007336F4" w:rsidRPr="00034484" w:rsidRDefault="007336F4" w:rsidP="007336F4">
      <w:pPr>
        <w:rPr>
          <w:b/>
          <w:bCs/>
        </w:rPr>
      </w:pPr>
    </w:p>
    <w:tbl>
      <w:tblPr>
        <w:tblStyle w:val="Mkatabulky"/>
        <w:tblW w:w="0" w:type="auto"/>
        <w:tblLook w:val="04A0" w:firstRow="1" w:lastRow="0" w:firstColumn="1" w:lastColumn="0" w:noHBand="0" w:noVBand="1"/>
      </w:tblPr>
      <w:tblGrid>
        <w:gridCol w:w="4439"/>
        <w:gridCol w:w="4281"/>
      </w:tblGrid>
      <w:tr w:rsidR="007336F4" w:rsidRPr="00034484" w14:paraId="79820E0A" w14:textId="77777777" w:rsidTr="00827D09">
        <w:tc>
          <w:tcPr>
            <w:tcW w:w="4889" w:type="dxa"/>
            <w:shd w:val="clear" w:color="auto" w:fill="FFBFBF" w:themeFill="accent6" w:themeFillTint="33"/>
            <w:vAlign w:val="center"/>
          </w:tcPr>
          <w:p w14:paraId="63015E4E" w14:textId="77777777" w:rsidR="007336F4" w:rsidRPr="00034484" w:rsidRDefault="007336F4" w:rsidP="00827D09">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468BBA97" w14:textId="77777777" w:rsidR="007336F4" w:rsidRPr="00034484" w:rsidRDefault="007336F4" w:rsidP="00827D09">
            <w:pPr>
              <w:outlineLvl w:val="3"/>
              <w:rPr>
                <w:bCs/>
              </w:rPr>
            </w:pPr>
          </w:p>
        </w:tc>
      </w:tr>
      <w:tr w:rsidR="007336F4" w:rsidRPr="00034484" w14:paraId="59B62EBA" w14:textId="77777777" w:rsidTr="00827D09">
        <w:tc>
          <w:tcPr>
            <w:tcW w:w="4889" w:type="dxa"/>
            <w:shd w:val="clear" w:color="auto" w:fill="FFBFBF" w:themeFill="accent6" w:themeFillTint="33"/>
            <w:vAlign w:val="center"/>
          </w:tcPr>
          <w:p w14:paraId="0D619803" w14:textId="77777777" w:rsidR="007336F4" w:rsidRPr="00034484" w:rsidRDefault="007336F4" w:rsidP="00827D09">
            <w:pPr>
              <w:spacing w:after="60"/>
              <w:outlineLvl w:val="3"/>
              <w:rPr>
                <w:b/>
                <w:bCs/>
              </w:rPr>
            </w:pPr>
            <w:r w:rsidRPr="00034484">
              <w:rPr>
                <w:b/>
                <w:bCs/>
              </w:rPr>
              <w:t>Funkce:</w:t>
            </w:r>
          </w:p>
        </w:tc>
        <w:tc>
          <w:tcPr>
            <w:tcW w:w="4890" w:type="dxa"/>
            <w:vAlign w:val="center"/>
          </w:tcPr>
          <w:p w14:paraId="741160A9" w14:textId="77777777" w:rsidR="007336F4" w:rsidRPr="00034484" w:rsidRDefault="007336F4" w:rsidP="00827D09">
            <w:pPr>
              <w:outlineLvl w:val="3"/>
              <w:rPr>
                <w:bCs/>
              </w:rPr>
            </w:pPr>
          </w:p>
        </w:tc>
      </w:tr>
      <w:tr w:rsidR="007336F4" w:rsidRPr="00034484" w14:paraId="1C38EF08" w14:textId="77777777" w:rsidTr="00827D09">
        <w:tc>
          <w:tcPr>
            <w:tcW w:w="4889" w:type="dxa"/>
            <w:shd w:val="clear" w:color="auto" w:fill="FFBFBF" w:themeFill="accent6" w:themeFillTint="33"/>
            <w:vAlign w:val="center"/>
          </w:tcPr>
          <w:p w14:paraId="3D2B6ECF" w14:textId="77777777" w:rsidR="007336F4" w:rsidRPr="00034484" w:rsidRDefault="007336F4" w:rsidP="00827D09">
            <w:pPr>
              <w:spacing w:after="60"/>
              <w:outlineLvl w:val="3"/>
              <w:rPr>
                <w:b/>
                <w:bCs/>
              </w:rPr>
            </w:pPr>
            <w:r w:rsidRPr="00034484">
              <w:rPr>
                <w:b/>
                <w:bCs/>
              </w:rPr>
              <w:t>Podpis vystavitele</w:t>
            </w:r>
          </w:p>
          <w:p w14:paraId="4646E1DA" w14:textId="77777777" w:rsidR="007336F4" w:rsidRPr="00034484" w:rsidRDefault="007336F4" w:rsidP="00827D09">
            <w:pPr>
              <w:spacing w:after="60"/>
              <w:outlineLvl w:val="3"/>
              <w:rPr>
                <w:b/>
                <w:bCs/>
              </w:rPr>
            </w:pPr>
          </w:p>
        </w:tc>
        <w:tc>
          <w:tcPr>
            <w:tcW w:w="4890" w:type="dxa"/>
            <w:vAlign w:val="center"/>
          </w:tcPr>
          <w:p w14:paraId="28533C31" w14:textId="77777777" w:rsidR="007336F4" w:rsidRPr="00034484" w:rsidRDefault="007336F4" w:rsidP="00827D09">
            <w:pPr>
              <w:outlineLvl w:val="3"/>
              <w:rPr>
                <w:bCs/>
              </w:rPr>
            </w:pPr>
          </w:p>
        </w:tc>
      </w:tr>
      <w:tr w:rsidR="007336F4" w:rsidRPr="00034484" w14:paraId="247D3844" w14:textId="77777777" w:rsidTr="00827D09">
        <w:tc>
          <w:tcPr>
            <w:tcW w:w="4889" w:type="dxa"/>
            <w:shd w:val="clear" w:color="auto" w:fill="FFBFBF" w:themeFill="accent6" w:themeFillTint="33"/>
            <w:vAlign w:val="center"/>
          </w:tcPr>
          <w:p w14:paraId="4F36C778" w14:textId="77777777" w:rsidR="007336F4" w:rsidRPr="00034484" w:rsidRDefault="007336F4" w:rsidP="00827D09">
            <w:pPr>
              <w:spacing w:after="60"/>
              <w:outlineLvl w:val="3"/>
              <w:rPr>
                <w:b/>
                <w:bCs/>
              </w:rPr>
            </w:pPr>
            <w:r w:rsidRPr="00034484">
              <w:rPr>
                <w:b/>
                <w:bCs/>
              </w:rPr>
              <w:t>Datum vystavení osvědčení</w:t>
            </w:r>
          </w:p>
        </w:tc>
        <w:tc>
          <w:tcPr>
            <w:tcW w:w="4890" w:type="dxa"/>
            <w:vAlign w:val="center"/>
          </w:tcPr>
          <w:p w14:paraId="038F1DF7" w14:textId="77777777" w:rsidR="007336F4" w:rsidRPr="00034484" w:rsidRDefault="007336F4" w:rsidP="00827D09">
            <w:pPr>
              <w:outlineLvl w:val="3"/>
              <w:rPr>
                <w:bCs/>
              </w:rPr>
            </w:pPr>
          </w:p>
        </w:tc>
      </w:tr>
    </w:tbl>
    <w:p w14:paraId="72E450A2" w14:textId="77777777" w:rsidR="007336F4" w:rsidRPr="00034484" w:rsidRDefault="007336F4" w:rsidP="007336F4">
      <w:pPr>
        <w:rPr>
          <w:bCs/>
        </w:rPr>
      </w:pPr>
    </w:p>
    <w:p w14:paraId="3BF63F14" w14:textId="77777777" w:rsidR="007336F4" w:rsidRPr="00A24674" w:rsidRDefault="007336F4" w:rsidP="007336F4">
      <w:pPr>
        <w:keepNext/>
        <w:spacing w:after="60"/>
        <w:jc w:val="both"/>
        <w:outlineLvl w:val="3"/>
        <w:rPr>
          <w:rFonts w:eastAsia="Times New Roman"/>
          <w:bCs/>
          <w:i/>
        </w:rPr>
      </w:pPr>
      <w:r w:rsidRPr="00034484">
        <w:rPr>
          <w:bCs/>
          <w:i/>
        </w:rPr>
        <w:t>* Je-li vzhledem k charakteru stavby relevantní.</w:t>
      </w:r>
    </w:p>
    <w:p w14:paraId="70DEAF37" w14:textId="77777777" w:rsidR="007336F4" w:rsidRPr="00A24674" w:rsidRDefault="007336F4" w:rsidP="007336F4">
      <w:pPr>
        <w:keepNext/>
        <w:spacing w:after="60"/>
        <w:jc w:val="both"/>
        <w:outlineLvl w:val="3"/>
        <w:rPr>
          <w:rFonts w:eastAsia="Times New Roman"/>
          <w:b/>
          <w:bCs/>
          <w:i/>
        </w:rPr>
      </w:pPr>
    </w:p>
    <w:p w14:paraId="29F4BFBA" w14:textId="77777777" w:rsidR="007336F4" w:rsidRPr="00A24674" w:rsidRDefault="007336F4" w:rsidP="007336F4">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2D6C0808" w14:textId="77777777" w:rsidR="007336F4" w:rsidRPr="00523A61" w:rsidRDefault="007336F4" w:rsidP="007336F4">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v jednom znění platném pro všechny zhotovitele/společníky/poddodavatele. </w:t>
      </w:r>
      <w:proofErr w:type="gramStart"/>
      <w:r w:rsidRPr="00A24674">
        <w:rPr>
          <w:rFonts w:eastAsia="Times New Roman"/>
          <w:bCs/>
          <w:i/>
        </w:rPr>
        <w:t>Tzn.</w:t>
      </w:r>
      <w:proofErr w:type="gramEnd"/>
      <w:r w:rsidRPr="00A24674">
        <w:rPr>
          <w:rFonts w:eastAsia="Times New Roman"/>
          <w:bCs/>
          <w:i/>
        </w:rPr>
        <w:t xml:space="preserve"> Osvědčení se </w:t>
      </w:r>
      <w:proofErr w:type="gramStart"/>
      <w:r w:rsidRPr="00A24674">
        <w:rPr>
          <w:rFonts w:eastAsia="Times New Roman"/>
          <w:bCs/>
          <w:i/>
        </w:rPr>
        <w:t>nevyhotovuje</w:t>
      </w:r>
      <w:proofErr w:type="gramEnd"/>
      <w:r w:rsidRPr="00A24674">
        <w:rPr>
          <w:rFonts w:eastAsia="Times New Roman"/>
          <w:bCs/>
          <w:i/>
        </w:rPr>
        <w:t xml:space="preserve"> pro každého ze zhotovitelů/společníků/poddodavatelů zvlášť.</w:t>
      </w:r>
    </w:p>
    <w:p w14:paraId="4256770B" w14:textId="5611522B" w:rsidR="00E96323" w:rsidRDefault="007336F4" w:rsidP="00EB26C7">
      <w:pPr>
        <w:pStyle w:val="Textbezodsazen"/>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w:t>
      </w:r>
      <w:r w:rsidR="00682A45">
        <w:rPr>
          <w:rFonts w:eastAsia="Times New Roman"/>
          <w:bCs/>
          <w:i/>
        </w:rPr>
        <w:t>bez DPH</w:t>
      </w:r>
    </w:p>
    <w:p w14:paraId="73783C87" w14:textId="77777777" w:rsidR="00E96323" w:rsidRDefault="00E96323" w:rsidP="00EB26C7">
      <w:pPr>
        <w:pStyle w:val="Textbezodsazen"/>
        <w:rPr>
          <w:b/>
          <w:sz w:val="20"/>
          <w:szCs w:val="20"/>
        </w:rPr>
        <w:sectPr w:rsidR="00E96323" w:rsidSect="00F13FDA">
          <w:headerReference w:type="default" r:id="rId44"/>
          <w:footerReference w:type="default" r:id="rId45"/>
          <w:pgSz w:w="11906" w:h="16838" w:code="9"/>
          <w:pgMar w:top="1077" w:right="1588" w:bottom="1474" w:left="1588" w:header="595" w:footer="624" w:gutter="0"/>
          <w:pgNumType w:start="1"/>
          <w:cols w:space="708"/>
          <w:docGrid w:linePitch="360"/>
        </w:sectPr>
      </w:pPr>
    </w:p>
    <w:p w14:paraId="4603C5F1" w14:textId="77777777" w:rsidR="007336F4" w:rsidRDefault="007336F4" w:rsidP="007336F4">
      <w:pPr>
        <w:pStyle w:val="Textbezodsazen"/>
        <w:rPr>
          <w:b/>
          <w:sz w:val="22"/>
          <w:szCs w:val="22"/>
        </w:rPr>
      </w:pPr>
      <w:r w:rsidRPr="003751F1">
        <w:rPr>
          <w:b/>
          <w:caps/>
          <w:sz w:val="22"/>
          <w:szCs w:val="22"/>
        </w:rPr>
        <w:lastRenderedPageBreak/>
        <w:t>Příloha</w:t>
      </w:r>
      <w:r>
        <w:rPr>
          <w:b/>
          <w:sz w:val="22"/>
          <w:szCs w:val="22"/>
        </w:rPr>
        <w:t xml:space="preserve"> Č. 11</w:t>
      </w:r>
    </w:p>
    <w:p w14:paraId="19CD94C1" w14:textId="77777777" w:rsidR="007336F4" w:rsidRDefault="007336F4" w:rsidP="007336F4">
      <w:pPr>
        <w:pStyle w:val="Textbezodsazen"/>
        <w:rPr>
          <w:b/>
          <w:sz w:val="20"/>
          <w:szCs w:val="20"/>
          <w:lang w:eastAsia="cs-CZ"/>
        </w:rPr>
      </w:pPr>
      <w:r w:rsidRPr="00A812C8">
        <w:rPr>
          <w:b/>
          <w:sz w:val="20"/>
          <w:szCs w:val="20"/>
          <w:lang w:eastAsia="cs-CZ"/>
        </w:rPr>
        <w:t>Čestné prohlášení o splnění podmínek v souvislosti se situací na Ukrajině</w:t>
      </w:r>
    </w:p>
    <w:p w14:paraId="7ED080A8" w14:textId="77777777" w:rsidR="007336F4" w:rsidRPr="00FA4C65" w:rsidRDefault="007336F4" w:rsidP="007336F4">
      <w:pPr>
        <w:pStyle w:val="Text1-1"/>
        <w:numPr>
          <w:ilvl w:val="0"/>
          <w:numId w:val="0"/>
        </w:numPr>
        <w:ind w:left="737" w:hanging="737"/>
      </w:pPr>
      <w:r w:rsidRPr="00FA4C65">
        <w:t xml:space="preserve">Zhotovitel prohlašuje, že: </w:t>
      </w:r>
    </w:p>
    <w:p w14:paraId="1FE4B75A" w14:textId="77777777" w:rsidR="007336F4" w:rsidRPr="00FA4C65" w:rsidRDefault="007336F4" w:rsidP="007336F4">
      <w:pPr>
        <w:pStyle w:val="Text1-1"/>
        <w:numPr>
          <w:ilvl w:val="0"/>
          <w:numId w:val="0"/>
        </w:numPr>
        <w:ind w:left="426" w:hanging="426"/>
      </w:pPr>
      <w:r w:rsidRPr="00FA4C65">
        <w:t>1.1 on, ani žádný z jeho poddodavatelů nebo jiných osob, jeji</w:t>
      </w:r>
      <w:r>
        <w:t xml:space="preserve">chž způsobilost byla využita ve </w:t>
      </w:r>
      <w:r w:rsidRPr="00FA4C65">
        <w:t>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245AB729" w14:textId="77777777" w:rsidR="007336F4" w:rsidRPr="00FA4C65" w:rsidRDefault="007336F4" w:rsidP="007336F4">
      <w:pPr>
        <w:pStyle w:val="Text1-1"/>
        <w:numPr>
          <w:ilvl w:val="0"/>
          <w:numId w:val="0"/>
        </w:numPr>
        <w:ind w:left="426" w:hanging="454"/>
      </w:pPr>
      <w:r w:rsidRPr="00FA4C65">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473173F7" w14:textId="77777777" w:rsidR="007336F4" w:rsidRPr="00FA4C65" w:rsidRDefault="007336F4" w:rsidP="007336F4">
      <w:pPr>
        <w:pStyle w:val="Text1-1"/>
        <w:numPr>
          <w:ilvl w:val="0"/>
          <w:numId w:val="0"/>
        </w:numPr>
        <w:ind w:left="426" w:hanging="426"/>
      </w:pPr>
      <w:r w:rsidRPr="00FA4C65">
        <w:t>1.3 Je-li Zhotovitelem sdružení více osob, platí výše podmínky dle tohoto článku také jednotlivě pro všechny osoby v rámci Zhotovitele sdružené, a to bez ohledu na právní formu tohoto sdružení.</w:t>
      </w:r>
    </w:p>
    <w:p w14:paraId="4F3A9CED" w14:textId="77777777" w:rsidR="007336F4" w:rsidRPr="00FA4C65" w:rsidRDefault="007336F4" w:rsidP="007336F4">
      <w:pPr>
        <w:pStyle w:val="Text1-1"/>
        <w:numPr>
          <w:ilvl w:val="0"/>
          <w:numId w:val="0"/>
        </w:numPr>
        <w:ind w:left="426" w:hanging="426"/>
      </w:pPr>
      <w:r w:rsidRPr="00FA4C65">
        <w:t>1.4 Přestane-li Zhotovitel nebo některý z jeho poddodavatelů nebo j</w:t>
      </w:r>
      <w:r>
        <w:t xml:space="preserve">iných osob, jejichž způsobilost </w:t>
      </w:r>
      <w:r w:rsidRPr="00FA4C65">
        <w:t>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16A313E8" w14:textId="77777777" w:rsidR="007336F4" w:rsidRPr="00FA4C65" w:rsidRDefault="007336F4" w:rsidP="007336F4">
      <w:pPr>
        <w:pStyle w:val="Text1-1"/>
        <w:numPr>
          <w:ilvl w:val="0"/>
          <w:numId w:val="0"/>
        </w:numPr>
        <w:ind w:left="426" w:hanging="426"/>
      </w:pPr>
      <w:r w:rsidRPr="00FA4C65">
        <w:t>1.5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93F5CAA" w14:textId="77777777" w:rsidR="007336F4" w:rsidRDefault="007336F4" w:rsidP="007336F4">
      <w:pPr>
        <w:pStyle w:val="Text1-1"/>
        <w:numPr>
          <w:ilvl w:val="0"/>
          <w:numId w:val="0"/>
        </w:numPr>
        <w:ind w:left="426" w:hanging="426"/>
      </w:pPr>
      <w:r w:rsidRPr="00FA4C65">
        <w:t>1.6 Zhotovitel se dále ve smyslu článku 2 nařízení Rady (EU) č. 2</w:t>
      </w:r>
      <w:r>
        <w:t xml:space="preserve">69/2014 ze dne 17. března 2014, </w:t>
      </w:r>
      <w:r w:rsidRPr="00FA4C65">
        <w:t>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ED28DC5" w14:textId="77777777" w:rsidR="007336F4" w:rsidRDefault="007336F4" w:rsidP="007336F4">
      <w:pPr>
        <w:pStyle w:val="Textbezodsazen"/>
        <w:ind w:left="426" w:hanging="426"/>
      </w:pPr>
      <w:r w:rsidRPr="00FA4C65">
        <w:t xml:space="preserve">1.7 Ukáží-li se prohlášení Zhotovitele dle odstavce 1.1, 1.2 </w:t>
      </w:r>
      <w:r>
        <w:t xml:space="preserve">nebo 1.3 této Přílohy č. 11 jako </w:t>
      </w:r>
      <w:r w:rsidRPr="00FA4C65">
        <w:t xml:space="preserve">nepravdivá nebo poruší-li Zhotovitel svou oznamovací povinnost dle odstavce 1.4 nebo některou z povinností dle odstavců 1.5 nebo 1.6 této Přílohy č. </w:t>
      </w:r>
      <w:r>
        <w:t>11</w:t>
      </w:r>
      <w:r w:rsidRPr="00FA4C65">
        <w:t xml:space="preserve">, je Objednatel oprávněn odstoupit od uzavřené Smlouvy o dílo. Zhotovitel je dále povinen zaplatit za každé jednotlivé porušení povinností dle předchozí věty, s výjimkou oznamovací povinnosti dle odstavce 1.4  této Přílohy č. </w:t>
      </w:r>
      <w:r>
        <w:t>11</w:t>
      </w:r>
      <w:r w:rsidRPr="00FA4C65">
        <w:t>, smluvní pokutu ve výši 300.000 Kč. Zhotovitel je dále povinen zaplatit za každé jednotlivé porušení oznamovací povinnosti dle odstavce 1.4, smluvní pokutu ve výši 100.000 Kč. Ustanovení § 2004 odst. 2 Občanského zákoníku a § 2050 Občanského zákoníku se nepoužijí.</w:t>
      </w:r>
    </w:p>
    <w:p w14:paraId="5A302A35" w14:textId="77777777" w:rsidR="00EB26C7" w:rsidRDefault="00EB26C7" w:rsidP="00F762A8">
      <w:pPr>
        <w:pStyle w:val="Textbezodsazen"/>
      </w:pPr>
    </w:p>
    <w:sectPr w:rsidR="00EB26C7" w:rsidSect="00F13FDA">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EAA60A" w14:textId="77777777" w:rsidR="00242CB2" w:rsidRDefault="00242CB2" w:rsidP="00962258">
      <w:pPr>
        <w:spacing w:after="0" w:line="240" w:lineRule="auto"/>
      </w:pPr>
      <w:r>
        <w:separator/>
      </w:r>
    </w:p>
  </w:endnote>
  <w:endnote w:type="continuationSeparator" w:id="0">
    <w:p w14:paraId="5710CD3E" w14:textId="77777777" w:rsidR="00242CB2" w:rsidRDefault="00242CB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124E" w:rsidRPr="003462EB" w14:paraId="018E9568" w14:textId="77777777" w:rsidTr="00F13FDA">
      <w:tc>
        <w:tcPr>
          <w:tcW w:w="1021" w:type="dxa"/>
          <w:vAlign w:val="bottom"/>
        </w:tcPr>
        <w:p w14:paraId="64048D3D" w14:textId="3E888043" w:rsidR="0035124E" w:rsidRPr="00B8518B" w:rsidRDefault="0035124E"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5DC5">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1DAB4D41" w14:textId="77777777" w:rsidR="0035124E" w:rsidRDefault="0035124E" w:rsidP="00F13FDA">
          <w:pPr>
            <w:pStyle w:val="Zpatvlevo"/>
          </w:pPr>
          <w:r w:rsidRPr="00B41CFD">
            <w:t>Smlouva o dílo</w:t>
          </w:r>
        </w:p>
        <w:p w14:paraId="4FBF8643" w14:textId="77777777" w:rsidR="0035124E" w:rsidRPr="003462EB" w:rsidRDefault="0035124E" w:rsidP="00F13FDA">
          <w:pPr>
            <w:pStyle w:val="Zpatvlevo"/>
          </w:pPr>
          <w:r w:rsidRPr="00B41CFD">
            <w:t>Zhotovení stavby</w:t>
          </w:r>
        </w:p>
      </w:tc>
    </w:tr>
  </w:tbl>
  <w:p w14:paraId="56065AD2" w14:textId="77777777" w:rsidR="0035124E" w:rsidRPr="00F13FDA" w:rsidRDefault="0035124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124E" w:rsidRPr="003462EB" w14:paraId="0F318306" w14:textId="77777777" w:rsidTr="00F13FDA">
      <w:tc>
        <w:tcPr>
          <w:tcW w:w="1021" w:type="dxa"/>
          <w:vAlign w:val="bottom"/>
        </w:tcPr>
        <w:p w14:paraId="6DFE00DD" w14:textId="77777777" w:rsidR="0035124E" w:rsidRPr="00B8518B" w:rsidRDefault="0035124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47405C3" w14:textId="77777777" w:rsidR="0035124E" w:rsidRPr="00DD4862" w:rsidRDefault="0035124E" w:rsidP="00F13FDA">
          <w:pPr>
            <w:pStyle w:val="Zpatvlevo"/>
            <w:rPr>
              <w:b/>
            </w:rPr>
          </w:pPr>
          <w:r>
            <w:rPr>
              <w:b/>
            </w:rPr>
            <w:t>Příloha č. 4</w:t>
          </w:r>
        </w:p>
        <w:p w14:paraId="320DDDD6" w14:textId="77777777" w:rsidR="0035124E" w:rsidRDefault="0035124E" w:rsidP="00F13FDA">
          <w:pPr>
            <w:pStyle w:val="Zpatvlevo"/>
          </w:pPr>
          <w:r w:rsidRPr="00B41CFD">
            <w:t>Smlouva o dílo</w:t>
          </w:r>
        </w:p>
        <w:p w14:paraId="590425F8" w14:textId="77777777" w:rsidR="0035124E" w:rsidRPr="003462EB" w:rsidRDefault="0035124E" w:rsidP="00F13FDA">
          <w:pPr>
            <w:pStyle w:val="Zpatvlevo"/>
          </w:pPr>
          <w:r w:rsidRPr="00B41CFD">
            <w:t>Zhotovení stavby</w:t>
          </w:r>
        </w:p>
      </w:tc>
    </w:tr>
  </w:tbl>
  <w:p w14:paraId="797C2E2E" w14:textId="77777777" w:rsidR="0035124E" w:rsidRPr="00F13FDA" w:rsidRDefault="0035124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124E" w:rsidRPr="009E09BE" w14:paraId="40B85AED" w14:textId="77777777" w:rsidTr="00A0271B">
      <w:tc>
        <w:tcPr>
          <w:tcW w:w="0" w:type="auto"/>
          <w:tcMar>
            <w:left w:w="0" w:type="dxa"/>
            <w:right w:w="0" w:type="dxa"/>
          </w:tcMar>
          <w:vAlign w:val="bottom"/>
        </w:tcPr>
        <w:p w14:paraId="46872277" w14:textId="77777777" w:rsidR="0035124E" w:rsidRPr="00DD4862" w:rsidRDefault="0035124E" w:rsidP="00A0271B">
          <w:pPr>
            <w:pStyle w:val="Zpatvpravo"/>
            <w:rPr>
              <w:b/>
            </w:rPr>
          </w:pPr>
          <w:r w:rsidRPr="00DD4862">
            <w:rPr>
              <w:b/>
            </w:rPr>
            <w:t xml:space="preserve">Příloha č. </w:t>
          </w:r>
          <w:r>
            <w:rPr>
              <w:b/>
            </w:rPr>
            <w:t>4</w:t>
          </w:r>
        </w:p>
        <w:p w14:paraId="4941F80F" w14:textId="77777777" w:rsidR="0035124E" w:rsidRPr="003462EB" w:rsidRDefault="0035124E" w:rsidP="00A0271B">
          <w:pPr>
            <w:pStyle w:val="Zpatvpravo"/>
          </w:pPr>
          <w:r>
            <w:t>Smlouva o dílo</w:t>
          </w:r>
        </w:p>
        <w:p w14:paraId="02D64692" w14:textId="77777777" w:rsidR="0035124E" w:rsidRPr="003462EB" w:rsidRDefault="0035124E" w:rsidP="00A0271B">
          <w:pPr>
            <w:pStyle w:val="Zpatvpravo"/>
            <w:rPr>
              <w:rStyle w:val="slostrnky"/>
              <w:b w:val="0"/>
              <w:color w:val="auto"/>
              <w:sz w:val="12"/>
            </w:rPr>
          </w:pPr>
          <w:r w:rsidRPr="003462EB">
            <w:t xml:space="preserve">Zhotovení stavby </w:t>
          </w:r>
        </w:p>
      </w:tc>
      <w:tc>
        <w:tcPr>
          <w:tcW w:w="1021" w:type="dxa"/>
          <w:vAlign w:val="bottom"/>
        </w:tcPr>
        <w:p w14:paraId="715E10D3" w14:textId="640CCB83" w:rsidR="0035124E" w:rsidRPr="009E09BE" w:rsidRDefault="0035124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95DC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95DC5">
            <w:rPr>
              <w:rStyle w:val="slostrnky"/>
              <w:noProof/>
            </w:rPr>
            <w:t>1</w:t>
          </w:r>
          <w:r>
            <w:rPr>
              <w:rStyle w:val="slostrnky"/>
            </w:rPr>
            <w:fldChar w:fldCharType="end"/>
          </w:r>
        </w:p>
      </w:tc>
    </w:tr>
  </w:tbl>
  <w:p w14:paraId="7B8512A1" w14:textId="77777777" w:rsidR="0035124E" w:rsidRPr="00B8518B" w:rsidRDefault="0035124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124E" w:rsidRPr="003462EB" w14:paraId="3CA14AFB" w14:textId="77777777" w:rsidTr="00F13FDA">
      <w:tc>
        <w:tcPr>
          <w:tcW w:w="1021" w:type="dxa"/>
          <w:vAlign w:val="bottom"/>
        </w:tcPr>
        <w:p w14:paraId="24092487" w14:textId="77777777" w:rsidR="0035124E" w:rsidRPr="00B8518B" w:rsidRDefault="0035124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DCB1255" w14:textId="77777777" w:rsidR="0035124E" w:rsidRPr="00DD4862" w:rsidRDefault="0035124E" w:rsidP="00F13FDA">
          <w:pPr>
            <w:pStyle w:val="Zpatvlevo"/>
            <w:rPr>
              <w:b/>
            </w:rPr>
          </w:pPr>
          <w:r>
            <w:rPr>
              <w:b/>
            </w:rPr>
            <w:t>Příloha č. 5</w:t>
          </w:r>
        </w:p>
        <w:p w14:paraId="428AFEB3" w14:textId="77777777" w:rsidR="0035124E" w:rsidRDefault="0035124E" w:rsidP="00F13FDA">
          <w:pPr>
            <w:pStyle w:val="Zpatvlevo"/>
          </w:pPr>
          <w:r w:rsidRPr="00B41CFD">
            <w:t>Smlouva o dílo</w:t>
          </w:r>
        </w:p>
        <w:p w14:paraId="6959FF3A" w14:textId="77777777" w:rsidR="0035124E" w:rsidRPr="003462EB" w:rsidRDefault="0035124E" w:rsidP="00F13FDA">
          <w:pPr>
            <w:pStyle w:val="Zpatvlevo"/>
          </w:pPr>
          <w:r w:rsidRPr="00B41CFD">
            <w:t>Zhotovení stavby</w:t>
          </w:r>
        </w:p>
      </w:tc>
    </w:tr>
  </w:tbl>
  <w:p w14:paraId="12C66324" w14:textId="77777777" w:rsidR="0035124E" w:rsidRPr="00F13FDA" w:rsidRDefault="0035124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124E" w:rsidRPr="009E09BE" w14:paraId="1995EEC3" w14:textId="77777777" w:rsidTr="00A0271B">
      <w:tc>
        <w:tcPr>
          <w:tcW w:w="0" w:type="auto"/>
          <w:tcMar>
            <w:left w:w="0" w:type="dxa"/>
            <w:right w:w="0" w:type="dxa"/>
          </w:tcMar>
          <w:vAlign w:val="bottom"/>
        </w:tcPr>
        <w:p w14:paraId="33E5B7D3" w14:textId="77777777" w:rsidR="0035124E" w:rsidRPr="00DD4862" w:rsidRDefault="0035124E" w:rsidP="00A0271B">
          <w:pPr>
            <w:pStyle w:val="Zpatvpravo"/>
            <w:rPr>
              <w:b/>
            </w:rPr>
          </w:pPr>
          <w:r w:rsidRPr="00DD4862">
            <w:rPr>
              <w:b/>
            </w:rPr>
            <w:t xml:space="preserve">Příloha č. </w:t>
          </w:r>
          <w:r>
            <w:rPr>
              <w:b/>
            </w:rPr>
            <w:t>5</w:t>
          </w:r>
        </w:p>
        <w:p w14:paraId="0EC9F418" w14:textId="77777777" w:rsidR="0035124E" w:rsidRPr="003462EB" w:rsidRDefault="0035124E" w:rsidP="00A0271B">
          <w:pPr>
            <w:pStyle w:val="Zpatvpravo"/>
          </w:pPr>
          <w:r>
            <w:t>Smlouva o dílo</w:t>
          </w:r>
        </w:p>
        <w:p w14:paraId="74A5F968" w14:textId="77777777" w:rsidR="0035124E" w:rsidRPr="003462EB" w:rsidRDefault="0035124E" w:rsidP="00A0271B">
          <w:pPr>
            <w:pStyle w:val="Zpatvpravo"/>
            <w:rPr>
              <w:rStyle w:val="slostrnky"/>
              <w:b w:val="0"/>
              <w:color w:val="auto"/>
              <w:sz w:val="12"/>
            </w:rPr>
          </w:pPr>
          <w:r w:rsidRPr="003462EB">
            <w:t xml:space="preserve">Zhotovení stavby </w:t>
          </w:r>
        </w:p>
      </w:tc>
      <w:tc>
        <w:tcPr>
          <w:tcW w:w="1021" w:type="dxa"/>
          <w:vAlign w:val="bottom"/>
        </w:tcPr>
        <w:p w14:paraId="1E5E0FEE" w14:textId="5D13EF66" w:rsidR="0035124E" w:rsidRPr="009E09BE" w:rsidRDefault="0035124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95DC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95DC5">
            <w:rPr>
              <w:rStyle w:val="slostrnky"/>
              <w:noProof/>
            </w:rPr>
            <w:t>1</w:t>
          </w:r>
          <w:r>
            <w:rPr>
              <w:rStyle w:val="slostrnky"/>
            </w:rPr>
            <w:fldChar w:fldCharType="end"/>
          </w:r>
        </w:p>
      </w:tc>
    </w:tr>
  </w:tbl>
  <w:p w14:paraId="27F56564" w14:textId="77777777" w:rsidR="0035124E" w:rsidRPr="00B8518B" w:rsidRDefault="0035124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124E" w:rsidRPr="003462EB" w14:paraId="04FC9673" w14:textId="77777777" w:rsidTr="00F13FDA">
      <w:tc>
        <w:tcPr>
          <w:tcW w:w="1021" w:type="dxa"/>
          <w:vAlign w:val="bottom"/>
        </w:tcPr>
        <w:p w14:paraId="149AA809" w14:textId="1091BE1E" w:rsidR="0035124E" w:rsidRPr="00B8518B" w:rsidRDefault="0035124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5DC5">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95DC5">
            <w:rPr>
              <w:rStyle w:val="slostrnky"/>
              <w:noProof/>
            </w:rPr>
            <w:t>4</w:t>
          </w:r>
          <w:r>
            <w:rPr>
              <w:rStyle w:val="slostrnky"/>
            </w:rPr>
            <w:fldChar w:fldCharType="end"/>
          </w:r>
        </w:p>
      </w:tc>
      <w:tc>
        <w:tcPr>
          <w:tcW w:w="0" w:type="auto"/>
          <w:vAlign w:val="bottom"/>
        </w:tcPr>
        <w:p w14:paraId="0C2D0D08" w14:textId="77777777" w:rsidR="0035124E" w:rsidRPr="00DD4862" w:rsidRDefault="0035124E" w:rsidP="00F13FDA">
          <w:pPr>
            <w:pStyle w:val="Zpatvlevo"/>
            <w:rPr>
              <w:b/>
            </w:rPr>
          </w:pPr>
          <w:r>
            <w:rPr>
              <w:b/>
            </w:rPr>
            <w:t>Příloha č. 6</w:t>
          </w:r>
        </w:p>
        <w:p w14:paraId="3759A261" w14:textId="77777777" w:rsidR="0035124E" w:rsidRDefault="0035124E" w:rsidP="00F13FDA">
          <w:pPr>
            <w:pStyle w:val="Zpatvlevo"/>
          </w:pPr>
          <w:r w:rsidRPr="00B41CFD">
            <w:t>Smlouva o dílo</w:t>
          </w:r>
        </w:p>
        <w:p w14:paraId="04B73F1B" w14:textId="77777777" w:rsidR="0035124E" w:rsidRPr="003462EB" w:rsidRDefault="0035124E" w:rsidP="00F13FDA">
          <w:pPr>
            <w:pStyle w:val="Zpatvlevo"/>
          </w:pPr>
          <w:r w:rsidRPr="00B41CFD">
            <w:t>Zhotovení stavby</w:t>
          </w:r>
        </w:p>
      </w:tc>
    </w:tr>
  </w:tbl>
  <w:p w14:paraId="6924709F" w14:textId="77777777" w:rsidR="0035124E" w:rsidRPr="00F13FDA" w:rsidRDefault="0035124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124E" w:rsidRPr="009E09BE" w14:paraId="28D7B470" w14:textId="77777777" w:rsidTr="00A0271B">
      <w:tc>
        <w:tcPr>
          <w:tcW w:w="0" w:type="auto"/>
          <w:tcMar>
            <w:left w:w="0" w:type="dxa"/>
            <w:right w:w="0" w:type="dxa"/>
          </w:tcMar>
          <w:vAlign w:val="bottom"/>
        </w:tcPr>
        <w:p w14:paraId="72F6EEFC" w14:textId="77777777" w:rsidR="0035124E" w:rsidRPr="00DD4862" w:rsidRDefault="0035124E" w:rsidP="00A0271B">
          <w:pPr>
            <w:pStyle w:val="Zpatvpravo"/>
            <w:rPr>
              <w:b/>
            </w:rPr>
          </w:pPr>
          <w:r w:rsidRPr="00DD4862">
            <w:rPr>
              <w:b/>
            </w:rPr>
            <w:t xml:space="preserve">Příloha č. </w:t>
          </w:r>
          <w:r>
            <w:rPr>
              <w:b/>
            </w:rPr>
            <w:t>6</w:t>
          </w:r>
        </w:p>
        <w:p w14:paraId="063B3EFF" w14:textId="77777777" w:rsidR="0035124E" w:rsidRPr="003462EB" w:rsidRDefault="0035124E" w:rsidP="00A0271B">
          <w:pPr>
            <w:pStyle w:val="Zpatvpravo"/>
          </w:pPr>
          <w:r>
            <w:t>Smlouva o dílo</w:t>
          </w:r>
        </w:p>
        <w:p w14:paraId="29EC8372" w14:textId="77777777" w:rsidR="0035124E" w:rsidRPr="003462EB" w:rsidRDefault="0035124E" w:rsidP="00A0271B">
          <w:pPr>
            <w:pStyle w:val="Zpatvpravo"/>
            <w:rPr>
              <w:rStyle w:val="slostrnky"/>
              <w:b w:val="0"/>
              <w:color w:val="auto"/>
              <w:sz w:val="12"/>
            </w:rPr>
          </w:pPr>
          <w:r w:rsidRPr="003462EB">
            <w:t xml:space="preserve">Zhotovení stavby </w:t>
          </w:r>
        </w:p>
      </w:tc>
      <w:tc>
        <w:tcPr>
          <w:tcW w:w="1021" w:type="dxa"/>
          <w:vAlign w:val="bottom"/>
        </w:tcPr>
        <w:p w14:paraId="717B78D7" w14:textId="182E8C3B" w:rsidR="0035124E" w:rsidRPr="009E09BE" w:rsidRDefault="0035124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95DC5">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95DC5">
            <w:rPr>
              <w:rStyle w:val="slostrnky"/>
              <w:noProof/>
            </w:rPr>
            <w:t>4</w:t>
          </w:r>
          <w:r>
            <w:rPr>
              <w:rStyle w:val="slostrnky"/>
            </w:rPr>
            <w:fldChar w:fldCharType="end"/>
          </w:r>
        </w:p>
      </w:tc>
    </w:tr>
  </w:tbl>
  <w:p w14:paraId="7631E88D" w14:textId="77777777" w:rsidR="0035124E" w:rsidRPr="00B8518B" w:rsidRDefault="0035124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124E" w:rsidRPr="003462EB" w14:paraId="32A0E54D" w14:textId="77777777" w:rsidTr="00F13FDA">
      <w:tc>
        <w:tcPr>
          <w:tcW w:w="1021" w:type="dxa"/>
          <w:vAlign w:val="bottom"/>
        </w:tcPr>
        <w:p w14:paraId="7D6B23F7" w14:textId="77777777" w:rsidR="0035124E" w:rsidRPr="00B8518B" w:rsidRDefault="0035124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24FA3B5" w14:textId="77777777" w:rsidR="0035124E" w:rsidRPr="00DD4862" w:rsidRDefault="0035124E" w:rsidP="00F13FDA">
          <w:pPr>
            <w:pStyle w:val="Zpatvlevo"/>
            <w:rPr>
              <w:b/>
            </w:rPr>
          </w:pPr>
          <w:r>
            <w:rPr>
              <w:b/>
            </w:rPr>
            <w:t>Příloha č. 7</w:t>
          </w:r>
        </w:p>
        <w:p w14:paraId="14481CAA" w14:textId="77777777" w:rsidR="0035124E" w:rsidRDefault="0035124E" w:rsidP="00F13FDA">
          <w:pPr>
            <w:pStyle w:val="Zpatvlevo"/>
          </w:pPr>
          <w:r w:rsidRPr="00B41CFD">
            <w:t>Smlouva o dílo</w:t>
          </w:r>
        </w:p>
        <w:p w14:paraId="2D806B4B" w14:textId="77777777" w:rsidR="0035124E" w:rsidRPr="003462EB" w:rsidRDefault="0035124E" w:rsidP="00F13FDA">
          <w:pPr>
            <w:pStyle w:val="Zpatvlevo"/>
          </w:pPr>
          <w:r w:rsidRPr="00B41CFD">
            <w:t>Zhotovení stavby</w:t>
          </w:r>
        </w:p>
      </w:tc>
    </w:tr>
  </w:tbl>
  <w:p w14:paraId="618998A2" w14:textId="77777777" w:rsidR="0035124E" w:rsidRPr="00F13FDA" w:rsidRDefault="0035124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124E" w:rsidRPr="009E09BE" w14:paraId="105DD883" w14:textId="77777777" w:rsidTr="00A0271B">
      <w:tc>
        <w:tcPr>
          <w:tcW w:w="0" w:type="auto"/>
          <w:tcMar>
            <w:left w:w="0" w:type="dxa"/>
            <w:right w:w="0" w:type="dxa"/>
          </w:tcMar>
          <w:vAlign w:val="bottom"/>
        </w:tcPr>
        <w:p w14:paraId="0CEF0C9D" w14:textId="77777777" w:rsidR="0035124E" w:rsidRPr="00DD4862" w:rsidRDefault="0035124E" w:rsidP="00A0271B">
          <w:pPr>
            <w:pStyle w:val="Zpatvpravo"/>
            <w:rPr>
              <w:b/>
            </w:rPr>
          </w:pPr>
          <w:r w:rsidRPr="00DD4862">
            <w:rPr>
              <w:b/>
            </w:rPr>
            <w:t xml:space="preserve">Příloha č. </w:t>
          </w:r>
          <w:r>
            <w:rPr>
              <w:b/>
            </w:rPr>
            <w:t>7</w:t>
          </w:r>
        </w:p>
        <w:p w14:paraId="49C39E01" w14:textId="77777777" w:rsidR="0035124E" w:rsidRPr="003462EB" w:rsidRDefault="0035124E" w:rsidP="00A0271B">
          <w:pPr>
            <w:pStyle w:val="Zpatvpravo"/>
          </w:pPr>
          <w:r>
            <w:t>Smlouva o dílo</w:t>
          </w:r>
        </w:p>
        <w:p w14:paraId="70916454" w14:textId="77777777" w:rsidR="0035124E" w:rsidRPr="003462EB" w:rsidRDefault="0035124E" w:rsidP="00A0271B">
          <w:pPr>
            <w:pStyle w:val="Zpatvpravo"/>
            <w:rPr>
              <w:rStyle w:val="slostrnky"/>
              <w:b w:val="0"/>
              <w:color w:val="auto"/>
              <w:sz w:val="12"/>
            </w:rPr>
          </w:pPr>
          <w:r w:rsidRPr="003462EB">
            <w:t xml:space="preserve">Zhotovení stavby </w:t>
          </w:r>
        </w:p>
      </w:tc>
      <w:tc>
        <w:tcPr>
          <w:tcW w:w="1021" w:type="dxa"/>
          <w:vAlign w:val="bottom"/>
        </w:tcPr>
        <w:p w14:paraId="14C2CDCC" w14:textId="54BB79EC" w:rsidR="0035124E" w:rsidRPr="009E09BE" w:rsidRDefault="0035124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95DC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95DC5">
            <w:rPr>
              <w:rStyle w:val="slostrnky"/>
              <w:noProof/>
            </w:rPr>
            <w:t>1</w:t>
          </w:r>
          <w:r>
            <w:rPr>
              <w:rStyle w:val="slostrnky"/>
            </w:rPr>
            <w:fldChar w:fldCharType="end"/>
          </w:r>
        </w:p>
      </w:tc>
    </w:tr>
  </w:tbl>
  <w:p w14:paraId="7B47E56A" w14:textId="77777777" w:rsidR="0035124E" w:rsidRPr="00B8518B" w:rsidRDefault="0035124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124E" w:rsidRPr="003462EB" w14:paraId="5B683F4D" w14:textId="77777777" w:rsidTr="00F13FDA">
      <w:tc>
        <w:tcPr>
          <w:tcW w:w="1021" w:type="dxa"/>
          <w:vAlign w:val="bottom"/>
        </w:tcPr>
        <w:p w14:paraId="448C658A" w14:textId="77777777" w:rsidR="0035124E" w:rsidRPr="00B8518B" w:rsidRDefault="0035124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9204A47" w14:textId="77777777" w:rsidR="0035124E" w:rsidRPr="00DD4862" w:rsidRDefault="0035124E" w:rsidP="00F13FDA">
          <w:pPr>
            <w:pStyle w:val="Zpatvlevo"/>
            <w:rPr>
              <w:b/>
            </w:rPr>
          </w:pPr>
          <w:r>
            <w:rPr>
              <w:b/>
            </w:rPr>
            <w:t>Příloha č. 8</w:t>
          </w:r>
        </w:p>
        <w:p w14:paraId="46CE7C41" w14:textId="77777777" w:rsidR="0035124E" w:rsidRDefault="0035124E" w:rsidP="00F13FDA">
          <w:pPr>
            <w:pStyle w:val="Zpatvlevo"/>
          </w:pPr>
          <w:r w:rsidRPr="00B41CFD">
            <w:t>Smlouva o dílo</w:t>
          </w:r>
        </w:p>
        <w:p w14:paraId="7A81AA1E" w14:textId="77777777" w:rsidR="0035124E" w:rsidRPr="003462EB" w:rsidRDefault="0035124E" w:rsidP="00F13FDA">
          <w:pPr>
            <w:pStyle w:val="Zpatvlevo"/>
          </w:pPr>
          <w:r w:rsidRPr="00B41CFD">
            <w:t>Zhotovení stavby</w:t>
          </w:r>
        </w:p>
      </w:tc>
    </w:tr>
  </w:tbl>
  <w:p w14:paraId="4951574C" w14:textId="77777777" w:rsidR="0035124E" w:rsidRPr="00F13FDA" w:rsidRDefault="0035124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124E" w:rsidRPr="009E09BE" w14:paraId="2E31148A" w14:textId="77777777" w:rsidTr="00A0271B">
      <w:tc>
        <w:tcPr>
          <w:tcW w:w="0" w:type="auto"/>
          <w:tcMar>
            <w:left w:w="0" w:type="dxa"/>
            <w:right w:w="0" w:type="dxa"/>
          </w:tcMar>
          <w:vAlign w:val="bottom"/>
        </w:tcPr>
        <w:p w14:paraId="119FB623" w14:textId="77777777" w:rsidR="0035124E" w:rsidRPr="00DD4862" w:rsidRDefault="0035124E" w:rsidP="00A0271B">
          <w:pPr>
            <w:pStyle w:val="Zpatvpravo"/>
            <w:rPr>
              <w:b/>
            </w:rPr>
          </w:pPr>
          <w:r w:rsidRPr="00DD4862">
            <w:rPr>
              <w:b/>
            </w:rPr>
            <w:t xml:space="preserve">Příloha č. </w:t>
          </w:r>
          <w:r>
            <w:rPr>
              <w:b/>
            </w:rPr>
            <w:t>8</w:t>
          </w:r>
        </w:p>
        <w:p w14:paraId="371B0A46" w14:textId="77777777" w:rsidR="0035124E" w:rsidRPr="003462EB" w:rsidRDefault="0035124E" w:rsidP="00A0271B">
          <w:pPr>
            <w:pStyle w:val="Zpatvpravo"/>
          </w:pPr>
          <w:r>
            <w:t>Smlouva o dílo</w:t>
          </w:r>
        </w:p>
        <w:p w14:paraId="2365E3B1" w14:textId="77777777" w:rsidR="0035124E" w:rsidRPr="003462EB" w:rsidRDefault="0035124E" w:rsidP="00A0271B">
          <w:pPr>
            <w:pStyle w:val="Zpatvpravo"/>
            <w:rPr>
              <w:rStyle w:val="slostrnky"/>
              <w:b w:val="0"/>
              <w:color w:val="auto"/>
              <w:sz w:val="12"/>
            </w:rPr>
          </w:pPr>
          <w:r w:rsidRPr="003462EB">
            <w:t xml:space="preserve">Zhotovení stavby </w:t>
          </w:r>
        </w:p>
      </w:tc>
      <w:tc>
        <w:tcPr>
          <w:tcW w:w="1021" w:type="dxa"/>
          <w:vAlign w:val="bottom"/>
        </w:tcPr>
        <w:p w14:paraId="16DCC2FD" w14:textId="4327D6B7" w:rsidR="0035124E" w:rsidRPr="009E09BE" w:rsidRDefault="0035124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95DC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95DC5">
            <w:rPr>
              <w:rStyle w:val="slostrnky"/>
              <w:noProof/>
            </w:rPr>
            <w:t>1</w:t>
          </w:r>
          <w:r>
            <w:rPr>
              <w:rStyle w:val="slostrnky"/>
            </w:rPr>
            <w:fldChar w:fldCharType="end"/>
          </w:r>
        </w:p>
      </w:tc>
    </w:tr>
  </w:tbl>
  <w:p w14:paraId="2BEDC78D" w14:textId="77777777" w:rsidR="0035124E" w:rsidRPr="00B8518B" w:rsidRDefault="0035124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124E" w:rsidRPr="009E09BE" w14:paraId="6885C445" w14:textId="77777777" w:rsidTr="00F13FDA">
      <w:tc>
        <w:tcPr>
          <w:tcW w:w="0" w:type="auto"/>
          <w:tcMar>
            <w:left w:w="0" w:type="dxa"/>
            <w:right w:w="0" w:type="dxa"/>
          </w:tcMar>
          <w:vAlign w:val="bottom"/>
        </w:tcPr>
        <w:p w14:paraId="71E58AAE" w14:textId="77777777" w:rsidR="0035124E" w:rsidRPr="003462EB" w:rsidRDefault="0035124E" w:rsidP="00F13FDA">
          <w:pPr>
            <w:pStyle w:val="Zpatvpravo"/>
          </w:pPr>
          <w:r>
            <w:t>Smlouva o dílo</w:t>
          </w:r>
        </w:p>
        <w:p w14:paraId="0E062156" w14:textId="77777777" w:rsidR="0035124E" w:rsidRPr="003462EB" w:rsidRDefault="0035124E" w:rsidP="00F13FDA">
          <w:pPr>
            <w:pStyle w:val="Zpatvpravo"/>
            <w:rPr>
              <w:rStyle w:val="slostrnky"/>
              <w:b w:val="0"/>
              <w:color w:val="auto"/>
              <w:sz w:val="12"/>
            </w:rPr>
          </w:pPr>
          <w:r>
            <w:t xml:space="preserve">Zhotovení stavby </w:t>
          </w:r>
        </w:p>
      </w:tc>
      <w:tc>
        <w:tcPr>
          <w:tcW w:w="1021" w:type="dxa"/>
          <w:vAlign w:val="bottom"/>
        </w:tcPr>
        <w:p w14:paraId="1C3997EB" w14:textId="39DE96D2" w:rsidR="0035124E" w:rsidRPr="009E09BE" w:rsidRDefault="0035124E"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95DC5">
            <w:rPr>
              <w:rStyle w:val="slostrnky"/>
              <w:noProof/>
            </w:rPr>
            <w:t>7</w:t>
          </w:r>
          <w:r w:rsidRPr="00B8518B">
            <w:rPr>
              <w:rStyle w:val="slostrnky"/>
            </w:rPr>
            <w:fldChar w:fldCharType="end"/>
          </w:r>
          <w:r w:rsidRPr="00B8518B">
            <w:rPr>
              <w:rStyle w:val="slostrnky"/>
            </w:rPr>
            <w:t>/</w:t>
          </w:r>
          <w:r>
            <w:rPr>
              <w:rStyle w:val="slostrnky"/>
            </w:rPr>
            <w:t>8</w:t>
          </w:r>
        </w:p>
      </w:tc>
    </w:tr>
  </w:tbl>
  <w:p w14:paraId="6EC78A38" w14:textId="77777777" w:rsidR="0035124E" w:rsidRPr="00B8518B" w:rsidRDefault="0035124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124E" w:rsidRPr="003462EB" w14:paraId="6A7C4B00" w14:textId="77777777" w:rsidTr="00F13FDA">
      <w:tc>
        <w:tcPr>
          <w:tcW w:w="1021" w:type="dxa"/>
          <w:vAlign w:val="bottom"/>
        </w:tcPr>
        <w:p w14:paraId="77176136" w14:textId="19C922D6" w:rsidR="0035124E" w:rsidRPr="00B8518B" w:rsidRDefault="0035124E" w:rsidP="00827D0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5DC5">
            <w:rPr>
              <w:rStyle w:val="slostrnky"/>
              <w:noProof/>
            </w:rPr>
            <w:t>4</w:t>
          </w:r>
          <w:r w:rsidRPr="00B8518B">
            <w:rPr>
              <w:rStyle w:val="slostrnky"/>
            </w:rPr>
            <w:fldChar w:fldCharType="end"/>
          </w:r>
          <w:r w:rsidRPr="00B8518B">
            <w:rPr>
              <w:rStyle w:val="slostrnky"/>
            </w:rPr>
            <w:t>/</w:t>
          </w:r>
          <w:r>
            <w:rPr>
              <w:rStyle w:val="slostrnky"/>
            </w:rPr>
            <w:t>4</w:t>
          </w:r>
        </w:p>
      </w:tc>
      <w:tc>
        <w:tcPr>
          <w:tcW w:w="0" w:type="auto"/>
          <w:vAlign w:val="bottom"/>
        </w:tcPr>
        <w:p w14:paraId="56F93B0B" w14:textId="03E9CC63" w:rsidR="0035124E" w:rsidRPr="00DD4862" w:rsidRDefault="0035124E" w:rsidP="00F13FDA">
          <w:pPr>
            <w:pStyle w:val="Zpatvlevo"/>
            <w:rPr>
              <w:b/>
            </w:rPr>
          </w:pPr>
          <w:r>
            <w:rPr>
              <w:b/>
            </w:rPr>
            <w:t>Příloha č. 10</w:t>
          </w:r>
        </w:p>
        <w:p w14:paraId="325B0610" w14:textId="77777777" w:rsidR="0035124E" w:rsidRDefault="0035124E" w:rsidP="00F13FDA">
          <w:pPr>
            <w:pStyle w:val="Zpatvlevo"/>
          </w:pPr>
          <w:r w:rsidRPr="00B41CFD">
            <w:t>Smlouva o dílo</w:t>
          </w:r>
        </w:p>
        <w:p w14:paraId="69047152" w14:textId="77777777" w:rsidR="0035124E" w:rsidRPr="003462EB" w:rsidRDefault="0035124E" w:rsidP="00F13FDA">
          <w:pPr>
            <w:pStyle w:val="Zpatvlevo"/>
          </w:pPr>
          <w:r w:rsidRPr="00B41CFD">
            <w:t>Zhotovení stavby</w:t>
          </w:r>
        </w:p>
      </w:tc>
    </w:tr>
  </w:tbl>
  <w:p w14:paraId="3D5634A3" w14:textId="77777777" w:rsidR="0035124E" w:rsidRPr="00F13FDA" w:rsidRDefault="0035124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124E" w:rsidRPr="009E09BE" w14:paraId="382F9E8C" w14:textId="77777777" w:rsidTr="00A0271B">
      <w:tc>
        <w:tcPr>
          <w:tcW w:w="0" w:type="auto"/>
          <w:tcMar>
            <w:left w:w="0" w:type="dxa"/>
            <w:right w:w="0" w:type="dxa"/>
          </w:tcMar>
          <w:vAlign w:val="bottom"/>
        </w:tcPr>
        <w:p w14:paraId="1A393E1F" w14:textId="77777777" w:rsidR="0035124E" w:rsidRPr="00DD4862" w:rsidRDefault="0035124E" w:rsidP="00A0271B">
          <w:pPr>
            <w:pStyle w:val="Zpatvpravo"/>
            <w:rPr>
              <w:b/>
            </w:rPr>
          </w:pPr>
          <w:r w:rsidRPr="00DD4862">
            <w:rPr>
              <w:b/>
            </w:rPr>
            <w:t xml:space="preserve">Příloha č. </w:t>
          </w:r>
          <w:r>
            <w:rPr>
              <w:b/>
            </w:rPr>
            <w:t>9</w:t>
          </w:r>
        </w:p>
        <w:p w14:paraId="2110EB07" w14:textId="77777777" w:rsidR="0035124E" w:rsidRPr="003462EB" w:rsidRDefault="0035124E" w:rsidP="00A0271B">
          <w:pPr>
            <w:pStyle w:val="Zpatvpravo"/>
          </w:pPr>
          <w:r>
            <w:t>Smlouva o dílo</w:t>
          </w:r>
        </w:p>
        <w:p w14:paraId="21153520" w14:textId="77777777" w:rsidR="0035124E" w:rsidRPr="003462EB" w:rsidRDefault="0035124E" w:rsidP="00A0271B">
          <w:pPr>
            <w:pStyle w:val="Zpatvpravo"/>
            <w:rPr>
              <w:rStyle w:val="slostrnky"/>
              <w:b w:val="0"/>
              <w:color w:val="auto"/>
              <w:sz w:val="12"/>
            </w:rPr>
          </w:pPr>
          <w:r w:rsidRPr="003462EB">
            <w:t xml:space="preserve">Zhotovení stavby </w:t>
          </w:r>
        </w:p>
      </w:tc>
      <w:tc>
        <w:tcPr>
          <w:tcW w:w="1021" w:type="dxa"/>
          <w:vAlign w:val="bottom"/>
        </w:tcPr>
        <w:p w14:paraId="45A3CE56" w14:textId="3BD26DA9" w:rsidR="0035124E" w:rsidRPr="009E09BE" w:rsidRDefault="0035124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95DC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95DC5">
            <w:rPr>
              <w:rStyle w:val="slostrnky"/>
              <w:noProof/>
            </w:rPr>
            <w:t>1</w:t>
          </w:r>
          <w:r>
            <w:rPr>
              <w:rStyle w:val="slostrnky"/>
            </w:rPr>
            <w:fldChar w:fldCharType="end"/>
          </w:r>
        </w:p>
      </w:tc>
    </w:tr>
  </w:tbl>
  <w:p w14:paraId="15E22A84" w14:textId="77777777" w:rsidR="0035124E" w:rsidRPr="00B8518B" w:rsidRDefault="0035124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124E" w:rsidRPr="009E09BE" w14:paraId="1CFE22DF" w14:textId="77777777" w:rsidTr="00A0271B">
      <w:tc>
        <w:tcPr>
          <w:tcW w:w="0" w:type="auto"/>
          <w:tcMar>
            <w:left w:w="0" w:type="dxa"/>
            <w:right w:w="0" w:type="dxa"/>
          </w:tcMar>
          <w:vAlign w:val="bottom"/>
        </w:tcPr>
        <w:p w14:paraId="63CE8821" w14:textId="3D2AB2C2" w:rsidR="0035124E" w:rsidRPr="00DD4862" w:rsidRDefault="0035124E" w:rsidP="00A0271B">
          <w:pPr>
            <w:pStyle w:val="Zpatvpravo"/>
            <w:rPr>
              <w:b/>
            </w:rPr>
          </w:pPr>
          <w:r w:rsidRPr="00DD4862">
            <w:rPr>
              <w:b/>
            </w:rPr>
            <w:t xml:space="preserve">Příloha č. </w:t>
          </w:r>
          <w:r>
            <w:rPr>
              <w:b/>
            </w:rPr>
            <w:t>10</w:t>
          </w:r>
        </w:p>
        <w:p w14:paraId="05494D02" w14:textId="77777777" w:rsidR="0035124E" w:rsidRPr="003462EB" w:rsidRDefault="0035124E" w:rsidP="00A0271B">
          <w:pPr>
            <w:pStyle w:val="Zpatvpravo"/>
          </w:pPr>
          <w:r>
            <w:t>Smlouva o dílo</w:t>
          </w:r>
        </w:p>
        <w:p w14:paraId="681BF23B" w14:textId="77777777" w:rsidR="0035124E" w:rsidRPr="003462EB" w:rsidRDefault="0035124E" w:rsidP="00A0271B">
          <w:pPr>
            <w:pStyle w:val="Zpatvpravo"/>
            <w:rPr>
              <w:rStyle w:val="slostrnky"/>
              <w:b w:val="0"/>
              <w:color w:val="auto"/>
              <w:sz w:val="12"/>
            </w:rPr>
          </w:pPr>
          <w:r w:rsidRPr="003462EB">
            <w:t xml:space="preserve">Zhotovení stavby </w:t>
          </w:r>
        </w:p>
      </w:tc>
      <w:tc>
        <w:tcPr>
          <w:tcW w:w="1021" w:type="dxa"/>
          <w:vAlign w:val="bottom"/>
        </w:tcPr>
        <w:p w14:paraId="1328BD98" w14:textId="5CE3F3A6" w:rsidR="0035124E" w:rsidRPr="009E09BE" w:rsidRDefault="0035124E" w:rsidP="00827D0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95DC5">
            <w:rPr>
              <w:rStyle w:val="slostrnky"/>
              <w:noProof/>
            </w:rPr>
            <w:t>3</w:t>
          </w:r>
          <w:r w:rsidRPr="00B8518B">
            <w:rPr>
              <w:rStyle w:val="slostrnky"/>
            </w:rPr>
            <w:fldChar w:fldCharType="end"/>
          </w:r>
          <w:r w:rsidRPr="00B8518B">
            <w:rPr>
              <w:rStyle w:val="slostrnky"/>
            </w:rPr>
            <w:t>/</w:t>
          </w:r>
          <w:r>
            <w:rPr>
              <w:rStyle w:val="slostrnky"/>
            </w:rPr>
            <w:t>4</w:t>
          </w:r>
        </w:p>
      </w:tc>
    </w:tr>
  </w:tbl>
  <w:p w14:paraId="5C8C96C2" w14:textId="77777777" w:rsidR="0035124E" w:rsidRPr="00B8518B" w:rsidRDefault="0035124E"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124E" w:rsidRPr="009E09BE" w14:paraId="62CD822F" w14:textId="77777777" w:rsidTr="00A0271B">
      <w:tc>
        <w:tcPr>
          <w:tcW w:w="0" w:type="auto"/>
          <w:tcMar>
            <w:left w:w="0" w:type="dxa"/>
            <w:right w:w="0" w:type="dxa"/>
          </w:tcMar>
          <w:vAlign w:val="bottom"/>
        </w:tcPr>
        <w:p w14:paraId="364730B1" w14:textId="3BB79E39" w:rsidR="0035124E" w:rsidRPr="00DD4862" w:rsidRDefault="0035124E" w:rsidP="00A0271B">
          <w:pPr>
            <w:pStyle w:val="Zpatvpravo"/>
            <w:rPr>
              <w:b/>
            </w:rPr>
          </w:pPr>
          <w:r w:rsidRPr="00DD4862">
            <w:rPr>
              <w:b/>
            </w:rPr>
            <w:t xml:space="preserve">Příloha č. </w:t>
          </w:r>
          <w:r>
            <w:rPr>
              <w:b/>
            </w:rPr>
            <w:t>11</w:t>
          </w:r>
        </w:p>
        <w:p w14:paraId="6423D250" w14:textId="77777777" w:rsidR="0035124E" w:rsidRPr="003462EB" w:rsidRDefault="0035124E" w:rsidP="00A0271B">
          <w:pPr>
            <w:pStyle w:val="Zpatvpravo"/>
          </w:pPr>
          <w:r>
            <w:t>Smlouva o dílo</w:t>
          </w:r>
        </w:p>
        <w:p w14:paraId="4D482300" w14:textId="77777777" w:rsidR="0035124E" w:rsidRPr="003462EB" w:rsidRDefault="0035124E" w:rsidP="00A0271B">
          <w:pPr>
            <w:pStyle w:val="Zpatvpravo"/>
            <w:rPr>
              <w:rStyle w:val="slostrnky"/>
              <w:b w:val="0"/>
              <w:color w:val="auto"/>
              <w:sz w:val="12"/>
            </w:rPr>
          </w:pPr>
          <w:r w:rsidRPr="003462EB">
            <w:t xml:space="preserve">Zhotovení stavby </w:t>
          </w:r>
        </w:p>
      </w:tc>
      <w:tc>
        <w:tcPr>
          <w:tcW w:w="1021" w:type="dxa"/>
          <w:vAlign w:val="bottom"/>
        </w:tcPr>
        <w:p w14:paraId="63738BF8" w14:textId="3E5C8DD2" w:rsidR="0035124E" w:rsidRPr="009E09BE" w:rsidRDefault="0035124E" w:rsidP="00E96323">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95DC5">
            <w:rPr>
              <w:rStyle w:val="slostrnky"/>
              <w:noProof/>
            </w:rPr>
            <w:t>1</w:t>
          </w:r>
          <w:r w:rsidRPr="00B8518B">
            <w:rPr>
              <w:rStyle w:val="slostrnky"/>
            </w:rPr>
            <w:fldChar w:fldCharType="end"/>
          </w:r>
          <w:r w:rsidRPr="00B8518B">
            <w:rPr>
              <w:rStyle w:val="slostrnky"/>
            </w:rPr>
            <w:t>/</w:t>
          </w:r>
          <w:r>
            <w:rPr>
              <w:rStyle w:val="slostrnky"/>
            </w:rPr>
            <w:t>1</w:t>
          </w:r>
        </w:p>
      </w:tc>
    </w:tr>
  </w:tbl>
  <w:p w14:paraId="01081DCB" w14:textId="77777777" w:rsidR="0035124E" w:rsidRPr="00B8518B" w:rsidRDefault="0035124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3C17F" w14:textId="77777777" w:rsidR="0035124E" w:rsidRDefault="0035124E" w:rsidP="00C1662E">
    <w:pPr>
      <w:pStyle w:val="Zpat"/>
      <w:rPr>
        <w:sz w:val="2"/>
        <w:szCs w:val="2"/>
      </w:rPr>
    </w:pPr>
    <w:r>
      <w:rPr>
        <w:sz w:val="2"/>
        <w:szCs w:val="2"/>
      </w:rPr>
      <w:t>Zde</w:t>
    </w:r>
  </w:p>
  <w:p w14:paraId="7772D4A3" w14:textId="77777777" w:rsidR="0035124E" w:rsidRPr="001E4BDC" w:rsidRDefault="0035124E"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124E" w:rsidRPr="003462EB" w14:paraId="3577A408" w14:textId="77777777" w:rsidTr="00F13FDA">
      <w:tc>
        <w:tcPr>
          <w:tcW w:w="1021" w:type="dxa"/>
          <w:vAlign w:val="bottom"/>
        </w:tcPr>
        <w:p w14:paraId="03582536" w14:textId="77777777" w:rsidR="0035124E" w:rsidRPr="00B8518B" w:rsidRDefault="0035124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67984083" w14:textId="77777777" w:rsidR="0035124E" w:rsidRPr="00DD4862" w:rsidRDefault="0035124E" w:rsidP="00F13FDA">
          <w:pPr>
            <w:pStyle w:val="Zpatvlevo"/>
            <w:rPr>
              <w:b/>
            </w:rPr>
          </w:pPr>
          <w:r w:rsidRPr="00DD4862">
            <w:rPr>
              <w:b/>
            </w:rPr>
            <w:t>Příloha č. 1</w:t>
          </w:r>
        </w:p>
        <w:p w14:paraId="56EFCEC2" w14:textId="77777777" w:rsidR="0035124E" w:rsidRDefault="0035124E" w:rsidP="00F13FDA">
          <w:pPr>
            <w:pStyle w:val="Zpatvlevo"/>
          </w:pPr>
          <w:r w:rsidRPr="00B41CFD">
            <w:t>Smlouva o dílo</w:t>
          </w:r>
        </w:p>
        <w:p w14:paraId="48DBDB44" w14:textId="77777777" w:rsidR="0035124E" w:rsidRPr="003462EB" w:rsidRDefault="0035124E" w:rsidP="00F13FDA">
          <w:pPr>
            <w:pStyle w:val="Zpatvlevo"/>
          </w:pPr>
          <w:r w:rsidRPr="00B41CFD">
            <w:t>Zhotovení stavby</w:t>
          </w:r>
        </w:p>
      </w:tc>
    </w:tr>
  </w:tbl>
  <w:p w14:paraId="49DCA910" w14:textId="77777777" w:rsidR="0035124E" w:rsidRPr="00F13FDA" w:rsidRDefault="0035124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4AFB4" w14:textId="77777777" w:rsidR="0035124E" w:rsidRDefault="0035124E"/>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124E" w:rsidRPr="009E09BE" w14:paraId="00F3286A" w14:textId="77777777" w:rsidTr="00A0271B">
      <w:tc>
        <w:tcPr>
          <w:tcW w:w="0" w:type="auto"/>
          <w:tcMar>
            <w:left w:w="0" w:type="dxa"/>
            <w:right w:w="0" w:type="dxa"/>
          </w:tcMar>
          <w:vAlign w:val="bottom"/>
        </w:tcPr>
        <w:p w14:paraId="04955DD7" w14:textId="77777777" w:rsidR="0035124E" w:rsidRPr="00DD4862" w:rsidRDefault="0035124E" w:rsidP="00A0271B">
          <w:pPr>
            <w:pStyle w:val="Zpatvpravo"/>
            <w:rPr>
              <w:b/>
            </w:rPr>
          </w:pPr>
          <w:r w:rsidRPr="00DD4862">
            <w:rPr>
              <w:b/>
            </w:rPr>
            <w:t>Příloha č. 1</w:t>
          </w:r>
        </w:p>
        <w:p w14:paraId="713DC596" w14:textId="77777777" w:rsidR="0035124E" w:rsidRPr="003462EB" w:rsidRDefault="0035124E" w:rsidP="00A0271B">
          <w:pPr>
            <w:pStyle w:val="Zpatvpravo"/>
          </w:pPr>
          <w:r>
            <w:t>Smlouva o dílo</w:t>
          </w:r>
        </w:p>
        <w:p w14:paraId="69D20C71" w14:textId="77777777" w:rsidR="0035124E" w:rsidRPr="003462EB" w:rsidRDefault="0035124E" w:rsidP="00DD4862">
          <w:pPr>
            <w:pStyle w:val="Zpatvpravo"/>
            <w:rPr>
              <w:rStyle w:val="slostrnky"/>
              <w:b w:val="0"/>
              <w:color w:val="auto"/>
              <w:sz w:val="12"/>
            </w:rPr>
          </w:pPr>
          <w:r w:rsidRPr="003462EB">
            <w:t xml:space="preserve">Zhotovení stavby </w:t>
          </w:r>
        </w:p>
      </w:tc>
      <w:tc>
        <w:tcPr>
          <w:tcW w:w="1021" w:type="dxa"/>
          <w:vAlign w:val="bottom"/>
        </w:tcPr>
        <w:p w14:paraId="3A343C1E" w14:textId="14DC0511" w:rsidR="0035124E" w:rsidRPr="009E09BE" w:rsidRDefault="0035124E"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95DC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95DC5">
            <w:rPr>
              <w:rStyle w:val="slostrnky"/>
              <w:noProof/>
            </w:rPr>
            <w:t>1</w:t>
          </w:r>
          <w:r>
            <w:rPr>
              <w:rStyle w:val="slostrnky"/>
            </w:rPr>
            <w:fldChar w:fldCharType="end"/>
          </w:r>
        </w:p>
      </w:tc>
    </w:tr>
  </w:tbl>
  <w:p w14:paraId="0B621200" w14:textId="77777777" w:rsidR="0035124E" w:rsidRPr="00B8518B" w:rsidRDefault="0035124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124E" w:rsidRPr="003462EB" w14:paraId="07BCF96C" w14:textId="77777777" w:rsidTr="00F13FDA">
      <w:tc>
        <w:tcPr>
          <w:tcW w:w="1021" w:type="dxa"/>
          <w:vAlign w:val="bottom"/>
        </w:tcPr>
        <w:p w14:paraId="3DB2808C" w14:textId="77777777" w:rsidR="0035124E" w:rsidRPr="00B8518B" w:rsidRDefault="0035124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3FA4258" w14:textId="77777777" w:rsidR="0035124E" w:rsidRPr="00DD4862" w:rsidRDefault="0035124E" w:rsidP="00F13FDA">
          <w:pPr>
            <w:pStyle w:val="Zpatvlevo"/>
            <w:rPr>
              <w:b/>
            </w:rPr>
          </w:pPr>
          <w:r>
            <w:rPr>
              <w:b/>
            </w:rPr>
            <w:t>Příloha č. 2</w:t>
          </w:r>
        </w:p>
        <w:p w14:paraId="32CFE863" w14:textId="77777777" w:rsidR="0035124E" w:rsidRDefault="0035124E" w:rsidP="00F13FDA">
          <w:pPr>
            <w:pStyle w:val="Zpatvlevo"/>
          </w:pPr>
          <w:r w:rsidRPr="00B41CFD">
            <w:t>Smlouva o dílo</w:t>
          </w:r>
        </w:p>
        <w:p w14:paraId="6D12DD34" w14:textId="77777777" w:rsidR="0035124E" w:rsidRPr="003462EB" w:rsidRDefault="0035124E" w:rsidP="00F13FDA">
          <w:pPr>
            <w:pStyle w:val="Zpatvlevo"/>
          </w:pPr>
          <w:r w:rsidRPr="00B41CFD">
            <w:t>Zhotovení stavby</w:t>
          </w:r>
        </w:p>
      </w:tc>
    </w:tr>
  </w:tbl>
  <w:p w14:paraId="77B95C81" w14:textId="77777777" w:rsidR="0035124E" w:rsidRPr="00F13FDA" w:rsidRDefault="0035124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124E" w:rsidRPr="009E09BE" w14:paraId="603031A4" w14:textId="77777777" w:rsidTr="00A0271B">
      <w:tc>
        <w:tcPr>
          <w:tcW w:w="0" w:type="auto"/>
          <w:tcMar>
            <w:left w:w="0" w:type="dxa"/>
            <w:right w:w="0" w:type="dxa"/>
          </w:tcMar>
          <w:vAlign w:val="bottom"/>
        </w:tcPr>
        <w:p w14:paraId="3C8041ED" w14:textId="77777777" w:rsidR="0035124E" w:rsidRPr="00DD4862" w:rsidRDefault="0035124E" w:rsidP="00A0271B">
          <w:pPr>
            <w:pStyle w:val="Zpatvpravo"/>
            <w:rPr>
              <w:b/>
            </w:rPr>
          </w:pPr>
          <w:r w:rsidRPr="00DD4862">
            <w:rPr>
              <w:b/>
            </w:rPr>
            <w:t>Příloha č. 2</w:t>
          </w:r>
        </w:p>
        <w:p w14:paraId="1F6DEEE0" w14:textId="77777777" w:rsidR="0035124E" w:rsidRPr="003462EB" w:rsidRDefault="0035124E" w:rsidP="00A0271B">
          <w:pPr>
            <w:pStyle w:val="Zpatvpravo"/>
          </w:pPr>
          <w:r>
            <w:t>Smlouva o dílo</w:t>
          </w:r>
        </w:p>
        <w:p w14:paraId="5771CFAE" w14:textId="77777777" w:rsidR="0035124E" w:rsidRPr="003462EB" w:rsidRDefault="0035124E" w:rsidP="00A0271B">
          <w:pPr>
            <w:pStyle w:val="Zpatvpravo"/>
            <w:rPr>
              <w:rStyle w:val="slostrnky"/>
              <w:b w:val="0"/>
              <w:color w:val="auto"/>
              <w:sz w:val="12"/>
            </w:rPr>
          </w:pPr>
          <w:r w:rsidRPr="003462EB">
            <w:t xml:space="preserve">Zhotovení stavby </w:t>
          </w:r>
        </w:p>
      </w:tc>
      <w:tc>
        <w:tcPr>
          <w:tcW w:w="1021" w:type="dxa"/>
          <w:vAlign w:val="bottom"/>
        </w:tcPr>
        <w:p w14:paraId="44392AEA" w14:textId="0A633E59" w:rsidR="0035124E" w:rsidRPr="009E09BE" w:rsidRDefault="0035124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95DC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95DC5">
            <w:rPr>
              <w:rStyle w:val="slostrnky"/>
              <w:noProof/>
            </w:rPr>
            <w:t>1</w:t>
          </w:r>
          <w:r>
            <w:rPr>
              <w:rStyle w:val="slostrnky"/>
            </w:rPr>
            <w:fldChar w:fldCharType="end"/>
          </w:r>
        </w:p>
      </w:tc>
    </w:tr>
  </w:tbl>
  <w:p w14:paraId="33ED4A3A" w14:textId="77777777" w:rsidR="0035124E" w:rsidRPr="00B8518B" w:rsidRDefault="0035124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124E" w:rsidRPr="003462EB" w14:paraId="06919AF4" w14:textId="77777777" w:rsidTr="00F13FDA">
      <w:tc>
        <w:tcPr>
          <w:tcW w:w="1021" w:type="dxa"/>
          <w:vAlign w:val="bottom"/>
        </w:tcPr>
        <w:p w14:paraId="78F38FE9" w14:textId="77777777" w:rsidR="0035124E" w:rsidRPr="00B8518B" w:rsidRDefault="0035124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2E4C353" w14:textId="77777777" w:rsidR="0035124E" w:rsidRPr="00DD4862" w:rsidRDefault="0035124E" w:rsidP="00F13FDA">
          <w:pPr>
            <w:pStyle w:val="Zpatvlevo"/>
            <w:rPr>
              <w:b/>
            </w:rPr>
          </w:pPr>
          <w:r>
            <w:rPr>
              <w:b/>
            </w:rPr>
            <w:t>Příloha č. 3</w:t>
          </w:r>
        </w:p>
        <w:p w14:paraId="0D260D5D" w14:textId="77777777" w:rsidR="0035124E" w:rsidRDefault="0035124E" w:rsidP="00F13FDA">
          <w:pPr>
            <w:pStyle w:val="Zpatvlevo"/>
          </w:pPr>
          <w:r w:rsidRPr="00B41CFD">
            <w:t>Smlouva o dílo</w:t>
          </w:r>
        </w:p>
        <w:p w14:paraId="07DB63D5" w14:textId="77777777" w:rsidR="0035124E" w:rsidRPr="003462EB" w:rsidRDefault="0035124E" w:rsidP="00F13FDA">
          <w:pPr>
            <w:pStyle w:val="Zpatvlevo"/>
          </w:pPr>
          <w:r w:rsidRPr="00B41CFD">
            <w:t>Zhotovení stavby</w:t>
          </w:r>
        </w:p>
      </w:tc>
    </w:tr>
  </w:tbl>
  <w:p w14:paraId="1AF23B70" w14:textId="77777777" w:rsidR="0035124E" w:rsidRPr="00F13FDA" w:rsidRDefault="0035124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124E" w:rsidRPr="009E09BE" w14:paraId="41C9FC24" w14:textId="77777777" w:rsidTr="00A0271B">
      <w:tc>
        <w:tcPr>
          <w:tcW w:w="0" w:type="auto"/>
          <w:tcMar>
            <w:left w:w="0" w:type="dxa"/>
            <w:right w:w="0" w:type="dxa"/>
          </w:tcMar>
          <w:vAlign w:val="bottom"/>
        </w:tcPr>
        <w:p w14:paraId="5BDE8EAA" w14:textId="77777777" w:rsidR="0035124E" w:rsidRPr="00DD4862" w:rsidRDefault="0035124E" w:rsidP="00A0271B">
          <w:pPr>
            <w:pStyle w:val="Zpatvpravo"/>
            <w:rPr>
              <w:b/>
            </w:rPr>
          </w:pPr>
          <w:r w:rsidRPr="00DD4862">
            <w:rPr>
              <w:b/>
            </w:rPr>
            <w:t xml:space="preserve">Příloha č. </w:t>
          </w:r>
          <w:r>
            <w:rPr>
              <w:b/>
            </w:rPr>
            <w:t>3</w:t>
          </w:r>
        </w:p>
        <w:p w14:paraId="0413F896" w14:textId="77777777" w:rsidR="0035124E" w:rsidRPr="003462EB" w:rsidRDefault="0035124E" w:rsidP="00A0271B">
          <w:pPr>
            <w:pStyle w:val="Zpatvpravo"/>
          </w:pPr>
          <w:r>
            <w:t>Smlouva o dílo</w:t>
          </w:r>
        </w:p>
        <w:p w14:paraId="0D344A64" w14:textId="77777777" w:rsidR="0035124E" w:rsidRPr="003462EB" w:rsidRDefault="0035124E" w:rsidP="00A0271B">
          <w:pPr>
            <w:pStyle w:val="Zpatvpravo"/>
            <w:rPr>
              <w:rStyle w:val="slostrnky"/>
              <w:b w:val="0"/>
              <w:color w:val="auto"/>
              <w:sz w:val="12"/>
            </w:rPr>
          </w:pPr>
          <w:r w:rsidRPr="003462EB">
            <w:t xml:space="preserve">Zhotovení stavby </w:t>
          </w:r>
        </w:p>
      </w:tc>
      <w:tc>
        <w:tcPr>
          <w:tcW w:w="1021" w:type="dxa"/>
          <w:vAlign w:val="bottom"/>
        </w:tcPr>
        <w:p w14:paraId="2A16A523" w14:textId="33D1D242" w:rsidR="0035124E" w:rsidRPr="009E09BE" w:rsidRDefault="0035124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95DC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95DC5">
            <w:rPr>
              <w:rStyle w:val="slostrnky"/>
              <w:noProof/>
            </w:rPr>
            <w:t>1</w:t>
          </w:r>
          <w:r>
            <w:rPr>
              <w:rStyle w:val="slostrnky"/>
            </w:rPr>
            <w:fldChar w:fldCharType="end"/>
          </w:r>
        </w:p>
      </w:tc>
    </w:tr>
  </w:tbl>
  <w:p w14:paraId="7CDAD567" w14:textId="77777777" w:rsidR="0035124E" w:rsidRPr="00B8518B" w:rsidRDefault="0035124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ED25DA" w14:textId="77777777" w:rsidR="00242CB2" w:rsidRDefault="00242CB2" w:rsidP="00962258">
      <w:pPr>
        <w:spacing w:after="0" w:line="240" w:lineRule="auto"/>
      </w:pPr>
      <w:r>
        <w:separator/>
      </w:r>
    </w:p>
  </w:footnote>
  <w:footnote w:type="continuationSeparator" w:id="0">
    <w:p w14:paraId="7713E150" w14:textId="77777777" w:rsidR="00242CB2" w:rsidRDefault="00242CB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5124E" w14:paraId="1CF35116" w14:textId="77777777" w:rsidTr="00B22106">
      <w:trPr>
        <w:trHeight w:hRule="exact" w:val="936"/>
      </w:trPr>
      <w:tc>
        <w:tcPr>
          <w:tcW w:w="1361" w:type="dxa"/>
          <w:tcMar>
            <w:left w:w="0" w:type="dxa"/>
            <w:right w:w="0" w:type="dxa"/>
          </w:tcMar>
        </w:tcPr>
        <w:p w14:paraId="5BF40C94" w14:textId="77777777" w:rsidR="0035124E" w:rsidRPr="00B8518B" w:rsidRDefault="0035124E" w:rsidP="00FC6389">
          <w:pPr>
            <w:pStyle w:val="Zpat"/>
            <w:rPr>
              <w:rStyle w:val="slostrnky"/>
            </w:rPr>
          </w:pPr>
        </w:p>
      </w:tc>
      <w:tc>
        <w:tcPr>
          <w:tcW w:w="3458" w:type="dxa"/>
          <w:shd w:val="clear" w:color="auto" w:fill="auto"/>
          <w:tcMar>
            <w:left w:w="0" w:type="dxa"/>
            <w:right w:w="0" w:type="dxa"/>
          </w:tcMar>
        </w:tcPr>
        <w:p w14:paraId="3C93792F" w14:textId="77777777" w:rsidR="0035124E" w:rsidRDefault="0035124E" w:rsidP="00FC6389">
          <w:pPr>
            <w:pStyle w:val="Zpat"/>
          </w:pPr>
          <w:r>
            <w:rPr>
              <w:noProof/>
              <w:lang w:eastAsia="cs-CZ"/>
            </w:rPr>
            <w:drawing>
              <wp:anchor distT="0" distB="0" distL="114300" distR="114300" simplePos="0" relativeHeight="251672576" behindDoc="0" locked="1" layoutInCell="1" allowOverlap="1" wp14:anchorId="4282CFF6" wp14:editId="2F70D8D3">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09CDDBD" w14:textId="77777777" w:rsidR="0035124E" w:rsidRPr="00D6163D" w:rsidRDefault="0035124E" w:rsidP="00FC6389">
          <w:pPr>
            <w:pStyle w:val="Druhdokumentu"/>
          </w:pPr>
        </w:p>
      </w:tc>
    </w:tr>
    <w:tr w:rsidR="0035124E" w14:paraId="313ECD05" w14:textId="77777777" w:rsidTr="00B22106">
      <w:trPr>
        <w:trHeight w:hRule="exact" w:val="936"/>
      </w:trPr>
      <w:tc>
        <w:tcPr>
          <w:tcW w:w="1361" w:type="dxa"/>
          <w:tcMar>
            <w:left w:w="0" w:type="dxa"/>
            <w:right w:w="0" w:type="dxa"/>
          </w:tcMar>
        </w:tcPr>
        <w:p w14:paraId="3D7A8007" w14:textId="77777777" w:rsidR="0035124E" w:rsidRPr="00B8518B" w:rsidRDefault="0035124E" w:rsidP="00FC6389">
          <w:pPr>
            <w:pStyle w:val="Zpat"/>
            <w:rPr>
              <w:rStyle w:val="slostrnky"/>
            </w:rPr>
          </w:pPr>
        </w:p>
      </w:tc>
      <w:tc>
        <w:tcPr>
          <w:tcW w:w="3458" w:type="dxa"/>
          <w:shd w:val="clear" w:color="auto" w:fill="auto"/>
          <w:tcMar>
            <w:left w:w="0" w:type="dxa"/>
            <w:right w:w="0" w:type="dxa"/>
          </w:tcMar>
        </w:tcPr>
        <w:p w14:paraId="1F8E5304" w14:textId="77777777" w:rsidR="0035124E" w:rsidRDefault="0035124E" w:rsidP="00FC6389">
          <w:pPr>
            <w:pStyle w:val="Zpat"/>
          </w:pPr>
        </w:p>
      </w:tc>
      <w:tc>
        <w:tcPr>
          <w:tcW w:w="5756" w:type="dxa"/>
          <w:shd w:val="clear" w:color="auto" w:fill="auto"/>
          <w:tcMar>
            <w:left w:w="0" w:type="dxa"/>
            <w:right w:w="0" w:type="dxa"/>
          </w:tcMar>
        </w:tcPr>
        <w:p w14:paraId="321380BE" w14:textId="77777777" w:rsidR="0035124E" w:rsidRPr="00D6163D" w:rsidRDefault="0035124E" w:rsidP="00FC6389">
          <w:pPr>
            <w:pStyle w:val="Druhdokumentu"/>
          </w:pPr>
        </w:p>
      </w:tc>
    </w:tr>
  </w:tbl>
  <w:p w14:paraId="514C040B" w14:textId="77777777" w:rsidR="0035124E" w:rsidRPr="00D6163D" w:rsidRDefault="0035124E" w:rsidP="00FC6389">
    <w:pPr>
      <w:pStyle w:val="Zhlav"/>
      <w:rPr>
        <w:sz w:val="8"/>
        <w:szCs w:val="8"/>
      </w:rPr>
    </w:pPr>
  </w:p>
  <w:p w14:paraId="6C4401EB" w14:textId="77777777" w:rsidR="0035124E" w:rsidRPr="00460660" w:rsidRDefault="0035124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E7209" w14:textId="77777777" w:rsidR="0035124E" w:rsidRPr="00D6163D" w:rsidRDefault="0035124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7B9D03" w14:textId="77777777" w:rsidR="0035124E" w:rsidRPr="00D6163D" w:rsidRDefault="0035124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300BB" w14:textId="77777777" w:rsidR="0035124E" w:rsidRPr="00D6163D" w:rsidRDefault="0035124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6B0D1" w14:textId="77777777" w:rsidR="0035124E" w:rsidRPr="00D6163D" w:rsidRDefault="0035124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4473B" w14:textId="77777777" w:rsidR="0035124E" w:rsidRPr="00D6163D" w:rsidRDefault="0035124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A80FC" w14:textId="77777777" w:rsidR="0035124E" w:rsidRPr="00D6163D" w:rsidRDefault="0035124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0E3C1" w14:textId="77777777" w:rsidR="0035124E" w:rsidRPr="00D6163D" w:rsidRDefault="0035124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D8AC2" w14:textId="77777777" w:rsidR="0035124E" w:rsidRPr="00D6163D" w:rsidRDefault="0035124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D20D5" w14:textId="77777777" w:rsidR="0035124E" w:rsidRPr="00D6163D" w:rsidRDefault="0035124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7"/>
  </w:num>
  <w:num w:numId="7">
    <w:abstractNumId w:val="6"/>
  </w:num>
  <w:num w:numId="8">
    <w:abstractNumId w:val="9"/>
  </w:num>
  <w:num w:numId="9">
    <w:abstractNumId w:val="8"/>
  </w:num>
  <w:num w:numId="10">
    <w:abstractNumId w:val="4"/>
  </w:num>
  <w:num w:numId="11">
    <w:abstractNumId w:val="0"/>
  </w:num>
  <w:num w:numId="12">
    <w:abstractNumId w:val="2"/>
  </w:num>
  <w:num w:numId="13">
    <w:abstractNumId w:val="10"/>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D50"/>
    <w:rsid w:val="00005DFE"/>
    <w:rsid w:val="00005FBB"/>
    <w:rsid w:val="00011C60"/>
    <w:rsid w:val="00017F3C"/>
    <w:rsid w:val="000209B1"/>
    <w:rsid w:val="00022F72"/>
    <w:rsid w:val="00022FF9"/>
    <w:rsid w:val="00024D0D"/>
    <w:rsid w:val="00036500"/>
    <w:rsid w:val="00037D85"/>
    <w:rsid w:val="00041EC8"/>
    <w:rsid w:val="000432C2"/>
    <w:rsid w:val="0005402B"/>
    <w:rsid w:val="0006588D"/>
    <w:rsid w:val="00065937"/>
    <w:rsid w:val="00067A5E"/>
    <w:rsid w:val="000719BB"/>
    <w:rsid w:val="00071D7C"/>
    <w:rsid w:val="00072A65"/>
    <w:rsid w:val="00072C1E"/>
    <w:rsid w:val="0008335F"/>
    <w:rsid w:val="00095002"/>
    <w:rsid w:val="000A24F5"/>
    <w:rsid w:val="000B17CA"/>
    <w:rsid w:val="000B4EB8"/>
    <w:rsid w:val="000B6798"/>
    <w:rsid w:val="000C2B01"/>
    <w:rsid w:val="000C41F2"/>
    <w:rsid w:val="000C4EB8"/>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3F99"/>
    <w:rsid w:val="00137224"/>
    <w:rsid w:val="00143EC0"/>
    <w:rsid w:val="0014753B"/>
    <w:rsid w:val="00155EB3"/>
    <w:rsid w:val="001656A2"/>
    <w:rsid w:val="00165977"/>
    <w:rsid w:val="00165A7B"/>
    <w:rsid w:val="00170EC5"/>
    <w:rsid w:val="00173A70"/>
    <w:rsid w:val="001747C1"/>
    <w:rsid w:val="00175FB0"/>
    <w:rsid w:val="00177D6B"/>
    <w:rsid w:val="00187660"/>
    <w:rsid w:val="00191F90"/>
    <w:rsid w:val="00195DC5"/>
    <w:rsid w:val="001B4E74"/>
    <w:rsid w:val="001C5817"/>
    <w:rsid w:val="001C645F"/>
    <w:rsid w:val="001E0048"/>
    <w:rsid w:val="001E41F9"/>
    <w:rsid w:val="001E678E"/>
    <w:rsid w:val="001F518E"/>
    <w:rsid w:val="002038D5"/>
    <w:rsid w:val="00203A0D"/>
    <w:rsid w:val="002071BB"/>
    <w:rsid w:val="00207DF5"/>
    <w:rsid w:val="00215434"/>
    <w:rsid w:val="00217281"/>
    <w:rsid w:val="00222785"/>
    <w:rsid w:val="00225027"/>
    <w:rsid w:val="00225674"/>
    <w:rsid w:val="00237604"/>
    <w:rsid w:val="00240B81"/>
    <w:rsid w:val="00242CB2"/>
    <w:rsid w:val="00247D01"/>
    <w:rsid w:val="00252206"/>
    <w:rsid w:val="00255AE4"/>
    <w:rsid w:val="00255B10"/>
    <w:rsid w:val="00261A5B"/>
    <w:rsid w:val="00262E5B"/>
    <w:rsid w:val="00276AFE"/>
    <w:rsid w:val="002774BB"/>
    <w:rsid w:val="00277FD9"/>
    <w:rsid w:val="002902E1"/>
    <w:rsid w:val="002907E1"/>
    <w:rsid w:val="00296B4A"/>
    <w:rsid w:val="002A3B57"/>
    <w:rsid w:val="002A474D"/>
    <w:rsid w:val="002A7B96"/>
    <w:rsid w:val="002C03CB"/>
    <w:rsid w:val="002C0721"/>
    <w:rsid w:val="002C0FB1"/>
    <w:rsid w:val="002C31BF"/>
    <w:rsid w:val="002D7FD6"/>
    <w:rsid w:val="002E0CD7"/>
    <w:rsid w:val="002E0CFB"/>
    <w:rsid w:val="002E0E4A"/>
    <w:rsid w:val="002E150F"/>
    <w:rsid w:val="002E3941"/>
    <w:rsid w:val="002E5C7B"/>
    <w:rsid w:val="002F31D9"/>
    <w:rsid w:val="002F4333"/>
    <w:rsid w:val="0030003A"/>
    <w:rsid w:val="00311475"/>
    <w:rsid w:val="003149C0"/>
    <w:rsid w:val="003230B2"/>
    <w:rsid w:val="00327EEF"/>
    <w:rsid w:val="0033239F"/>
    <w:rsid w:val="00335132"/>
    <w:rsid w:val="0034274B"/>
    <w:rsid w:val="00342DC7"/>
    <w:rsid w:val="0034719F"/>
    <w:rsid w:val="00350A35"/>
    <w:rsid w:val="0035124E"/>
    <w:rsid w:val="003571D8"/>
    <w:rsid w:val="00357BC6"/>
    <w:rsid w:val="00361422"/>
    <w:rsid w:val="00363041"/>
    <w:rsid w:val="00370B58"/>
    <w:rsid w:val="0037545D"/>
    <w:rsid w:val="003767EA"/>
    <w:rsid w:val="00381D4B"/>
    <w:rsid w:val="00385B90"/>
    <w:rsid w:val="0038639E"/>
    <w:rsid w:val="00392910"/>
    <w:rsid w:val="00392EB6"/>
    <w:rsid w:val="00393E15"/>
    <w:rsid w:val="003956C6"/>
    <w:rsid w:val="003B23D6"/>
    <w:rsid w:val="003B4A16"/>
    <w:rsid w:val="003C33F2"/>
    <w:rsid w:val="003D6859"/>
    <w:rsid w:val="003D756E"/>
    <w:rsid w:val="003E420D"/>
    <w:rsid w:val="003E4C13"/>
    <w:rsid w:val="003F2C3E"/>
    <w:rsid w:val="0040283D"/>
    <w:rsid w:val="00405A01"/>
    <w:rsid w:val="0040659D"/>
    <w:rsid w:val="004078F3"/>
    <w:rsid w:val="004160CB"/>
    <w:rsid w:val="00427794"/>
    <w:rsid w:val="00430B55"/>
    <w:rsid w:val="004328E4"/>
    <w:rsid w:val="00450F07"/>
    <w:rsid w:val="00452C31"/>
    <w:rsid w:val="00453CD3"/>
    <w:rsid w:val="00455CE8"/>
    <w:rsid w:val="00460660"/>
    <w:rsid w:val="00464BA9"/>
    <w:rsid w:val="004676FD"/>
    <w:rsid w:val="00470B05"/>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9FB"/>
    <w:rsid w:val="004E2C64"/>
    <w:rsid w:val="004E4E75"/>
    <w:rsid w:val="004E6233"/>
    <w:rsid w:val="004E7A1F"/>
    <w:rsid w:val="004F03BA"/>
    <w:rsid w:val="004F4B9B"/>
    <w:rsid w:val="00500E0F"/>
    <w:rsid w:val="00501042"/>
    <w:rsid w:val="00502690"/>
    <w:rsid w:val="00503579"/>
    <w:rsid w:val="0050666E"/>
    <w:rsid w:val="00511AB9"/>
    <w:rsid w:val="00521AC5"/>
    <w:rsid w:val="00523BB5"/>
    <w:rsid w:val="00523EA7"/>
    <w:rsid w:val="0052690B"/>
    <w:rsid w:val="005406EB"/>
    <w:rsid w:val="00540B3E"/>
    <w:rsid w:val="005422E2"/>
    <w:rsid w:val="00544816"/>
    <w:rsid w:val="00553375"/>
    <w:rsid w:val="00555884"/>
    <w:rsid w:val="00556AD4"/>
    <w:rsid w:val="005614AC"/>
    <w:rsid w:val="00562209"/>
    <w:rsid w:val="00567E99"/>
    <w:rsid w:val="00570F6E"/>
    <w:rsid w:val="005736B7"/>
    <w:rsid w:val="00575E5A"/>
    <w:rsid w:val="00577631"/>
    <w:rsid w:val="00580245"/>
    <w:rsid w:val="00582A82"/>
    <w:rsid w:val="00590C91"/>
    <w:rsid w:val="00595534"/>
    <w:rsid w:val="005A1F44"/>
    <w:rsid w:val="005A34AA"/>
    <w:rsid w:val="005B4616"/>
    <w:rsid w:val="005D3C39"/>
    <w:rsid w:val="005D6794"/>
    <w:rsid w:val="005E007F"/>
    <w:rsid w:val="005E31FB"/>
    <w:rsid w:val="005E69D2"/>
    <w:rsid w:val="005E7125"/>
    <w:rsid w:val="005F3A8C"/>
    <w:rsid w:val="00600ECE"/>
    <w:rsid w:val="00601A8C"/>
    <w:rsid w:val="00606D7F"/>
    <w:rsid w:val="00606FE8"/>
    <w:rsid w:val="0061068E"/>
    <w:rsid w:val="006115D3"/>
    <w:rsid w:val="006231B6"/>
    <w:rsid w:val="00623FDC"/>
    <w:rsid w:val="006428D9"/>
    <w:rsid w:val="006517C0"/>
    <w:rsid w:val="00654F4C"/>
    <w:rsid w:val="0065610E"/>
    <w:rsid w:val="006600D7"/>
    <w:rsid w:val="00660AD3"/>
    <w:rsid w:val="006776B6"/>
    <w:rsid w:val="00680C34"/>
    <w:rsid w:val="00682A45"/>
    <w:rsid w:val="00693150"/>
    <w:rsid w:val="006A12A4"/>
    <w:rsid w:val="006A3E52"/>
    <w:rsid w:val="006A5570"/>
    <w:rsid w:val="006A5576"/>
    <w:rsid w:val="006A689C"/>
    <w:rsid w:val="006B0718"/>
    <w:rsid w:val="006B3D79"/>
    <w:rsid w:val="006B6FE4"/>
    <w:rsid w:val="006C2343"/>
    <w:rsid w:val="006C2395"/>
    <w:rsid w:val="006C442A"/>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15A76"/>
    <w:rsid w:val="00723ED1"/>
    <w:rsid w:val="0072549E"/>
    <w:rsid w:val="007336F4"/>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D48"/>
    <w:rsid w:val="007B570C"/>
    <w:rsid w:val="007C5289"/>
    <w:rsid w:val="007C567F"/>
    <w:rsid w:val="007D26F9"/>
    <w:rsid w:val="007E17DE"/>
    <w:rsid w:val="007E1986"/>
    <w:rsid w:val="007E38E1"/>
    <w:rsid w:val="007E4A6E"/>
    <w:rsid w:val="007F56A7"/>
    <w:rsid w:val="00800851"/>
    <w:rsid w:val="00805782"/>
    <w:rsid w:val="00807DD0"/>
    <w:rsid w:val="00813734"/>
    <w:rsid w:val="008156D5"/>
    <w:rsid w:val="008175E5"/>
    <w:rsid w:val="00821D01"/>
    <w:rsid w:val="00826B7B"/>
    <w:rsid w:val="00827D09"/>
    <w:rsid w:val="00831AF2"/>
    <w:rsid w:val="0083541D"/>
    <w:rsid w:val="008447DA"/>
    <w:rsid w:val="00846789"/>
    <w:rsid w:val="00850B67"/>
    <w:rsid w:val="00850E48"/>
    <w:rsid w:val="00855D50"/>
    <w:rsid w:val="00866994"/>
    <w:rsid w:val="00883098"/>
    <w:rsid w:val="00884582"/>
    <w:rsid w:val="0089098F"/>
    <w:rsid w:val="00892A61"/>
    <w:rsid w:val="008941D9"/>
    <w:rsid w:val="008A3568"/>
    <w:rsid w:val="008A3592"/>
    <w:rsid w:val="008A7656"/>
    <w:rsid w:val="008B2F29"/>
    <w:rsid w:val="008B48D3"/>
    <w:rsid w:val="008C50F3"/>
    <w:rsid w:val="008C7EFE"/>
    <w:rsid w:val="008D03B9"/>
    <w:rsid w:val="008D1836"/>
    <w:rsid w:val="008D30C7"/>
    <w:rsid w:val="008E2446"/>
    <w:rsid w:val="008F18D6"/>
    <w:rsid w:val="008F2C9B"/>
    <w:rsid w:val="008F7242"/>
    <w:rsid w:val="008F797B"/>
    <w:rsid w:val="00904780"/>
    <w:rsid w:val="0090635B"/>
    <w:rsid w:val="00913311"/>
    <w:rsid w:val="00914256"/>
    <w:rsid w:val="009152C2"/>
    <w:rsid w:val="00922385"/>
    <w:rsid w:val="009223DF"/>
    <w:rsid w:val="00936091"/>
    <w:rsid w:val="00940D8A"/>
    <w:rsid w:val="00942184"/>
    <w:rsid w:val="00946FE9"/>
    <w:rsid w:val="00950FD8"/>
    <w:rsid w:val="00962258"/>
    <w:rsid w:val="00966BE8"/>
    <w:rsid w:val="009678B7"/>
    <w:rsid w:val="00974AE2"/>
    <w:rsid w:val="009809A9"/>
    <w:rsid w:val="0098100D"/>
    <w:rsid w:val="00985DF9"/>
    <w:rsid w:val="00987222"/>
    <w:rsid w:val="00992D9C"/>
    <w:rsid w:val="00995DF9"/>
    <w:rsid w:val="00996CB8"/>
    <w:rsid w:val="009A03C6"/>
    <w:rsid w:val="009A0E00"/>
    <w:rsid w:val="009A12BD"/>
    <w:rsid w:val="009B2E97"/>
    <w:rsid w:val="009B4201"/>
    <w:rsid w:val="009B5146"/>
    <w:rsid w:val="009C12D7"/>
    <w:rsid w:val="009C418E"/>
    <w:rsid w:val="009C442C"/>
    <w:rsid w:val="009D26F4"/>
    <w:rsid w:val="009D7398"/>
    <w:rsid w:val="009E07F4"/>
    <w:rsid w:val="009E633B"/>
    <w:rsid w:val="009F0070"/>
    <w:rsid w:val="009F0867"/>
    <w:rsid w:val="009F309B"/>
    <w:rsid w:val="009F392E"/>
    <w:rsid w:val="009F53C5"/>
    <w:rsid w:val="009F638B"/>
    <w:rsid w:val="00A0271B"/>
    <w:rsid w:val="00A06EE5"/>
    <w:rsid w:val="00A0740E"/>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F0C67"/>
    <w:rsid w:val="00AF2581"/>
    <w:rsid w:val="00B008D5"/>
    <w:rsid w:val="00B02F73"/>
    <w:rsid w:val="00B0444D"/>
    <w:rsid w:val="00B05B31"/>
    <w:rsid w:val="00B0619F"/>
    <w:rsid w:val="00B0730C"/>
    <w:rsid w:val="00B12908"/>
    <w:rsid w:val="00B13A26"/>
    <w:rsid w:val="00B15D0D"/>
    <w:rsid w:val="00B16250"/>
    <w:rsid w:val="00B22106"/>
    <w:rsid w:val="00B40FA8"/>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7CC3"/>
    <w:rsid w:val="00BB08EC"/>
    <w:rsid w:val="00BB1390"/>
    <w:rsid w:val="00BB18C3"/>
    <w:rsid w:val="00BC06C4"/>
    <w:rsid w:val="00BC5BDD"/>
    <w:rsid w:val="00BD5DE9"/>
    <w:rsid w:val="00BD7E91"/>
    <w:rsid w:val="00BD7F0D"/>
    <w:rsid w:val="00BF2C31"/>
    <w:rsid w:val="00BF4AD6"/>
    <w:rsid w:val="00BF4C5D"/>
    <w:rsid w:val="00BF7B07"/>
    <w:rsid w:val="00C02440"/>
    <w:rsid w:val="00C02D0A"/>
    <w:rsid w:val="00C03A6E"/>
    <w:rsid w:val="00C1205A"/>
    <w:rsid w:val="00C1662E"/>
    <w:rsid w:val="00C226C0"/>
    <w:rsid w:val="00C3647F"/>
    <w:rsid w:val="00C3768B"/>
    <w:rsid w:val="00C42FE6"/>
    <w:rsid w:val="00C44F6A"/>
    <w:rsid w:val="00C4638F"/>
    <w:rsid w:val="00C6198E"/>
    <w:rsid w:val="00C708EA"/>
    <w:rsid w:val="00C731EA"/>
    <w:rsid w:val="00C778A5"/>
    <w:rsid w:val="00C84902"/>
    <w:rsid w:val="00C8603A"/>
    <w:rsid w:val="00C866F8"/>
    <w:rsid w:val="00C9118F"/>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21061"/>
    <w:rsid w:val="00D22281"/>
    <w:rsid w:val="00D239A6"/>
    <w:rsid w:val="00D4108E"/>
    <w:rsid w:val="00D4328E"/>
    <w:rsid w:val="00D4483A"/>
    <w:rsid w:val="00D50FE6"/>
    <w:rsid w:val="00D56287"/>
    <w:rsid w:val="00D60CA0"/>
    <w:rsid w:val="00D60F69"/>
    <w:rsid w:val="00D6163D"/>
    <w:rsid w:val="00D701DC"/>
    <w:rsid w:val="00D831A3"/>
    <w:rsid w:val="00D97BE3"/>
    <w:rsid w:val="00DA3042"/>
    <w:rsid w:val="00DA3711"/>
    <w:rsid w:val="00DC664C"/>
    <w:rsid w:val="00DD04AC"/>
    <w:rsid w:val="00DD46F3"/>
    <w:rsid w:val="00DD4862"/>
    <w:rsid w:val="00DE0D9C"/>
    <w:rsid w:val="00DE2A7D"/>
    <w:rsid w:val="00DE56F2"/>
    <w:rsid w:val="00DF116D"/>
    <w:rsid w:val="00DF2B5E"/>
    <w:rsid w:val="00DF7604"/>
    <w:rsid w:val="00E0467D"/>
    <w:rsid w:val="00E16A61"/>
    <w:rsid w:val="00E16FF7"/>
    <w:rsid w:val="00E21FA2"/>
    <w:rsid w:val="00E2245C"/>
    <w:rsid w:val="00E26D68"/>
    <w:rsid w:val="00E37457"/>
    <w:rsid w:val="00E44045"/>
    <w:rsid w:val="00E51EEC"/>
    <w:rsid w:val="00E618C4"/>
    <w:rsid w:val="00E6776C"/>
    <w:rsid w:val="00E7415D"/>
    <w:rsid w:val="00E878EE"/>
    <w:rsid w:val="00E901A3"/>
    <w:rsid w:val="00E9238B"/>
    <w:rsid w:val="00E96323"/>
    <w:rsid w:val="00EA0D88"/>
    <w:rsid w:val="00EA3CE3"/>
    <w:rsid w:val="00EA585B"/>
    <w:rsid w:val="00EA6EC7"/>
    <w:rsid w:val="00EB104F"/>
    <w:rsid w:val="00EB26C7"/>
    <w:rsid w:val="00EB46E5"/>
    <w:rsid w:val="00EB5207"/>
    <w:rsid w:val="00EC4504"/>
    <w:rsid w:val="00ED14BD"/>
    <w:rsid w:val="00EE7A4C"/>
    <w:rsid w:val="00EF6D64"/>
    <w:rsid w:val="00F016C7"/>
    <w:rsid w:val="00F12DEC"/>
    <w:rsid w:val="00F13FDA"/>
    <w:rsid w:val="00F1715C"/>
    <w:rsid w:val="00F21E6B"/>
    <w:rsid w:val="00F255BC"/>
    <w:rsid w:val="00F310F8"/>
    <w:rsid w:val="00F35939"/>
    <w:rsid w:val="00F422D3"/>
    <w:rsid w:val="00F43D42"/>
    <w:rsid w:val="00F45607"/>
    <w:rsid w:val="00F46371"/>
    <w:rsid w:val="00F4722B"/>
    <w:rsid w:val="00F51870"/>
    <w:rsid w:val="00F51FD9"/>
    <w:rsid w:val="00F54432"/>
    <w:rsid w:val="00F566DC"/>
    <w:rsid w:val="00F65035"/>
    <w:rsid w:val="00F659EB"/>
    <w:rsid w:val="00F679DB"/>
    <w:rsid w:val="00F762A8"/>
    <w:rsid w:val="00F82B15"/>
    <w:rsid w:val="00F86BA6"/>
    <w:rsid w:val="00F95FBD"/>
    <w:rsid w:val="00FA3EC0"/>
    <w:rsid w:val="00FA5E56"/>
    <w:rsid w:val="00FB464D"/>
    <w:rsid w:val="00FB504B"/>
    <w:rsid w:val="00FB6342"/>
    <w:rsid w:val="00FB7276"/>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209ADA"/>
  <w14:defaultImageDpi w14:val="32767"/>
  <w15:docId w15:val="{C64FEFE0-50B9-46B3-82B0-73632910E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124E"/>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Default">
    <w:name w:val="Default"/>
    <w:rsid w:val="00855D50"/>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azky.sprava"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21.xm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ozkova\Documents\22_12_OVZ\61823040_R+DSPS_P1417_&#268;&#237;&#269;enice%20-%20Volary\01_V&#221;ZVA\VZORY\SOD_R_28-22_N&#225;rZdr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2B451283-781E-449D-B4CD-DA00C966D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SOD_R_28-22_NárZdr_podlimitní</Template>
  <TotalTime>47</TotalTime>
  <Pages>33</Pages>
  <Words>5447</Words>
  <Characters>32140</Characters>
  <Application>Microsoft Office Word</Application>
  <DocSecurity>0</DocSecurity>
  <Lines>267</Lines>
  <Paragraphs>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SOD_R_28-22_NZ</vt:lpstr>
      <vt:lpstr/>
      <vt:lpstr>Titulek 1. úrovně </vt:lpstr>
      <vt:lpstr>    Titulek 2. úrovně</vt:lpstr>
      <vt:lpstr>        Titulek 3. úrovně</vt:lpstr>
    </vt:vector>
  </TitlesOfParts>
  <Company>SŽ</Company>
  <LinksUpToDate>false</LinksUpToDate>
  <CharactersWithSpaces>37512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SOD_R_28-22_NZ</dc:title>
  <dc:creator>Brožková Jana</dc:creator>
  <cp:lastModifiedBy>Fučíková Veronika, Bc.</cp:lastModifiedBy>
  <cp:revision>5</cp:revision>
  <cp:lastPrinted>2021-01-18T09:00:00Z</cp:lastPrinted>
  <dcterms:created xsi:type="dcterms:W3CDTF">2023-02-16T12:12:00Z</dcterms:created>
  <dcterms:modified xsi:type="dcterms:W3CDTF">2023-02-22T10:33:00Z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