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6ABB50B1" w:rsidR="0035531B" w:rsidRDefault="0035531B" w:rsidP="00ED218E">
      <w:pPr>
        <w:pStyle w:val="Titul2"/>
      </w:pPr>
      <w:r w:rsidRPr="00ED218E">
        <w:t>„</w:t>
      </w:r>
      <w:r w:rsidR="00ED218E" w:rsidRPr="00ED218E">
        <w:t>Výsta</w:t>
      </w:r>
      <w:r w:rsidR="00210E10">
        <w:t xml:space="preserve">vba PZS km 28,870 (P1361) trati </w:t>
      </w:r>
      <w:r w:rsidR="00ED218E" w:rsidRPr="00ED218E">
        <w:t>Březnice – Strakonice</w:t>
      </w:r>
      <w:r w:rsidRPr="00ED218E">
        <w:t>“</w:t>
      </w:r>
    </w:p>
    <w:p w14:paraId="152849FF" w14:textId="77777777" w:rsidR="00AD0C7B" w:rsidRPr="006C2343" w:rsidRDefault="00AD0C7B" w:rsidP="00EB46E5">
      <w:pPr>
        <w:pStyle w:val="Titul2"/>
      </w:pPr>
    </w:p>
    <w:p w14:paraId="45AB7781" w14:textId="7582D5E9" w:rsidR="00F46EA7" w:rsidRDefault="00F46EA7" w:rsidP="00DF6BFE">
      <w:pPr>
        <w:pStyle w:val="Text1-1"/>
        <w:numPr>
          <w:ilvl w:val="0"/>
          <w:numId w:val="0"/>
        </w:numPr>
        <w:tabs>
          <w:tab w:val="left" w:pos="708"/>
        </w:tabs>
        <w:ind w:left="737" w:hanging="737"/>
      </w:pPr>
      <w:proofErr w:type="gramStart"/>
      <w:r>
        <w:t>Č.j.</w:t>
      </w:r>
      <w:proofErr w:type="gramEnd"/>
      <w:r>
        <w:t xml:space="preserve"> </w:t>
      </w:r>
      <w:r w:rsidR="00DF6BFE">
        <w:t>3192/2023-SŽ-SSZ-OVZ</w:t>
      </w:r>
    </w:p>
    <w:p w14:paraId="5E146EB9" w14:textId="6E79C111" w:rsidR="00826B7B" w:rsidRDefault="00826B7B" w:rsidP="006C2343">
      <w:pPr>
        <w:pStyle w:val="Titul2"/>
      </w:pPr>
    </w:p>
    <w:p w14:paraId="4FF0AC60" w14:textId="5F11BACF" w:rsidR="00ED218E" w:rsidRDefault="00ED218E" w:rsidP="006C2343">
      <w:pPr>
        <w:pStyle w:val="Titul2"/>
      </w:pPr>
    </w:p>
    <w:p w14:paraId="46389288" w14:textId="035A4480" w:rsidR="00ED218E" w:rsidRDefault="00ED218E" w:rsidP="006C2343">
      <w:pPr>
        <w:pStyle w:val="Titul2"/>
      </w:pPr>
    </w:p>
    <w:p w14:paraId="390294DA" w14:textId="33154B6F" w:rsidR="00ED218E" w:rsidRDefault="00ED218E" w:rsidP="006C2343">
      <w:pPr>
        <w:pStyle w:val="Titul2"/>
      </w:pPr>
    </w:p>
    <w:p w14:paraId="52FBABCD" w14:textId="1BFAC672" w:rsidR="00ED218E" w:rsidRDefault="00ED218E" w:rsidP="006C2343">
      <w:pPr>
        <w:pStyle w:val="Titul2"/>
      </w:pPr>
    </w:p>
    <w:p w14:paraId="01F5DA49" w14:textId="4C430D4B" w:rsidR="00ED218E" w:rsidRDefault="00ED218E"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2528C54D" w14:textId="2E1B758F"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bookmarkStart w:id="0" w:name="_GoBack"/>
    <w:bookmarkEnd w:id="0"/>
    <w:p w14:paraId="32EF96B8" w14:textId="7E0FB1AC" w:rsidR="00AE74F4"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7966257" w:history="1">
        <w:r w:rsidR="00AE74F4" w:rsidRPr="00AE074D">
          <w:rPr>
            <w:rStyle w:val="Hypertextovodkaz"/>
          </w:rPr>
          <w:t>1.</w:t>
        </w:r>
        <w:r w:rsidR="00AE74F4">
          <w:rPr>
            <w:rFonts w:eastAsiaTheme="minorEastAsia"/>
            <w:caps w:val="0"/>
            <w:noProof/>
            <w:sz w:val="22"/>
            <w:szCs w:val="22"/>
            <w:lang w:eastAsia="cs-CZ"/>
          </w:rPr>
          <w:tab/>
        </w:r>
        <w:r w:rsidR="00AE74F4" w:rsidRPr="00AE074D">
          <w:rPr>
            <w:rStyle w:val="Hypertextovodkaz"/>
          </w:rPr>
          <w:t>ÚVODNÍ USTANOVENÍ</w:t>
        </w:r>
        <w:r w:rsidR="00AE74F4">
          <w:rPr>
            <w:noProof/>
            <w:webHidden/>
          </w:rPr>
          <w:tab/>
        </w:r>
        <w:r w:rsidR="00AE74F4">
          <w:rPr>
            <w:noProof/>
            <w:webHidden/>
          </w:rPr>
          <w:fldChar w:fldCharType="begin"/>
        </w:r>
        <w:r w:rsidR="00AE74F4">
          <w:rPr>
            <w:noProof/>
            <w:webHidden/>
          </w:rPr>
          <w:instrText xml:space="preserve"> PAGEREF _Toc127966257 \h </w:instrText>
        </w:r>
        <w:r w:rsidR="00AE74F4">
          <w:rPr>
            <w:noProof/>
            <w:webHidden/>
          </w:rPr>
        </w:r>
        <w:r w:rsidR="00AE74F4">
          <w:rPr>
            <w:noProof/>
            <w:webHidden/>
          </w:rPr>
          <w:fldChar w:fldCharType="separate"/>
        </w:r>
        <w:r w:rsidR="0022029A">
          <w:rPr>
            <w:noProof/>
            <w:webHidden/>
          </w:rPr>
          <w:t>3</w:t>
        </w:r>
        <w:r w:rsidR="00AE74F4">
          <w:rPr>
            <w:noProof/>
            <w:webHidden/>
          </w:rPr>
          <w:fldChar w:fldCharType="end"/>
        </w:r>
      </w:hyperlink>
    </w:p>
    <w:p w14:paraId="2C75D27C" w14:textId="0749BD3F" w:rsidR="00AE74F4" w:rsidRDefault="00AE74F4">
      <w:pPr>
        <w:pStyle w:val="Obsah1"/>
        <w:rPr>
          <w:rFonts w:eastAsiaTheme="minorEastAsia"/>
          <w:caps w:val="0"/>
          <w:noProof/>
          <w:sz w:val="22"/>
          <w:szCs w:val="22"/>
          <w:lang w:eastAsia="cs-CZ"/>
        </w:rPr>
      </w:pPr>
      <w:hyperlink w:anchor="_Toc127966258" w:history="1">
        <w:r w:rsidRPr="00AE074D">
          <w:rPr>
            <w:rStyle w:val="Hypertextovodkaz"/>
          </w:rPr>
          <w:t>2.</w:t>
        </w:r>
        <w:r>
          <w:rPr>
            <w:rFonts w:eastAsiaTheme="minorEastAsia"/>
            <w:caps w:val="0"/>
            <w:noProof/>
            <w:sz w:val="22"/>
            <w:szCs w:val="22"/>
            <w:lang w:eastAsia="cs-CZ"/>
          </w:rPr>
          <w:tab/>
        </w:r>
        <w:r w:rsidRPr="00AE074D">
          <w:rPr>
            <w:rStyle w:val="Hypertextovodkaz"/>
          </w:rPr>
          <w:t>IDENTIFIKAČNÍ ÚDAJE ZADAVATELE</w:t>
        </w:r>
        <w:r>
          <w:rPr>
            <w:noProof/>
            <w:webHidden/>
          </w:rPr>
          <w:tab/>
        </w:r>
        <w:r>
          <w:rPr>
            <w:noProof/>
            <w:webHidden/>
          </w:rPr>
          <w:fldChar w:fldCharType="begin"/>
        </w:r>
        <w:r>
          <w:rPr>
            <w:noProof/>
            <w:webHidden/>
          </w:rPr>
          <w:instrText xml:space="preserve"> PAGEREF _Toc127966258 \h </w:instrText>
        </w:r>
        <w:r>
          <w:rPr>
            <w:noProof/>
            <w:webHidden/>
          </w:rPr>
        </w:r>
        <w:r>
          <w:rPr>
            <w:noProof/>
            <w:webHidden/>
          </w:rPr>
          <w:fldChar w:fldCharType="separate"/>
        </w:r>
        <w:r w:rsidR="0022029A">
          <w:rPr>
            <w:noProof/>
            <w:webHidden/>
          </w:rPr>
          <w:t>3</w:t>
        </w:r>
        <w:r>
          <w:rPr>
            <w:noProof/>
            <w:webHidden/>
          </w:rPr>
          <w:fldChar w:fldCharType="end"/>
        </w:r>
      </w:hyperlink>
    </w:p>
    <w:p w14:paraId="3F189705" w14:textId="6656ECB1" w:rsidR="00AE74F4" w:rsidRDefault="00AE74F4">
      <w:pPr>
        <w:pStyle w:val="Obsah1"/>
        <w:rPr>
          <w:rFonts w:eastAsiaTheme="minorEastAsia"/>
          <w:caps w:val="0"/>
          <w:noProof/>
          <w:sz w:val="22"/>
          <w:szCs w:val="22"/>
          <w:lang w:eastAsia="cs-CZ"/>
        </w:rPr>
      </w:pPr>
      <w:hyperlink w:anchor="_Toc127966259" w:history="1">
        <w:r w:rsidRPr="00AE074D">
          <w:rPr>
            <w:rStyle w:val="Hypertextovodkaz"/>
          </w:rPr>
          <w:t>3.</w:t>
        </w:r>
        <w:r>
          <w:rPr>
            <w:rFonts w:eastAsiaTheme="minorEastAsia"/>
            <w:caps w:val="0"/>
            <w:noProof/>
            <w:sz w:val="22"/>
            <w:szCs w:val="22"/>
            <w:lang w:eastAsia="cs-CZ"/>
          </w:rPr>
          <w:tab/>
        </w:r>
        <w:r w:rsidRPr="00AE074D">
          <w:rPr>
            <w:rStyle w:val="Hypertextovodkaz"/>
          </w:rPr>
          <w:t>KOMUNIKACE MEZI ZADAVATELEM a DODAVATELEM</w:t>
        </w:r>
        <w:r>
          <w:rPr>
            <w:noProof/>
            <w:webHidden/>
          </w:rPr>
          <w:tab/>
        </w:r>
        <w:r>
          <w:rPr>
            <w:noProof/>
            <w:webHidden/>
          </w:rPr>
          <w:fldChar w:fldCharType="begin"/>
        </w:r>
        <w:r>
          <w:rPr>
            <w:noProof/>
            <w:webHidden/>
          </w:rPr>
          <w:instrText xml:space="preserve"> PAGEREF _Toc127966259 \h </w:instrText>
        </w:r>
        <w:r>
          <w:rPr>
            <w:noProof/>
            <w:webHidden/>
          </w:rPr>
        </w:r>
        <w:r>
          <w:rPr>
            <w:noProof/>
            <w:webHidden/>
          </w:rPr>
          <w:fldChar w:fldCharType="separate"/>
        </w:r>
        <w:r w:rsidR="0022029A">
          <w:rPr>
            <w:noProof/>
            <w:webHidden/>
          </w:rPr>
          <w:t>4</w:t>
        </w:r>
        <w:r>
          <w:rPr>
            <w:noProof/>
            <w:webHidden/>
          </w:rPr>
          <w:fldChar w:fldCharType="end"/>
        </w:r>
      </w:hyperlink>
    </w:p>
    <w:p w14:paraId="2D666898" w14:textId="6BE1B9D3" w:rsidR="00AE74F4" w:rsidRDefault="00AE74F4">
      <w:pPr>
        <w:pStyle w:val="Obsah1"/>
        <w:rPr>
          <w:rFonts w:eastAsiaTheme="minorEastAsia"/>
          <w:caps w:val="0"/>
          <w:noProof/>
          <w:sz w:val="22"/>
          <w:szCs w:val="22"/>
          <w:lang w:eastAsia="cs-CZ"/>
        </w:rPr>
      </w:pPr>
      <w:hyperlink w:anchor="_Toc127966260" w:history="1">
        <w:r w:rsidRPr="00AE074D">
          <w:rPr>
            <w:rStyle w:val="Hypertextovodkaz"/>
          </w:rPr>
          <w:t>4.</w:t>
        </w:r>
        <w:r>
          <w:rPr>
            <w:rFonts w:eastAsiaTheme="minorEastAsia"/>
            <w:caps w:val="0"/>
            <w:noProof/>
            <w:sz w:val="22"/>
            <w:szCs w:val="22"/>
            <w:lang w:eastAsia="cs-CZ"/>
          </w:rPr>
          <w:tab/>
        </w:r>
        <w:r w:rsidRPr="00AE074D">
          <w:rPr>
            <w:rStyle w:val="Hypertextovodkaz"/>
          </w:rPr>
          <w:t>ÚČEL A PŘEDMĚT PLNĚNÍ VEŘEJNÉ ZAKÁZKY</w:t>
        </w:r>
        <w:r>
          <w:rPr>
            <w:noProof/>
            <w:webHidden/>
          </w:rPr>
          <w:tab/>
        </w:r>
        <w:r>
          <w:rPr>
            <w:noProof/>
            <w:webHidden/>
          </w:rPr>
          <w:fldChar w:fldCharType="begin"/>
        </w:r>
        <w:r>
          <w:rPr>
            <w:noProof/>
            <w:webHidden/>
          </w:rPr>
          <w:instrText xml:space="preserve"> PAGEREF _Toc127966260 \h </w:instrText>
        </w:r>
        <w:r>
          <w:rPr>
            <w:noProof/>
            <w:webHidden/>
          </w:rPr>
        </w:r>
        <w:r>
          <w:rPr>
            <w:noProof/>
            <w:webHidden/>
          </w:rPr>
          <w:fldChar w:fldCharType="separate"/>
        </w:r>
        <w:r w:rsidR="0022029A">
          <w:rPr>
            <w:noProof/>
            <w:webHidden/>
          </w:rPr>
          <w:t>4</w:t>
        </w:r>
        <w:r>
          <w:rPr>
            <w:noProof/>
            <w:webHidden/>
          </w:rPr>
          <w:fldChar w:fldCharType="end"/>
        </w:r>
      </w:hyperlink>
    </w:p>
    <w:p w14:paraId="4CC75786" w14:textId="78368671" w:rsidR="00AE74F4" w:rsidRDefault="00AE74F4">
      <w:pPr>
        <w:pStyle w:val="Obsah1"/>
        <w:rPr>
          <w:rFonts w:eastAsiaTheme="minorEastAsia"/>
          <w:caps w:val="0"/>
          <w:noProof/>
          <w:sz w:val="22"/>
          <w:szCs w:val="22"/>
          <w:lang w:eastAsia="cs-CZ"/>
        </w:rPr>
      </w:pPr>
      <w:hyperlink w:anchor="_Toc127966261" w:history="1">
        <w:r w:rsidRPr="00AE074D">
          <w:rPr>
            <w:rStyle w:val="Hypertextovodkaz"/>
          </w:rPr>
          <w:t>5.</w:t>
        </w:r>
        <w:r>
          <w:rPr>
            <w:rFonts w:eastAsiaTheme="minorEastAsia"/>
            <w:caps w:val="0"/>
            <w:noProof/>
            <w:sz w:val="22"/>
            <w:szCs w:val="22"/>
            <w:lang w:eastAsia="cs-CZ"/>
          </w:rPr>
          <w:tab/>
        </w:r>
        <w:r w:rsidRPr="00AE074D">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_Toc127966261 \h </w:instrText>
        </w:r>
        <w:r>
          <w:rPr>
            <w:noProof/>
            <w:webHidden/>
          </w:rPr>
        </w:r>
        <w:r>
          <w:rPr>
            <w:noProof/>
            <w:webHidden/>
          </w:rPr>
          <w:fldChar w:fldCharType="separate"/>
        </w:r>
        <w:r w:rsidR="0022029A">
          <w:rPr>
            <w:noProof/>
            <w:webHidden/>
          </w:rPr>
          <w:t>4</w:t>
        </w:r>
        <w:r>
          <w:rPr>
            <w:noProof/>
            <w:webHidden/>
          </w:rPr>
          <w:fldChar w:fldCharType="end"/>
        </w:r>
      </w:hyperlink>
    </w:p>
    <w:p w14:paraId="16759463" w14:textId="023C4ED0" w:rsidR="00AE74F4" w:rsidRDefault="00AE74F4">
      <w:pPr>
        <w:pStyle w:val="Obsah1"/>
        <w:rPr>
          <w:rFonts w:eastAsiaTheme="minorEastAsia"/>
          <w:caps w:val="0"/>
          <w:noProof/>
          <w:sz w:val="22"/>
          <w:szCs w:val="22"/>
          <w:lang w:eastAsia="cs-CZ"/>
        </w:rPr>
      </w:pPr>
      <w:hyperlink w:anchor="_Toc127966262" w:history="1">
        <w:r w:rsidRPr="00AE074D">
          <w:rPr>
            <w:rStyle w:val="Hypertextovodkaz"/>
          </w:rPr>
          <w:t>6.</w:t>
        </w:r>
        <w:r>
          <w:rPr>
            <w:rFonts w:eastAsiaTheme="minorEastAsia"/>
            <w:caps w:val="0"/>
            <w:noProof/>
            <w:sz w:val="22"/>
            <w:szCs w:val="22"/>
            <w:lang w:eastAsia="cs-CZ"/>
          </w:rPr>
          <w:tab/>
        </w:r>
        <w:r w:rsidRPr="00AE074D">
          <w:rPr>
            <w:rStyle w:val="Hypertextovodkaz"/>
          </w:rPr>
          <w:t>OBSAH ZADÁVACÍ DOKUMENTACE</w:t>
        </w:r>
        <w:r>
          <w:rPr>
            <w:noProof/>
            <w:webHidden/>
          </w:rPr>
          <w:tab/>
        </w:r>
        <w:r>
          <w:rPr>
            <w:noProof/>
            <w:webHidden/>
          </w:rPr>
          <w:fldChar w:fldCharType="begin"/>
        </w:r>
        <w:r>
          <w:rPr>
            <w:noProof/>
            <w:webHidden/>
          </w:rPr>
          <w:instrText xml:space="preserve"> PAGEREF _Toc127966262 \h </w:instrText>
        </w:r>
        <w:r>
          <w:rPr>
            <w:noProof/>
            <w:webHidden/>
          </w:rPr>
        </w:r>
        <w:r>
          <w:rPr>
            <w:noProof/>
            <w:webHidden/>
          </w:rPr>
          <w:fldChar w:fldCharType="separate"/>
        </w:r>
        <w:r w:rsidR="0022029A">
          <w:rPr>
            <w:noProof/>
            <w:webHidden/>
          </w:rPr>
          <w:t>5</w:t>
        </w:r>
        <w:r>
          <w:rPr>
            <w:noProof/>
            <w:webHidden/>
          </w:rPr>
          <w:fldChar w:fldCharType="end"/>
        </w:r>
      </w:hyperlink>
    </w:p>
    <w:p w14:paraId="37CA523D" w14:textId="75A8B692" w:rsidR="00AE74F4" w:rsidRDefault="00AE74F4">
      <w:pPr>
        <w:pStyle w:val="Obsah1"/>
        <w:rPr>
          <w:rFonts w:eastAsiaTheme="minorEastAsia"/>
          <w:caps w:val="0"/>
          <w:noProof/>
          <w:sz w:val="22"/>
          <w:szCs w:val="22"/>
          <w:lang w:eastAsia="cs-CZ"/>
        </w:rPr>
      </w:pPr>
      <w:hyperlink w:anchor="_Toc127966263" w:history="1">
        <w:r w:rsidRPr="00AE074D">
          <w:rPr>
            <w:rStyle w:val="Hypertextovodkaz"/>
          </w:rPr>
          <w:t>7.</w:t>
        </w:r>
        <w:r>
          <w:rPr>
            <w:rFonts w:eastAsiaTheme="minorEastAsia"/>
            <w:caps w:val="0"/>
            <w:noProof/>
            <w:sz w:val="22"/>
            <w:szCs w:val="22"/>
            <w:lang w:eastAsia="cs-CZ"/>
          </w:rPr>
          <w:tab/>
        </w:r>
        <w:r w:rsidRPr="00AE074D">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_Toc127966263 \h </w:instrText>
        </w:r>
        <w:r>
          <w:rPr>
            <w:noProof/>
            <w:webHidden/>
          </w:rPr>
        </w:r>
        <w:r>
          <w:rPr>
            <w:noProof/>
            <w:webHidden/>
          </w:rPr>
          <w:fldChar w:fldCharType="separate"/>
        </w:r>
        <w:r w:rsidR="0022029A">
          <w:rPr>
            <w:noProof/>
            <w:webHidden/>
          </w:rPr>
          <w:t>5</w:t>
        </w:r>
        <w:r>
          <w:rPr>
            <w:noProof/>
            <w:webHidden/>
          </w:rPr>
          <w:fldChar w:fldCharType="end"/>
        </w:r>
      </w:hyperlink>
    </w:p>
    <w:p w14:paraId="67C1B172" w14:textId="5EC03679" w:rsidR="00AE74F4" w:rsidRDefault="00AE74F4">
      <w:pPr>
        <w:pStyle w:val="Obsah1"/>
        <w:rPr>
          <w:rFonts w:eastAsiaTheme="minorEastAsia"/>
          <w:caps w:val="0"/>
          <w:noProof/>
          <w:sz w:val="22"/>
          <w:szCs w:val="22"/>
          <w:lang w:eastAsia="cs-CZ"/>
        </w:rPr>
      </w:pPr>
      <w:hyperlink w:anchor="_Toc127966264" w:history="1">
        <w:r w:rsidRPr="00AE074D">
          <w:rPr>
            <w:rStyle w:val="Hypertextovodkaz"/>
          </w:rPr>
          <w:t>8.</w:t>
        </w:r>
        <w:r>
          <w:rPr>
            <w:rFonts w:eastAsiaTheme="minorEastAsia"/>
            <w:caps w:val="0"/>
            <w:noProof/>
            <w:sz w:val="22"/>
            <w:szCs w:val="22"/>
            <w:lang w:eastAsia="cs-CZ"/>
          </w:rPr>
          <w:tab/>
        </w:r>
        <w:r w:rsidRPr="00AE074D">
          <w:rPr>
            <w:rStyle w:val="Hypertextovodkaz"/>
          </w:rPr>
          <w:t>POŽADAVKY ZADAVATELE NA KVALIFIKACI</w:t>
        </w:r>
        <w:r>
          <w:rPr>
            <w:noProof/>
            <w:webHidden/>
          </w:rPr>
          <w:tab/>
        </w:r>
        <w:r>
          <w:rPr>
            <w:noProof/>
            <w:webHidden/>
          </w:rPr>
          <w:fldChar w:fldCharType="begin"/>
        </w:r>
        <w:r>
          <w:rPr>
            <w:noProof/>
            <w:webHidden/>
          </w:rPr>
          <w:instrText xml:space="preserve"> PAGEREF _Toc127966264 \h </w:instrText>
        </w:r>
        <w:r>
          <w:rPr>
            <w:noProof/>
            <w:webHidden/>
          </w:rPr>
        </w:r>
        <w:r>
          <w:rPr>
            <w:noProof/>
            <w:webHidden/>
          </w:rPr>
          <w:fldChar w:fldCharType="separate"/>
        </w:r>
        <w:r w:rsidR="0022029A">
          <w:rPr>
            <w:noProof/>
            <w:webHidden/>
          </w:rPr>
          <w:t>6</w:t>
        </w:r>
        <w:r>
          <w:rPr>
            <w:noProof/>
            <w:webHidden/>
          </w:rPr>
          <w:fldChar w:fldCharType="end"/>
        </w:r>
      </w:hyperlink>
    </w:p>
    <w:p w14:paraId="0CC1409A" w14:textId="2A705F7E" w:rsidR="00AE74F4" w:rsidRDefault="00AE74F4">
      <w:pPr>
        <w:pStyle w:val="Obsah1"/>
        <w:rPr>
          <w:rFonts w:eastAsiaTheme="minorEastAsia"/>
          <w:caps w:val="0"/>
          <w:noProof/>
          <w:sz w:val="22"/>
          <w:szCs w:val="22"/>
          <w:lang w:eastAsia="cs-CZ"/>
        </w:rPr>
      </w:pPr>
      <w:hyperlink w:anchor="_Toc127966265" w:history="1">
        <w:r w:rsidRPr="00AE074D">
          <w:rPr>
            <w:rStyle w:val="Hypertextovodkaz"/>
          </w:rPr>
          <w:t>9.</w:t>
        </w:r>
        <w:r>
          <w:rPr>
            <w:rFonts w:eastAsiaTheme="minorEastAsia"/>
            <w:caps w:val="0"/>
            <w:noProof/>
            <w:sz w:val="22"/>
            <w:szCs w:val="22"/>
            <w:lang w:eastAsia="cs-CZ"/>
          </w:rPr>
          <w:tab/>
        </w:r>
        <w:r w:rsidRPr="00AE074D">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_Toc127966265 \h </w:instrText>
        </w:r>
        <w:r>
          <w:rPr>
            <w:noProof/>
            <w:webHidden/>
          </w:rPr>
        </w:r>
        <w:r>
          <w:rPr>
            <w:noProof/>
            <w:webHidden/>
          </w:rPr>
          <w:fldChar w:fldCharType="separate"/>
        </w:r>
        <w:r w:rsidR="0022029A">
          <w:rPr>
            <w:noProof/>
            <w:webHidden/>
          </w:rPr>
          <w:t>16</w:t>
        </w:r>
        <w:r>
          <w:rPr>
            <w:noProof/>
            <w:webHidden/>
          </w:rPr>
          <w:fldChar w:fldCharType="end"/>
        </w:r>
      </w:hyperlink>
    </w:p>
    <w:p w14:paraId="6CD813C8" w14:textId="51586669" w:rsidR="00AE74F4" w:rsidRDefault="00AE74F4">
      <w:pPr>
        <w:pStyle w:val="Obsah1"/>
        <w:rPr>
          <w:rFonts w:eastAsiaTheme="minorEastAsia"/>
          <w:caps w:val="0"/>
          <w:noProof/>
          <w:sz w:val="22"/>
          <w:szCs w:val="22"/>
          <w:lang w:eastAsia="cs-CZ"/>
        </w:rPr>
      </w:pPr>
      <w:hyperlink w:anchor="_Toc127966266" w:history="1">
        <w:r w:rsidRPr="00AE074D">
          <w:rPr>
            <w:rStyle w:val="Hypertextovodkaz"/>
          </w:rPr>
          <w:t>10.</w:t>
        </w:r>
        <w:r>
          <w:rPr>
            <w:rFonts w:eastAsiaTheme="minorEastAsia"/>
            <w:caps w:val="0"/>
            <w:noProof/>
            <w:sz w:val="22"/>
            <w:szCs w:val="22"/>
            <w:lang w:eastAsia="cs-CZ"/>
          </w:rPr>
          <w:tab/>
        </w:r>
        <w:r w:rsidRPr="00AE074D">
          <w:rPr>
            <w:rStyle w:val="Hypertextovodkaz"/>
          </w:rPr>
          <w:t>PROHLÍDKA MÍSTA PLNĚNÍ (STAVENIŠTĚ)</w:t>
        </w:r>
        <w:r>
          <w:rPr>
            <w:noProof/>
            <w:webHidden/>
          </w:rPr>
          <w:tab/>
        </w:r>
        <w:r>
          <w:rPr>
            <w:noProof/>
            <w:webHidden/>
          </w:rPr>
          <w:fldChar w:fldCharType="begin"/>
        </w:r>
        <w:r>
          <w:rPr>
            <w:noProof/>
            <w:webHidden/>
          </w:rPr>
          <w:instrText xml:space="preserve"> PAGEREF _Toc127966266 \h </w:instrText>
        </w:r>
        <w:r>
          <w:rPr>
            <w:noProof/>
            <w:webHidden/>
          </w:rPr>
        </w:r>
        <w:r>
          <w:rPr>
            <w:noProof/>
            <w:webHidden/>
          </w:rPr>
          <w:fldChar w:fldCharType="separate"/>
        </w:r>
        <w:r w:rsidR="0022029A">
          <w:rPr>
            <w:noProof/>
            <w:webHidden/>
          </w:rPr>
          <w:t>18</w:t>
        </w:r>
        <w:r>
          <w:rPr>
            <w:noProof/>
            <w:webHidden/>
          </w:rPr>
          <w:fldChar w:fldCharType="end"/>
        </w:r>
      </w:hyperlink>
    </w:p>
    <w:p w14:paraId="387BD691" w14:textId="6E37EE6A" w:rsidR="00AE74F4" w:rsidRDefault="00AE74F4">
      <w:pPr>
        <w:pStyle w:val="Obsah1"/>
        <w:rPr>
          <w:rFonts w:eastAsiaTheme="minorEastAsia"/>
          <w:caps w:val="0"/>
          <w:noProof/>
          <w:sz w:val="22"/>
          <w:szCs w:val="22"/>
          <w:lang w:eastAsia="cs-CZ"/>
        </w:rPr>
      </w:pPr>
      <w:hyperlink w:anchor="_Toc127966267" w:history="1">
        <w:r w:rsidRPr="00AE074D">
          <w:rPr>
            <w:rStyle w:val="Hypertextovodkaz"/>
          </w:rPr>
          <w:t>11.</w:t>
        </w:r>
        <w:r>
          <w:rPr>
            <w:rFonts w:eastAsiaTheme="minorEastAsia"/>
            <w:caps w:val="0"/>
            <w:noProof/>
            <w:sz w:val="22"/>
            <w:szCs w:val="22"/>
            <w:lang w:eastAsia="cs-CZ"/>
          </w:rPr>
          <w:tab/>
        </w:r>
        <w:r w:rsidRPr="00AE074D">
          <w:rPr>
            <w:rStyle w:val="Hypertextovodkaz"/>
          </w:rPr>
          <w:t>JAZYK NABÍDEK A KOMUNIKAČNÍ JAZYK</w:t>
        </w:r>
        <w:r>
          <w:rPr>
            <w:noProof/>
            <w:webHidden/>
          </w:rPr>
          <w:tab/>
        </w:r>
        <w:r>
          <w:rPr>
            <w:noProof/>
            <w:webHidden/>
          </w:rPr>
          <w:fldChar w:fldCharType="begin"/>
        </w:r>
        <w:r>
          <w:rPr>
            <w:noProof/>
            <w:webHidden/>
          </w:rPr>
          <w:instrText xml:space="preserve"> PAGEREF _Toc127966267 \h </w:instrText>
        </w:r>
        <w:r>
          <w:rPr>
            <w:noProof/>
            <w:webHidden/>
          </w:rPr>
        </w:r>
        <w:r>
          <w:rPr>
            <w:noProof/>
            <w:webHidden/>
          </w:rPr>
          <w:fldChar w:fldCharType="separate"/>
        </w:r>
        <w:r w:rsidR="0022029A">
          <w:rPr>
            <w:noProof/>
            <w:webHidden/>
          </w:rPr>
          <w:t>19</w:t>
        </w:r>
        <w:r>
          <w:rPr>
            <w:noProof/>
            <w:webHidden/>
          </w:rPr>
          <w:fldChar w:fldCharType="end"/>
        </w:r>
      </w:hyperlink>
    </w:p>
    <w:p w14:paraId="01E35CB6" w14:textId="23C0FC14" w:rsidR="00AE74F4" w:rsidRDefault="00AE74F4">
      <w:pPr>
        <w:pStyle w:val="Obsah1"/>
        <w:rPr>
          <w:rFonts w:eastAsiaTheme="minorEastAsia"/>
          <w:caps w:val="0"/>
          <w:noProof/>
          <w:sz w:val="22"/>
          <w:szCs w:val="22"/>
          <w:lang w:eastAsia="cs-CZ"/>
        </w:rPr>
      </w:pPr>
      <w:hyperlink w:anchor="_Toc127966268" w:history="1">
        <w:r w:rsidRPr="00AE074D">
          <w:rPr>
            <w:rStyle w:val="Hypertextovodkaz"/>
          </w:rPr>
          <w:t>12.</w:t>
        </w:r>
        <w:r>
          <w:rPr>
            <w:rFonts w:eastAsiaTheme="minorEastAsia"/>
            <w:caps w:val="0"/>
            <w:noProof/>
            <w:sz w:val="22"/>
            <w:szCs w:val="22"/>
            <w:lang w:eastAsia="cs-CZ"/>
          </w:rPr>
          <w:tab/>
        </w:r>
        <w:r w:rsidRPr="00AE074D">
          <w:rPr>
            <w:rStyle w:val="Hypertextovodkaz"/>
          </w:rPr>
          <w:t>OBSAH A PODÁVÁNÍ NABÍDEK</w:t>
        </w:r>
        <w:r>
          <w:rPr>
            <w:noProof/>
            <w:webHidden/>
          </w:rPr>
          <w:tab/>
        </w:r>
        <w:r>
          <w:rPr>
            <w:noProof/>
            <w:webHidden/>
          </w:rPr>
          <w:fldChar w:fldCharType="begin"/>
        </w:r>
        <w:r>
          <w:rPr>
            <w:noProof/>
            <w:webHidden/>
          </w:rPr>
          <w:instrText xml:space="preserve"> PAGEREF _Toc127966268 \h </w:instrText>
        </w:r>
        <w:r>
          <w:rPr>
            <w:noProof/>
            <w:webHidden/>
          </w:rPr>
        </w:r>
        <w:r>
          <w:rPr>
            <w:noProof/>
            <w:webHidden/>
          </w:rPr>
          <w:fldChar w:fldCharType="separate"/>
        </w:r>
        <w:r w:rsidR="0022029A">
          <w:rPr>
            <w:noProof/>
            <w:webHidden/>
          </w:rPr>
          <w:t>19</w:t>
        </w:r>
        <w:r>
          <w:rPr>
            <w:noProof/>
            <w:webHidden/>
          </w:rPr>
          <w:fldChar w:fldCharType="end"/>
        </w:r>
      </w:hyperlink>
    </w:p>
    <w:p w14:paraId="0A68520A" w14:textId="55FA43C3" w:rsidR="00AE74F4" w:rsidRDefault="00AE74F4">
      <w:pPr>
        <w:pStyle w:val="Obsah1"/>
        <w:rPr>
          <w:rFonts w:eastAsiaTheme="minorEastAsia"/>
          <w:caps w:val="0"/>
          <w:noProof/>
          <w:sz w:val="22"/>
          <w:szCs w:val="22"/>
          <w:lang w:eastAsia="cs-CZ"/>
        </w:rPr>
      </w:pPr>
      <w:hyperlink w:anchor="_Toc127966269" w:history="1">
        <w:r w:rsidRPr="00AE074D">
          <w:rPr>
            <w:rStyle w:val="Hypertextovodkaz"/>
          </w:rPr>
          <w:t>13.</w:t>
        </w:r>
        <w:r>
          <w:rPr>
            <w:rFonts w:eastAsiaTheme="minorEastAsia"/>
            <w:caps w:val="0"/>
            <w:noProof/>
            <w:sz w:val="22"/>
            <w:szCs w:val="22"/>
            <w:lang w:eastAsia="cs-CZ"/>
          </w:rPr>
          <w:tab/>
        </w:r>
        <w:r w:rsidRPr="00AE074D">
          <w:rPr>
            <w:rStyle w:val="Hypertextovodkaz"/>
          </w:rPr>
          <w:t>POŽADAVKY NA ZPRACOVÁNÍ NABÍDKOVÉ CENY</w:t>
        </w:r>
        <w:r>
          <w:rPr>
            <w:noProof/>
            <w:webHidden/>
          </w:rPr>
          <w:tab/>
        </w:r>
        <w:r>
          <w:rPr>
            <w:noProof/>
            <w:webHidden/>
          </w:rPr>
          <w:fldChar w:fldCharType="begin"/>
        </w:r>
        <w:r>
          <w:rPr>
            <w:noProof/>
            <w:webHidden/>
          </w:rPr>
          <w:instrText xml:space="preserve"> PAGEREF _Toc127966269 \h </w:instrText>
        </w:r>
        <w:r>
          <w:rPr>
            <w:noProof/>
            <w:webHidden/>
          </w:rPr>
        </w:r>
        <w:r>
          <w:rPr>
            <w:noProof/>
            <w:webHidden/>
          </w:rPr>
          <w:fldChar w:fldCharType="separate"/>
        </w:r>
        <w:r w:rsidR="0022029A">
          <w:rPr>
            <w:noProof/>
            <w:webHidden/>
          </w:rPr>
          <w:t>21</w:t>
        </w:r>
        <w:r>
          <w:rPr>
            <w:noProof/>
            <w:webHidden/>
          </w:rPr>
          <w:fldChar w:fldCharType="end"/>
        </w:r>
      </w:hyperlink>
    </w:p>
    <w:p w14:paraId="5F200BA5" w14:textId="7B7B3996" w:rsidR="00AE74F4" w:rsidRDefault="00AE74F4">
      <w:pPr>
        <w:pStyle w:val="Obsah1"/>
        <w:rPr>
          <w:rFonts w:eastAsiaTheme="minorEastAsia"/>
          <w:caps w:val="0"/>
          <w:noProof/>
          <w:sz w:val="22"/>
          <w:szCs w:val="22"/>
          <w:lang w:eastAsia="cs-CZ"/>
        </w:rPr>
      </w:pPr>
      <w:hyperlink w:anchor="_Toc127966270" w:history="1">
        <w:r w:rsidRPr="00AE074D">
          <w:rPr>
            <w:rStyle w:val="Hypertextovodkaz"/>
          </w:rPr>
          <w:t>14.</w:t>
        </w:r>
        <w:r>
          <w:rPr>
            <w:rFonts w:eastAsiaTheme="minorEastAsia"/>
            <w:caps w:val="0"/>
            <w:noProof/>
            <w:sz w:val="22"/>
            <w:szCs w:val="22"/>
            <w:lang w:eastAsia="cs-CZ"/>
          </w:rPr>
          <w:tab/>
        </w:r>
        <w:r w:rsidRPr="00AE074D">
          <w:rPr>
            <w:rStyle w:val="Hypertextovodkaz"/>
          </w:rPr>
          <w:t>VARIANTY NABÍDKY, VÝHRADA ZMĚNY DODAVATELE</w:t>
        </w:r>
        <w:r>
          <w:rPr>
            <w:noProof/>
            <w:webHidden/>
          </w:rPr>
          <w:tab/>
        </w:r>
        <w:r>
          <w:rPr>
            <w:noProof/>
            <w:webHidden/>
          </w:rPr>
          <w:fldChar w:fldCharType="begin"/>
        </w:r>
        <w:r>
          <w:rPr>
            <w:noProof/>
            <w:webHidden/>
          </w:rPr>
          <w:instrText xml:space="preserve"> PAGEREF _Toc127966270 \h </w:instrText>
        </w:r>
        <w:r>
          <w:rPr>
            <w:noProof/>
            <w:webHidden/>
          </w:rPr>
        </w:r>
        <w:r>
          <w:rPr>
            <w:noProof/>
            <w:webHidden/>
          </w:rPr>
          <w:fldChar w:fldCharType="separate"/>
        </w:r>
        <w:r w:rsidR="0022029A">
          <w:rPr>
            <w:noProof/>
            <w:webHidden/>
          </w:rPr>
          <w:t>21</w:t>
        </w:r>
        <w:r>
          <w:rPr>
            <w:noProof/>
            <w:webHidden/>
          </w:rPr>
          <w:fldChar w:fldCharType="end"/>
        </w:r>
      </w:hyperlink>
    </w:p>
    <w:p w14:paraId="6B6BAABF" w14:textId="2BD6B5A0" w:rsidR="00AE74F4" w:rsidRDefault="00AE74F4">
      <w:pPr>
        <w:pStyle w:val="Obsah1"/>
        <w:rPr>
          <w:rFonts w:eastAsiaTheme="minorEastAsia"/>
          <w:caps w:val="0"/>
          <w:noProof/>
          <w:sz w:val="22"/>
          <w:szCs w:val="22"/>
          <w:lang w:eastAsia="cs-CZ"/>
        </w:rPr>
      </w:pPr>
      <w:hyperlink w:anchor="_Toc127966271" w:history="1">
        <w:r w:rsidRPr="00AE074D">
          <w:rPr>
            <w:rStyle w:val="Hypertextovodkaz"/>
          </w:rPr>
          <w:t>15.</w:t>
        </w:r>
        <w:r>
          <w:rPr>
            <w:rFonts w:eastAsiaTheme="minorEastAsia"/>
            <w:caps w:val="0"/>
            <w:noProof/>
            <w:sz w:val="22"/>
            <w:szCs w:val="22"/>
            <w:lang w:eastAsia="cs-CZ"/>
          </w:rPr>
          <w:tab/>
        </w:r>
        <w:r w:rsidRPr="00AE074D">
          <w:rPr>
            <w:rStyle w:val="Hypertextovodkaz"/>
          </w:rPr>
          <w:t>OTEVÍRÁNÍ NABÍDEK</w:t>
        </w:r>
        <w:r>
          <w:rPr>
            <w:noProof/>
            <w:webHidden/>
          </w:rPr>
          <w:tab/>
        </w:r>
        <w:r>
          <w:rPr>
            <w:noProof/>
            <w:webHidden/>
          </w:rPr>
          <w:fldChar w:fldCharType="begin"/>
        </w:r>
        <w:r>
          <w:rPr>
            <w:noProof/>
            <w:webHidden/>
          </w:rPr>
          <w:instrText xml:space="preserve"> PAGEREF _Toc127966271 \h </w:instrText>
        </w:r>
        <w:r>
          <w:rPr>
            <w:noProof/>
            <w:webHidden/>
          </w:rPr>
        </w:r>
        <w:r>
          <w:rPr>
            <w:noProof/>
            <w:webHidden/>
          </w:rPr>
          <w:fldChar w:fldCharType="separate"/>
        </w:r>
        <w:r w:rsidR="0022029A">
          <w:rPr>
            <w:noProof/>
            <w:webHidden/>
          </w:rPr>
          <w:t>22</w:t>
        </w:r>
        <w:r>
          <w:rPr>
            <w:noProof/>
            <w:webHidden/>
          </w:rPr>
          <w:fldChar w:fldCharType="end"/>
        </w:r>
      </w:hyperlink>
    </w:p>
    <w:p w14:paraId="1C824EEF" w14:textId="64C6EB31" w:rsidR="00AE74F4" w:rsidRDefault="00AE74F4">
      <w:pPr>
        <w:pStyle w:val="Obsah1"/>
        <w:rPr>
          <w:rFonts w:eastAsiaTheme="minorEastAsia"/>
          <w:caps w:val="0"/>
          <w:noProof/>
          <w:sz w:val="22"/>
          <w:szCs w:val="22"/>
          <w:lang w:eastAsia="cs-CZ"/>
        </w:rPr>
      </w:pPr>
      <w:hyperlink w:anchor="_Toc127966272" w:history="1">
        <w:r w:rsidRPr="00AE074D">
          <w:rPr>
            <w:rStyle w:val="Hypertextovodkaz"/>
          </w:rPr>
          <w:t>16.</w:t>
        </w:r>
        <w:r>
          <w:rPr>
            <w:rFonts w:eastAsiaTheme="minorEastAsia"/>
            <w:caps w:val="0"/>
            <w:noProof/>
            <w:sz w:val="22"/>
            <w:szCs w:val="22"/>
            <w:lang w:eastAsia="cs-CZ"/>
          </w:rPr>
          <w:tab/>
        </w:r>
        <w:r w:rsidRPr="00AE074D">
          <w:rPr>
            <w:rStyle w:val="Hypertextovodkaz"/>
          </w:rPr>
          <w:t>POSOUZENÍ SPLNĚNÍ PODMÍNEK ÚČASTI</w:t>
        </w:r>
        <w:r>
          <w:rPr>
            <w:noProof/>
            <w:webHidden/>
          </w:rPr>
          <w:tab/>
        </w:r>
        <w:r>
          <w:rPr>
            <w:noProof/>
            <w:webHidden/>
          </w:rPr>
          <w:fldChar w:fldCharType="begin"/>
        </w:r>
        <w:r>
          <w:rPr>
            <w:noProof/>
            <w:webHidden/>
          </w:rPr>
          <w:instrText xml:space="preserve"> PAGEREF _Toc127966272 \h </w:instrText>
        </w:r>
        <w:r>
          <w:rPr>
            <w:noProof/>
            <w:webHidden/>
          </w:rPr>
        </w:r>
        <w:r>
          <w:rPr>
            <w:noProof/>
            <w:webHidden/>
          </w:rPr>
          <w:fldChar w:fldCharType="separate"/>
        </w:r>
        <w:r w:rsidR="0022029A">
          <w:rPr>
            <w:noProof/>
            <w:webHidden/>
          </w:rPr>
          <w:t>22</w:t>
        </w:r>
        <w:r>
          <w:rPr>
            <w:noProof/>
            <w:webHidden/>
          </w:rPr>
          <w:fldChar w:fldCharType="end"/>
        </w:r>
      </w:hyperlink>
    </w:p>
    <w:p w14:paraId="4E1AEFE1" w14:textId="436B7E5C" w:rsidR="00AE74F4" w:rsidRDefault="00AE74F4">
      <w:pPr>
        <w:pStyle w:val="Obsah1"/>
        <w:rPr>
          <w:rFonts w:eastAsiaTheme="minorEastAsia"/>
          <w:caps w:val="0"/>
          <w:noProof/>
          <w:sz w:val="22"/>
          <w:szCs w:val="22"/>
          <w:lang w:eastAsia="cs-CZ"/>
        </w:rPr>
      </w:pPr>
      <w:hyperlink w:anchor="_Toc127966273" w:history="1">
        <w:r w:rsidRPr="00AE074D">
          <w:rPr>
            <w:rStyle w:val="Hypertextovodkaz"/>
          </w:rPr>
          <w:t>17.</w:t>
        </w:r>
        <w:r>
          <w:rPr>
            <w:rFonts w:eastAsiaTheme="minorEastAsia"/>
            <w:caps w:val="0"/>
            <w:noProof/>
            <w:sz w:val="22"/>
            <w:szCs w:val="22"/>
            <w:lang w:eastAsia="cs-CZ"/>
          </w:rPr>
          <w:tab/>
        </w:r>
        <w:r w:rsidRPr="00AE074D">
          <w:rPr>
            <w:rStyle w:val="Hypertextovodkaz"/>
          </w:rPr>
          <w:t>HODNOCENÍ NABÍDEK</w:t>
        </w:r>
        <w:r>
          <w:rPr>
            <w:noProof/>
            <w:webHidden/>
          </w:rPr>
          <w:tab/>
        </w:r>
        <w:r>
          <w:rPr>
            <w:noProof/>
            <w:webHidden/>
          </w:rPr>
          <w:fldChar w:fldCharType="begin"/>
        </w:r>
        <w:r>
          <w:rPr>
            <w:noProof/>
            <w:webHidden/>
          </w:rPr>
          <w:instrText xml:space="preserve"> PAGEREF _Toc127966273 \h </w:instrText>
        </w:r>
        <w:r>
          <w:rPr>
            <w:noProof/>
            <w:webHidden/>
          </w:rPr>
        </w:r>
        <w:r>
          <w:rPr>
            <w:noProof/>
            <w:webHidden/>
          </w:rPr>
          <w:fldChar w:fldCharType="separate"/>
        </w:r>
        <w:r w:rsidR="0022029A">
          <w:rPr>
            <w:noProof/>
            <w:webHidden/>
          </w:rPr>
          <w:t>23</w:t>
        </w:r>
        <w:r>
          <w:rPr>
            <w:noProof/>
            <w:webHidden/>
          </w:rPr>
          <w:fldChar w:fldCharType="end"/>
        </w:r>
      </w:hyperlink>
    </w:p>
    <w:p w14:paraId="7A716865" w14:textId="353CA2B2" w:rsidR="00AE74F4" w:rsidRDefault="00AE74F4">
      <w:pPr>
        <w:pStyle w:val="Obsah1"/>
        <w:rPr>
          <w:rFonts w:eastAsiaTheme="minorEastAsia"/>
          <w:caps w:val="0"/>
          <w:noProof/>
          <w:sz w:val="22"/>
          <w:szCs w:val="22"/>
          <w:lang w:eastAsia="cs-CZ"/>
        </w:rPr>
      </w:pPr>
      <w:hyperlink w:anchor="_Toc127966274" w:history="1">
        <w:r w:rsidRPr="00AE074D">
          <w:rPr>
            <w:rStyle w:val="Hypertextovodkaz"/>
          </w:rPr>
          <w:t>18.</w:t>
        </w:r>
        <w:r>
          <w:rPr>
            <w:rFonts w:eastAsiaTheme="minorEastAsia"/>
            <w:caps w:val="0"/>
            <w:noProof/>
            <w:sz w:val="22"/>
            <w:szCs w:val="22"/>
            <w:lang w:eastAsia="cs-CZ"/>
          </w:rPr>
          <w:tab/>
        </w:r>
        <w:r w:rsidRPr="00AE074D">
          <w:rPr>
            <w:rStyle w:val="Hypertextovodkaz"/>
          </w:rPr>
          <w:t>ZRUŠENÍ VÝBĚROVÉHO ŘÍZENÍ</w:t>
        </w:r>
        <w:r>
          <w:rPr>
            <w:noProof/>
            <w:webHidden/>
          </w:rPr>
          <w:tab/>
        </w:r>
        <w:r>
          <w:rPr>
            <w:noProof/>
            <w:webHidden/>
          </w:rPr>
          <w:fldChar w:fldCharType="begin"/>
        </w:r>
        <w:r>
          <w:rPr>
            <w:noProof/>
            <w:webHidden/>
          </w:rPr>
          <w:instrText xml:space="preserve"> PAGEREF _Toc127966274 \h </w:instrText>
        </w:r>
        <w:r>
          <w:rPr>
            <w:noProof/>
            <w:webHidden/>
          </w:rPr>
        </w:r>
        <w:r>
          <w:rPr>
            <w:noProof/>
            <w:webHidden/>
          </w:rPr>
          <w:fldChar w:fldCharType="separate"/>
        </w:r>
        <w:r w:rsidR="0022029A">
          <w:rPr>
            <w:noProof/>
            <w:webHidden/>
          </w:rPr>
          <w:t>24</w:t>
        </w:r>
        <w:r>
          <w:rPr>
            <w:noProof/>
            <w:webHidden/>
          </w:rPr>
          <w:fldChar w:fldCharType="end"/>
        </w:r>
      </w:hyperlink>
    </w:p>
    <w:p w14:paraId="6BBEECD7" w14:textId="410B8F46" w:rsidR="00AE74F4" w:rsidRDefault="00AE74F4">
      <w:pPr>
        <w:pStyle w:val="Obsah1"/>
        <w:rPr>
          <w:rFonts w:eastAsiaTheme="minorEastAsia"/>
          <w:caps w:val="0"/>
          <w:noProof/>
          <w:sz w:val="22"/>
          <w:szCs w:val="22"/>
          <w:lang w:eastAsia="cs-CZ"/>
        </w:rPr>
      </w:pPr>
      <w:hyperlink w:anchor="_Toc127966275" w:history="1">
        <w:r w:rsidRPr="00AE074D">
          <w:rPr>
            <w:rStyle w:val="Hypertextovodkaz"/>
          </w:rPr>
          <w:t>19.</w:t>
        </w:r>
        <w:r>
          <w:rPr>
            <w:rFonts w:eastAsiaTheme="minorEastAsia"/>
            <w:caps w:val="0"/>
            <w:noProof/>
            <w:sz w:val="22"/>
            <w:szCs w:val="22"/>
            <w:lang w:eastAsia="cs-CZ"/>
          </w:rPr>
          <w:tab/>
        </w:r>
        <w:r w:rsidRPr="00AE074D">
          <w:rPr>
            <w:rStyle w:val="Hypertextovodkaz"/>
          </w:rPr>
          <w:t>UZAVŘENÍ SMLOUVY</w:t>
        </w:r>
        <w:r>
          <w:rPr>
            <w:noProof/>
            <w:webHidden/>
          </w:rPr>
          <w:tab/>
        </w:r>
        <w:r>
          <w:rPr>
            <w:noProof/>
            <w:webHidden/>
          </w:rPr>
          <w:fldChar w:fldCharType="begin"/>
        </w:r>
        <w:r>
          <w:rPr>
            <w:noProof/>
            <w:webHidden/>
          </w:rPr>
          <w:instrText xml:space="preserve"> PAGEREF _Toc127966275 \h </w:instrText>
        </w:r>
        <w:r>
          <w:rPr>
            <w:noProof/>
            <w:webHidden/>
          </w:rPr>
        </w:r>
        <w:r>
          <w:rPr>
            <w:noProof/>
            <w:webHidden/>
          </w:rPr>
          <w:fldChar w:fldCharType="separate"/>
        </w:r>
        <w:r w:rsidR="0022029A">
          <w:rPr>
            <w:noProof/>
            <w:webHidden/>
          </w:rPr>
          <w:t>24</w:t>
        </w:r>
        <w:r>
          <w:rPr>
            <w:noProof/>
            <w:webHidden/>
          </w:rPr>
          <w:fldChar w:fldCharType="end"/>
        </w:r>
      </w:hyperlink>
    </w:p>
    <w:p w14:paraId="1690E194" w14:textId="3425161F" w:rsidR="00AE74F4" w:rsidRDefault="00AE74F4">
      <w:pPr>
        <w:pStyle w:val="Obsah1"/>
        <w:rPr>
          <w:rFonts w:eastAsiaTheme="minorEastAsia"/>
          <w:caps w:val="0"/>
          <w:noProof/>
          <w:sz w:val="22"/>
          <w:szCs w:val="22"/>
          <w:lang w:eastAsia="cs-CZ"/>
        </w:rPr>
      </w:pPr>
      <w:hyperlink w:anchor="_Toc127966276" w:history="1">
        <w:r w:rsidRPr="00AE074D">
          <w:rPr>
            <w:rStyle w:val="Hypertextovodkaz"/>
          </w:rPr>
          <w:t>20.</w:t>
        </w:r>
        <w:r>
          <w:rPr>
            <w:rFonts w:eastAsiaTheme="minorEastAsia"/>
            <w:caps w:val="0"/>
            <w:noProof/>
            <w:sz w:val="22"/>
            <w:szCs w:val="22"/>
            <w:lang w:eastAsia="cs-CZ"/>
          </w:rPr>
          <w:tab/>
        </w:r>
        <w:r w:rsidRPr="00AE074D">
          <w:rPr>
            <w:rStyle w:val="Hypertextovodkaz"/>
          </w:rPr>
          <w:t>OCHRANA INFORMACÍ</w:t>
        </w:r>
        <w:r>
          <w:rPr>
            <w:noProof/>
            <w:webHidden/>
          </w:rPr>
          <w:tab/>
        </w:r>
        <w:r>
          <w:rPr>
            <w:noProof/>
            <w:webHidden/>
          </w:rPr>
          <w:fldChar w:fldCharType="begin"/>
        </w:r>
        <w:r>
          <w:rPr>
            <w:noProof/>
            <w:webHidden/>
          </w:rPr>
          <w:instrText xml:space="preserve"> PAGEREF _Toc127966276 \h </w:instrText>
        </w:r>
        <w:r>
          <w:rPr>
            <w:noProof/>
            <w:webHidden/>
          </w:rPr>
        </w:r>
        <w:r>
          <w:rPr>
            <w:noProof/>
            <w:webHidden/>
          </w:rPr>
          <w:fldChar w:fldCharType="separate"/>
        </w:r>
        <w:r w:rsidR="0022029A">
          <w:rPr>
            <w:noProof/>
            <w:webHidden/>
          </w:rPr>
          <w:t>26</w:t>
        </w:r>
        <w:r>
          <w:rPr>
            <w:noProof/>
            <w:webHidden/>
          </w:rPr>
          <w:fldChar w:fldCharType="end"/>
        </w:r>
      </w:hyperlink>
    </w:p>
    <w:p w14:paraId="4F2AACC7" w14:textId="4271C4D9" w:rsidR="00AE74F4" w:rsidRDefault="00AE74F4">
      <w:pPr>
        <w:pStyle w:val="Obsah1"/>
        <w:rPr>
          <w:rFonts w:eastAsiaTheme="minorEastAsia"/>
          <w:caps w:val="0"/>
          <w:noProof/>
          <w:sz w:val="22"/>
          <w:szCs w:val="22"/>
          <w:lang w:eastAsia="cs-CZ"/>
        </w:rPr>
      </w:pPr>
      <w:hyperlink w:anchor="_Toc127966277" w:history="1">
        <w:r w:rsidRPr="00AE074D">
          <w:rPr>
            <w:rStyle w:val="Hypertextovodkaz"/>
          </w:rPr>
          <w:t>21.</w:t>
        </w:r>
        <w:r>
          <w:rPr>
            <w:rFonts w:eastAsiaTheme="minorEastAsia"/>
            <w:caps w:val="0"/>
            <w:noProof/>
            <w:sz w:val="22"/>
            <w:szCs w:val="22"/>
            <w:lang w:eastAsia="cs-CZ"/>
          </w:rPr>
          <w:tab/>
        </w:r>
        <w:r w:rsidRPr="00AE074D">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_Toc127966277 \h </w:instrText>
        </w:r>
        <w:r>
          <w:rPr>
            <w:noProof/>
            <w:webHidden/>
          </w:rPr>
        </w:r>
        <w:r>
          <w:rPr>
            <w:noProof/>
            <w:webHidden/>
          </w:rPr>
          <w:fldChar w:fldCharType="separate"/>
        </w:r>
        <w:r w:rsidR="0022029A">
          <w:rPr>
            <w:noProof/>
            <w:webHidden/>
          </w:rPr>
          <w:t>27</w:t>
        </w:r>
        <w:r>
          <w:rPr>
            <w:noProof/>
            <w:webHidden/>
          </w:rPr>
          <w:fldChar w:fldCharType="end"/>
        </w:r>
      </w:hyperlink>
    </w:p>
    <w:p w14:paraId="3333291B" w14:textId="18B70386" w:rsidR="00AE74F4" w:rsidRDefault="00AE74F4">
      <w:pPr>
        <w:pStyle w:val="Obsah1"/>
        <w:rPr>
          <w:rFonts w:eastAsiaTheme="minorEastAsia"/>
          <w:caps w:val="0"/>
          <w:noProof/>
          <w:sz w:val="22"/>
          <w:szCs w:val="22"/>
          <w:lang w:eastAsia="cs-CZ"/>
        </w:rPr>
      </w:pPr>
      <w:hyperlink w:anchor="_Toc127966278" w:history="1">
        <w:r w:rsidRPr="00AE074D">
          <w:rPr>
            <w:rStyle w:val="Hypertextovodkaz"/>
          </w:rPr>
          <w:t>22.</w:t>
        </w:r>
        <w:r>
          <w:rPr>
            <w:rFonts w:eastAsiaTheme="minorEastAsia"/>
            <w:caps w:val="0"/>
            <w:noProof/>
            <w:sz w:val="22"/>
            <w:szCs w:val="22"/>
            <w:lang w:eastAsia="cs-CZ"/>
          </w:rPr>
          <w:tab/>
        </w:r>
        <w:r w:rsidRPr="00AE074D">
          <w:rPr>
            <w:rStyle w:val="Hypertextovodkaz"/>
          </w:rPr>
          <w:t>Další zadávací podmínky v návaznosti na sankce v souvislosti se situací na Ukrajině</w:t>
        </w:r>
        <w:r>
          <w:rPr>
            <w:noProof/>
            <w:webHidden/>
          </w:rPr>
          <w:tab/>
        </w:r>
        <w:r>
          <w:rPr>
            <w:noProof/>
            <w:webHidden/>
          </w:rPr>
          <w:fldChar w:fldCharType="begin"/>
        </w:r>
        <w:r>
          <w:rPr>
            <w:noProof/>
            <w:webHidden/>
          </w:rPr>
          <w:instrText xml:space="preserve"> PAGEREF _Toc127966278 \h </w:instrText>
        </w:r>
        <w:r>
          <w:rPr>
            <w:noProof/>
            <w:webHidden/>
          </w:rPr>
        </w:r>
        <w:r>
          <w:rPr>
            <w:noProof/>
            <w:webHidden/>
          </w:rPr>
          <w:fldChar w:fldCharType="separate"/>
        </w:r>
        <w:r w:rsidR="0022029A">
          <w:rPr>
            <w:noProof/>
            <w:webHidden/>
          </w:rPr>
          <w:t>27</w:t>
        </w:r>
        <w:r>
          <w:rPr>
            <w:noProof/>
            <w:webHidden/>
          </w:rPr>
          <w:fldChar w:fldCharType="end"/>
        </w:r>
      </w:hyperlink>
    </w:p>
    <w:p w14:paraId="4CBCD057" w14:textId="199EA4A6" w:rsidR="00AE74F4" w:rsidRDefault="00AE74F4">
      <w:pPr>
        <w:pStyle w:val="Obsah1"/>
        <w:rPr>
          <w:rFonts w:eastAsiaTheme="minorEastAsia"/>
          <w:caps w:val="0"/>
          <w:noProof/>
          <w:sz w:val="22"/>
          <w:szCs w:val="22"/>
          <w:lang w:eastAsia="cs-CZ"/>
        </w:rPr>
      </w:pPr>
      <w:hyperlink w:anchor="_Toc127966279" w:history="1">
        <w:r w:rsidRPr="00AE074D">
          <w:rPr>
            <w:rStyle w:val="Hypertextovodkaz"/>
          </w:rPr>
          <w:t>23.</w:t>
        </w:r>
        <w:r>
          <w:rPr>
            <w:rFonts w:eastAsiaTheme="minorEastAsia"/>
            <w:caps w:val="0"/>
            <w:noProof/>
            <w:sz w:val="22"/>
            <w:szCs w:val="22"/>
            <w:lang w:eastAsia="cs-CZ"/>
          </w:rPr>
          <w:tab/>
        </w:r>
        <w:r w:rsidRPr="00AE074D">
          <w:rPr>
            <w:rStyle w:val="Hypertextovodkaz"/>
          </w:rPr>
          <w:t>PŘÍLOHY TÉTO VÝZVY</w:t>
        </w:r>
        <w:r>
          <w:rPr>
            <w:noProof/>
            <w:webHidden/>
          </w:rPr>
          <w:tab/>
        </w:r>
        <w:r>
          <w:rPr>
            <w:noProof/>
            <w:webHidden/>
          </w:rPr>
          <w:fldChar w:fldCharType="begin"/>
        </w:r>
        <w:r>
          <w:rPr>
            <w:noProof/>
            <w:webHidden/>
          </w:rPr>
          <w:instrText xml:space="preserve"> PAGEREF _Toc127966279 \h </w:instrText>
        </w:r>
        <w:r>
          <w:rPr>
            <w:noProof/>
            <w:webHidden/>
          </w:rPr>
        </w:r>
        <w:r>
          <w:rPr>
            <w:noProof/>
            <w:webHidden/>
          </w:rPr>
          <w:fldChar w:fldCharType="separate"/>
        </w:r>
        <w:r w:rsidR="0022029A">
          <w:rPr>
            <w:noProof/>
            <w:webHidden/>
          </w:rPr>
          <w:t>28</w:t>
        </w:r>
        <w:r>
          <w:rPr>
            <w:noProof/>
            <w:webHidden/>
          </w:rPr>
          <w:fldChar w:fldCharType="end"/>
        </w:r>
      </w:hyperlink>
    </w:p>
    <w:p w14:paraId="6BCC7D72" w14:textId="28BE9890"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27966257"/>
      <w:r>
        <w:lastRenderedPageBreak/>
        <w:t>ÚVODNÍ USTANOVENÍ</w:t>
      </w:r>
      <w:bookmarkEnd w:id="5"/>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7CB08807" w:rsidR="00DD7A41" w:rsidRPr="00DF6BFE" w:rsidRDefault="00DD7A41" w:rsidP="00DF6BFE">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27966258"/>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36ABE095" w:rsidR="0035531B" w:rsidRDefault="0035531B" w:rsidP="00DF6BFE">
      <w:pPr>
        <w:pStyle w:val="Textbezslovn"/>
        <w:spacing w:after="0"/>
        <w:ind w:left="2127" w:hanging="1390"/>
      </w:pPr>
      <w:r>
        <w:t xml:space="preserve">zastoupená: </w:t>
      </w:r>
      <w:r>
        <w:tab/>
      </w:r>
      <w:r w:rsidR="00DF6BFE" w:rsidRPr="00DF6BFE">
        <w:t xml:space="preserve">Ing. Petrem </w:t>
      </w:r>
      <w:proofErr w:type="spellStart"/>
      <w:r w:rsidR="00DF6BFE" w:rsidRPr="00DF6BFE">
        <w:t>Hofhanzlem</w:t>
      </w:r>
      <w:proofErr w:type="spellEnd"/>
      <w:r w:rsidR="00DF6BFE" w:rsidRPr="00DF6BFE">
        <w:t>, ředitelem Stavební správy západ</w:t>
      </w:r>
      <w:r w:rsidR="00DF6BFE">
        <w:t>.</w:t>
      </w:r>
    </w:p>
    <w:p w14:paraId="168A08C4" w14:textId="77777777" w:rsidR="0035531B" w:rsidRDefault="0035531B" w:rsidP="0035531B">
      <w:pPr>
        <w:pStyle w:val="Nadpis1-1"/>
      </w:pPr>
      <w:bookmarkStart w:id="7" w:name="_Toc127966259"/>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3320E89A" w:rsidR="0035531B" w:rsidRDefault="0035531B" w:rsidP="0035531B">
      <w:pPr>
        <w:pStyle w:val="Text1-1"/>
      </w:pPr>
      <w:r>
        <w:t xml:space="preserve">Kontaktní osobou zadavatele pro </w:t>
      </w:r>
      <w:r w:rsidR="009531C1">
        <w:t xml:space="preserve">výběrové </w:t>
      </w:r>
      <w:r>
        <w:t xml:space="preserve">řízení je: </w:t>
      </w:r>
      <w:r w:rsidR="00AB66D4" w:rsidRPr="00B441A2">
        <w:t>Veronika Fučíková</w:t>
      </w:r>
    </w:p>
    <w:p w14:paraId="682E350E" w14:textId="101E51C5" w:rsidR="00AB66D4" w:rsidRPr="00251C72" w:rsidRDefault="0035531B" w:rsidP="00AB66D4">
      <w:pPr>
        <w:pStyle w:val="Textbezslovn"/>
        <w:spacing w:after="0"/>
      </w:pPr>
      <w:r>
        <w:t xml:space="preserve">telefon: </w:t>
      </w:r>
      <w:r>
        <w:tab/>
      </w:r>
      <w:r w:rsidR="00AB66D4" w:rsidRPr="00251C72">
        <w:t>+420 702 238 237</w:t>
      </w:r>
    </w:p>
    <w:p w14:paraId="4FB651BF" w14:textId="77777777" w:rsidR="00AB66D4" w:rsidRPr="00251C72" w:rsidRDefault="00AB66D4" w:rsidP="00AB66D4">
      <w:pPr>
        <w:spacing w:after="0"/>
        <w:ind w:left="737"/>
        <w:jc w:val="both"/>
      </w:pPr>
      <w:r w:rsidRPr="00251C72">
        <w:t xml:space="preserve">e-mail: </w:t>
      </w:r>
      <w:r w:rsidRPr="00251C72">
        <w:tab/>
        <w:t>fucikova@spravazeleznic.cz</w:t>
      </w:r>
    </w:p>
    <w:p w14:paraId="206AE94D" w14:textId="77777777" w:rsidR="00AB66D4" w:rsidRPr="00251C72" w:rsidRDefault="00AB66D4" w:rsidP="00AB66D4">
      <w:pPr>
        <w:spacing w:after="0" w:line="240" w:lineRule="auto"/>
        <w:ind w:left="709"/>
        <w:jc w:val="both"/>
      </w:pPr>
      <w:r w:rsidRPr="00251C72">
        <w:t xml:space="preserve">adresa: </w:t>
      </w:r>
      <w:r w:rsidRPr="00251C72">
        <w:tab/>
        <w:t>Správa železnic, státní organizace</w:t>
      </w:r>
    </w:p>
    <w:p w14:paraId="4084EB71" w14:textId="77777777" w:rsidR="00AB66D4" w:rsidRPr="00251C72" w:rsidRDefault="00AB66D4" w:rsidP="00AB66D4">
      <w:pPr>
        <w:spacing w:after="0" w:line="240" w:lineRule="auto"/>
        <w:ind w:left="737"/>
        <w:jc w:val="both"/>
      </w:pPr>
      <w:r w:rsidRPr="00251C72">
        <w:tab/>
      </w:r>
      <w:r w:rsidRPr="00251C72">
        <w:tab/>
        <w:t>Stavební správa západ</w:t>
      </w:r>
    </w:p>
    <w:p w14:paraId="7D27E30B" w14:textId="62502D3F" w:rsidR="00AB66D4" w:rsidRPr="00251C72" w:rsidRDefault="00AB66D4" w:rsidP="00AB66D4">
      <w:pPr>
        <w:spacing w:after="0" w:line="240" w:lineRule="auto"/>
        <w:ind w:left="1446" w:firstLine="681"/>
        <w:jc w:val="both"/>
      </w:pPr>
      <w:r w:rsidRPr="00251C72">
        <w:t xml:space="preserve">Budova </w:t>
      </w:r>
      <w:proofErr w:type="spellStart"/>
      <w:r w:rsidRPr="00251C72">
        <w:t>Diamond</w:t>
      </w:r>
      <w:proofErr w:type="spellEnd"/>
      <w:r w:rsidRPr="00251C72">
        <w:t xml:space="preserve"> Point</w:t>
      </w:r>
      <w:r>
        <w:t xml:space="preserve">, </w:t>
      </w:r>
      <w:r w:rsidRPr="00251C72">
        <w:t>Ke Štvanici 656/3</w:t>
      </w:r>
    </w:p>
    <w:p w14:paraId="32D39B6C" w14:textId="26BEE151" w:rsidR="0035531B" w:rsidRDefault="00AB66D4" w:rsidP="00AB66D4">
      <w:pPr>
        <w:pStyle w:val="Textbezslovn"/>
        <w:spacing w:after="0"/>
        <w:ind w:left="1446" w:firstLine="681"/>
      </w:pPr>
      <w:r w:rsidRPr="00251C72">
        <w:t>186 00 Praha 8 – Karlín</w:t>
      </w:r>
    </w:p>
    <w:p w14:paraId="7AFE4171" w14:textId="77777777" w:rsidR="0035531B" w:rsidRDefault="0035531B" w:rsidP="0035531B">
      <w:pPr>
        <w:pStyle w:val="Nadpis1-1"/>
      </w:pPr>
      <w:bookmarkStart w:id="8" w:name="_Toc127966260"/>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5CC34B9A" w:rsidR="0035531B" w:rsidRDefault="00D91A65" w:rsidP="00D91A65">
      <w:pPr>
        <w:pStyle w:val="Textbezslovn"/>
      </w:pPr>
      <w:r w:rsidRPr="00D91A65">
        <w:t>Účelem veřejné zakázky na zhotovení stav</w:t>
      </w:r>
      <w:r w:rsidR="00E17C7E">
        <w:t>b</w:t>
      </w:r>
      <w:r w:rsidRPr="00D91A65">
        <w:t>y „</w:t>
      </w:r>
      <w:r>
        <w:t>Výstavba PZS km 28,870 (P1361) trati Březnice – Strakonice</w:t>
      </w:r>
      <w:r w:rsidRPr="00D91A65">
        <w:t>“ je zvýšení bezpečnosti železniční a silniční dopravy.</w:t>
      </w:r>
    </w:p>
    <w:p w14:paraId="09962EBD" w14:textId="77777777" w:rsidR="0035531B" w:rsidRDefault="0035531B" w:rsidP="0035531B">
      <w:pPr>
        <w:pStyle w:val="Text1-1"/>
      </w:pPr>
      <w:r>
        <w:t>Předmět plnění veřejné zakázky</w:t>
      </w:r>
    </w:p>
    <w:p w14:paraId="3F95D8A8" w14:textId="1D310DB6" w:rsidR="001E1A3D" w:rsidRDefault="00E17C7E" w:rsidP="00E17C7E">
      <w:pPr>
        <w:pStyle w:val="Textbezslovn"/>
      </w:pPr>
      <w:r w:rsidRPr="00E17C7E">
        <w:t>Předmětem díla je zhotovení stavby „Výstavba PZS km 28,870 (P1361) trati Březnice – Strakonice“, jejímž cílem je výstavba nového přejezdového zabezpečovacího zařízení na přejezdu P1361 v km 28,870 trati Březnice – Strakonice. U přejezdu bude vybudováno přejezdové zabezpečovací zařízení světelné se závorami, vyměněna přejezdová konstrukce a provedena rekonstrukce železničního svršku a spodku. Ve směru od začátku trati dojde ke zvýšení traťové rychlosti.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2F198F" w:rsidRDefault="0035531B" w:rsidP="006F6B09">
      <w:pPr>
        <w:pStyle w:val="Textbezslovn"/>
        <w:spacing w:after="0"/>
      </w:pPr>
      <w:r w:rsidRPr="002F198F">
        <w:t>CPV kód  45234110-0 Výstavba meziměstských železničních drah</w:t>
      </w:r>
    </w:p>
    <w:p w14:paraId="1FCF05E0" w14:textId="77777777" w:rsidR="007C21AA" w:rsidRPr="002F198F" w:rsidRDefault="007C21AA" w:rsidP="00F0634D">
      <w:pPr>
        <w:pStyle w:val="Textbezslovn"/>
        <w:spacing w:after="0"/>
      </w:pPr>
      <w:r w:rsidRPr="002F198F">
        <w:t>CPV kód  45234140-9 Výstavba úrovňových přejezdů</w:t>
      </w:r>
    </w:p>
    <w:p w14:paraId="6421176C" w14:textId="77777777" w:rsidR="00F0634D" w:rsidRPr="006B77B3" w:rsidRDefault="007C21AA" w:rsidP="00F0634D">
      <w:pPr>
        <w:pStyle w:val="Textbezslovn"/>
        <w:spacing w:after="0"/>
      </w:pPr>
      <w:r w:rsidRPr="002F198F">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27966261"/>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766AE7B6"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3D8CD71" w14:textId="3B2B9B70" w:rsidR="00EE50B6" w:rsidRPr="004F70A1" w:rsidRDefault="007354E9" w:rsidP="00591752">
      <w:pPr>
        <w:pStyle w:val="Text1-1"/>
        <w:spacing w:after="0"/>
      </w:pPr>
      <w:r w:rsidRPr="004F70A1">
        <w:t xml:space="preserve">Předpokládaná hodnota veřejné zakázky činí </w:t>
      </w:r>
      <w:r w:rsidR="00591752">
        <w:rPr>
          <w:b/>
        </w:rPr>
        <w:t>1</w:t>
      </w:r>
      <w:r w:rsidR="006C4E63">
        <w:rPr>
          <w:b/>
        </w:rPr>
        <w:t>9</w:t>
      </w:r>
      <w:r w:rsidR="00591752">
        <w:rPr>
          <w:b/>
        </w:rPr>
        <w:t> </w:t>
      </w:r>
      <w:r w:rsidR="006C4E63">
        <w:rPr>
          <w:b/>
        </w:rPr>
        <w:t>143</w:t>
      </w:r>
      <w:r w:rsidR="00591752">
        <w:rPr>
          <w:b/>
        </w:rPr>
        <w:t> </w:t>
      </w:r>
      <w:r w:rsidR="006C4E63">
        <w:rPr>
          <w:b/>
        </w:rPr>
        <w:t>294</w:t>
      </w:r>
      <w:r w:rsidR="00591752">
        <w:rPr>
          <w:b/>
        </w:rPr>
        <w:t>,-</w:t>
      </w:r>
      <w:r w:rsidRPr="007354E9">
        <w:rPr>
          <w:b/>
        </w:rPr>
        <w:t xml:space="preserve"> Kč </w:t>
      </w:r>
      <w:r w:rsidRPr="004F70A1">
        <w:t>(bez DPH).</w:t>
      </w: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10" w:name="_Toc127966262"/>
      <w:r>
        <w:lastRenderedPageBreak/>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62FFB8A1" w:rsidR="00FD39DE" w:rsidRPr="00D245DF" w:rsidRDefault="00FD39DE" w:rsidP="00FD39DE">
      <w:pPr>
        <w:pStyle w:val="Textbezslovn"/>
        <w:tabs>
          <w:tab w:val="left" w:pos="1701"/>
        </w:tabs>
        <w:spacing w:after="0"/>
        <w:ind w:left="1701" w:hanging="964"/>
      </w:pPr>
      <w:r w:rsidRPr="00261383">
        <w:t xml:space="preserve">Část </w:t>
      </w:r>
      <w:r w:rsidR="006C4E63">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11FBC171" w:rsidR="0035531B" w:rsidRDefault="00FD39DE" w:rsidP="00FD39DE">
      <w:pPr>
        <w:pStyle w:val="Textbezslovn"/>
        <w:tabs>
          <w:tab w:val="left" w:pos="1701"/>
        </w:tabs>
        <w:ind w:left="1701" w:hanging="964"/>
      </w:pPr>
      <w:r w:rsidRPr="00D245DF">
        <w:t xml:space="preserve">Část </w:t>
      </w:r>
      <w:r w:rsidR="006C4E63">
        <w:t>2</w:t>
      </w:r>
      <w:r w:rsidRPr="00D245DF">
        <w:tab/>
        <w:t xml:space="preserve">Soupis prací členěný dle </w:t>
      </w:r>
      <w:r w:rsidR="00263CBA" w:rsidRPr="00D245DF">
        <w:t>SO a</w:t>
      </w:r>
      <w:r w:rsidR="00263CBA">
        <w:t xml:space="preserve"> PS</w:t>
      </w:r>
      <w:r w:rsidR="0035531B">
        <w:t xml:space="preserve"> </w:t>
      </w:r>
    </w:p>
    <w:p w14:paraId="1D7570C9" w14:textId="3C5C4C54" w:rsidR="00470B77" w:rsidRDefault="00FD39DE" w:rsidP="00660B72">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0FF0B6A1" w:rsidR="0035531B" w:rsidRPr="008513D8" w:rsidRDefault="00FD39DE" w:rsidP="002E0763">
      <w:pPr>
        <w:pStyle w:val="Text1-1"/>
      </w:pPr>
      <w:r w:rsidRPr="008513D8">
        <w:t>Zadavatel sděluje, že následující části zadávací dokumentace vypracovala osoba odlišná</w:t>
      </w:r>
      <w:r w:rsidRPr="00FD39DE">
        <w:t xml:space="preserve"> od zadavatele, a to: </w:t>
      </w:r>
      <w:r w:rsidR="005D3124" w:rsidRPr="005D3124">
        <w:t xml:space="preserve">Projektová dokumentace „Výstavba PZS km 28,870 (P1361) trati Březnice – Strakonice“, zpracovatel SAGASTA s.r.o., </w:t>
      </w:r>
      <w:r w:rsidR="002E0763" w:rsidRPr="002E0763">
        <w:t xml:space="preserve">Novodvorská 1010/14, 142 00, Praha 4 </w:t>
      </w:r>
      <w:r w:rsidR="002E0763">
        <w:t>–</w:t>
      </w:r>
      <w:r w:rsidR="002E0763" w:rsidRPr="002E0763">
        <w:t xml:space="preserve"> Lhotka</w:t>
      </w:r>
      <w:r w:rsidR="002E0763">
        <w:t>, IČO:</w:t>
      </w:r>
      <w:r w:rsidR="002E0763" w:rsidRPr="002E0763">
        <w:t xml:space="preserve"> 04598555</w:t>
      </w:r>
      <w:r w:rsidR="002E0763">
        <w:t>,</w:t>
      </w:r>
      <w:r w:rsidR="002E0763" w:rsidRPr="002E0763">
        <w:t xml:space="preserve"> </w:t>
      </w:r>
      <w:r w:rsidR="005D3124" w:rsidRPr="005D3124">
        <w:t xml:space="preserve">datum </w:t>
      </w:r>
      <w:proofErr w:type="gramStart"/>
      <w:r w:rsidR="005D3124" w:rsidRPr="005D3124">
        <w:t>18.</w:t>
      </w:r>
      <w:r w:rsidR="005D3124">
        <w:t>0</w:t>
      </w:r>
      <w:r w:rsidR="005D3124" w:rsidRPr="005D3124">
        <w:t>8.2021</w:t>
      </w:r>
      <w:proofErr w:type="gramEnd"/>
      <w:r w:rsidR="005D3124" w:rsidRPr="005D3124">
        <w:t>.</w:t>
      </w:r>
    </w:p>
    <w:p w14:paraId="43D1303E" w14:textId="554C106D" w:rsidR="0035531B" w:rsidRDefault="00FD39DE" w:rsidP="00F91255">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127966263"/>
      <w:r>
        <w:t>VYSVĚTLENÍ, ZMĚNY</w:t>
      </w:r>
      <w:r w:rsidR="00845C50">
        <w:t xml:space="preserve"> </w:t>
      </w:r>
      <w:r w:rsidR="00776A8A">
        <w:t>A</w:t>
      </w:r>
      <w:r w:rsidR="00845C50">
        <w:t> </w:t>
      </w:r>
      <w:r>
        <w:t>DOPLNĚNÍ ZADÁVACÍ DOKUMENTACE</w:t>
      </w:r>
      <w:bookmarkEnd w:id="11"/>
      <w:r>
        <w:t xml:space="preserve"> </w:t>
      </w:r>
    </w:p>
    <w:p w14:paraId="3A8E6C92" w14:textId="42311774"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91255">
        <w:rPr>
          <w:b/>
        </w:rPr>
        <w:t>nejpozději 4 pracovní dny</w:t>
      </w:r>
      <w:r w:rsidRPr="00F91255">
        <w:t xml:space="preserve"> před</w:t>
      </w:r>
      <w:r w:rsidRPr="00FD39DE">
        <w:t xml:space="preserve"> uplynutím lhůty pro podání nabídek</w:t>
      </w:r>
      <w:r w:rsidR="00693188">
        <w:t>, jinak zadavatel není povinen vysvětlení poskytnout</w:t>
      </w:r>
      <w:r w:rsidRPr="00FD39DE">
        <w:t>.</w:t>
      </w:r>
    </w:p>
    <w:p w14:paraId="04E7F2E9" w14:textId="52931E38" w:rsidR="0035531B" w:rsidRDefault="00FD39DE" w:rsidP="00FD39DE">
      <w:pPr>
        <w:pStyle w:val="Text1-1"/>
      </w:pPr>
      <w:r w:rsidRPr="00FD39DE">
        <w:t xml:space="preserve">Zadavatel poskytne vysvětlení zadávací dokumentace nejpozději do </w:t>
      </w:r>
      <w:r w:rsidRPr="00F91255">
        <w:t>2</w:t>
      </w:r>
      <w:r w:rsidRPr="00FD39DE">
        <w:t xml:space="preserve"> </w:t>
      </w:r>
      <w:r w:rsidR="00B07880">
        <w:t xml:space="preserve"> </w:t>
      </w:r>
      <w:r w:rsidRPr="00FD39DE">
        <w:t>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460A86">
        <w:t>2</w:t>
      </w:r>
      <w:r w:rsidR="00693188">
        <w:t xml:space="preserve"> pracovní dny před uplynutím lhůty pro podání nabídek.</w:t>
      </w:r>
    </w:p>
    <w:p w14:paraId="33849454" w14:textId="46BCF2FD" w:rsidR="0035531B" w:rsidRDefault="00FD39DE" w:rsidP="009B07C6">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15A9B284" w:rsidR="0021225E" w:rsidRDefault="00FD39DE" w:rsidP="001474D9">
      <w:pPr>
        <w:pStyle w:val="Text1-1"/>
      </w:pPr>
      <w:r w:rsidRPr="00FD39DE">
        <w:t xml:space="preserve">Pokud zadavatel provede úpravu zadávací dokumentace a povaha úpravy zadávací dokumentace to vyžaduje, je současně povinen přiměřeně prodloužit lhůtu pro podání </w:t>
      </w:r>
      <w:r w:rsidRPr="00FD39DE">
        <w:lastRenderedPageBreak/>
        <w:t>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1474D9">
        <w:t>.</w:t>
      </w:r>
    </w:p>
    <w:p w14:paraId="322AE544" w14:textId="77777777" w:rsidR="0035531B" w:rsidRDefault="0035531B" w:rsidP="00CC4380">
      <w:pPr>
        <w:pStyle w:val="Nadpis1-1"/>
      </w:pPr>
      <w:bookmarkStart w:id="12" w:name="_Toc127966264"/>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71382F17" w:rsidR="0035531B" w:rsidRDefault="0035531B" w:rsidP="00442AE4">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w:t>
      </w:r>
      <w:r>
        <w:lastRenderedPageBreak/>
        <w:t>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13737F7E" w14:textId="77777777" w:rsidR="00442AE4" w:rsidRDefault="00442AE4" w:rsidP="00442AE4">
      <w:pPr>
        <w:pStyle w:val="Odrka1-1"/>
        <w:numPr>
          <w:ilvl w:val="0"/>
          <w:numId w:val="0"/>
        </w:numPr>
        <w:spacing w:after="0"/>
        <w:ind w:left="1077"/>
      </w:pPr>
    </w:p>
    <w:p w14:paraId="623DE31E" w14:textId="77777777" w:rsidR="0035531B" w:rsidRPr="00442AE4" w:rsidRDefault="0035531B" w:rsidP="00D10A2D">
      <w:pPr>
        <w:pStyle w:val="Odrka1-2-"/>
      </w:pPr>
      <w:r w:rsidRPr="00442AE4">
        <w:t>Provádění staveb, jejich změn</w:t>
      </w:r>
      <w:r w:rsidR="00845C50" w:rsidRPr="00442AE4">
        <w:t xml:space="preserve"> a </w:t>
      </w:r>
      <w:r w:rsidRPr="00442AE4">
        <w:t>odstraňování,</w:t>
      </w:r>
    </w:p>
    <w:p w14:paraId="7B3ED4C1" w14:textId="77777777" w:rsidR="0035531B" w:rsidRPr="00442AE4" w:rsidRDefault="0035531B" w:rsidP="00CC4380">
      <w:pPr>
        <w:pStyle w:val="Odrka1-2-"/>
      </w:pPr>
      <w:r w:rsidRPr="00442AE4">
        <w:t>Revize, prohlídky</w:t>
      </w:r>
      <w:r w:rsidR="00845C50" w:rsidRPr="00442AE4">
        <w:t xml:space="preserve"> a </w:t>
      </w:r>
      <w:r w:rsidRPr="00442AE4">
        <w:t>zkoušky určených technických zařízení</w:t>
      </w:r>
      <w:r w:rsidR="00092CC9" w:rsidRPr="00442AE4">
        <w:t xml:space="preserve"> v </w:t>
      </w:r>
      <w:r w:rsidRPr="00442AE4">
        <w:t>provozu,</w:t>
      </w:r>
    </w:p>
    <w:p w14:paraId="04F4E806" w14:textId="190A7BB2" w:rsidR="0035531B" w:rsidRPr="00442AE4" w:rsidRDefault="0035531B" w:rsidP="00442AE4">
      <w:pPr>
        <w:pStyle w:val="Odrka1-2-"/>
      </w:pPr>
      <w:r w:rsidRPr="00442AE4">
        <w:t>Výkon zeměměřických činností</w:t>
      </w:r>
      <w:r w:rsidR="00442AE4" w:rsidRPr="00442AE4">
        <w:t>.</w:t>
      </w:r>
    </w:p>
    <w:p w14:paraId="3C96E5EA" w14:textId="62630205" w:rsidR="00267CF3" w:rsidRDefault="00267CF3" w:rsidP="005E768E">
      <w:pPr>
        <w:pStyle w:val="Odrka1-2-"/>
        <w:numPr>
          <w:ilvl w:val="0"/>
          <w:numId w:val="0"/>
        </w:numPr>
      </w:pPr>
    </w:p>
    <w:p w14:paraId="03FF036D" w14:textId="77777777" w:rsidR="0035531B" w:rsidRDefault="0035531B" w:rsidP="00092CC9">
      <w:pPr>
        <w:pStyle w:val="Odrka1-1"/>
      </w:pPr>
      <w:r>
        <w:t>Odborná způsobilost:</w:t>
      </w:r>
    </w:p>
    <w:p w14:paraId="69330FA9" w14:textId="77777777" w:rsidR="00344A9C" w:rsidRPr="00D22D1E"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D22D1E">
        <w:t xml:space="preserve">písm. </w:t>
      </w:r>
    </w:p>
    <w:p w14:paraId="66ECC6E5" w14:textId="77777777" w:rsidR="00344A9C" w:rsidRPr="00D22D1E" w:rsidRDefault="00344A9C" w:rsidP="00344A9C">
      <w:pPr>
        <w:pStyle w:val="Odrka1-1"/>
        <w:numPr>
          <w:ilvl w:val="0"/>
          <w:numId w:val="0"/>
        </w:numPr>
        <w:ind w:left="1190" w:firstLine="341"/>
        <w:rPr>
          <w:b/>
        </w:rPr>
      </w:pPr>
      <w:r w:rsidRPr="00D22D1E">
        <w:rPr>
          <w:b/>
        </w:rPr>
        <w:t xml:space="preserve">b) </w:t>
      </w:r>
      <w:r w:rsidRPr="00D22D1E">
        <w:t>dopravní stavby</w:t>
      </w:r>
    </w:p>
    <w:p w14:paraId="1496BF1C" w14:textId="0869C196" w:rsidR="00D36C50" w:rsidRPr="00D22D1E" w:rsidRDefault="00344A9C" w:rsidP="00D22D1E">
      <w:pPr>
        <w:pStyle w:val="Odrka1-1"/>
        <w:numPr>
          <w:ilvl w:val="0"/>
          <w:numId w:val="0"/>
        </w:numPr>
        <w:ind w:left="1190" w:firstLine="341"/>
        <w:rPr>
          <w:b/>
        </w:rPr>
      </w:pPr>
      <w:r w:rsidRPr="00D22D1E">
        <w:rPr>
          <w:b/>
        </w:rPr>
        <w:t xml:space="preserve">e) </w:t>
      </w:r>
      <w:r w:rsidRPr="00D22D1E">
        <w:t>technologická zařízení staveb</w:t>
      </w:r>
      <w:r w:rsidR="0035531B" w:rsidRPr="00D22D1E">
        <w:t xml:space="preserve"> </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35E23419"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D22D1E">
        <w:t xml:space="preserve">písm. </w:t>
      </w:r>
      <w:r w:rsidRPr="00D22D1E">
        <w:rPr>
          <w:rStyle w:val="Tun9b"/>
        </w:rPr>
        <w:t>a)</w:t>
      </w:r>
      <w:r w:rsidR="00845C50" w:rsidRPr="00D22D1E">
        <w:rPr>
          <w:rStyle w:val="Tun9b"/>
        </w:rPr>
        <w:t xml:space="preserve"> </w:t>
      </w:r>
      <w:r w:rsidR="00845C50" w:rsidRPr="00D22D1E">
        <w:rPr>
          <w:rStyle w:val="Tun9b"/>
          <w:b w:val="0"/>
        </w:rPr>
        <w:t>a </w:t>
      </w:r>
      <w:r w:rsidRPr="00D22D1E">
        <w:rPr>
          <w:rStyle w:val="Tun9b"/>
        </w:rPr>
        <w:t>c)</w:t>
      </w:r>
      <w:r w:rsidRPr="00D22D1E">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38FAE47D"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76635F">
        <w:t>nebo opravy</w:t>
      </w:r>
      <w:r w:rsidR="00BC12B5">
        <w:t xml:space="preserve"> </w:t>
      </w:r>
      <w:r>
        <w:t xml:space="preserve">na stavbách </w:t>
      </w:r>
      <w:r w:rsidRPr="0076635F">
        <w:t>železničních</w:t>
      </w:r>
      <w:r w:rsidR="0076635F">
        <w:t xml:space="preserve"> drah</w:t>
      </w:r>
      <w:r>
        <w:t xml:space="preserve">, jak jsou vymezeny v § 5 odst. 1 </w:t>
      </w:r>
      <w:r w:rsidRPr="00F6113F">
        <w:t>a v § 3 odst. 1</w:t>
      </w:r>
      <w:r>
        <w:t xml:space="preserve"> zákona č. 266/1994 Sb., o dráhác</w:t>
      </w:r>
      <w:r w:rsidR="008D083C">
        <w:t>h, ve znění pozdějších předpisů</w:t>
      </w:r>
      <w:r w:rsidR="00F6113F">
        <w:t xml:space="preserve">, </w:t>
      </w:r>
      <w:r w:rsidR="00373447">
        <w:t xml:space="preserve">poskytnutých dodavatelem </w:t>
      </w:r>
      <w:r>
        <w:t xml:space="preserve">za posledních </w:t>
      </w:r>
      <w:r w:rsidRPr="008D083C">
        <w:t>5</w:t>
      </w:r>
      <w:r w:rsidR="008D083C">
        <w:t xml:space="preserve"> let</w:t>
      </w:r>
      <w:r>
        <w:t xml:space="preserve"> před zahájením výběrového řízení (dále jako „</w:t>
      </w:r>
      <w:r w:rsidRPr="00F95A2C">
        <w:rPr>
          <w:b/>
        </w:rPr>
        <w:t>stavební práce</w:t>
      </w:r>
      <w:r>
        <w:t xml:space="preserve">“). </w:t>
      </w:r>
    </w:p>
    <w:p w14:paraId="4C5C972A" w14:textId="038E9AFB" w:rsidR="00F95A2C" w:rsidRDefault="00F95A2C" w:rsidP="00283288">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8D083C">
        <w:t>5</w:t>
      </w:r>
      <w:r>
        <w:t xml:space="preserve"> letech před zahájením výběrového řízení řádně poskytl a dokončil stavební práce</w:t>
      </w:r>
      <w:r w:rsidR="00283288">
        <w:t>,</w:t>
      </w:r>
      <w:r>
        <w:t xml:space="preserve"> </w:t>
      </w:r>
      <w:r w:rsidR="00500C29" w:rsidRPr="00500C29">
        <w:t xml:space="preserve">jejichž předmětem byla novostavba, rekonstrukce či oprava </w:t>
      </w:r>
      <w:r w:rsidR="00500C29" w:rsidRPr="00500C29">
        <w:rPr>
          <w:b/>
        </w:rPr>
        <w:t>alespoň jednoho přejezdového zabezpečovacího zařízení</w:t>
      </w:r>
      <w:r w:rsidR="00500C29" w:rsidRPr="00500C29">
        <w:t xml:space="preserve"> reléového typu s elektronickými doplňky</w:t>
      </w:r>
      <w:r w:rsidR="001F70E6">
        <w:t xml:space="preserve"> </w:t>
      </w:r>
      <w:r w:rsidR="001F70E6" w:rsidRPr="00500C29">
        <w:t>vč. přejezdové konstrukce</w:t>
      </w:r>
      <w:r w:rsidR="00500C29" w:rsidRPr="00500C29">
        <w:t xml:space="preserve">, nebo plně elektronického typu vč. přejezdové konstrukce (dále jen </w:t>
      </w:r>
      <w:r w:rsidR="00500C29" w:rsidRPr="00716288">
        <w:rPr>
          <w:b/>
        </w:rPr>
        <w:t>„PZZ vč. přejezdové konstrukce“)</w:t>
      </w:r>
      <w:r w:rsidR="000860F7">
        <w:t xml:space="preserve"> </w:t>
      </w:r>
      <w:r w:rsidR="000860F7" w:rsidRPr="0071311E">
        <w:t xml:space="preserve">a to v minimální hodnotě plnění ve výši </w:t>
      </w:r>
      <w:r w:rsidR="002442C9">
        <w:rPr>
          <w:b/>
        </w:rPr>
        <w:t>9</w:t>
      </w:r>
      <w:r w:rsidR="000860F7" w:rsidRPr="000860F7">
        <w:rPr>
          <w:b/>
        </w:rPr>
        <w:t> </w:t>
      </w:r>
      <w:r w:rsidR="002442C9">
        <w:rPr>
          <w:b/>
        </w:rPr>
        <w:t>5</w:t>
      </w:r>
      <w:r w:rsidR="000860F7" w:rsidRPr="000860F7">
        <w:rPr>
          <w:b/>
        </w:rPr>
        <w:t>00 000,-</w:t>
      </w:r>
      <w:r w:rsidR="000860F7">
        <w:t xml:space="preserve"> </w:t>
      </w:r>
      <w:r w:rsidRPr="00930B76">
        <w:rPr>
          <w:b/>
        </w:rPr>
        <w:t>Kč</w:t>
      </w:r>
      <w:r w:rsidRPr="00930B76">
        <w:t xml:space="preserve"> 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w:t>
      </w:r>
      <w:r>
        <w:lastRenderedPageBreak/>
        <w:t>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95E2725" w14:textId="6831D6AA" w:rsidR="00CD2B30" w:rsidRDefault="001C3945" w:rsidP="00A643DB">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t>poslední</w:t>
      </w:r>
      <w:r w:rsidR="0087311C" w:rsidRPr="00A643DB">
        <w:t xml:space="preserve">ch </w:t>
      </w:r>
      <w:r w:rsidRPr="00A643DB">
        <w:t>5 let</w:t>
      </w:r>
      <w:r w:rsidRPr="00AF4A09">
        <w:t xml:space="preserve">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w:t>
      </w:r>
      <w:r w:rsidRPr="00A643DB">
        <w:t xml:space="preserve">realizace stavebních prací, nikoliv pouze v průběhu posledních 5 let před zahájením </w:t>
      </w:r>
      <w:r w:rsidRPr="00A643DB">
        <w:lastRenderedPageBreak/>
        <w:t xml:space="preserve">výběrového řízení. Dokončením se u stavebních prací </w:t>
      </w:r>
      <w:r w:rsidR="0087311C" w:rsidRPr="00A643DB">
        <w:t xml:space="preserve">pro účely prokázání technické kvalifikace v tomto výběrovém řízení </w:t>
      </w:r>
      <w:r w:rsidRPr="00A643DB">
        <w:t xml:space="preserve">rozumí </w:t>
      </w:r>
      <w:r w:rsidR="000E15C8" w:rsidRPr="00A643DB">
        <w:t xml:space="preserve">i </w:t>
      </w:r>
      <w:r w:rsidRPr="00A643DB">
        <w:t>uvedení díla</w:t>
      </w:r>
      <w:r w:rsidR="000E15C8" w:rsidRPr="00A643DB">
        <w:t>, resp. poslední části</w:t>
      </w:r>
      <w:r w:rsidR="00560665" w:rsidRPr="00A643DB">
        <w:t xml:space="preserve"> stavební práce</w:t>
      </w:r>
      <w:r w:rsidR="000E15C8" w:rsidRPr="00A643DB">
        <w:t>,</w:t>
      </w:r>
      <w:r w:rsidRPr="00A643DB">
        <w:t xml:space="preserve"> alespoň do zkušebního provozu. Zadavatel nicméně za dílo dokončené v období posledních 5 let bude považovat též dílo, které</w:t>
      </w:r>
      <w:r w:rsidRPr="00AF4A09">
        <w:t xml:space="preserve">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5204908A"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1429E7C9" w14:textId="77777777" w:rsidR="00716288" w:rsidRDefault="00716288" w:rsidP="00AF4A09">
      <w:pPr>
        <w:pStyle w:val="Textbezslovn"/>
      </w:pPr>
    </w:p>
    <w:p w14:paraId="4ED8007C"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4F977F12" w14:textId="11E45621"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790795" w:rsidRDefault="0035531B" w:rsidP="00EF4DAC">
      <w:pPr>
        <w:pStyle w:val="Odstavec1-1a"/>
        <w:numPr>
          <w:ilvl w:val="0"/>
          <w:numId w:val="11"/>
        </w:numPr>
        <w:rPr>
          <w:rStyle w:val="Tun9b"/>
        </w:rPr>
      </w:pPr>
      <w:r w:rsidRPr="00790795">
        <w:rPr>
          <w:rStyle w:val="Tun9b"/>
        </w:rPr>
        <w:t>stavbyvedoucí</w:t>
      </w:r>
    </w:p>
    <w:p w14:paraId="5D013D3E" w14:textId="77777777" w:rsidR="0035531B" w:rsidRPr="00790795" w:rsidRDefault="0035531B" w:rsidP="00930B79">
      <w:pPr>
        <w:pStyle w:val="Odrka1-2-"/>
      </w:pPr>
      <w:r w:rsidRPr="00790795">
        <w:t>nejméně 5 let praxe</w:t>
      </w:r>
      <w:r w:rsidR="00092CC9" w:rsidRPr="00790795">
        <w:t xml:space="preserve"> v </w:t>
      </w:r>
      <w:r w:rsidRPr="00790795">
        <w:t xml:space="preserve">řízení provádění staveb železničních drah; </w:t>
      </w:r>
    </w:p>
    <w:p w14:paraId="13976A36" w14:textId="477EA3FA" w:rsidR="0035531B" w:rsidRPr="00E510E9" w:rsidRDefault="00AF4A09" w:rsidP="00AF4A09">
      <w:pPr>
        <w:pStyle w:val="Odrka1-2-"/>
      </w:pPr>
      <w:r w:rsidRPr="00790795">
        <w:t xml:space="preserve">zkušenost s řízením realizace alespoň jedné zakázky </w:t>
      </w:r>
      <w:r w:rsidR="00642162" w:rsidRPr="00790795">
        <w:t>na stavební práce, jež zahrnovala novostavbu, rekonstrukci nebo opravu</w:t>
      </w:r>
      <w:r w:rsidRPr="00790795">
        <w:t xml:space="preserve"> stavby železničních drah v hodnotě nejméně </w:t>
      </w:r>
      <w:r w:rsidR="00682019" w:rsidRPr="00790795">
        <w:rPr>
          <w:b/>
        </w:rPr>
        <w:t>9 </w:t>
      </w:r>
      <w:r w:rsidR="001010EE">
        <w:rPr>
          <w:b/>
        </w:rPr>
        <w:t>5</w:t>
      </w:r>
      <w:r w:rsidR="00682019" w:rsidRPr="00790795">
        <w:rPr>
          <w:b/>
        </w:rPr>
        <w:t>00 000,-</w:t>
      </w:r>
      <w:r w:rsidRPr="00790795">
        <w:rPr>
          <w:b/>
        </w:rPr>
        <w:t xml:space="preserve"> Kč </w:t>
      </w:r>
      <w:r w:rsidRPr="00790795">
        <w:t>bez DPH, a to v posledních 10 letech pře</w:t>
      </w:r>
      <w:r w:rsidR="00790795" w:rsidRPr="00790795">
        <w:t xml:space="preserve">d zahájením výběrového řízení; </w:t>
      </w:r>
      <w:r w:rsidRPr="00790795">
        <w:t xml:space="preserve">jejímž předmětem byla mimo jiné </w:t>
      </w:r>
      <w:r w:rsidR="00BE3236" w:rsidRPr="00790795">
        <w:t xml:space="preserve">novostavba, </w:t>
      </w:r>
      <w:r w:rsidRPr="00E510E9">
        <w:t xml:space="preserve">rekonstrukce nebo </w:t>
      </w:r>
      <w:r w:rsidR="00BE3236" w:rsidRPr="00E510E9">
        <w:t>oprava</w:t>
      </w:r>
      <w:r w:rsidR="00481047" w:rsidRPr="00E510E9">
        <w:t xml:space="preserve"> </w:t>
      </w:r>
      <w:r w:rsidR="00790795" w:rsidRPr="00716288">
        <w:rPr>
          <w:b/>
        </w:rPr>
        <w:t>PZZ vč. přejezdové konstrukce</w:t>
      </w:r>
      <w:r w:rsidR="0035531B" w:rsidRPr="00E510E9">
        <w:t>;</w:t>
      </w:r>
    </w:p>
    <w:p w14:paraId="32D268AB" w14:textId="753A4D16" w:rsidR="0035531B" w:rsidRPr="00E510E9" w:rsidRDefault="0035531B" w:rsidP="00AD1771">
      <w:pPr>
        <w:pStyle w:val="Odrka1-2-"/>
      </w:pPr>
      <w:r w:rsidRPr="00E510E9">
        <w:t>musí předložit doklad</w:t>
      </w:r>
      <w:r w:rsidR="00092CC9" w:rsidRPr="00E510E9">
        <w:t xml:space="preserve"> o </w:t>
      </w:r>
      <w:r w:rsidRPr="00E510E9">
        <w:t>autorizaci</w:t>
      </w:r>
      <w:r w:rsidR="00092CC9" w:rsidRPr="00E510E9">
        <w:t xml:space="preserve"> v </w:t>
      </w:r>
      <w:r w:rsidRPr="00E510E9">
        <w:t xml:space="preserve">rozsahu dle § 5 odst. 3 písm. </w:t>
      </w:r>
      <w:r w:rsidR="00E510E9" w:rsidRPr="00E510E9">
        <w:t>e</w:t>
      </w:r>
      <w:r w:rsidRPr="00E510E9">
        <w:t xml:space="preserve">) </w:t>
      </w:r>
      <w:r w:rsidR="007476A8" w:rsidRPr="00E510E9">
        <w:t xml:space="preserve">autorizačního </w:t>
      </w:r>
      <w:r w:rsidRPr="00E510E9">
        <w:t>zákona, tedy</w:t>
      </w:r>
      <w:r w:rsidR="00092CC9" w:rsidRPr="00E510E9">
        <w:t xml:space="preserve"> v </w:t>
      </w:r>
      <w:r w:rsidRPr="00E510E9">
        <w:t xml:space="preserve">oboru </w:t>
      </w:r>
      <w:r w:rsidR="00E510E9" w:rsidRPr="00E510E9">
        <w:t>technologická zařízení staveb</w:t>
      </w:r>
      <w:r w:rsidRPr="00E510E9">
        <w:t>;</w:t>
      </w:r>
    </w:p>
    <w:p w14:paraId="6BFB38C9" w14:textId="77777777" w:rsidR="0035531B" w:rsidRPr="00CC380D" w:rsidRDefault="0035531B" w:rsidP="00930B79">
      <w:pPr>
        <w:pStyle w:val="Odstavec1-1a"/>
        <w:rPr>
          <w:rStyle w:val="Tun9b"/>
        </w:rPr>
      </w:pPr>
      <w:r w:rsidRPr="00CC380D">
        <w:rPr>
          <w:rStyle w:val="Tun9b"/>
        </w:rPr>
        <w:t>specialista (vedoucí prací) na železniční svršek</w:t>
      </w:r>
      <w:r w:rsidR="00AF4A09" w:rsidRPr="00CC380D">
        <w:rPr>
          <w:rStyle w:val="Tun9b"/>
        </w:rPr>
        <w:t xml:space="preserve"> a spodek</w:t>
      </w:r>
      <w:r w:rsidRPr="00CC380D">
        <w:rPr>
          <w:rStyle w:val="Tun9b"/>
        </w:rPr>
        <w:t xml:space="preserve"> </w:t>
      </w:r>
    </w:p>
    <w:p w14:paraId="662C075E" w14:textId="77777777" w:rsidR="0035531B" w:rsidRPr="00CC380D" w:rsidRDefault="0035531B" w:rsidP="00930B79">
      <w:pPr>
        <w:pStyle w:val="Odrka1-2-"/>
      </w:pPr>
      <w:r w:rsidRPr="00CC380D">
        <w:t>nejméně 5 let praxe</w:t>
      </w:r>
      <w:r w:rsidR="00092CC9" w:rsidRPr="00CC380D">
        <w:t xml:space="preserve"> v </w:t>
      </w:r>
      <w:r w:rsidRPr="00CC380D">
        <w:t xml:space="preserve">oboru své specializace </w:t>
      </w:r>
      <w:r w:rsidR="00B07880" w:rsidRPr="00CC380D">
        <w:t xml:space="preserve">(železniční svršek a spodek) </w:t>
      </w:r>
      <w:r w:rsidRPr="00CC380D">
        <w:t>při provádění staveb;</w:t>
      </w:r>
    </w:p>
    <w:p w14:paraId="42239763" w14:textId="06B0E3BE" w:rsidR="0035531B" w:rsidRPr="00CC380D" w:rsidRDefault="009751BD" w:rsidP="009751BD">
      <w:pPr>
        <w:pStyle w:val="Odrka1-2-"/>
      </w:pPr>
      <w:r w:rsidRPr="00CC380D">
        <w:t>musí předložit doklad o autorizaci v rozsahu dle § 5 odst. 3 písm. b) autorizačního zákona, tedy v oboru dopravní stavby</w:t>
      </w:r>
      <w:r w:rsidR="0035531B" w:rsidRPr="00CC380D">
        <w:t>;</w:t>
      </w:r>
    </w:p>
    <w:p w14:paraId="4B856CAB" w14:textId="77777777" w:rsidR="0035531B" w:rsidRPr="00CC380D" w:rsidRDefault="0035531B" w:rsidP="008B2021">
      <w:pPr>
        <w:pStyle w:val="Odstavec1-1a"/>
        <w:rPr>
          <w:rStyle w:val="Tun9b"/>
        </w:rPr>
      </w:pPr>
      <w:r w:rsidRPr="00CC380D">
        <w:rPr>
          <w:rStyle w:val="Tun9b"/>
        </w:rPr>
        <w:t xml:space="preserve">specialista (vedoucí prací) na </w:t>
      </w:r>
      <w:r w:rsidR="00AF4A09" w:rsidRPr="00CC380D">
        <w:rPr>
          <w:rStyle w:val="Tun9b"/>
        </w:rPr>
        <w:t xml:space="preserve">sdělovací a </w:t>
      </w:r>
      <w:r w:rsidRPr="00CC380D">
        <w:rPr>
          <w:rStyle w:val="Tun9b"/>
        </w:rPr>
        <w:t>zabezpečovací zařízení</w:t>
      </w:r>
    </w:p>
    <w:p w14:paraId="0D24011D" w14:textId="77777777" w:rsidR="0035531B" w:rsidRPr="00CC380D" w:rsidRDefault="0035531B" w:rsidP="008B2021">
      <w:pPr>
        <w:pStyle w:val="Odrka1-2-"/>
      </w:pPr>
      <w:r w:rsidRPr="00CC380D">
        <w:t>nejméně 5 let praxe</w:t>
      </w:r>
      <w:r w:rsidR="00092CC9" w:rsidRPr="00CC380D">
        <w:t xml:space="preserve"> v </w:t>
      </w:r>
      <w:r w:rsidRPr="00CC380D">
        <w:t xml:space="preserve">oboru své specializace </w:t>
      </w:r>
      <w:r w:rsidR="00B07880" w:rsidRPr="00CC380D">
        <w:t xml:space="preserve">(sdělovací a zabezpečovací zařízení) </w:t>
      </w:r>
      <w:r w:rsidRPr="00CC380D">
        <w:t>při provádění staveb;</w:t>
      </w:r>
    </w:p>
    <w:p w14:paraId="394B6F75" w14:textId="38B9019D" w:rsidR="0035531B" w:rsidRPr="00CC380D" w:rsidRDefault="0035531B" w:rsidP="008B2021">
      <w:pPr>
        <w:pStyle w:val="Odrka1-2-"/>
      </w:pPr>
      <w:r w:rsidRPr="00CC380D">
        <w:t>musí předložit doklad</w:t>
      </w:r>
      <w:r w:rsidR="00092CC9" w:rsidRPr="00CC380D">
        <w:t xml:space="preserve"> o </w:t>
      </w:r>
      <w:r w:rsidRPr="00CC380D">
        <w:t>autorizaci</w:t>
      </w:r>
      <w:r w:rsidR="00092CC9" w:rsidRPr="00CC380D">
        <w:t xml:space="preserve"> v </w:t>
      </w:r>
      <w:r w:rsidRPr="00CC380D">
        <w:t>rozsahu dle § 5 odst. 3 písm. e) autorizačního zákona, tedy</w:t>
      </w:r>
      <w:r w:rsidR="00092CC9" w:rsidRPr="00CC380D">
        <w:t xml:space="preserve"> v </w:t>
      </w:r>
      <w:r w:rsidRPr="00CC380D">
        <w:t>oboru technologická zařízení staveb;</w:t>
      </w:r>
    </w:p>
    <w:p w14:paraId="1DFF9EA4" w14:textId="1BF64943" w:rsidR="0035531B" w:rsidRPr="007A69D8" w:rsidRDefault="0035531B" w:rsidP="008B2021">
      <w:pPr>
        <w:pStyle w:val="Odstavec1-1a"/>
        <w:rPr>
          <w:rStyle w:val="Tun9b"/>
        </w:rPr>
      </w:pPr>
      <w:r w:rsidRPr="007A69D8">
        <w:rPr>
          <w:rStyle w:val="Tun9b"/>
        </w:rPr>
        <w:t xml:space="preserve">specialista (vedoucí prací) na </w:t>
      </w:r>
      <w:r w:rsidR="00AF4A09" w:rsidRPr="007A69D8">
        <w:rPr>
          <w:rStyle w:val="Tun9b"/>
        </w:rPr>
        <w:t>silnoproud</w:t>
      </w:r>
      <w:r w:rsidRPr="007A69D8">
        <w:rPr>
          <w:rStyle w:val="Tun9b"/>
        </w:rPr>
        <w:t xml:space="preserve"> </w:t>
      </w:r>
    </w:p>
    <w:p w14:paraId="2BCC9219" w14:textId="0C4A545D" w:rsidR="0035531B" w:rsidRPr="007A69D8" w:rsidRDefault="0035531B" w:rsidP="008B2021">
      <w:pPr>
        <w:pStyle w:val="Odrka1-2-"/>
      </w:pPr>
      <w:r w:rsidRPr="007A69D8">
        <w:t>nejméně 5 let praxe</w:t>
      </w:r>
      <w:r w:rsidR="00092CC9" w:rsidRPr="007A69D8">
        <w:t xml:space="preserve"> v </w:t>
      </w:r>
      <w:r w:rsidRPr="007A69D8">
        <w:t xml:space="preserve">oboru své specializace </w:t>
      </w:r>
      <w:r w:rsidR="00B07880" w:rsidRPr="007A69D8">
        <w:t xml:space="preserve">(silnoproud) </w:t>
      </w:r>
      <w:r w:rsidRPr="007A69D8">
        <w:t>při provádění staveb;</w:t>
      </w:r>
    </w:p>
    <w:p w14:paraId="620D9907" w14:textId="5AFBB092" w:rsidR="0035531B" w:rsidRPr="007A69D8" w:rsidRDefault="0035531B" w:rsidP="008B2021">
      <w:pPr>
        <w:pStyle w:val="Odrka1-2-"/>
      </w:pPr>
      <w:r w:rsidRPr="007A69D8">
        <w:t>musí předložit doklad</w:t>
      </w:r>
      <w:r w:rsidR="00092CC9" w:rsidRPr="007A69D8">
        <w:t xml:space="preserve"> o </w:t>
      </w:r>
      <w:r w:rsidRPr="007A69D8">
        <w:t>autorizaci</w:t>
      </w:r>
      <w:r w:rsidR="00092CC9" w:rsidRPr="007A69D8">
        <w:t xml:space="preserve"> v </w:t>
      </w:r>
      <w:r w:rsidRPr="007A69D8">
        <w:t>rozsahu dle § 5 odst. 3 písm. e) autorizačního zákona, tedy</w:t>
      </w:r>
      <w:r w:rsidR="00092CC9" w:rsidRPr="007A69D8">
        <w:t xml:space="preserve"> v </w:t>
      </w:r>
      <w:r w:rsidRPr="007A69D8">
        <w:t>oboru technologická zařízení staveb;</w:t>
      </w:r>
    </w:p>
    <w:p w14:paraId="7B4E99D6" w14:textId="77777777" w:rsidR="0035531B" w:rsidRPr="007A69D8" w:rsidRDefault="0035531B" w:rsidP="008B2021">
      <w:pPr>
        <w:pStyle w:val="Odstavec1-1a"/>
        <w:rPr>
          <w:rStyle w:val="Tun9b"/>
        </w:rPr>
      </w:pPr>
      <w:r w:rsidRPr="007A69D8">
        <w:rPr>
          <w:rStyle w:val="Tun9b"/>
        </w:rPr>
        <w:t>osoba odpovědná za kontrolu kvality</w:t>
      </w:r>
    </w:p>
    <w:p w14:paraId="284034FE" w14:textId="77777777" w:rsidR="0035531B" w:rsidRPr="007A69D8" w:rsidRDefault="0035531B" w:rsidP="0035531B">
      <w:pPr>
        <w:pStyle w:val="Odrka1-2-"/>
      </w:pPr>
      <w:r w:rsidRPr="007A69D8">
        <w:t>nejméně 5 let praxe</w:t>
      </w:r>
      <w:r w:rsidR="00092CC9" w:rsidRPr="007A69D8">
        <w:t xml:space="preserve"> v </w:t>
      </w:r>
      <w:r w:rsidRPr="007A69D8">
        <w:t>oboru kontroly kvality, se znalostí ověřování kvality stavebních materiálů;</w:t>
      </w:r>
    </w:p>
    <w:p w14:paraId="423DBD67" w14:textId="77777777" w:rsidR="0035531B" w:rsidRPr="007A69D8" w:rsidRDefault="0035531B" w:rsidP="008B2021">
      <w:pPr>
        <w:pStyle w:val="Odstavec1-1a"/>
        <w:rPr>
          <w:rStyle w:val="Tun9b"/>
        </w:rPr>
      </w:pPr>
      <w:r w:rsidRPr="007A69D8">
        <w:rPr>
          <w:rStyle w:val="Tun9b"/>
        </w:rPr>
        <w:t>osoba odpovědná za bezpečnost</w:t>
      </w:r>
      <w:r w:rsidR="00845C50" w:rsidRPr="007A69D8">
        <w:rPr>
          <w:rStyle w:val="Tun9b"/>
        </w:rPr>
        <w:t xml:space="preserve"> a </w:t>
      </w:r>
      <w:r w:rsidRPr="007A69D8">
        <w:rPr>
          <w:rStyle w:val="Tun9b"/>
        </w:rPr>
        <w:t>ochranu zdraví při práci</w:t>
      </w:r>
    </w:p>
    <w:p w14:paraId="42D38D07" w14:textId="77777777" w:rsidR="0035531B" w:rsidRPr="007A69D8" w:rsidRDefault="0035531B" w:rsidP="008B2021">
      <w:pPr>
        <w:pStyle w:val="Odrka1-2-"/>
      </w:pPr>
      <w:r w:rsidRPr="007A69D8">
        <w:t>nejméně 5 let praxe</w:t>
      </w:r>
      <w:r w:rsidR="00092CC9" w:rsidRPr="007A69D8">
        <w:t xml:space="preserve"> v </w:t>
      </w:r>
      <w:r w:rsidRPr="007A69D8">
        <w:t>oboru bezpečnosti</w:t>
      </w:r>
      <w:r w:rsidR="00845C50" w:rsidRPr="007A69D8">
        <w:t xml:space="preserve"> a </w:t>
      </w:r>
      <w:r w:rsidRPr="007A69D8">
        <w:t>ochrany zdraví při práci;</w:t>
      </w:r>
    </w:p>
    <w:p w14:paraId="48D60CF3" w14:textId="77777777" w:rsidR="0035531B" w:rsidRPr="004C5727" w:rsidRDefault="0035531B" w:rsidP="008B2021">
      <w:pPr>
        <w:pStyle w:val="Odstavec1-1a"/>
        <w:rPr>
          <w:rStyle w:val="Tun9b"/>
        </w:rPr>
      </w:pPr>
      <w:r w:rsidRPr="004C5727">
        <w:rPr>
          <w:rStyle w:val="Tun9b"/>
        </w:rPr>
        <w:t>osoba odpovědná za ochranu životního prostředí</w:t>
      </w:r>
    </w:p>
    <w:p w14:paraId="7792C9B7" w14:textId="77777777" w:rsidR="0035531B" w:rsidRPr="004C5727" w:rsidRDefault="0035531B" w:rsidP="008B2021">
      <w:pPr>
        <w:pStyle w:val="Odrka1-2-"/>
      </w:pPr>
      <w:r w:rsidRPr="004C5727">
        <w:lastRenderedPageBreak/>
        <w:t>nejméně 5 let praxe</w:t>
      </w:r>
      <w:r w:rsidR="00092CC9" w:rsidRPr="004C5727">
        <w:t xml:space="preserve"> v </w:t>
      </w:r>
      <w:r w:rsidRPr="004C5727">
        <w:t>oboru ochrany životního prostředí;</w:t>
      </w:r>
    </w:p>
    <w:p w14:paraId="555156A2" w14:textId="77777777" w:rsidR="0035531B" w:rsidRPr="004C5727" w:rsidRDefault="0035531B" w:rsidP="008B2021">
      <w:pPr>
        <w:pStyle w:val="Odstavec1-1a"/>
        <w:rPr>
          <w:rStyle w:val="Tun9b"/>
        </w:rPr>
      </w:pPr>
      <w:r w:rsidRPr="004C5727">
        <w:rPr>
          <w:rStyle w:val="Tun9b"/>
        </w:rPr>
        <w:t>osoba odpovědná za odpadové hospodářství</w:t>
      </w:r>
    </w:p>
    <w:p w14:paraId="2F006F7D" w14:textId="77777777" w:rsidR="0035531B" w:rsidRPr="004C5727" w:rsidRDefault="0035531B" w:rsidP="008B2021">
      <w:pPr>
        <w:pStyle w:val="Odrka1-2-"/>
      </w:pPr>
      <w:r w:rsidRPr="004C5727">
        <w:t>nejméně 5 let praxe</w:t>
      </w:r>
      <w:r w:rsidR="00092CC9" w:rsidRPr="004C5727">
        <w:t xml:space="preserve"> v </w:t>
      </w:r>
      <w:r w:rsidRPr="004C5727">
        <w:t>oboru odpadového hospodářství;</w:t>
      </w:r>
    </w:p>
    <w:p w14:paraId="3EC1E69A" w14:textId="77777777" w:rsidR="0035531B" w:rsidRPr="004C5727" w:rsidRDefault="0035531B" w:rsidP="008B2021">
      <w:pPr>
        <w:pStyle w:val="Odstavec1-1a"/>
        <w:rPr>
          <w:rStyle w:val="Tun9b"/>
        </w:rPr>
      </w:pPr>
      <w:r w:rsidRPr="004C5727">
        <w:rPr>
          <w:rStyle w:val="Tun9b"/>
        </w:rPr>
        <w:t>úředně oprávněný zeměměřický inženýr</w:t>
      </w:r>
    </w:p>
    <w:p w14:paraId="2FB873C5" w14:textId="77C226D7" w:rsidR="0035531B" w:rsidRPr="004C5727" w:rsidRDefault="0035531B" w:rsidP="008B2021">
      <w:pPr>
        <w:pStyle w:val="Odrka1-2-"/>
      </w:pPr>
      <w:r w:rsidRPr="004C5727">
        <w:t>oprávnění pro ověřování výsledků zeměměřických činností</w:t>
      </w:r>
      <w:r w:rsidR="00092CC9" w:rsidRPr="004C5727">
        <w:t xml:space="preserve"> v </w:t>
      </w:r>
      <w:r w:rsidRPr="004C5727">
        <w:t>rozsahu dle § 13 odst. 1 písm. a)</w:t>
      </w:r>
      <w:r w:rsidR="00845C50" w:rsidRPr="004C5727">
        <w:t xml:space="preserve"> a </w:t>
      </w:r>
      <w:r w:rsidRPr="004C5727">
        <w:t>c) zákona č. 200/1994 Sb.,</w:t>
      </w:r>
      <w:r w:rsidR="00092CC9" w:rsidRPr="004C5727">
        <w:t xml:space="preserve"> o </w:t>
      </w:r>
      <w:r w:rsidRPr="004C5727">
        <w:t>zeměměřictví</w:t>
      </w:r>
      <w:r w:rsidR="00845C50" w:rsidRPr="004C5727">
        <w:t xml:space="preserve"> a</w:t>
      </w:r>
      <w:r w:rsidR="00092CC9" w:rsidRPr="004C5727">
        <w:t xml:space="preserve"> o </w:t>
      </w:r>
      <w:r w:rsidRPr="004C5727">
        <w:t>změně</w:t>
      </w:r>
      <w:r w:rsidR="00845C50" w:rsidRPr="004C5727">
        <w:t xml:space="preserve"> a </w:t>
      </w:r>
      <w:r w:rsidRPr="004C5727">
        <w:t>doplnění některých zákonů souvisejících</w:t>
      </w:r>
      <w:r w:rsidR="00845C50" w:rsidRPr="004C5727">
        <w:t xml:space="preserve"> s </w:t>
      </w:r>
      <w:r w:rsidRPr="004C5727">
        <w:t>jeho zavedením, ve znění pozdějších předpisů</w:t>
      </w:r>
      <w:r w:rsidR="00F62556" w:rsidRPr="004C5727">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w:t>
      </w:r>
      <w:r w:rsidRPr="008B70C7">
        <w:lastRenderedPageBreak/>
        <w:t>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 xml:space="preserve">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w:t>
      </w:r>
      <w:proofErr w:type="gramStart"/>
      <w:r>
        <w:t>této</w:t>
      </w:r>
      <w:proofErr w:type="gramEnd"/>
      <w:r>
        <w:t xml:space="preserve">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 xml:space="preserve">Dále zadavatel požaduje, aby dodavatel nad rámec požadavků uvedených výše v tomto článku u všech poddodavatelů uvedených v Příloze č. 2 </w:t>
      </w:r>
      <w:proofErr w:type="gramStart"/>
      <w:r>
        <w:t>této</w:t>
      </w:r>
      <w:proofErr w:type="gramEnd"/>
      <w:r>
        <w:t xml:space="preserve">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w:t>
      </w:r>
      <w:r>
        <w:lastRenderedPageBreak/>
        <w:t xml:space="preserve">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w:t>
      </w:r>
      <w:r>
        <w:lastRenderedPageBreak/>
        <w:t xml:space="preserve">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 xml:space="preserve">uvedené pověření postupuje podle „Podmínek pro pověřování právnických osob podle § 47 </w:t>
      </w:r>
      <w:r>
        <w:lastRenderedPageBreak/>
        <w:t>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7F3B6A"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F51AC32" w14:textId="56DC6622" w:rsidR="00345694" w:rsidRDefault="0035531B" w:rsidP="00345694">
      <w:pPr>
        <w:pStyle w:val="Textbezslovn"/>
        <w:spacing w:after="0"/>
        <w:ind w:left="1077"/>
      </w:pPr>
      <w:r>
        <w:t>Doklady</w:t>
      </w:r>
      <w:r w:rsidR="00092CC9">
        <w:t xml:space="preserve"> o </w:t>
      </w:r>
      <w:r>
        <w:t>splnění výše uvedených povinností dokládá vybraný dodavatel jako podmínku pro uzavření smlouvy.</w:t>
      </w:r>
    </w:p>
    <w:p w14:paraId="60471252" w14:textId="77777777" w:rsidR="00345694" w:rsidRDefault="00345694" w:rsidP="00345694">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076D6B03" w14:textId="36EDA8C2" w:rsidR="0035531B" w:rsidRDefault="0035531B" w:rsidP="0098612D">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98612D">
        <w:t>íku nebo jiné obdobné evidence.</w:t>
      </w:r>
    </w:p>
    <w:p w14:paraId="566FF690" w14:textId="77777777" w:rsidR="0098612D" w:rsidRDefault="0098612D" w:rsidP="0098612D">
      <w:pPr>
        <w:pStyle w:val="Textbezslovn"/>
      </w:pPr>
    </w:p>
    <w:p w14:paraId="0BAF1561" w14:textId="77777777" w:rsidR="00DC3174" w:rsidRPr="00DC3174" w:rsidRDefault="00DC3174" w:rsidP="00DC3174">
      <w:pPr>
        <w:pStyle w:val="Text1-1"/>
        <w:rPr>
          <w:b/>
        </w:rPr>
      </w:pPr>
      <w:r w:rsidRPr="00DC3174">
        <w:rPr>
          <w:rStyle w:val="Tun9b"/>
        </w:rPr>
        <w:lastRenderedPageBreak/>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27966265"/>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7C19E9AC" w:rsidR="0035531B" w:rsidRDefault="0035531B" w:rsidP="00A555BD">
      <w:pPr>
        <w:pStyle w:val="Odrka1-1"/>
      </w:pPr>
      <w:r w:rsidRPr="00A555BD">
        <w:t>Specifikaci typu zabezpečovacího zařízení,</w:t>
      </w:r>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453EAE">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84108D">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84108D">
        <w:t xml:space="preserve">vybraný </w:t>
      </w:r>
      <w:r>
        <w:t>dodavatel sám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w:t>
      </w:r>
      <w:r w:rsidR="00A555BD">
        <w:t xml:space="preserve"> - </w:t>
      </w:r>
      <w:r w:rsidR="00A555BD" w:rsidRPr="00A555BD">
        <w:t>přejezdové zabezpečovací zařízení</w:t>
      </w:r>
      <w:r>
        <w:t>.</w:t>
      </w:r>
    </w:p>
    <w:p w14:paraId="6C481A40" w14:textId="3F7E2F05"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w:t>
      </w:r>
      <w:r>
        <w:lastRenderedPageBreak/>
        <w:t>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lastRenderedPageBreak/>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27966266"/>
      <w:r>
        <w:t>PROHLÍDKA MÍSTA PLNĚNÍ (STAVENIŠTĚ)</w:t>
      </w:r>
      <w:bookmarkEnd w:id="14"/>
    </w:p>
    <w:p w14:paraId="1A2B0884"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w:t>
      </w:r>
      <w:r w:rsidRPr="00FD2EA2">
        <w:lastRenderedPageBreak/>
        <w:t>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27966267"/>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27966268"/>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7B3D3EFC" w:rsidR="0035531B" w:rsidRPr="00962E2B" w:rsidRDefault="00CD2E13" w:rsidP="00962E2B">
      <w:pPr>
        <w:pStyle w:val="Textbezslovn"/>
        <w:rPr>
          <w:b/>
        </w:rPr>
      </w:pPr>
      <w:r w:rsidRPr="00B06A7A">
        <w:rPr>
          <w:rFonts w:cs="Arial"/>
          <w:b/>
        </w:rPr>
        <w:t>Nabídky lze podat v termínu, který je uveden na profilu zadavatele:</w:t>
      </w:r>
      <w:r w:rsidRPr="00B06A7A">
        <w:rPr>
          <w:rFonts w:cs="Arial"/>
        </w:rPr>
        <w:t xml:space="preserve"> </w:t>
      </w:r>
      <w:hyperlink r:id="rId21" w:history="1">
        <w:r w:rsidRPr="00B06A7A">
          <w:rPr>
            <w:rStyle w:val="Hypertextovodkaz"/>
            <w:rFonts w:cs="Arial"/>
            <w:b/>
            <w:bCs/>
            <w:lang w:eastAsia="cs-CZ"/>
          </w:rPr>
          <w:t>https://zakazky.spravazeleznic.cz/</w:t>
        </w:r>
      </w:hyperlink>
      <w:r w:rsidRPr="00B06A7A">
        <w:rPr>
          <w:rFonts w:cs="Arial"/>
          <w:b/>
        </w:rPr>
        <w:t>.</w:t>
      </w:r>
    </w:p>
    <w:p w14:paraId="6C5E1089" w14:textId="5388B842" w:rsidR="003A0E3D" w:rsidRDefault="003F78E7" w:rsidP="00B06A7A">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lastRenderedPageBreak/>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A2D820D"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962E2B">
        <w:t>zvy, včetně požadovaných příloh</w:t>
      </w:r>
      <w:r>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12DB5BD7" w:rsidR="00695DAA" w:rsidRPr="00962E2B" w:rsidRDefault="00695DAA" w:rsidP="00695DAA">
      <w:pPr>
        <w:pStyle w:val="Odrka1-1"/>
      </w:pPr>
      <w:r w:rsidRPr="00962E2B">
        <w:t>Specifikace typu zabezpečovacího zařízení dle č. 9.1 této Výzvy.</w:t>
      </w:r>
      <w:r w:rsidR="00962E2B" w:rsidRPr="00962E2B">
        <w:t xml:space="preserve">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11A1792F" w:rsidR="0035531B" w:rsidRDefault="00695DAA" w:rsidP="00695DAA">
      <w:pPr>
        <w:pStyle w:val="Odrka1-1"/>
      </w:pPr>
      <w:r>
        <w:t xml:space="preserve">Oceněný Soupis prací </w:t>
      </w:r>
      <w:r w:rsidR="00BB0379">
        <w:t>obsažený</w:t>
      </w:r>
      <w:r>
        <w:t xml:space="preserve"> v Dílu 4 zadávací dokumentace</w:t>
      </w:r>
      <w:r w:rsidR="00BB0379" w:rsidRPr="00AC5E51">
        <w:t>, včetně Rekapitulace ceny dle SO a PS</w:t>
      </w:r>
      <w:r w:rsidR="0035531B" w:rsidRPr="00AC5E51">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lastRenderedPageBreak/>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27966269"/>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27966270"/>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w:t>
      </w:r>
      <w:r w:rsidRPr="004C086E">
        <w:lastRenderedPageBreak/>
        <w:t>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0CDACE62"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27966271"/>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27966272"/>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lastRenderedPageBreak/>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27966273"/>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w:t>
      </w:r>
      <w:r w:rsidRPr="007B3D4D">
        <w:lastRenderedPageBreak/>
        <w:t>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27966274"/>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0FE0CD1E"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11303788"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457877">
        <w:t>30 000 000,-</w:t>
      </w:r>
      <w:r>
        <w:t xml:space="preserve"> Kč bez DPH. </w:t>
      </w:r>
    </w:p>
    <w:p w14:paraId="045C72D6" w14:textId="77777777" w:rsidR="0035531B" w:rsidRDefault="0035531B" w:rsidP="007038DC">
      <w:pPr>
        <w:pStyle w:val="Nadpis1-1"/>
      </w:pPr>
      <w:bookmarkStart w:id="23" w:name="_Toc127966275"/>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BFEA4CC"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CA4CEF">
        <w:t xml:space="preserve">v článku 19.3, resp. v článku 19.4 </w:t>
      </w:r>
      <w:r w:rsidR="005909AC" w:rsidRPr="00CA4CEF">
        <w:t>až 19.8</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4DAB510" w14:textId="1AC22161" w:rsidR="0035531B" w:rsidRDefault="00B07880" w:rsidP="00812473">
      <w:pPr>
        <w:pStyle w:val="Odrka1-1"/>
      </w:pPr>
      <w:r>
        <w:lastRenderedPageBreak/>
        <w:t xml:space="preserve">kopií dokladů o kvalifikaci ve smyslu čl. 8 této Výzvy, pokud bylo v nabídce předložení požadovaných dokladů nahrazeno jednotným evropským </w:t>
      </w:r>
      <w:r w:rsidR="00812473">
        <w:t>osvědčením;</w:t>
      </w:r>
      <w:r w:rsidR="0035531B">
        <w:t xml:space="preserve"> </w:t>
      </w:r>
    </w:p>
    <w:p w14:paraId="668DCAE3" w14:textId="72DE98E9" w:rsidR="001B5ED5" w:rsidRDefault="001B5ED5" w:rsidP="001B5ED5">
      <w:pPr>
        <w:pStyle w:val="Odrka1-1"/>
      </w:pPr>
      <w:r>
        <w:t xml:space="preserve">kopie smlouvy uzavřené s výrobcem nebo </w:t>
      </w:r>
      <w:r w:rsidRPr="00D240DF">
        <w:t xml:space="preserve">dodavatelem zabezpečovacího zařízení, </w:t>
      </w:r>
      <w:r w:rsidR="008716A2" w:rsidRPr="00D240DF">
        <w:t>či</w:t>
      </w:r>
      <w:r w:rsidR="008716A2">
        <w:t xml:space="preserve"> jednostranného vyjádření závazku </w:t>
      </w:r>
      <w:r w:rsidR="008716A2" w:rsidRPr="0031722E">
        <w:t xml:space="preserve">výrobce nebo dodavatele tohoto </w:t>
      </w:r>
      <w:r w:rsidR="008716A2">
        <w:t xml:space="preserve">zařízení </w:t>
      </w:r>
      <w:r>
        <w:t xml:space="preserve">ve smyslu čl. 9.1 této Výzvy, nebude-li </w:t>
      </w:r>
      <w:r w:rsidR="0084108D">
        <w:t xml:space="preserve">vybraný </w:t>
      </w:r>
      <w:r>
        <w:t>dodavatel současně i výrobcem nebo dodavatelem tohoto zařízení, kter</w:t>
      </w:r>
      <w:r w:rsidR="008716A2">
        <w:t xml:space="preserve">ými </w:t>
      </w:r>
      <w:r w:rsidR="0084108D">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84108D">
        <w:t xml:space="preserve">vybraný </w:t>
      </w:r>
      <w:r>
        <w:t xml:space="preserve">dodavatel sám schopen toto zařízení odborně sestavit a namontovat; </w:t>
      </w:r>
    </w:p>
    <w:p w14:paraId="5E3A4BF3" w14:textId="74053762" w:rsidR="0035531B" w:rsidRDefault="00986BBA" w:rsidP="007038DC">
      <w:pPr>
        <w:pStyle w:val="Odrka1-1"/>
      </w:pPr>
      <w:r w:rsidRPr="00986BBA">
        <w:t>kopie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w:t>
      </w:r>
      <w:r w:rsidR="0035531B">
        <w:t xml:space="preserve">;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UTZ/E;</w:t>
      </w:r>
    </w:p>
    <w:p w14:paraId="1463EE5F" w14:textId="77777777" w:rsidR="00C2217E" w:rsidRDefault="0035531B" w:rsidP="00ED6FE4">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ED6FE4">
        <w:t>elektrických</w:t>
      </w:r>
      <w:r w:rsidR="00EC10AE">
        <w:t xml:space="preserve"> </w:t>
      </w:r>
      <w:r>
        <w:t>UTZ železničních drah</w:t>
      </w:r>
      <w:r w:rsidR="00092CC9">
        <w:t xml:space="preserve"> v </w:t>
      </w:r>
      <w:r>
        <w:t xml:space="preserve">rozsahu: </w:t>
      </w:r>
    </w:p>
    <w:p w14:paraId="132F98EE" w14:textId="47D04D49" w:rsidR="00ED6FE4" w:rsidRDefault="00ED6FE4" w:rsidP="00C2217E">
      <w:pPr>
        <w:pStyle w:val="Odrka1-2-"/>
      </w:pPr>
      <w:r>
        <w:t>silnoproudá zařízení drážní zabezpečovací, sdělovací, požární, signalizační a výpočetní techniky,</w:t>
      </w:r>
    </w:p>
    <w:p w14:paraId="46B161E1" w14:textId="4AF77587" w:rsidR="0035531B" w:rsidRDefault="00ED6FE4" w:rsidP="00C2217E">
      <w:pPr>
        <w:pStyle w:val="Odrka1-2-"/>
      </w:pPr>
      <w:r>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27966276"/>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484026">
        <w:lastRenderedPageBreak/>
        <w:t>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27966277"/>
      <w:r>
        <w:t>SOCIÁLNĚ A ENVIRO</w:t>
      </w:r>
      <w:r w:rsidR="007F1CE2">
        <w:t>N</w:t>
      </w:r>
      <w:r>
        <w:t>MENTÁLNĚ ODPOVĚDNÉ ZADÁVÁNÍ, INOVACE</w:t>
      </w:r>
      <w:bookmarkEnd w:id="26"/>
      <w:bookmarkEnd w:id="27"/>
    </w:p>
    <w:p w14:paraId="013FB39A" w14:textId="3198106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w:t>
      </w:r>
      <w:r w:rsidR="007F3B6A">
        <w:t>1</w:t>
      </w:r>
      <w:r>
        <w:t>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0176B471" w:rsidR="006E6077" w:rsidRDefault="004F6CAF" w:rsidP="006E6077">
      <w:pPr>
        <w:pStyle w:val="Odrka1-1"/>
      </w:pPr>
      <w:r w:rsidRPr="0060254E">
        <w:t>recyklaci kameniva vyzískávaného z kolejového lože</w:t>
      </w:r>
      <w:r w:rsidR="006E6077">
        <w:t>.</w:t>
      </w:r>
    </w:p>
    <w:p w14:paraId="49F0953E" w14:textId="7A68C54D"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3D681F">
        <w:t>článku 4.9 závazného</w:t>
      </w:r>
      <w:r>
        <w:t xml:space="preserve">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27966278"/>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 xml:space="preserve">Zadavatel je oprávněn ověřovat si splnění zadávacích podmínek dle tohoto článku. Vybraný dodavatel je povinen předložit po případné výzvě zadavatele doklady a informace, z nichž nepochybně vyplyne, že vybraný dodavatel i všichni poddodavatelé </w:t>
      </w:r>
      <w:r>
        <w:lastRenderedPageBreak/>
        <w:t>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27966279"/>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57AB6C15" w14:textId="77777777" w:rsidR="005742CC" w:rsidRDefault="005742CC" w:rsidP="00564DDD">
      <w:pPr>
        <w:pStyle w:val="Textbezslovn"/>
        <w:spacing w:after="0"/>
      </w:pPr>
    </w:p>
    <w:p w14:paraId="23845442" w14:textId="7980A79F" w:rsidR="0035531B" w:rsidRDefault="0035531B" w:rsidP="00564DDD">
      <w:pPr>
        <w:pStyle w:val="Textbezslovn"/>
        <w:spacing w:after="0"/>
      </w:pPr>
      <w:r w:rsidRPr="004B054B">
        <w:t>V</w:t>
      </w:r>
      <w:r w:rsidR="00B36181" w:rsidRPr="004B054B">
        <w:t> </w:t>
      </w:r>
      <w:r w:rsidRPr="004B054B">
        <w:t xml:space="preserve">Praze </w:t>
      </w:r>
    </w:p>
    <w:p w14:paraId="26A13A79" w14:textId="77777777" w:rsidR="0035531B" w:rsidRDefault="0035531B" w:rsidP="00564DDD">
      <w:pPr>
        <w:pStyle w:val="Textbezslovn"/>
        <w:spacing w:after="0"/>
      </w:pPr>
    </w:p>
    <w:p w14:paraId="124D0D46" w14:textId="397D0069" w:rsidR="0035531B" w:rsidRDefault="0035531B" w:rsidP="00564DDD">
      <w:pPr>
        <w:pStyle w:val="Textbezslovn"/>
        <w:spacing w:after="0"/>
      </w:pPr>
    </w:p>
    <w:p w14:paraId="0B859C0E" w14:textId="77777777" w:rsidR="005742CC" w:rsidRDefault="005742CC" w:rsidP="00564DDD">
      <w:pPr>
        <w:pStyle w:val="Textbezslovn"/>
        <w:spacing w:after="0"/>
      </w:pPr>
    </w:p>
    <w:p w14:paraId="3102FDB0" w14:textId="77777777" w:rsidR="0035531B" w:rsidRDefault="0035531B" w:rsidP="00564DDD">
      <w:pPr>
        <w:pStyle w:val="Textbezslovn"/>
        <w:spacing w:after="0"/>
      </w:pPr>
    </w:p>
    <w:p w14:paraId="68E581DC" w14:textId="77777777" w:rsidR="004B054B" w:rsidRPr="00D56DB1" w:rsidRDefault="004B054B" w:rsidP="004B054B">
      <w:pPr>
        <w:spacing w:after="0"/>
        <w:ind w:left="737"/>
        <w:jc w:val="both"/>
      </w:pPr>
      <w:r w:rsidRPr="00D56DB1">
        <w:t>…………………………………………….</w:t>
      </w:r>
    </w:p>
    <w:p w14:paraId="47B3B115" w14:textId="77777777" w:rsidR="004B054B" w:rsidRPr="00D56DB1" w:rsidRDefault="004B054B" w:rsidP="004B054B">
      <w:pPr>
        <w:spacing w:after="0"/>
        <w:ind w:left="737"/>
        <w:jc w:val="both"/>
        <w:rPr>
          <w:b/>
        </w:rPr>
      </w:pPr>
      <w:r w:rsidRPr="00D56DB1">
        <w:rPr>
          <w:b/>
        </w:rPr>
        <w:t>Ing. Petr Hofhanzl</w:t>
      </w:r>
    </w:p>
    <w:p w14:paraId="539D5C80" w14:textId="77777777" w:rsidR="004B054B" w:rsidRPr="00D56DB1" w:rsidRDefault="004B054B" w:rsidP="004B054B">
      <w:pPr>
        <w:spacing w:after="0"/>
        <w:ind w:left="737"/>
        <w:jc w:val="both"/>
      </w:pPr>
      <w:r w:rsidRPr="00D56DB1">
        <w:t>ředitel Stavební správy západ</w:t>
      </w:r>
    </w:p>
    <w:p w14:paraId="16AFB686" w14:textId="56F28D97" w:rsidR="00564DDD" w:rsidRDefault="004B054B" w:rsidP="004B054B">
      <w:pPr>
        <w:pStyle w:val="Textbezslovn"/>
        <w:spacing w:after="0"/>
      </w:pPr>
      <w:r w:rsidRPr="00D56DB1">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4EF9B39A" w:rsidR="008C65E0" w:rsidRDefault="006A6AF2" w:rsidP="006A6AF2">
      <w:pPr>
        <w:pStyle w:val="Textbezslovn"/>
        <w:ind w:left="0"/>
      </w:pPr>
      <w:r w:rsidRPr="006A6AF2">
        <w:t>Řádně jsme se seznámili se zněním zadávacích pod</w:t>
      </w:r>
      <w:r w:rsidR="00210E10">
        <w:t xml:space="preserve">mínek veřejné zakázky s názvem </w:t>
      </w:r>
      <w:r w:rsidR="00210E10" w:rsidRPr="00210E10">
        <w:rPr>
          <w:b/>
        </w:rPr>
        <w:t xml:space="preserve">Výstavba PZS km 28,870 (P1361) trati Březnice – Strakonice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210E10">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E731291"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210E10" w:rsidRPr="00210E10">
        <w:rPr>
          <w:b/>
        </w:rPr>
        <w:t>Výstavba PZS km 28,870 (P1361) trati Březnice – Strakonice</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D3D013" w14:textId="77777777" w:rsidR="009A560F" w:rsidRDefault="009A560F" w:rsidP="00962258">
      <w:pPr>
        <w:spacing w:after="0" w:line="240" w:lineRule="auto"/>
      </w:pPr>
      <w:r>
        <w:separator/>
      </w:r>
    </w:p>
  </w:endnote>
  <w:endnote w:type="continuationSeparator" w:id="0">
    <w:p w14:paraId="7587257C" w14:textId="77777777" w:rsidR="009A560F" w:rsidRDefault="009A56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F3B6A" w14:paraId="43E6FD8A" w14:textId="77777777" w:rsidTr="00EB46E5">
      <w:tc>
        <w:tcPr>
          <w:tcW w:w="1361" w:type="dxa"/>
          <w:tcMar>
            <w:left w:w="0" w:type="dxa"/>
            <w:right w:w="0" w:type="dxa"/>
          </w:tcMar>
          <w:vAlign w:val="bottom"/>
        </w:tcPr>
        <w:p w14:paraId="016FBFAA" w14:textId="27D21953" w:rsidR="007F3B6A" w:rsidRPr="00B8518B" w:rsidRDefault="007F3B6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29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2029A">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7F3B6A" w:rsidRDefault="007F3B6A" w:rsidP="00B8518B">
          <w:pPr>
            <w:pStyle w:val="Zpat"/>
          </w:pPr>
        </w:p>
      </w:tc>
      <w:tc>
        <w:tcPr>
          <w:tcW w:w="425" w:type="dxa"/>
          <w:shd w:val="clear" w:color="auto" w:fill="auto"/>
          <w:tcMar>
            <w:left w:w="0" w:type="dxa"/>
            <w:right w:w="0" w:type="dxa"/>
          </w:tcMar>
        </w:tcPr>
        <w:p w14:paraId="45F1B8FE" w14:textId="77777777" w:rsidR="007F3B6A" w:rsidRDefault="007F3B6A" w:rsidP="00B8518B">
          <w:pPr>
            <w:pStyle w:val="Zpat"/>
          </w:pPr>
        </w:p>
      </w:tc>
      <w:tc>
        <w:tcPr>
          <w:tcW w:w="8505" w:type="dxa"/>
        </w:tcPr>
        <w:p w14:paraId="6552BBF7" w14:textId="3FB5C394" w:rsidR="007F3B6A" w:rsidRDefault="007F3B6A" w:rsidP="00DF6BFE">
          <w:pPr>
            <w:pStyle w:val="Zpat0"/>
          </w:pPr>
          <w:r w:rsidRPr="00DF6BFE">
            <w:t>„Výstavba PZS km 28,870 (P1361) trati Březnice – Strakonice“</w:t>
          </w:r>
        </w:p>
        <w:p w14:paraId="3201EED0" w14:textId="77777777" w:rsidR="007F3B6A" w:rsidRDefault="007F3B6A" w:rsidP="00EB46E5">
          <w:pPr>
            <w:pStyle w:val="Zpat0"/>
          </w:pPr>
          <w:r>
            <w:t>Díl 1 – VÝZVA K PODÁNÍ NABÍDKY</w:t>
          </w:r>
        </w:p>
        <w:p w14:paraId="0F33739D" w14:textId="77777777" w:rsidR="007F3B6A" w:rsidRDefault="007F3B6A" w:rsidP="0035531B">
          <w:pPr>
            <w:pStyle w:val="Zpat0"/>
          </w:pPr>
        </w:p>
      </w:tc>
    </w:tr>
  </w:tbl>
  <w:p w14:paraId="0F99771F" w14:textId="77777777" w:rsidR="007F3B6A" w:rsidRPr="00B8518B" w:rsidRDefault="007F3B6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7F3B6A" w:rsidRPr="00B8518B" w:rsidRDefault="007F3B6A" w:rsidP="00460660">
    <w:pPr>
      <w:pStyle w:val="Zpat"/>
      <w:rPr>
        <w:sz w:val="2"/>
        <w:szCs w:val="2"/>
      </w:rPr>
    </w:pPr>
  </w:p>
  <w:p w14:paraId="542534AD" w14:textId="77777777" w:rsidR="007F3B6A" w:rsidRPr="00460660" w:rsidRDefault="007F3B6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D71744" w14:textId="77777777" w:rsidR="009A560F" w:rsidRDefault="009A560F" w:rsidP="00962258">
      <w:pPr>
        <w:spacing w:after="0" w:line="240" w:lineRule="auto"/>
      </w:pPr>
      <w:r>
        <w:separator/>
      </w:r>
    </w:p>
  </w:footnote>
  <w:footnote w:type="continuationSeparator" w:id="0">
    <w:p w14:paraId="263A954E" w14:textId="77777777" w:rsidR="009A560F" w:rsidRDefault="009A560F" w:rsidP="00962258">
      <w:pPr>
        <w:spacing w:after="0" w:line="240" w:lineRule="auto"/>
      </w:pPr>
      <w:r>
        <w:continuationSeparator/>
      </w:r>
    </w:p>
  </w:footnote>
  <w:footnote w:id="1">
    <w:p w14:paraId="6D9839BF" w14:textId="77777777" w:rsidR="007F3B6A" w:rsidRDefault="007F3B6A"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7F3B6A" w:rsidRDefault="007F3B6A"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7F3B6A" w:rsidRDefault="007F3B6A"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7F3B6A" w:rsidRDefault="007F3B6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7F3B6A" w:rsidRDefault="007F3B6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7F3B6A" w:rsidRDefault="007F3B6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7F3B6A" w:rsidRDefault="007F3B6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7F3B6A" w:rsidRDefault="007F3B6A"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7F3B6A" w:rsidRDefault="007F3B6A"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7F3B6A" w:rsidRDefault="007F3B6A"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F3B6A" w14:paraId="79A2CDDF" w14:textId="77777777" w:rsidTr="00C02D0A">
      <w:trPr>
        <w:trHeight w:hRule="exact" w:val="454"/>
      </w:trPr>
      <w:tc>
        <w:tcPr>
          <w:tcW w:w="1361" w:type="dxa"/>
          <w:tcMar>
            <w:top w:w="57" w:type="dxa"/>
            <w:left w:w="0" w:type="dxa"/>
            <w:right w:w="0" w:type="dxa"/>
          </w:tcMar>
        </w:tcPr>
        <w:p w14:paraId="6F56E93F" w14:textId="77777777" w:rsidR="007F3B6A" w:rsidRPr="00B8518B" w:rsidRDefault="007F3B6A" w:rsidP="00523EA7">
          <w:pPr>
            <w:pStyle w:val="Zpat"/>
            <w:rPr>
              <w:rStyle w:val="slostrnky"/>
            </w:rPr>
          </w:pPr>
        </w:p>
      </w:tc>
      <w:tc>
        <w:tcPr>
          <w:tcW w:w="3458" w:type="dxa"/>
          <w:shd w:val="clear" w:color="auto" w:fill="auto"/>
          <w:tcMar>
            <w:top w:w="57" w:type="dxa"/>
            <w:left w:w="0" w:type="dxa"/>
            <w:right w:w="0" w:type="dxa"/>
          </w:tcMar>
        </w:tcPr>
        <w:p w14:paraId="743F0C7F" w14:textId="77777777" w:rsidR="007F3B6A" w:rsidRDefault="007F3B6A" w:rsidP="00523EA7">
          <w:pPr>
            <w:pStyle w:val="Zpat"/>
          </w:pPr>
        </w:p>
      </w:tc>
      <w:tc>
        <w:tcPr>
          <w:tcW w:w="5698" w:type="dxa"/>
          <w:shd w:val="clear" w:color="auto" w:fill="auto"/>
          <w:tcMar>
            <w:top w:w="57" w:type="dxa"/>
            <w:left w:w="0" w:type="dxa"/>
            <w:right w:w="0" w:type="dxa"/>
          </w:tcMar>
        </w:tcPr>
        <w:p w14:paraId="31CF52A8" w14:textId="77777777" w:rsidR="007F3B6A" w:rsidRPr="00D6163D" w:rsidRDefault="007F3B6A" w:rsidP="00D6163D">
          <w:pPr>
            <w:pStyle w:val="Druhdokumentu"/>
          </w:pPr>
        </w:p>
      </w:tc>
    </w:tr>
  </w:tbl>
  <w:p w14:paraId="75C0D1DB" w14:textId="77777777" w:rsidR="007F3B6A" w:rsidRPr="00D6163D" w:rsidRDefault="007F3B6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F3B6A" w14:paraId="305FD5DB" w14:textId="77777777" w:rsidTr="00B22106">
      <w:trPr>
        <w:trHeight w:hRule="exact" w:val="936"/>
      </w:trPr>
      <w:tc>
        <w:tcPr>
          <w:tcW w:w="1361" w:type="dxa"/>
          <w:tcMar>
            <w:left w:w="0" w:type="dxa"/>
            <w:right w:w="0" w:type="dxa"/>
          </w:tcMar>
        </w:tcPr>
        <w:p w14:paraId="570B0069" w14:textId="77777777" w:rsidR="007F3B6A" w:rsidRPr="00B8518B" w:rsidRDefault="007F3B6A" w:rsidP="00FC6389">
          <w:pPr>
            <w:pStyle w:val="Zpat"/>
            <w:rPr>
              <w:rStyle w:val="slostrnky"/>
            </w:rPr>
          </w:pPr>
        </w:p>
      </w:tc>
      <w:tc>
        <w:tcPr>
          <w:tcW w:w="3458" w:type="dxa"/>
          <w:shd w:val="clear" w:color="auto" w:fill="auto"/>
          <w:tcMar>
            <w:left w:w="0" w:type="dxa"/>
            <w:right w:w="0" w:type="dxa"/>
          </w:tcMar>
        </w:tcPr>
        <w:p w14:paraId="5C1BA917" w14:textId="77777777" w:rsidR="007F3B6A" w:rsidRDefault="007F3B6A" w:rsidP="00FC6389">
          <w:pPr>
            <w:pStyle w:val="Zpat"/>
          </w:pPr>
        </w:p>
      </w:tc>
      <w:tc>
        <w:tcPr>
          <w:tcW w:w="5756" w:type="dxa"/>
          <w:shd w:val="clear" w:color="auto" w:fill="auto"/>
          <w:tcMar>
            <w:left w:w="0" w:type="dxa"/>
            <w:right w:w="0" w:type="dxa"/>
          </w:tcMar>
        </w:tcPr>
        <w:p w14:paraId="2C32B53E" w14:textId="77777777" w:rsidR="007F3B6A" w:rsidRPr="00D6163D" w:rsidRDefault="007F3B6A" w:rsidP="00FC6389">
          <w:pPr>
            <w:pStyle w:val="Druhdokumentu"/>
          </w:pPr>
        </w:p>
      </w:tc>
    </w:tr>
    <w:tr w:rsidR="007F3B6A" w14:paraId="69F8D53D" w14:textId="77777777" w:rsidTr="00B22106">
      <w:trPr>
        <w:trHeight w:hRule="exact" w:val="936"/>
      </w:trPr>
      <w:tc>
        <w:tcPr>
          <w:tcW w:w="1361" w:type="dxa"/>
          <w:tcMar>
            <w:left w:w="0" w:type="dxa"/>
            <w:right w:w="0" w:type="dxa"/>
          </w:tcMar>
        </w:tcPr>
        <w:p w14:paraId="679BED3A" w14:textId="77777777" w:rsidR="007F3B6A" w:rsidRPr="00B8518B" w:rsidRDefault="007F3B6A" w:rsidP="00FC6389">
          <w:pPr>
            <w:pStyle w:val="Zpat"/>
            <w:rPr>
              <w:rStyle w:val="slostrnky"/>
            </w:rPr>
          </w:pPr>
        </w:p>
      </w:tc>
      <w:tc>
        <w:tcPr>
          <w:tcW w:w="3458" w:type="dxa"/>
          <w:shd w:val="clear" w:color="auto" w:fill="auto"/>
          <w:tcMar>
            <w:left w:w="0" w:type="dxa"/>
            <w:right w:w="0" w:type="dxa"/>
          </w:tcMar>
        </w:tcPr>
        <w:p w14:paraId="63E8AC86" w14:textId="77777777" w:rsidR="007F3B6A" w:rsidRDefault="007F3B6A" w:rsidP="00FC6389">
          <w:pPr>
            <w:pStyle w:val="Zpat"/>
          </w:pPr>
        </w:p>
      </w:tc>
      <w:tc>
        <w:tcPr>
          <w:tcW w:w="5756" w:type="dxa"/>
          <w:shd w:val="clear" w:color="auto" w:fill="auto"/>
          <w:tcMar>
            <w:left w:w="0" w:type="dxa"/>
            <w:right w:w="0" w:type="dxa"/>
          </w:tcMar>
        </w:tcPr>
        <w:p w14:paraId="702F8471" w14:textId="77777777" w:rsidR="007F3B6A" w:rsidRPr="00D6163D" w:rsidRDefault="007F3B6A" w:rsidP="00FC6389">
          <w:pPr>
            <w:pStyle w:val="Druhdokumentu"/>
          </w:pPr>
        </w:p>
      </w:tc>
    </w:tr>
  </w:tbl>
  <w:p w14:paraId="0A197E79" w14:textId="77777777" w:rsidR="007F3B6A" w:rsidRPr="00D6163D" w:rsidRDefault="007F3B6A"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7F3B6A" w:rsidRPr="00460660" w:rsidRDefault="007F3B6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2C8D"/>
    <w:rsid w:val="00046545"/>
    <w:rsid w:val="000471FA"/>
    <w:rsid w:val="000552D4"/>
    <w:rsid w:val="00061916"/>
    <w:rsid w:val="00061E45"/>
    <w:rsid w:val="0006450D"/>
    <w:rsid w:val="0006499F"/>
    <w:rsid w:val="0006588D"/>
    <w:rsid w:val="00067A5E"/>
    <w:rsid w:val="00067EE3"/>
    <w:rsid w:val="000700CA"/>
    <w:rsid w:val="000719BB"/>
    <w:rsid w:val="00071EF2"/>
    <w:rsid w:val="00072A65"/>
    <w:rsid w:val="00072C1E"/>
    <w:rsid w:val="00082434"/>
    <w:rsid w:val="000839DD"/>
    <w:rsid w:val="00085564"/>
    <w:rsid w:val="000860F7"/>
    <w:rsid w:val="00090767"/>
    <w:rsid w:val="00091CD6"/>
    <w:rsid w:val="00092CC9"/>
    <w:rsid w:val="000961B4"/>
    <w:rsid w:val="000A41D2"/>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F4E40"/>
    <w:rsid w:val="001010EE"/>
    <w:rsid w:val="001032AF"/>
    <w:rsid w:val="00106A0E"/>
    <w:rsid w:val="001077DE"/>
    <w:rsid w:val="00112301"/>
    <w:rsid w:val="00112864"/>
    <w:rsid w:val="00112F94"/>
    <w:rsid w:val="00114472"/>
    <w:rsid w:val="00114988"/>
    <w:rsid w:val="00114A29"/>
    <w:rsid w:val="00115069"/>
    <w:rsid w:val="001150F2"/>
    <w:rsid w:val="00116813"/>
    <w:rsid w:val="00132890"/>
    <w:rsid w:val="00142F26"/>
    <w:rsid w:val="00146496"/>
    <w:rsid w:val="00146BCB"/>
    <w:rsid w:val="00146DD0"/>
    <w:rsid w:val="001472A9"/>
    <w:rsid w:val="001474D9"/>
    <w:rsid w:val="00157179"/>
    <w:rsid w:val="001656A2"/>
    <w:rsid w:val="00170521"/>
    <w:rsid w:val="00170EC5"/>
    <w:rsid w:val="001747C1"/>
    <w:rsid w:val="00175EB0"/>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1F70E6"/>
    <w:rsid w:val="00202B5D"/>
    <w:rsid w:val="00204A00"/>
    <w:rsid w:val="0020586C"/>
    <w:rsid w:val="0020719F"/>
    <w:rsid w:val="002071BB"/>
    <w:rsid w:val="00207DF5"/>
    <w:rsid w:val="00210E10"/>
    <w:rsid w:val="0021225E"/>
    <w:rsid w:val="0022029A"/>
    <w:rsid w:val="002222C1"/>
    <w:rsid w:val="00233A30"/>
    <w:rsid w:val="00233A53"/>
    <w:rsid w:val="00235EB5"/>
    <w:rsid w:val="002369BD"/>
    <w:rsid w:val="00240B81"/>
    <w:rsid w:val="00241322"/>
    <w:rsid w:val="00243A80"/>
    <w:rsid w:val="002442C9"/>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1002"/>
    <w:rsid w:val="00283288"/>
    <w:rsid w:val="00283302"/>
    <w:rsid w:val="002924B8"/>
    <w:rsid w:val="002952C6"/>
    <w:rsid w:val="002A1957"/>
    <w:rsid w:val="002A3B57"/>
    <w:rsid w:val="002C04EE"/>
    <w:rsid w:val="002C31BF"/>
    <w:rsid w:val="002D7FD6"/>
    <w:rsid w:val="002E0763"/>
    <w:rsid w:val="002E0CD7"/>
    <w:rsid w:val="002E0CFB"/>
    <w:rsid w:val="002E0F4A"/>
    <w:rsid w:val="002E294C"/>
    <w:rsid w:val="002E5B10"/>
    <w:rsid w:val="002E5C7B"/>
    <w:rsid w:val="002F198F"/>
    <w:rsid w:val="002F4333"/>
    <w:rsid w:val="00307641"/>
    <w:rsid w:val="00311E65"/>
    <w:rsid w:val="00311F11"/>
    <w:rsid w:val="0031498D"/>
    <w:rsid w:val="00317F7D"/>
    <w:rsid w:val="00321E17"/>
    <w:rsid w:val="00322579"/>
    <w:rsid w:val="00324AE8"/>
    <w:rsid w:val="00324C4C"/>
    <w:rsid w:val="00327EEF"/>
    <w:rsid w:val="0033239F"/>
    <w:rsid w:val="00337143"/>
    <w:rsid w:val="0033722A"/>
    <w:rsid w:val="0033730D"/>
    <w:rsid w:val="0034274B"/>
    <w:rsid w:val="0034455B"/>
    <w:rsid w:val="00344A9C"/>
    <w:rsid w:val="003452A1"/>
    <w:rsid w:val="00345694"/>
    <w:rsid w:val="0034719F"/>
    <w:rsid w:val="00347D3E"/>
    <w:rsid w:val="00350A35"/>
    <w:rsid w:val="0035531B"/>
    <w:rsid w:val="003571D8"/>
    <w:rsid w:val="00357BC6"/>
    <w:rsid w:val="00360076"/>
    <w:rsid w:val="00360428"/>
    <w:rsid w:val="00361422"/>
    <w:rsid w:val="0036290F"/>
    <w:rsid w:val="00362D1E"/>
    <w:rsid w:val="00370DFC"/>
    <w:rsid w:val="003717A3"/>
    <w:rsid w:val="00373447"/>
    <w:rsid w:val="003751D6"/>
    <w:rsid w:val="003753A9"/>
    <w:rsid w:val="0037545D"/>
    <w:rsid w:val="00382B21"/>
    <w:rsid w:val="00385740"/>
    <w:rsid w:val="00386FF1"/>
    <w:rsid w:val="00392EB6"/>
    <w:rsid w:val="00393419"/>
    <w:rsid w:val="00393C6E"/>
    <w:rsid w:val="003944D4"/>
    <w:rsid w:val="00394D03"/>
    <w:rsid w:val="003956C6"/>
    <w:rsid w:val="003A0E3D"/>
    <w:rsid w:val="003A1CBA"/>
    <w:rsid w:val="003A4513"/>
    <w:rsid w:val="003B26BD"/>
    <w:rsid w:val="003B2F37"/>
    <w:rsid w:val="003B4E63"/>
    <w:rsid w:val="003B596D"/>
    <w:rsid w:val="003C00AA"/>
    <w:rsid w:val="003C103D"/>
    <w:rsid w:val="003C33F2"/>
    <w:rsid w:val="003D0EE6"/>
    <w:rsid w:val="003D1A44"/>
    <w:rsid w:val="003D42AA"/>
    <w:rsid w:val="003D681F"/>
    <w:rsid w:val="003D756E"/>
    <w:rsid w:val="003E3953"/>
    <w:rsid w:val="003E3CE3"/>
    <w:rsid w:val="003E420D"/>
    <w:rsid w:val="003E4C13"/>
    <w:rsid w:val="003E596C"/>
    <w:rsid w:val="003E79F5"/>
    <w:rsid w:val="003F11D4"/>
    <w:rsid w:val="003F37A0"/>
    <w:rsid w:val="003F3F8A"/>
    <w:rsid w:val="003F78E7"/>
    <w:rsid w:val="004018B6"/>
    <w:rsid w:val="004023D5"/>
    <w:rsid w:val="00404BA2"/>
    <w:rsid w:val="0040523A"/>
    <w:rsid w:val="004078F3"/>
    <w:rsid w:val="00412F6F"/>
    <w:rsid w:val="00413F61"/>
    <w:rsid w:val="004220FA"/>
    <w:rsid w:val="00422E8D"/>
    <w:rsid w:val="0042745B"/>
    <w:rsid w:val="00427794"/>
    <w:rsid w:val="00442AE4"/>
    <w:rsid w:val="00450F07"/>
    <w:rsid w:val="00451D51"/>
    <w:rsid w:val="0045221E"/>
    <w:rsid w:val="00452F69"/>
    <w:rsid w:val="00453CD3"/>
    <w:rsid w:val="00453EAE"/>
    <w:rsid w:val="00454716"/>
    <w:rsid w:val="00454BB9"/>
    <w:rsid w:val="00455991"/>
    <w:rsid w:val="00457582"/>
    <w:rsid w:val="00457877"/>
    <w:rsid w:val="00460660"/>
    <w:rsid w:val="00460A86"/>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91C78"/>
    <w:rsid w:val="004B054B"/>
    <w:rsid w:val="004B34E9"/>
    <w:rsid w:val="004B4008"/>
    <w:rsid w:val="004B7724"/>
    <w:rsid w:val="004C086E"/>
    <w:rsid w:val="004C4399"/>
    <w:rsid w:val="004C5727"/>
    <w:rsid w:val="004C787C"/>
    <w:rsid w:val="004D3B30"/>
    <w:rsid w:val="004D78D3"/>
    <w:rsid w:val="004E39D9"/>
    <w:rsid w:val="004E55AC"/>
    <w:rsid w:val="004E7107"/>
    <w:rsid w:val="004E77B2"/>
    <w:rsid w:val="004E7A1F"/>
    <w:rsid w:val="004F0C23"/>
    <w:rsid w:val="004F1D17"/>
    <w:rsid w:val="004F3CA6"/>
    <w:rsid w:val="004F4597"/>
    <w:rsid w:val="004F4B9B"/>
    <w:rsid w:val="004F6CAF"/>
    <w:rsid w:val="004F70A1"/>
    <w:rsid w:val="00500887"/>
    <w:rsid w:val="00500C29"/>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406EB"/>
    <w:rsid w:val="00542A90"/>
    <w:rsid w:val="00544A85"/>
    <w:rsid w:val="00546FFB"/>
    <w:rsid w:val="00551E4C"/>
    <w:rsid w:val="00553375"/>
    <w:rsid w:val="00555884"/>
    <w:rsid w:val="00560665"/>
    <w:rsid w:val="00564DDD"/>
    <w:rsid w:val="00565F22"/>
    <w:rsid w:val="0056655E"/>
    <w:rsid w:val="005736B7"/>
    <w:rsid w:val="005742CC"/>
    <w:rsid w:val="00575E5A"/>
    <w:rsid w:val="00577A3C"/>
    <w:rsid w:val="00580245"/>
    <w:rsid w:val="00584AFA"/>
    <w:rsid w:val="00587D6D"/>
    <w:rsid w:val="005909AC"/>
    <w:rsid w:val="00591752"/>
    <w:rsid w:val="00595B2D"/>
    <w:rsid w:val="005971DD"/>
    <w:rsid w:val="005A1F44"/>
    <w:rsid w:val="005A3D2F"/>
    <w:rsid w:val="005B21D6"/>
    <w:rsid w:val="005B3472"/>
    <w:rsid w:val="005B5EA8"/>
    <w:rsid w:val="005B64BB"/>
    <w:rsid w:val="005C0F61"/>
    <w:rsid w:val="005C2C3B"/>
    <w:rsid w:val="005C55AA"/>
    <w:rsid w:val="005D0321"/>
    <w:rsid w:val="005D3124"/>
    <w:rsid w:val="005D3C39"/>
    <w:rsid w:val="005D4921"/>
    <w:rsid w:val="005E33AB"/>
    <w:rsid w:val="005E62AD"/>
    <w:rsid w:val="005E768E"/>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72"/>
    <w:rsid w:val="00660BEB"/>
    <w:rsid w:val="00665F2C"/>
    <w:rsid w:val="006720FB"/>
    <w:rsid w:val="006776B6"/>
    <w:rsid w:val="00677E3B"/>
    <w:rsid w:val="00682019"/>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C4E63"/>
    <w:rsid w:val="006D34B2"/>
    <w:rsid w:val="006D36C4"/>
    <w:rsid w:val="006E0578"/>
    <w:rsid w:val="006E314D"/>
    <w:rsid w:val="006E449B"/>
    <w:rsid w:val="006E6077"/>
    <w:rsid w:val="006E6247"/>
    <w:rsid w:val="006F67BA"/>
    <w:rsid w:val="006F6B09"/>
    <w:rsid w:val="007038DC"/>
    <w:rsid w:val="00703EFD"/>
    <w:rsid w:val="007063D3"/>
    <w:rsid w:val="00706F4C"/>
    <w:rsid w:val="00710723"/>
    <w:rsid w:val="007134F3"/>
    <w:rsid w:val="00714AE8"/>
    <w:rsid w:val="0071628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35F"/>
    <w:rsid w:val="00766846"/>
    <w:rsid w:val="0076790E"/>
    <w:rsid w:val="0077218F"/>
    <w:rsid w:val="00773DC0"/>
    <w:rsid w:val="0077427F"/>
    <w:rsid w:val="0077673A"/>
    <w:rsid w:val="00776A8A"/>
    <w:rsid w:val="007846E1"/>
    <w:rsid w:val="007847D6"/>
    <w:rsid w:val="00790795"/>
    <w:rsid w:val="00792824"/>
    <w:rsid w:val="00797E05"/>
    <w:rsid w:val="00797E16"/>
    <w:rsid w:val="007A0923"/>
    <w:rsid w:val="007A2107"/>
    <w:rsid w:val="007A5172"/>
    <w:rsid w:val="007A67A0"/>
    <w:rsid w:val="007A69D8"/>
    <w:rsid w:val="007B3D4D"/>
    <w:rsid w:val="007B570C"/>
    <w:rsid w:val="007B6941"/>
    <w:rsid w:val="007C21AA"/>
    <w:rsid w:val="007C2BEC"/>
    <w:rsid w:val="007D0559"/>
    <w:rsid w:val="007D4F89"/>
    <w:rsid w:val="007D5A8D"/>
    <w:rsid w:val="007E1529"/>
    <w:rsid w:val="007E2234"/>
    <w:rsid w:val="007E4A6E"/>
    <w:rsid w:val="007E6028"/>
    <w:rsid w:val="007F0310"/>
    <w:rsid w:val="007F1CE2"/>
    <w:rsid w:val="007F3B6A"/>
    <w:rsid w:val="007F56A7"/>
    <w:rsid w:val="00800851"/>
    <w:rsid w:val="008008A3"/>
    <w:rsid w:val="0080282D"/>
    <w:rsid w:val="008032C7"/>
    <w:rsid w:val="00806B1C"/>
    <w:rsid w:val="00807DD0"/>
    <w:rsid w:val="00812473"/>
    <w:rsid w:val="00812800"/>
    <w:rsid w:val="00812B53"/>
    <w:rsid w:val="00814264"/>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083C"/>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421F"/>
    <w:rsid w:val="00936091"/>
    <w:rsid w:val="009404DC"/>
    <w:rsid w:val="00940D8A"/>
    <w:rsid w:val="009414D7"/>
    <w:rsid w:val="00941DEB"/>
    <w:rsid w:val="009444D8"/>
    <w:rsid w:val="00945582"/>
    <w:rsid w:val="009531C1"/>
    <w:rsid w:val="009534BF"/>
    <w:rsid w:val="009556C8"/>
    <w:rsid w:val="00956089"/>
    <w:rsid w:val="009560DD"/>
    <w:rsid w:val="00962258"/>
    <w:rsid w:val="00962E2B"/>
    <w:rsid w:val="00964860"/>
    <w:rsid w:val="00965855"/>
    <w:rsid w:val="00966D88"/>
    <w:rsid w:val="009678B7"/>
    <w:rsid w:val="00970D4B"/>
    <w:rsid w:val="009751BD"/>
    <w:rsid w:val="009801E3"/>
    <w:rsid w:val="0098426C"/>
    <w:rsid w:val="0098612D"/>
    <w:rsid w:val="00986BBA"/>
    <w:rsid w:val="00992D9C"/>
    <w:rsid w:val="009967C7"/>
    <w:rsid w:val="00996CB8"/>
    <w:rsid w:val="00997CCA"/>
    <w:rsid w:val="009A48A2"/>
    <w:rsid w:val="009A560F"/>
    <w:rsid w:val="009A7A46"/>
    <w:rsid w:val="009B07C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30FB"/>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30BF"/>
    <w:rsid w:val="00A555BD"/>
    <w:rsid w:val="00A6177B"/>
    <w:rsid w:val="00A6356B"/>
    <w:rsid w:val="00A643DB"/>
    <w:rsid w:val="00A66136"/>
    <w:rsid w:val="00A71189"/>
    <w:rsid w:val="00A71E9C"/>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B66D4"/>
    <w:rsid w:val="00AB68C6"/>
    <w:rsid w:val="00AC0B93"/>
    <w:rsid w:val="00AC28F5"/>
    <w:rsid w:val="00AC5E51"/>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E74F4"/>
    <w:rsid w:val="00AF151D"/>
    <w:rsid w:val="00AF20AA"/>
    <w:rsid w:val="00AF4A09"/>
    <w:rsid w:val="00B008D5"/>
    <w:rsid w:val="00B02F73"/>
    <w:rsid w:val="00B0619F"/>
    <w:rsid w:val="00B06A7A"/>
    <w:rsid w:val="00B07880"/>
    <w:rsid w:val="00B112D6"/>
    <w:rsid w:val="00B134D6"/>
    <w:rsid w:val="00B13A26"/>
    <w:rsid w:val="00B13C5A"/>
    <w:rsid w:val="00B15D0D"/>
    <w:rsid w:val="00B22106"/>
    <w:rsid w:val="00B277ED"/>
    <w:rsid w:val="00B36181"/>
    <w:rsid w:val="00B37552"/>
    <w:rsid w:val="00B40DDE"/>
    <w:rsid w:val="00B429CF"/>
    <w:rsid w:val="00B477DA"/>
    <w:rsid w:val="00B52819"/>
    <w:rsid w:val="00B5431A"/>
    <w:rsid w:val="00B60046"/>
    <w:rsid w:val="00B61530"/>
    <w:rsid w:val="00B65B1F"/>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DAE"/>
    <w:rsid w:val="00C154A5"/>
    <w:rsid w:val="00C17D66"/>
    <w:rsid w:val="00C21B8F"/>
    <w:rsid w:val="00C21EE4"/>
    <w:rsid w:val="00C21FDC"/>
    <w:rsid w:val="00C2217E"/>
    <w:rsid w:val="00C226C0"/>
    <w:rsid w:val="00C23EB8"/>
    <w:rsid w:val="00C23F40"/>
    <w:rsid w:val="00C358D1"/>
    <w:rsid w:val="00C370EE"/>
    <w:rsid w:val="00C4078E"/>
    <w:rsid w:val="00C411AF"/>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4CEF"/>
    <w:rsid w:val="00CA50B8"/>
    <w:rsid w:val="00CB3151"/>
    <w:rsid w:val="00CB6A37"/>
    <w:rsid w:val="00CB7684"/>
    <w:rsid w:val="00CC023C"/>
    <w:rsid w:val="00CC380D"/>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39AC"/>
    <w:rsid w:val="00D16891"/>
    <w:rsid w:val="00D1696D"/>
    <w:rsid w:val="00D1751A"/>
    <w:rsid w:val="00D21061"/>
    <w:rsid w:val="00D218E6"/>
    <w:rsid w:val="00D221E1"/>
    <w:rsid w:val="00D22D1E"/>
    <w:rsid w:val="00D240DF"/>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A6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345A"/>
    <w:rsid w:val="00DF651A"/>
    <w:rsid w:val="00DF6BFE"/>
    <w:rsid w:val="00DF7C21"/>
    <w:rsid w:val="00E01EA1"/>
    <w:rsid w:val="00E035F5"/>
    <w:rsid w:val="00E03815"/>
    <w:rsid w:val="00E135E5"/>
    <w:rsid w:val="00E16FF7"/>
    <w:rsid w:val="00E17484"/>
    <w:rsid w:val="00E17C7E"/>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510E9"/>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10AE"/>
    <w:rsid w:val="00EC1CEA"/>
    <w:rsid w:val="00EC2B14"/>
    <w:rsid w:val="00EC3176"/>
    <w:rsid w:val="00ED0703"/>
    <w:rsid w:val="00ED14BD"/>
    <w:rsid w:val="00ED218E"/>
    <w:rsid w:val="00ED6360"/>
    <w:rsid w:val="00ED6FE4"/>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79D0"/>
    <w:rsid w:val="00F27A26"/>
    <w:rsid w:val="00F30EB4"/>
    <w:rsid w:val="00F310F8"/>
    <w:rsid w:val="00F32148"/>
    <w:rsid w:val="00F332C7"/>
    <w:rsid w:val="00F35939"/>
    <w:rsid w:val="00F45607"/>
    <w:rsid w:val="00F46000"/>
    <w:rsid w:val="00F46EA7"/>
    <w:rsid w:val="00F4722B"/>
    <w:rsid w:val="00F54432"/>
    <w:rsid w:val="00F55E93"/>
    <w:rsid w:val="00F569C6"/>
    <w:rsid w:val="00F57610"/>
    <w:rsid w:val="00F6113F"/>
    <w:rsid w:val="00F61161"/>
    <w:rsid w:val="00F62556"/>
    <w:rsid w:val="00F62ADE"/>
    <w:rsid w:val="00F659EB"/>
    <w:rsid w:val="00F66F02"/>
    <w:rsid w:val="00F7046B"/>
    <w:rsid w:val="00F7192A"/>
    <w:rsid w:val="00F749F9"/>
    <w:rsid w:val="00F76F41"/>
    <w:rsid w:val="00F86BA6"/>
    <w:rsid w:val="00F911D1"/>
    <w:rsid w:val="00F91255"/>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145F02F-C19A-462D-9E83-8F3F0CFC9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196</TotalTime>
  <Pages>39</Pages>
  <Words>16549</Words>
  <Characters>97640</Characters>
  <Application>Microsoft Office Word</Application>
  <DocSecurity>0</DocSecurity>
  <Lines>813</Lines>
  <Paragraphs>227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38</cp:revision>
  <cp:lastPrinted>2023-02-22T12:50:00Z</cp:lastPrinted>
  <dcterms:created xsi:type="dcterms:W3CDTF">2022-08-12T12:17:00Z</dcterms:created>
  <dcterms:modified xsi:type="dcterms:W3CDTF">2023-02-22T12:50:00Z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