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6BC90340" w:rsidR="001B77EA" w:rsidRDefault="001B77EA" w:rsidP="001B77EA">
      <w:pPr>
        <w:pStyle w:val="Titul2"/>
      </w:pPr>
      <w:r w:rsidRPr="00402B45">
        <w:t xml:space="preserve">Název zakázky: </w:t>
      </w:r>
    </w:p>
    <w:p w14:paraId="7AFAC8E7" w14:textId="77777777" w:rsidR="000C316A" w:rsidRPr="00D23EFE" w:rsidRDefault="000C316A" w:rsidP="000C316A">
      <w:pPr>
        <w:pStyle w:val="Titul2"/>
      </w:pPr>
      <w:r w:rsidRPr="00D23EFE">
        <w:t>„Rekonstrukce traťového úseku Karlovy Vary (mimo) – Nové Sedlo u Lokte (včetně)“</w:t>
      </w:r>
    </w:p>
    <w:p w14:paraId="198EA012" w14:textId="01FA5077" w:rsidR="000C316A" w:rsidRPr="00402B45" w:rsidRDefault="000C316A" w:rsidP="000C316A">
      <w:pPr>
        <w:pStyle w:val="Titul2"/>
      </w:pPr>
      <w:r w:rsidRPr="00D23EFE">
        <w:t>„Rekonstrukce traťového úseku Nové Sedlo u Lokte (mimo) – Sokolov (včetně)“</w:t>
      </w:r>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F63BAB3" w:rsidR="00F422D3" w:rsidRDefault="000C316A"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2B4CDDDD" w:rsidR="00F422D3" w:rsidRDefault="003A60C1" w:rsidP="000C316A">
      <w:pPr>
        <w:pStyle w:val="Textbezodsazen"/>
        <w:spacing w:after="0"/>
      </w:pPr>
      <w:r>
        <w:t>I</w:t>
      </w:r>
      <w:r w:rsidR="0079664B">
        <w:t xml:space="preserve">SPROFIN / SUB. </w:t>
      </w:r>
      <w:r w:rsidR="0079664B" w:rsidRPr="0081565D">
        <w:t>ISPROFIN</w:t>
      </w:r>
      <w:r w:rsidR="000C316A">
        <w:t xml:space="preserve">: </w:t>
      </w:r>
      <w:r w:rsidR="000C316A">
        <w:tab/>
        <w:t>5413520020</w:t>
      </w:r>
    </w:p>
    <w:p w14:paraId="38EE33F3" w14:textId="1DAD066E" w:rsidR="000C316A" w:rsidRDefault="000C316A" w:rsidP="000C316A">
      <w:pPr>
        <w:pStyle w:val="Textbezodsazen"/>
        <w:spacing w:after="0"/>
      </w:pPr>
      <w:r>
        <w:tab/>
      </w:r>
      <w:r>
        <w:tab/>
      </w:r>
      <w:r>
        <w:tab/>
      </w:r>
      <w:r>
        <w:tab/>
        <w:t>5413520021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A10ED76"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0C316A" w:rsidRPr="00527B92">
        <w:rPr>
          <w:b/>
        </w:rPr>
        <w:t>„</w:t>
      </w:r>
      <w:r w:rsidR="000C316A" w:rsidRPr="00527B92">
        <w:rPr>
          <w:b/>
          <w:bCs/>
        </w:rPr>
        <w:t xml:space="preserve">Rekonstrukce traťového úseku </w:t>
      </w:r>
      <w:r w:rsidR="005A468A">
        <w:rPr>
          <w:b/>
          <w:bCs/>
        </w:rPr>
        <w:t>Karlovy</w:t>
      </w:r>
      <w:r w:rsidR="000C316A" w:rsidRPr="00527B92">
        <w:rPr>
          <w:b/>
          <w:bCs/>
        </w:rPr>
        <w:t xml:space="preserve"> Vary (mimo) - Nové Sedlo u Lokte (včetně)</w:t>
      </w:r>
      <w:r w:rsidR="000C316A" w:rsidRPr="00527B92">
        <w:rPr>
          <w:b/>
        </w:rPr>
        <w:t>“</w:t>
      </w:r>
      <w:r w:rsidR="000C316A">
        <w:t xml:space="preserve"> a  </w:t>
      </w:r>
      <w:r w:rsidR="000C316A">
        <w:rPr>
          <w:b/>
          <w:bCs/>
        </w:rPr>
        <w:t>„Rekonstrukce traťového úseku Nové Sedlo u Lokte (mimo) – Sokolov (mimo)“</w:t>
      </w:r>
      <w:r w:rsidR="000C316A">
        <w:rPr>
          <w:bCs/>
        </w:rPr>
        <w:t xml:space="preserve"> </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Pr="000B461D" w:rsidRDefault="003F5723" w:rsidP="003F5723">
      <w:pPr>
        <w:pStyle w:val="Text1-2"/>
      </w:pPr>
      <w:r>
        <w:t xml:space="preserve">Zhotovitel je vázán svou Nabídkou předloženou Objednateli v rámci zadávacího řízení na zadání Veřejné zakázky, která se pro úpravu </w:t>
      </w:r>
      <w:r w:rsidRPr="000B461D">
        <w:t>vzájemných vztahů vyplývajících z této Smlouvy použije subsidiárně.</w:t>
      </w:r>
    </w:p>
    <w:p w14:paraId="3ECD9EF0" w14:textId="77777777" w:rsidR="003F5723" w:rsidRPr="000B461D" w:rsidRDefault="003F5723" w:rsidP="003F5723">
      <w:pPr>
        <w:pStyle w:val="Nadpis1-1"/>
      </w:pPr>
      <w:r w:rsidRPr="000B461D">
        <w:t>PŘEDMĚT, CENA A HARMONOGRAM PLNĚNÍ SMLOUVY</w:t>
      </w:r>
    </w:p>
    <w:p w14:paraId="202145B7" w14:textId="2B774F80" w:rsidR="00870CA4" w:rsidRPr="000B461D" w:rsidRDefault="003F5723" w:rsidP="000B461D">
      <w:pPr>
        <w:pStyle w:val="Text1-1"/>
        <w:numPr>
          <w:ilvl w:val="1"/>
          <w:numId w:val="6"/>
        </w:numPr>
      </w:pPr>
      <w:r w:rsidRPr="000B461D">
        <w:t xml:space="preserve">Zhotovitel se zavazuje v souladu s touto Smlouvou provést Dílo spočívající ve zhotovení </w:t>
      </w:r>
      <w:r w:rsidR="00897796" w:rsidRPr="000B461D">
        <w:t>Projektové d</w:t>
      </w:r>
      <w:r w:rsidRPr="000B461D">
        <w:t>okumentace pro s</w:t>
      </w:r>
      <w:r w:rsidR="00C539CB" w:rsidRPr="000B461D">
        <w:t>polečné</w:t>
      </w:r>
      <w:r w:rsidRPr="000B461D">
        <w:t xml:space="preserve"> povolení (dále též jen D</w:t>
      </w:r>
      <w:r w:rsidR="00C539CB" w:rsidRPr="000B461D">
        <w:t>U</w:t>
      </w:r>
      <w:r w:rsidRPr="000B461D">
        <w:t xml:space="preserve">SP), Projektové dokumentace pro provádění stavby (dále též jen </w:t>
      </w:r>
      <w:r w:rsidR="00964369" w:rsidRPr="000B461D">
        <w:t>PDPS) dle specifikace uvedené v </w:t>
      </w:r>
      <w:r w:rsidRPr="000B461D">
        <w:t>Příloze č. 1 této Smlouvy a předat jej Objednateli, a dále se zavazuje, že zajistí výkon autorského dozoru při realizaci Stavby, kterým bude zajištěn soulad provádění Stavby s</w:t>
      </w:r>
      <w:r w:rsidR="00A50995" w:rsidRPr="000B461D">
        <w:t> </w:t>
      </w:r>
      <w:r w:rsidRPr="000B461D">
        <w:t>ověřenou a projednanou PDPS za podmínek stanovených v této Smlouvě. Součástí PDPS budou Zhotovitelem zajištěné veškeré činnosti koordinátora bezpečnosti a</w:t>
      </w:r>
      <w:r w:rsidR="00A50995" w:rsidRPr="000B461D">
        <w:t> </w:t>
      </w:r>
      <w:r w:rsidRPr="000B461D">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70CA4" w:rsidRPr="000B461D">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14:paraId="569F7DDA" w14:textId="77777777" w:rsidR="003F5723" w:rsidRPr="003F5723" w:rsidRDefault="003F5723" w:rsidP="000B461D">
      <w:pPr>
        <w:pStyle w:val="Textbezslovn"/>
        <w:ind w:firstLine="142"/>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4D4980C8" w:rsidR="003F5723" w:rsidRDefault="000B461D" w:rsidP="000B461D">
      <w:pPr>
        <w:pStyle w:val="Textbezslovn"/>
        <w:ind w:firstLine="142"/>
        <w:rPr>
          <w:rStyle w:val="Tun"/>
        </w:rPr>
      </w:pPr>
      <w:r>
        <w:t xml:space="preserve">slovy: </w:t>
      </w:r>
      <w:r>
        <w:tab/>
      </w:r>
      <w:r>
        <w:tab/>
      </w:r>
      <w:r w:rsidR="003F5723" w:rsidRPr="003F5723">
        <w:rPr>
          <w:rStyle w:val="Tun"/>
        </w:rPr>
        <w:t>"[</w:t>
      </w:r>
      <w:r w:rsidR="003F5723" w:rsidRPr="003F5723">
        <w:rPr>
          <w:rStyle w:val="Tun"/>
          <w:highlight w:val="yellow"/>
        </w:rPr>
        <w:t>VLOŽÍ ZHOTOVITEL</w:t>
      </w:r>
      <w:r w:rsidR="003F5723" w:rsidRPr="003F5723">
        <w:rPr>
          <w:rStyle w:val="Tun"/>
        </w:rPr>
        <w:t>]" korun českých</w:t>
      </w:r>
    </w:p>
    <w:p w14:paraId="6D53A33F" w14:textId="77777777" w:rsidR="00C63598" w:rsidRPr="00353199" w:rsidRDefault="00C63598" w:rsidP="000B461D">
      <w:pPr>
        <w:spacing w:after="120" w:line="264" w:lineRule="auto"/>
        <w:ind w:left="879"/>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50922AF3" w:rsidR="005E25D9" w:rsidRDefault="003F5723" w:rsidP="003F5723">
      <w:pPr>
        <w:pStyle w:val="Text1-1"/>
      </w:pPr>
      <w:r>
        <w:t>Místem plnění D</w:t>
      </w:r>
      <w:r w:rsidR="00C539CB">
        <w:t>U</w:t>
      </w:r>
      <w:r>
        <w:t xml:space="preserve">SP a PDPS je: </w:t>
      </w:r>
      <w:r w:rsidR="00FC5B0F" w:rsidRPr="006F6E10">
        <w:t xml:space="preserve">Stavební správa </w:t>
      </w:r>
      <w:r w:rsidR="00FC5B0F">
        <w:t xml:space="preserve">západ, </w:t>
      </w:r>
      <w:r w:rsidR="00FC5B0F" w:rsidRPr="0085205F">
        <w:t xml:space="preserve">Budova </w:t>
      </w:r>
      <w:proofErr w:type="spellStart"/>
      <w:r w:rsidR="00FC5B0F" w:rsidRPr="0085205F">
        <w:t>Diamond</w:t>
      </w:r>
      <w:proofErr w:type="spellEnd"/>
      <w:r w:rsidR="00FC5B0F" w:rsidRPr="0085205F">
        <w:t xml:space="preserve"> Point, Ke Štvanici 656/3, 186 00 Praha 8 </w:t>
      </w:r>
      <w:r w:rsidR="00FC5B0F">
        <w:t>–</w:t>
      </w:r>
      <w:r w:rsidR="00FC5B0F" w:rsidRPr="0085205F">
        <w:t xml:space="preserve"> Karlín</w:t>
      </w:r>
      <w:r w:rsidR="00FC5B0F">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Pr="00353199" w:rsidRDefault="003F5723" w:rsidP="003F5723">
      <w:pPr>
        <w:pStyle w:val="Nadpis1-1"/>
      </w:pPr>
      <w:r>
        <w:t>OSTATNÍ USTANOVENÍ</w:t>
      </w:r>
    </w:p>
    <w:p w14:paraId="16A701D9" w14:textId="3D949574"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1686D3BE" w:rsidR="00603435" w:rsidRPr="00E970E2" w:rsidRDefault="00603435" w:rsidP="00E970E2">
      <w:pPr>
        <w:pStyle w:val="Text1-1"/>
        <w:rPr>
          <w:rFonts w:eastAsia="Times New Roman" w:cs="Times New Roman"/>
          <w:strike/>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w:t>
      </w:r>
      <w:bookmarkStart w:id="0" w:name="_GoBack"/>
      <w:bookmarkEnd w:id="0"/>
      <w:r w:rsidR="00036449" w:rsidRPr="00EE221B">
        <w:t xml:space="preserve">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D51257">
      <w:pPr>
        <w:pStyle w:val="Text1-1"/>
        <w:numPr>
          <w:ilvl w:val="0"/>
          <w:numId w:val="0"/>
        </w:numPr>
        <w:ind w:left="879"/>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63C6061F" w:rsidR="005A6B84" w:rsidRPr="00D51257" w:rsidRDefault="005A6B84" w:rsidP="00DF0BA5">
      <w:pPr>
        <w:pStyle w:val="Text1-1"/>
        <w:numPr>
          <w:ilvl w:val="1"/>
          <w:numId w:val="6"/>
        </w:numPr>
        <w:rPr>
          <w:rFonts w:eastAsia="Times New Roman" w:cs="Times New Roman"/>
        </w:rPr>
      </w:pPr>
      <w:r w:rsidRPr="00D51257">
        <w:t>Sociálně a environmentálně odpovědné zadávání</w:t>
      </w:r>
    </w:p>
    <w:p w14:paraId="4D7E4A37" w14:textId="55DACEE9" w:rsidR="005A6B84" w:rsidRPr="00D51257" w:rsidRDefault="005A6B84" w:rsidP="005A6B84">
      <w:pPr>
        <w:pStyle w:val="Text1-2"/>
      </w:pPr>
      <w:r w:rsidRPr="00D51257">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D51257" w:rsidRDefault="005A6B84" w:rsidP="005A6B84">
      <w:pPr>
        <w:pStyle w:val="Text1-2"/>
      </w:pPr>
      <w:r w:rsidRPr="00D5125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D51257">
        <w:t>odst.4.7.1</w:t>
      </w:r>
      <w:proofErr w:type="gramEnd"/>
      <w:r w:rsidRPr="00D51257">
        <w:t xml:space="preserve"> této Smlouvy. </w:t>
      </w:r>
    </w:p>
    <w:p w14:paraId="5E0C9ED4" w14:textId="44DCC1BE" w:rsidR="005A6B84" w:rsidRPr="00D51257" w:rsidRDefault="00B75AA5" w:rsidP="005A6B84">
      <w:pPr>
        <w:pStyle w:val="Text1-2"/>
      </w:pPr>
      <w:r w:rsidRPr="00D51257">
        <w:t>Porady a jednání svolaná</w:t>
      </w:r>
      <w:r w:rsidR="005A6B84" w:rsidRPr="00D51257">
        <w:t xml:space="preserve"> dle odst.</w:t>
      </w:r>
      <w:r w:rsidRPr="00D51257">
        <w:t xml:space="preserve"> 3.2 Přílohy č.3b) této Smlouvy</w:t>
      </w:r>
      <w:r w:rsidR="005A6B84" w:rsidRPr="00D51257">
        <w:t xml:space="preserve"> budou probíhat primárně distančním způsobem (elektronicky, např. MS </w:t>
      </w:r>
      <w:proofErr w:type="spellStart"/>
      <w:r w:rsidR="005A6B84" w:rsidRPr="00D51257">
        <w:t>Teams</w:t>
      </w:r>
      <w:proofErr w:type="spellEnd"/>
      <w:r w:rsidR="005A6B84" w:rsidRPr="00D51257">
        <w:t xml:space="preserve">, Google </w:t>
      </w:r>
      <w:proofErr w:type="spellStart"/>
      <w:r w:rsidR="005A6B84" w:rsidRPr="00D51257">
        <w:t>meet</w:t>
      </w:r>
      <w:proofErr w:type="spellEnd"/>
      <w:r w:rsidR="005A6B84" w:rsidRPr="00D51257">
        <w:t>, atp.), pokud nebude nutné, aby byly spojeny s místním šetřením.</w:t>
      </w:r>
    </w:p>
    <w:p w14:paraId="5DDD8F87" w14:textId="5CDEE38C" w:rsidR="00935A9F" w:rsidRPr="00D51257" w:rsidRDefault="005A6B84" w:rsidP="00935A9F">
      <w:pPr>
        <w:pStyle w:val="Text1-2"/>
        <w:rPr>
          <w:rFonts w:eastAsia="Times New Roman"/>
          <w:i/>
        </w:rPr>
      </w:pPr>
      <w:r w:rsidRPr="00D51257">
        <w:t>Zhotovitel se zavazuje, že v průběhu plnění Díla v rozsahu D</w:t>
      </w:r>
      <w:r w:rsidR="00B75AA5" w:rsidRPr="00D51257">
        <w:t>U</w:t>
      </w:r>
      <w:r w:rsidRPr="00D51257">
        <w:t>SP a PDPS  umožní v souvislosti s plněním Díla provedení studentské exkurze, a to v kancelářích Zhotovitele nebo při provádění pr</w:t>
      </w:r>
      <w:r w:rsidR="00B75AA5" w:rsidRPr="00D51257">
        <w:t>ojekčních či průzkumných prací</w:t>
      </w:r>
      <w:r w:rsidRPr="00D51257">
        <w:t xml:space="preserve"> přímo na budoucím staveništi. </w:t>
      </w:r>
      <w:r w:rsidR="007C5935" w:rsidRPr="00D51257">
        <w:rPr>
          <w:rFonts w:eastAsia="Times New Roman"/>
        </w:rPr>
        <w:t>Podrobnosti k provedení exkurzí jsou uvedeny v Obchodních podmínkách</w:t>
      </w:r>
      <w:r w:rsidR="004E107F" w:rsidRPr="00D51257">
        <w:rPr>
          <w:rFonts w:eastAsia="Times New Roman"/>
        </w:rPr>
        <w:t>.</w:t>
      </w:r>
    </w:p>
    <w:p w14:paraId="7439BCEE" w14:textId="2984219C" w:rsidR="005A6B84" w:rsidRPr="00D51257" w:rsidRDefault="005A6B84" w:rsidP="005A6B84">
      <w:pPr>
        <w:pStyle w:val="Text1-2"/>
      </w:pPr>
      <w:r w:rsidRPr="00D51257">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6390AA4A" w:rsidR="00DF0BA5" w:rsidRPr="00D51257" w:rsidRDefault="005A6B84" w:rsidP="00AC3AAA">
      <w:pPr>
        <w:pStyle w:val="Text1-2"/>
        <w:numPr>
          <w:ilvl w:val="2"/>
          <w:numId w:val="6"/>
        </w:numPr>
        <w:tabs>
          <w:tab w:val="clear" w:pos="2354"/>
          <w:tab w:val="num" w:pos="1560"/>
        </w:tabs>
        <w:ind w:left="2410" w:hanging="850"/>
        <w:rPr>
          <w:rFonts w:eastAsia="Times New Roman" w:cs="Times New Roman"/>
        </w:rPr>
      </w:pPr>
      <w:r w:rsidRPr="00D51257">
        <w:t>Zhotovitel bude požadovat v Projektové dokumentaci recyklaci kameniva vyzískávaného z kolejového lože. Bližší specifikace je uvedena v odst.</w:t>
      </w:r>
      <w:r w:rsidR="001F4305" w:rsidRPr="00D51257">
        <w:t>5.6.23</w:t>
      </w:r>
      <w:r w:rsidRPr="00D51257">
        <w:t xml:space="preserve"> přílohy </w:t>
      </w:r>
      <w:proofErr w:type="gramStart"/>
      <w:r w:rsidRPr="00D51257">
        <w:t>č.3 b) této</w:t>
      </w:r>
      <w:proofErr w:type="gramEnd"/>
      <w:r w:rsidRPr="00D51257">
        <w:t xml:space="preserve"> Smlouvy.</w:t>
      </w:r>
    </w:p>
    <w:p w14:paraId="7BDBE9C0" w14:textId="1F42F4F6" w:rsidR="00092F70" w:rsidRDefault="00C42807" w:rsidP="00886508">
      <w:pPr>
        <w:pStyle w:val="Text1-2"/>
      </w:pPr>
      <w:r w:rsidRPr="00D51257">
        <w:t>NEOBSAZENO</w:t>
      </w:r>
    </w:p>
    <w:p w14:paraId="1E75261C" w14:textId="77777777" w:rsidR="00D51257" w:rsidRPr="00DE12F5" w:rsidRDefault="00D51257" w:rsidP="00D51257">
      <w:pPr>
        <w:pStyle w:val="Text1-1"/>
      </w:pPr>
      <w:r w:rsidRPr="00DE12F5">
        <w:t xml:space="preserve">Mezinárodní sankce </w:t>
      </w:r>
    </w:p>
    <w:p w14:paraId="0F43C243" w14:textId="77777777" w:rsidR="00D51257" w:rsidRPr="00DE12F5" w:rsidRDefault="00D51257" w:rsidP="00D51257">
      <w:pPr>
        <w:pStyle w:val="Text1-2"/>
      </w:pPr>
      <w:r w:rsidRPr="00DE12F5">
        <w:t xml:space="preserve">Zhotovitel prohlašuje, že: </w:t>
      </w:r>
    </w:p>
    <w:p w14:paraId="35803FC2" w14:textId="77777777" w:rsidR="00D51257" w:rsidRPr="00DE12F5" w:rsidRDefault="00D51257" w:rsidP="00D51257">
      <w:pPr>
        <w:pStyle w:val="Text1-2"/>
        <w:numPr>
          <w:ilvl w:val="0"/>
          <w:numId w:val="0"/>
        </w:numPr>
        <w:ind w:left="2354"/>
      </w:pPr>
      <w:r w:rsidRPr="00DE12F5">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41AD0E4" w14:textId="77777777" w:rsidR="00D51257" w:rsidRPr="00DE12F5" w:rsidRDefault="00D51257" w:rsidP="00D51257">
      <w:pPr>
        <w:pStyle w:val="Text1-2"/>
        <w:numPr>
          <w:ilvl w:val="0"/>
          <w:numId w:val="0"/>
        </w:numPr>
        <w:ind w:left="2354"/>
      </w:pPr>
      <w:r w:rsidRPr="00DE12F5">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DE12F5">
        <w:rPr>
          <w:b/>
        </w:rPr>
        <w:t>„Sankční seznamy“</w:t>
      </w:r>
      <w:r w:rsidRPr="00DE12F5">
        <w:t>),</w:t>
      </w:r>
    </w:p>
    <w:p w14:paraId="63CC8561" w14:textId="77777777" w:rsidR="00D51257" w:rsidRPr="00DE12F5" w:rsidRDefault="00D51257" w:rsidP="00D51257">
      <w:pPr>
        <w:pStyle w:val="Text1-2"/>
      </w:pPr>
      <w:r w:rsidRPr="00DE12F5">
        <w:t xml:space="preserve">Je-li Zhotovitelem sdružení více osob, platí výše podmínky dle tohoto odst. </w:t>
      </w:r>
      <w:r>
        <w:t>4.8</w:t>
      </w:r>
      <w:r w:rsidRPr="00DE12F5">
        <w:t xml:space="preserve"> také jednotlivě pro všechny osoby v rámci Zhotovitele sdružené, a to bez ohledu na právní formu tohoto sdružení.</w:t>
      </w:r>
    </w:p>
    <w:p w14:paraId="3825D02D" w14:textId="77777777" w:rsidR="00D51257" w:rsidRPr="00DE12F5" w:rsidRDefault="00D51257" w:rsidP="00D51257">
      <w:pPr>
        <w:pStyle w:val="Text1-2"/>
      </w:pPr>
      <w:r w:rsidRPr="00DE12F5">
        <w:t xml:space="preserve">Přestane-li Zhotovitel nebo některý z jeho poddodavatelů nebo jiných osob, jejichž způsobilost byla využita ve smyslu evropských směrnic o zadávání veřejných zakázek, splňovat výše uvedené podmínky dle tohoto odst. </w:t>
      </w:r>
      <w:r>
        <w:t>4.8</w:t>
      </w:r>
      <w:r w:rsidRPr="00DE12F5">
        <w:t>, oznámí tuto skutečnost bez zbytečného odkladu, nejpozději však do 3 pracovních dnů ode dne, kdy přestal splňovat výše uvedené podmínky, Objednateli.</w:t>
      </w:r>
    </w:p>
    <w:p w14:paraId="1DB02471" w14:textId="77777777" w:rsidR="00D51257" w:rsidRPr="00DE12F5" w:rsidRDefault="00D51257" w:rsidP="00D51257">
      <w:pPr>
        <w:pStyle w:val="Text1-2"/>
      </w:pPr>
      <w:r w:rsidRPr="00DE12F5">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72D194" w14:textId="77777777" w:rsidR="00D51257" w:rsidRPr="00DE12F5" w:rsidRDefault="00D51257" w:rsidP="00D51257">
      <w:pPr>
        <w:pStyle w:val="Text1-2"/>
      </w:pPr>
      <w:r w:rsidRPr="00DE12F5">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4DEDC08" w14:textId="77777777" w:rsidR="00D51257" w:rsidRPr="00DE12F5" w:rsidRDefault="00D51257" w:rsidP="00D51257">
      <w:pPr>
        <w:pStyle w:val="Text1-2"/>
      </w:pPr>
      <w:r w:rsidRPr="00DE12F5">
        <w:t xml:space="preserve">Ukáží-li se prohlášení Zhotovitele dle odstavce </w:t>
      </w:r>
      <w:r>
        <w:t>4.8.</w:t>
      </w:r>
      <w:r w:rsidRPr="00DE12F5">
        <w:t xml:space="preserve">1 této Smlouvy jako nepravdivá nebo poruší-li Zhotovitel svou oznamovací povinnost dle odstavce </w:t>
      </w:r>
      <w:r>
        <w:t>4.8</w:t>
      </w:r>
      <w:r w:rsidRPr="00DE12F5">
        <w:t xml:space="preserve">.3 nebo některou z povinností dle odstavců </w:t>
      </w:r>
      <w:r>
        <w:t>4.8</w:t>
      </w:r>
      <w:r w:rsidRPr="00DE12F5">
        <w:t>.</w:t>
      </w:r>
      <w:r>
        <w:t>4</w:t>
      </w:r>
      <w:r w:rsidRPr="00DE12F5">
        <w:t xml:space="preserve"> nebo </w:t>
      </w:r>
      <w:r>
        <w:t>4.8</w:t>
      </w:r>
      <w:r w:rsidRPr="00DE12F5">
        <w:t xml:space="preserve">.5 této Smlouvy, je Objednatel oprávněn odstoupit od této Smlouvy. Zhotovitel je dále povinen zaplatit za každé jednotlivé porušení povinností dle předchozí věty, s výjimkou oznamovací povinnosti dle odstavce </w:t>
      </w:r>
      <w:r>
        <w:t>4.8.</w:t>
      </w:r>
      <w:r w:rsidRPr="00DE12F5">
        <w:t xml:space="preserve">3 této Smlouvy, smluvní pokutu ve výši 300.000 Kč. Zhotovitel je dále povinen zaplatit za každé jednotlivé porušení oznamovací povinnosti dle odstavce </w:t>
      </w:r>
      <w:r>
        <w:t>4.8.</w:t>
      </w:r>
      <w:r w:rsidRPr="00DE12F5">
        <w:t xml:space="preserve">3, smluvní pokutu ve výši 100.000 Kč. Ustanovení § 2004 odst. 2 Občanského zákoníku a § 2050 Občanského zákoníku se nepoužijí. </w:t>
      </w:r>
    </w:p>
    <w:p w14:paraId="44ABDA66" w14:textId="77777777" w:rsidR="00D51257" w:rsidRPr="00DE12F5" w:rsidRDefault="00D51257" w:rsidP="00D51257">
      <w:pPr>
        <w:pStyle w:val="Text1-1"/>
      </w:pPr>
      <w:r w:rsidRPr="00DE12F5">
        <w:t>Požadavek na Poddodavatele</w:t>
      </w:r>
    </w:p>
    <w:p w14:paraId="0FE65D70" w14:textId="77777777" w:rsidR="00D51257" w:rsidRPr="00DE12F5" w:rsidRDefault="00D51257" w:rsidP="00D51257">
      <w:pPr>
        <w:pStyle w:val="Text1-2"/>
      </w:pPr>
      <w:r w:rsidRPr="00DE12F5">
        <w:t xml:space="preserve">Zhotovitel prohlašuje, že žádný z jeho Poddodavatelů (uvedených v Příloze č. </w:t>
      </w:r>
      <w:r>
        <w:t>8</w:t>
      </w:r>
      <w:r w:rsidRPr="00DE12F5">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E12F5">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39B5820" w14:textId="77777777" w:rsidR="00D51257" w:rsidRPr="00DE12F5" w:rsidRDefault="00D51257" w:rsidP="00D51257">
      <w:pPr>
        <w:pStyle w:val="Text1-2"/>
      </w:pPr>
      <w:r w:rsidRPr="00DE12F5">
        <w:t xml:space="preserve">Přestane-li některý z Poddodavatelů (uvedených v Příloze č. </w:t>
      </w:r>
      <w:r>
        <w:t>8</w:t>
      </w:r>
      <w:r w:rsidRPr="00DE12F5">
        <w:t xml:space="preserve"> této Smlouvy) splňovat výše uvedené podmínky dle odst. </w:t>
      </w:r>
      <w:r>
        <w:t>4.9</w:t>
      </w:r>
      <w:r w:rsidRPr="00DE12F5">
        <w:t>.1 této Smlouvy, oznámí Zhotovitel tuto skutečnost bez zbytečného odkladu, nejpozději však do 3 pracovních dnů ode dne, kdy Poddodavatel přestal splňovat výše uvedené podmínky, Objednateli.</w:t>
      </w:r>
    </w:p>
    <w:p w14:paraId="49906D36" w14:textId="0A7D23CD" w:rsidR="00D51257" w:rsidRDefault="00D51257" w:rsidP="00D51257">
      <w:pPr>
        <w:pStyle w:val="Text1-2"/>
      </w:pPr>
      <w:r w:rsidRPr="00DE12F5">
        <w:t xml:space="preserve">Objednatel může požadovat nahrazení Poddodavatele, který přestal splňovat podmínky dle odst. </w:t>
      </w:r>
      <w:r>
        <w:t>4.9</w:t>
      </w:r>
      <w:r w:rsidRPr="00DE12F5">
        <w:t>.1 této Smlouvy.</w:t>
      </w:r>
    </w:p>
    <w:p w14:paraId="66BC4566" w14:textId="54AA27CE" w:rsidR="00D51257" w:rsidRPr="00D51257" w:rsidRDefault="00D51257" w:rsidP="00D51257">
      <w:pPr>
        <w:pStyle w:val="Text1-2"/>
      </w:pPr>
      <w:r w:rsidRPr="00DE12F5">
        <w:t xml:space="preserve">Ukáží-li se prohlášení Zhotovitele dle odstavce 21.1 této Smlouvy jako nepravdivá nebo poruší-li Zhotovitel svou oznamovací povinnost dle odstavce </w:t>
      </w:r>
      <w:r>
        <w:t>4.9</w:t>
      </w:r>
      <w:r w:rsidRPr="00DE12F5">
        <w:t xml:space="preserve">.2, je Objednatel oprávněn odstoupit od této Smlouvy, smluvní pokutu ve výši 100.000 Kč. Zhotovitel je dále povinen zaplatit za každé jednotlivé porušení oznamovací povinnosti dle odstavce </w:t>
      </w:r>
      <w:r>
        <w:t>4.9</w:t>
      </w:r>
      <w:r w:rsidRPr="00DE12F5">
        <w:t>.2,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012725">
      <w:pPr>
        <w:pStyle w:val="Textbezslovn"/>
        <w:ind w:left="85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04BF43F5" w:rsidR="00F422D3" w:rsidRPr="00D51257" w:rsidRDefault="00F422D3" w:rsidP="00964369">
      <w:pPr>
        <w:pStyle w:val="Text1-1"/>
        <w:rPr>
          <w:i/>
        </w:rPr>
      </w:pPr>
      <w:r w:rsidRPr="00D51257">
        <w:t xml:space="preserve">Přílohy, které tvoří nedílnou součást této Smlouvy o dílo: </w:t>
      </w:r>
    </w:p>
    <w:p w14:paraId="2BC6E8BE" w14:textId="77777777" w:rsidR="00F422D3" w:rsidRPr="00D51257" w:rsidRDefault="00F422D3" w:rsidP="00012725">
      <w:pPr>
        <w:pStyle w:val="Textbezslovn"/>
        <w:ind w:left="851"/>
      </w:pPr>
      <w:r w:rsidRPr="00D51257">
        <w:t>Příloha č. 1</w:t>
      </w:r>
      <w:r w:rsidRPr="00D51257">
        <w:tab/>
      </w:r>
      <w:r w:rsidR="00124751" w:rsidRPr="00D51257">
        <w:rPr>
          <w:b/>
        </w:rPr>
        <w:t>Specifikace Díla</w:t>
      </w:r>
      <w:r w:rsidRPr="00D51257">
        <w:t xml:space="preserve"> </w:t>
      </w:r>
    </w:p>
    <w:p w14:paraId="08DB9120" w14:textId="4378A2CD" w:rsidR="00F422D3" w:rsidRPr="00D51257" w:rsidRDefault="00F422D3" w:rsidP="00012725">
      <w:pPr>
        <w:pStyle w:val="Textbezslovn"/>
        <w:ind w:left="851"/>
        <w:rPr>
          <w:b/>
        </w:rPr>
      </w:pPr>
      <w:r w:rsidRPr="00D51257">
        <w:t>Příloha č. 2</w:t>
      </w:r>
      <w:r w:rsidRPr="00D51257">
        <w:tab/>
      </w:r>
      <w:r w:rsidRPr="00D51257">
        <w:rPr>
          <w:b/>
        </w:rPr>
        <w:t>O</w:t>
      </w:r>
      <w:r w:rsidR="00124751" w:rsidRPr="00D51257">
        <w:rPr>
          <w:b/>
        </w:rPr>
        <w:t>bchodní podmínky</w:t>
      </w:r>
      <w:r w:rsidR="00124751" w:rsidRPr="00D51257">
        <w:t xml:space="preserve"> </w:t>
      </w:r>
      <w:r w:rsidR="00C539CB" w:rsidRPr="00D51257">
        <w:rPr>
          <w:b/>
        </w:rPr>
        <w:t>OP/DUSP+PDPS/</w:t>
      </w:r>
      <w:r w:rsidR="00012725" w:rsidRPr="00D51257">
        <w:rPr>
          <w:b/>
        </w:rPr>
        <w:t>07/22</w:t>
      </w:r>
    </w:p>
    <w:p w14:paraId="6A5B32C4" w14:textId="77777777" w:rsidR="00124751" w:rsidRPr="00D51257" w:rsidRDefault="00F422D3" w:rsidP="00012725">
      <w:pPr>
        <w:pStyle w:val="Textbezslovn"/>
        <w:ind w:left="851"/>
      </w:pPr>
      <w:r w:rsidRPr="00D51257">
        <w:t>Příloha č. 3</w:t>
      </w:r>
      <w:r w:rsidRPr="00D51257">
        <w:tab/>
      </w:r>
      <w:r w:rsidR="00124751" w:rsidRPr="00D51257">
        <w:rPr>
          <w:b/>
        </w:rPr>
        <w:t>Technické podmínky</w:t>
      </w:r>
    </w:p>
    <w:p w14:paraId="47B7879B" w14:textId="77777777" w:rsidR="00124751" w:rsidRPr="00D51257" w:rsidRDefault="00124751" w:rsidP="00012725">
      <w:pPr>
        <w:pStyle w:val="Textbezslovn"/>
        <w:ind w:left="851"/>
      </w:pPr>
      <w:r w:rsidRPr="00D51257">
        <w:t>a) Technické kvalitativní podmínky staveb státních drah (TKP)</w:t>
      </w:r>
    </w:p>
    <w:p w14:paraId="66DA2F8E" w14:textId="46896A52" w:rsidR="00612CEA" w:rsidRPr="00D51257" w:rsidRDefault="00124751" w:rsidP="00012725">
      <w:pPr>
        <w:pStyle w:val="Textbezslovn"/>
        <w:ind w:left="851"/>
        <w:jc w:val="left"/>
      </w:pPr>
      <w:r w:rsidRPr="00D51257">
        <w:t>b) Všeobecné technické podmínky</w:t>
      </w:r>
      <w:r w:rsidR="00CD7237" w:rsidRPr="00D51257">
        <w:t xml:space="preserve"> VTP/DOKUMENTACE/05/22</w:t>
      </w:r>
      <w:r w:rsidR="006D465A" w:rsidRPr="00D51257">
        <w:t xml:space="preserve"> </w:t>
      </w:r>
      <w:r w:rsidR="00204180" w:rsidRPr="00D51257">
        <w:t xml:space="preserve"> </w:t>
      </w:r>
    </w:p>
    <w:p w14:paraId="5B5F4A27" w14:textId="53D56F67" w:rsidR="00F422D3" w:rsidRPr="00D51257" w:rsidRDefault="00124751" w:rsidP="00012725">
      <w:pPr>
        <w:pStyle w:val="Textbezslovn"/>
        <w:ind w:left="851"/>
      </w:pPr>
      <w:r w:rsidRPr="00D51257">
        <w:t xml:space="preserve">c) Zvláštní technické podmínky </w:t>
      </w:r>
      <w:r w:rsidR="00CD7237" w:rsidRPr="00D51257">
        <w:t>„</w:t>
      </w:r>
      <w:r w:rsidR="00CD7237" w:rsidRPr="00D51257">
        <w:rPr>
          <w:bCs/>
        </w:rPr>
        <w:t xml:space="preserve">Rekonstrukce traťového úseku </w:t>
      </w:r>
      <w:r w:rsidR="005A468A">
        <w:rPr>
          <w:bCs/>
        </w:rPr>
        <w:t>Karlovy</w:t>
      </w:r>
      <w:r w:rsidR="00CD7237" w:rsidRPr="00D51257">
        <w:rPr>
          <w:bCs/>
        </w:rPr>
        <w:t xml:space="preserve"> Vary (mimo) - Nové Sedlo u Lokte (včetně)</w:t>
      </w:r>
      <w:r w:rsidR="00CD7237" w:rsidRPr="00D51257">
        <w:t>“</w:t>
      </w:r>
      <w:r w:rsidR="00012725" w:rsidRPr="00D51257">
        <w:t xml:space="preserve"> a </w:t>
      </w:r>
      <w:r w:rsidR="00CD7237" w:rsidRPr="00D51257">
        <w:t>Zvláštní technické podmínky</w:t>
      </w:r>
      <w:r w:rsidR="006650B1" w:rsidRPr="00D51257">
        <w:t xml:space="preserve"> </w:t>
      </w:r>
      <w:r w:rsidR="00CD7237" w:rsidRPr="00D51257">
        <w:rPr>
          <w:bCs/>
        </w:rPr>
        <w:t>„Rekonstrukce traťového úseku Nové Sedlo u Lokte (mimo) – Sokolov (mimo)“</w:t>
      </w:r>
    </w:p>
    <w:p w14:paraId="71ACA5C3" w14:textId="77777777" w:rsidR="00F422D3" w:rsidRPr="00D51257" w:rsidRDefault="00F422D3" w:rsidP="00012725">
      <w:pPr>
        <w:pStyle w:val="Textbezslovn"/>
        <w:ind w:left="851"/>
      </w:pPr>
      <w:r w:rsidRPr="00D51257">
        <w:t xml:space="preserve">Příloha </w:t>
      </w:r>
      <w:proofErr w:type="gramStart"/>
      <w:r w:rsidRPr="00D51257">
        <w:t>č. 4</w:t>
      </w:r>
      <w:r w:rsidRPr="00D51257">
        <w:tab/>
      </w:r>
      <w:r w:rsidR="00124751" w:rsidRPr="00D51257">
        <w:rPr>
          <w:b/>
        </w:rPr>
        <w:t>Rozpis</w:t>
      </w:r>
      <w:proofErr w:type="gramEnd"/>
      <w:r w:rsidR="00124751" w:rsidRPr="00D51257">
        <w:rPr>
          <w:b/>
        </w:rPr>
        <w:t xml:space="preserve"> Ceny Díla</w:t>
      </w:r>
    </w:p>
    <w:p w14:paraId="076023C1" w14:textId="77777777" w:rsidR="00F422D3" w:rsidRPr="00D51257" w:rsidRDefault="00F422D3" w:rsidP="00012725">
      <w:pPr>
        <w:pStyle w:val="Textbezslovn"/>
        <w:ind w:left="851"/>
      </w:pPr>
      <w:r w:rsidRPr="00D51257">
        <w:t>Příloha č. 5</w:t>
      </w:r>
      <w:r w:rsidRPr="00D51257">
        <w:tab/>
      </w:r>
      <w:r w:rsidR="00124751" w:rsidRPr="00D51257">
        <w:rPr>
          <w:b/>
        </w:rPr>
        <w:t>Harmonogram plnění</w:t>
      </w:r>
    </w:p>
    <w:p w14:paraId="0E48449C" w14:textId="77777777" w:rsidR="00124751" w:rsidRPr="00D51257" w:rsidRDefault="00F422D3" w:rsidP="00012725">
      <w:pPr>
        <w:pStyle w:val="Textbezslovn"/>
        <w:ind w:left="851"/>
      </w:pPr>
      <w:r w:rsidRPr="00D51257">
        <w:t>Příloha č. 6</w:t>
      </w:r>
      <w:r w:rsidRPr="00D51257">
        <w:tab/>
      </w:r>
      <w:r w:rsidR="00124751" w:rsidRPr="00D51257">
        <w:rPr>
          <w:b/>
        </w:rPr>
        <w:t>Oprávněné osoby</w:t>
      </w:r>
    </w:p>
    <w:p w14:paraId="057CCF92" w14:textId="77777777" w:rsidR="00124751" w:rsidRPr="00D51257" w:rsidRDefault="00F422D3" w:rsidP="00012725">
      <w:pPr>
        <w:pStyle w:val="Textbezslovn"/>
        <w:ind w:left="851"/>
      </w:pPr>
      <w:r w:rsidRPr="00D51257">
        <w:t>Příloha č.</w:t>
      </w:r>
      <w:r w:rsidR="00124751" w:rsidRPr="00D51257">
        <w:t> </w:t>
      </w:r>
      <w:r w:rsidRPr="00D51257">
        <w:t>7</w:t>
      </w:r>
      <w:r w:rsidRPr="00D51257">
        <w:tab/>
      </w:r>
      <w:r w:rsidR="00124751" w:rsidRPr="00D51257">
        <w:rPr>
          <w:b/>
        </w:rPr>
        <w:t xml:space="preserve">Seznam požadovaných pojištění </w:t>
      </w:r>
    </w:p>
    <w:p w14:paraId="2033BEAD" w14:textId="77777777" w:rsidR="00124751" w:rsidRPr="00D51257" w:rsidRDefault="00124751" w:rsidP="00012725">
      <w:pPr>
        <w:pStyle w:val="Textbezslovn"/>
        <w:ind w:left="851"/>
      </w:pPr>
      <w:r w:rsidRPr="00D51257">
        <w:t>Příloha č. 8</w:t>
      </w:r>
      <w:r w:rsidRPr="00D51257">
        <w:tab/>
      </w:r>
      <w:r w:rsidRPr="00D51257">
        <w:rPr>
          <w:b/>
        </w:rPr>
        <w:t>Seznam poddodavatelů</w:t>
      </w:r>
    </w:p>
    <w:p w14:paraId="7C26B3E2" w14:textId="77777777" w:rsidR="00124751" w:rsidRPr="00D51257" w:rsidRDefault="00124751" w:rsidP="00012725">
      <w:pPr>
        <w:pStyle w:val="Textbezslovn"/>
        <w:ind w:left="851"/>
      </w:pPr>
      <w:r w:rsidRPr="00D51257">
        <w:t>Příloha č. 9</w:t>
      </w:r>
      <w:r w:rsidRPr="00D51257">
        <w:tab/>
      </w:r>
      <w:r w:rsidRPr="00D51257">
        <w:rPr>
          <w:b/>
        </w:rPr>
        <w:t>Související dokumenty</w:t>
      </w:r>
    </w:p>
    <w:p w14:paraId="73CFD86A" w14:textId="71E7BC72" w:rsidR="00124751" w:rsidRPr="00D51257" w:rsidRDefault="00124751" w:rsidP="00012725">
      <w:pPr>
        <w:pStyle w:val="Textbezslovn"/>
        <w:ind w:left="851"/>
        <w:rPr>
          <w:b/>
        </w:rPr>
      </w:pPr>
      <w:r w:rsidRPr="00D51257">
        <w:t>Příloha č. 10</w:t>
      </w:r>
      <w:r w:rsidRPr="00D51257">
        <w:tab/>
      </w:r>
      <w:r w:rsidRPr="00D51257">
        <w:rPr>
          <w:b/>
        </w:rPr>
        <w:t>Zmocnění Vedoucího Zhotovitele</w:t>
      </w:r>
    </w:p>
    <w:p w14:paraId="6235534E" w14:textId="5D176968" w:rsidR="001E094F" w:rsidRPr="00D51257" w:rsidRDefault="001E094F" w:rsidP="00012725">
      <w:pPr>
        <w:pStyle w:val="Textbezslovn"/>
        <w:ind w:left="851"/>
      </w:pPr>
      <w:r w:rsidRPr="00D51257">
        <w:t>Příloha č.</w:t>
      </w:r>
      <w:r w:rsidR="00012725" w:rsidRPr="00D51257">
        <w:t xml:space="preserve"> </w:t>
      </w:r>
      <w:r w:rsidRPr="00D51257">
        <w:t xml:space="preserve">11 </w:t>
      </w:r>
      <w:r w:rsidR="00012725" w:rsidRPr="00D51257">
        <w:rPr>
          <w:b/>
        </w:rPr>
        <w:t xml:space="preserve">  </w:t>
      </w:r>
      <w:r w:rsidR="001245D6" w:rsidRPr="00D51257">
        <w:rPr>
          <w:b/>
        </w:rPr>
        <w:t>NEOBSAZENO</w:t>
      </w:r>
    </w:p>
    <w:p w14:paraId="07AE4955" w14:textId="77777777" w:rsidR="00964369" w:rsidRPr="00D51257"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188B581C" w:rsidR="007145F3" w:rsidRDefault="007145F3" w:rsidP="00CB4F6D">
      <w:pPr>
        <w:pStyle w:val="Textbezodsazen"/>
      </w:pPr>
    </w:p>
    <w:p w14:paraId="24EE9F9B" w14:textId="29E0C7EE" w:rsidR="00DE76FD" w:rsidRPr="00DE76FD" w:rsidRDefault="00DE76FD" w:rsidP="00DE76FD">
      <w:pPr>
        <w:autoSpaceDE w:val="0"/>
        <w:autoSpaceDN w:val="0"/>
        <w:adjustRightInd w:val="0"/>
        <w:spacing w:after="0" w:line="240" w:lineRule="auto"/>
        <w:jc w:val="both"/>
        <w:rPr>
          <w:rFonts w:cs="Verdana"/>
          <w:color w:val="000000"/>
          <w:sz w:val="18"/>
          <w:szCs w:val="18"/>
        </w:rPr>
      </w:pPr>
      <w:r w:rsidRPr="00DE76FD">
        <w:rPr>
          <w:rFonts w:cs="Verdana"/>
          <w:color w:val="000000"/>
          <w:sz w:val="18"/>
          <w:szCs w:val="18"/>
        </w:rPr>
        <w:t xml:space="preserve">Předmětem Díla </w:t>
      </w:r>
      <w:r w:rsidRPr="00DE76FD">
        <w:rPr>
          <w:rFonts w:cs="Verdana"/>
          <w:b/>
          <w:bCs/>
          <w:color w:val="000000"/>
          <w:sz w:val="18"/>
          <w:szCs w:val="18"/>
        </w:rPr>
        <w:t xml:space="preserve">„Rekonstrukce traťového úseku Karlovy Vary (mimo) – Nové Sedlo u Lokte (včetně)“ </w:t>
      </w:r>
      <w:r w:rsidRPr="00DE76FD">
        <w:rPr>
          <w:rFonts w:cs="Verdana"/>
          <w:bCs/>
          <w:color w:val="000000"/>
          <w:sz w:val="18"/>
          <w:szCs w:val="18"/>
        </w:rPr>
        <w:t>a</w:t>
      </w:r>
      <w:r w:rsidRPr="00DE76FD">
        <w:rPr>
          <w:rFonts w:cs="Verdana"/>
          <w:b/>
          <w:bCs/>
          <w:color w:val="000000"/>
          <w:sz w:val="18"/>
          <w:szCs w:val="18"/>
        </w:rPr>
        <w:t xml:space="preserve"> „Rekonstrukce traťového úseku Nové Sedlo u Lokte (mimo) – Sokolov (mimo)“</w:t>
      </w:r>
      <w:r w:rsidRPr="00DE76FD">
        <w:rPr>
          <w:rFonts w:cs="Verdana"/>
          <w:b/>
          <w:color w:val="000000"/>
          <w:sz w:val="18"/>
          <w:szCs w:val="18"/>
        </w:rPr>
        <w:t xml:space="preserve"> </w:t>
      </w:r>
      <w:r w:rsidRPr="00DE76FD">
        <w:rPr>
          <w:rFonts w:cs="Verdana"/>
          <w:color w:val="000000"/>
          <w:sz w:val="18"/>
          <w:szCs w:val="18"/>
        </w:rPr>
        <w:t xml:space="preserve">je: </w:t>
      </w:r>
    </w:p>
    <w:p w14:paraId="716DD57F" w14:textId="77777777" w:rsidR="00DE76FD" w:rsidRPr="00DE76FD" w:rsidRDefault="00DE76FD" w:rsidP="00DE76FD">
      <w:pPr>
        <w:pStyle w:val="Textbezodsazen"/>
      </w:pPr>
    </w:p>
    <w:p w14:paraId="1DA46153"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oznámení záměru dle § 6 (dále jen „oznámení EIA“) a dokumentace (dále jen „dokumentace EIA“) dle § 8 zákona č. 100/2001 Sb. o posuzování vlivů na životní prostředí, v platném znění. Závěr z procesu EIA bude zapracován do DUSP.</w:t>
      </w:r>
    </w:p>
    <w:p w14:paraId="46366E1D"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12B3AE2"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27EBC9A" w14:textId="77777777" w:rsidR="00DE76FD" w:rsidRPr="00DE76FD" w:rsidRDefault="00DE76FD" w:rsidP="00DE76FD">
      <w:pPr>
        <w:numPr>
          <w:ilvl w:val="0"/>
          <w:numId w:val="18"/>
        </w:numPr>
        <w:spacing w:after="240" w:line="264" w:lineRule="auto"/>
        <w:ind w:left="284" w:hanging="284"/>
        <w:contextualSpacing/>
        <w:rPr>
          <w:rFonts w:asciiTheme="minorHAnsi" w:hAnsiTheme="minorHAnsi"/>
          <w:sz w:val="18"/>
          <w:szCs w:val="18"/>
        </w:rPr>
      </w:pPr>
      <w:r w:rsidRPr="00DE76FD">
        <w:rPr>
          <w:rFonts w:asciiTheme="minorHAnsi" w:hAnsiTheme="minorHAnsi"/>
          <w:sz w:val="18"/>
          <w:szCs w:val="18"/>
        </w:rPr>
        <w:t>Zhotovení Projektové dokumentace pro provádění stavby, která rozpracuje a vymezí požadavky na stavbu do podrobností, které specifikují předmět Díla v takovém rozsahu, aby byla podkladem pro výběrové řízení na zhotovení stavby.</w:t>
      </w:r>
    </w:p>
    <w:p w14:paraId="33164B3E" w14:textId="77777777" w:rsidR="00DE76FD" w:rsidRPr="00DE76FD" w:rsidRDefault="00DE76FD" w:rsidP="00DE76FD">
      <w:pPr>
        <w:spacing w:after="240" w:line="264" w:lineRule="auto"/>
        <w:contextualSpacing/>
        <w:rPr>
          <w:rFonts w:asciiTheme="minorHAnsi" w:hAnsiTheme="minorHAnsi"/>
          <w:sz w:val="18"/>
          <w:szCs w:val="18"/>
        </w:rPr>
      </w:pPr>
    </w:p>
    <w:p w14:paraId="7951678E" w14:textId="77777777" w:rsidR="00DE76FD" w:rsidRPr="00DE76FD" w:rsidRDefault="00DE76FD" w:rsidP="00DE76FD">
      <w:pPr>
        <w:spacing w:after="240" w:line="264" w:lineRule="auto"/>
        <w:contextualSpacing/>
        <w:rPr>
          <w:rFonts w:asciiTheme="minorHAnsi" w:hAnsiTheme="minorHAnsi"/>
          <w:b/>
          <w:sz w:val="18"/>
          <w:szCs w:val="18"/>
        </w:rPr>
      </w:pPr>
    </w:p>
    <w:p w14:paraId="42FEB137" w14:textId="730AD153" w:rsidR="00DE76FD" w:rsidRDefault="00DE76FD" w:rsidP="00DE76FD">
      <w:pPr>
        <w:spacing w:after="240" w:line="264" w:lineRule="auto"/>
        <w:contextualSpacing/>
        <w:rPr>
          <w:rFonts w:asciiTheme="minorHAnsi" w:hAnsiTheme="minorHAnsi"/>
          <w:b/>
          <w:sz w:val="18"/>
          <w:szCs w:val="18"/>
        </w:rPr>
      </w:pPr>
      <w:r w:rsidRPr="00DE76FD">
        <w:rPr>
          <w:rFonts w:asciiTheme="minorHAnsi" w:hAnsiTheme="minorHAnsi"/>
          <w:b/>
          <w:sz w:val="18"/>
          <w:szCs w:val="18"/>
        </w:rPr>
        <w:t xml:space="preserve">Dokumentace </w:t>
      </w:r>
      <w:r>
        <w:rPr>
          <w:rFonts w:asciiTheme="minorHAnsi" w:hAnsiTheme="minorHAnsi"/>
          <w:b/>
          <w:sz w:val="18"/>
          <w:szCs w:val="18"/>
        </w:rPr>
        <w:t xml:space="preserve">se skládá z </w:t>
      </w:r>
      <w:r w:rsidRPr="00DE76FD">
        <w:rPr>
          <w:rFonts w:asciiTheme="minorHAnsi" w:hAnsiTheme="minorHAnsi"/>
          <w:b/>
          <w:sz w:val="18"/>
          <w:szCs w:val="18"/>
        </w:rPr>
        <w:t>následující</w:t>
      </w:r>
      <w:r>
        <w:rPr>
          <w:rFonts w:asciiTheme="minorHAnsi" w:hAnsiTheme="minorHAnsi"/>
          <w:b/>
          <w:sz w:val="18"/>
          <w:szCs w:val="18"/>
        </w:rPr>
        <w:t>ch</w:t>
      </w:r>
      <w:r w:rsidRPr="00DE76FD">
        <w:rPr>
          <w:rFonts w:asciiTheme="minorHAnsi" w:hAnsiTheme="minorHAnsi"/>
          <w:b/>
          <w:sz w:val="18"/>
          <w:szCs w:val="18"/>
        </w:rPr>
        <w:t xml:space="preserve"> části:</w:t>
      </w:r>
    </w:p>
    <w:p w14:paraId="010D5471" w14:textId="327F3CF2" w:rsidR="0017517D" w:rsidRDefault="0017517D" w:rsidP="00DE76FD">
      <w:pPr>
        <w:spacing w:after="240" w:line="264" w:lineRule="auto"/>
        <w:contextualSpacing/>
        <w:rPr>
          <w:rFonts w:asciiTheme="minorHAnsi" w:hAnsiTheme="minorHAnsi"/>
          <w:b/>
          <w:sz w:val="18"/>
          <w:szCs w:val="18"/>
        </w:rPr>
      </w:pPr>
    </w:p>
    <w:p w14:paraId="5651E807" w14:textId="2EFA09B2" w:rsidR="0017517D" w:rsidRPr="0017517D" w:rsidRDefault="0017517D" w:rsidP="00DE76FD">
      <w:pPr>
        <w:spacing w:after="240" w:line="264" w:lineRule="auto"/>
        <w:contextualSpacing/>
        <w:rPr>
          <w:rFonts w:asciiTheme="minorHAnsi" w:hAnsiTheme="minorHAnsi"/>
          <w:sz w:val="18"/>
          <w:szCs w:val="18"/>
        </w:rPr>
      </w:pPr>
      <w:r w:rsidRPr="00DE76FD">
        <w:rPr>
          <w:rFonts w:asciiTheme="minorHAnsi" w:hAnsiTheme="minorHAnsi"/>
          <w:b/>
          <w:sz w:val="18"/>
          <w:szCs w:val="18"/>
        </w:rPr>
        <w:t>A - „Rekonstrukce traťového úseku Karlovy Vary (mimo) – Nové Sedlo u Lokte (včetně)“</w:t>
      </w:r>
      <w:r>
        <w:rPr>
          <w:rFonts w:asciiTheme="minorHAnsi" w:hAnsiTheme="minorHAnsi"/>
          <w:sz w:val="18"/>
          <w:szCs w:val="18"/>
        </w:rPr>
        <w:t>, která se skládá z:</w:t>
      </w:r>
    </w:p>
    <w:p w14:paraId="5EF9F0E1" w14:textId="2F78BD30" w:rsidR="0017517D" w:rsidRDefault="0017517D" w:rsidP="00DE76FD">
      <w:pPr>
        <w:spacing w:after="240" w:line="264" w:lineRule="auto"/>
        <w:contextualSpacing/>
        <w:rPr>
          <w:rFonts w:asciiTheme="minorHAnsi" w:hAnsiTheme="minorHAnsi"/>
          <w:b/>
          <w:sz w:val="18"/>
          <w:szCs w:val="18"/>
        </w:rPr>
      </w:pPr>
    </w:p>
    <w:p w14:paraId="44C31F83" w14:textId="2C78B4CB" w:rsidR="00DE76FD" w:rsidRDefault="00DE76FD" w:rsidP="0017517D">
      <w:pPr>
        <w:spacing w:after="240" w:line="264" w:lineRule="auto"/>
        <w:ind w:left="705"/>
        <w:contextualSpacing/>
        <w:rPr>
          <w:rFonts w:asciiTheme="minorHAnsi" w:hAnsiTheme="minorHAnsi"/>
          <w:sz w:val="18"/>
          <w:szCs w:val="18"/>
        </w:rPr>
      </w:pPr>
      <w:r w:rsidRPr="00DE76FD">
        <w:rPr>
          <w:rFonts w:asciiTheme="minorHAnsi" w:hAnsiTheme="minorHAnsi"/>
          <w:b/>
          <w:sz w:val="18"/>
          <w:szCs w:val="18"/>
        </w:rPr>
        <w:t>A1 - „Rekonstrukce traťového úseku Karlovy Vary (mimo) – Nové Sedlo u Lokte (včetně)“, DUSP č.</w:t>
      </w:r>
      <w:r w:rsidRPr="00DE76FD">
        <w:rPr>
          <w:rFonts w:asciiTheme="minorHAnsi" w:hAnsiTheme="minorHAnsi"/>
          <w:sz w:val="18"/>
          <w:szCs w:val="18"/>
        </w:rPr>
        <w:t xml:space="preserve"> 1, pro úsek stavby v km 186,100 – 187,500 dle ZTP, čl. 1.2.2 a)</w:t>
      </w:r>
    </w:p>
    <w:p w14:paraId="2DBC95BB" w14:textId="77777777" w:rsidR="0017517D" w:rsidRDefault="0017517D" w:rsidP="0017517D">
      <w:pPr>
        <w:spacing w:after="240" w:line="264" w:lineRule="auto"/>
        <w:ind w:left="705"/>
        <w:contextualSpacing/>
        <w:rPr>
          <w:rFonts w:asciiTheme="minorHAnsi" w:hAnsiTheme="minorHAnsi"/>
          <w:sz w:val="18"/>
          <w:szCs w:val="18"/>
        </w:rPr>
      </w:pPr>
    </w:p>
    <w:p w14:paraId="75DA8144" w14:textId="21DB07AE" w:rsidR="00DE76FD" w:rsidRDefault="00DE76FD" w:rsidP="0017517D">
      <w:pPr>
        <w:spacing w:after="0" w:line="264" w:lineRule="auto"/>
        <w:ind w:left="705"/>
        <w:rPr>
          <w:rFonts w:asciiTheme="minorHAnsi" w:hAnsiTheme="minorHAnsi"/>
          <w:sz w:val="18"/>
          <w:szCs w:val="18"/>
        </w:rPr>
      </w:pPr>
      <w:r w:rsidRPr="00DE76FD">
        <w:rPr>
          <w:rFonts w:asciiTheme="minorHAnsi" w:hAnsiTheme="minorHAnsi"/>
          <w:b/>
          <w:sz w:val="18"/>
          <w:szCs w:val="18"/>
        </w:rPr>
        <w:t>A2 - „Rekonstrukce traťového úseku Karlovy Vary (mimo) – Nové Sedlo u Lokte (včetně)“, DUSP č. 2</w:t>
      </w:r>
      <w:r w:rsidRPr="00DE76FD">
        <w:rPr>
          <w:rFonts w:asciiTheme="minorHAnsi" w:hAnsiTheme="minorHAnsi"/>
          <w:sz w:val="18"/>
          <w:szCs w:val="18"/>
        </w:rPr>
        <w:t>, pro úsek stavby v km 187,500 - 198,787 dle ZTP, čl. 1.2.2 b)</w:t>
      </w:r>
    </w:p>
    <w:p w14:paraId="4581249B" w14:textId="77777777" w:rsidR="00DE76FD" w:rsidRPr="00DE76FD" w:rsidRDefault="00DE76FD" w:rsidP="00DE76FD">
      <w:pPr>
        <w:spacing w:after="0" w:line="264" w:lineRule="auto"/>
        <w:rPr>
          <w:rFonts w:asciiTheme="minorHAnsi" w:hAnsiTheme="minorHAnsi"/>
          <w:sz w:val="18"/>
          <w:szCs w:val="18"/>
        </w:rPr>
      </w:pPr>
    </w:p>
    <w:p w14:paraId="34BFF8C6" w14:textId="7B01609D" w:rsidR="00DE76FD" w:rsidRDefault="00DE76FD" w:rsidP="00DE76FD">
      <w:pPr>
        <w:pStyle w:val="Textbezodsazen"/>
      </w:pPr>
      <w:r w:rsidRPr="00DE76FD">
        <w:rPr>
          <w:rFonts w:asciiTheme="minorHAnsi" w:hAnsiTheme="minorHAnsi"/>
          <w:b/>
        </w:rPr>
        <w:t xml:space="preserve">B - </w:t>
      </w:r>
      <w:r w:rsidRPr="00DE76FD">
        <w:rPr>
          <w:rFonts w:cs="Verdana"/>
          <w:b/>
          <w:bCs/>
          <w:color w:val="000000"/>
        </w:rPr>
        <w:t>„Rekonstrukce traťového úseku Nové Sedlo u Lokte (mimo) – Sokolov (mimo)</w:t>
      </w:r>
      <w:r w:rsidRPr="00DE76FD">
        <w:rPr>
          <w:rFonts w:asciiTheme="minorHAnsi" w:hAnsiTheme="minorHAnsi"/>
          <w:b/>
        </w:rPr>
        <w:t>“</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0C3883D" w:rsidR="00124751" w:rsidRDefault="00C539CB" w:rsidP="00950EAF">
      <w:pPr>
        <w:pStyle w:val="Nadpisbezsl1-2"/>
      </w:pPr>
      <w:r>
        <w:t>OP/DUSP + PDPS</w:t>
      </w:r>
      <w:r w:rsidR="00C92420">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DB04F7E" w:rsidR="00E868F1" w:rsidRDefault="00C92420" w:rsidP="00E868F1">
      <w:pPr>
        <w:pStyle w:val="Textbezslovn"/>
      </w:pPr>
      <w:r>
        <w:t>VTP/DOKUMENTACE/05/22</w:t>
      </w:r>
    </w:p>
    <w:p w14:paraId="51AF4ACE" w14:textId="77777777" w:rsidR="00124751" w:rsidRDefault="00124751" w:rsidP="00124751">
      <w:pPr>
        <w:pStyle w:val="Nadpisbezsl1-2"/>
      </w:pPr>
      <w:r>
        <w:t>c)</w:t>
      </w:r>
      <w:r>
        <w:tab/>
        <w:t xml:space="preserve">Zvláštní technické podmínky </w:t>
      </w:r>
    </w:p>
    <w:p w14:paraId="165740DC" w14:textId="51E39F5F" w:rsidR="00C92420" w:rsidRPr="00B80B04" w:rsidRDefault="004A0D8D" w:rsidP="008A4D1B">
      <w:pPr>
        <w:pStyle w:val="Textbezslovn"/>
        <w:jc w:val="left"/>
      </w:pPr>
      <w:r>
        <w:rPr>
          <w:bCs/>
        </w:rPr>
        <w:t>„</w:t>
      </w:r>
      <w:r w:rsidR="00C92420" w:rsidRPr="00B80B04">
        <w:rPr>
          <w:bCs/>
        </w:rPr>
        <w:t xml:space="preserve">Rekonstrukce traťového úseku </w:t>
      </w:r>
      <w:r w:rsidR="005A468A">
        <w:rPr>
          <w:bCs/>
        </w:rPr>
        <w:t>Karlovy</w:t>
      </w:r>
      <w:r w:rsidR="00C92420" w:rsidRPr="00B80B04">
        <w:rPr>
          <w:bCs/>
        </w:rPr>
        <w:t xml:space="preserve"> Vary (mimo) - Nové Sedlo u Lokte (včetně)</w:t>
      </w:r>
      <w:r w:rsidR="00C92420" w:rsidRPr="00B80B04">
        <w:t xml:space="preserve">“ </w:t>
      </w:r>
    </w:p>
    <w:p w14:paraId="4CD5A2B1" w14:textId="32D0FBC3" w:rsidR="008A4D1B" w:rsidRPr="00B80B04" w:rsidRDefault="00C92420" w:rsidP="008A4D1B">
      <w:pPr>
        <w:pStyle w:val="Textbezslovn"/>
        <w:jc w:val="left"/>
      </w:pPr>
      <w:r w:rsidRPr="00B80B04">
        <w:rPr>
          <w:bCs/>
        </w:rPr>
        <w:t>„Rekonstrukce traťového úseku Nové Sedlo u Lokte (mimo) – Sokolov (mimo)“</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5C57B88" w:rsidR="008A4D1B" w:rsidRDefault="0030791F" w:rsidP="0030791F">
      <w:pPr>
        <w:pStyle w:val="Nadpisbezsl1-2"/>
        <w:numPr>
          <w:ilvl w:val="0"/>
          <w:numId w:val="17"/>
        </w:numPr>
        <w:ind w:left="426" w:hanging="426"/>
      </w:pPr>
      <w:r>
        <w:t>R</w:t>
      </w:r>
      <w:r w:rsidR="008A4D1B">
        <w:t>ozpis Ceny Díla</w:t>
      </w:r>
      <w:r>
        <w:t xml:space="preserve"> </w:t>
      </w:r>
      <w:r w:rsidRPr="00527B92">
        <w:t>„</w:t>
      </w:r>
      <w:r w:rsidRPr="00527B92">
        <w:rPr>
          <w:bCs/>
        </w:rPr>
        <w:t xml:space="preserve">Rekonstrukce traťového úseku </w:t>
      </w:r>
      <w:r w:rsidR="005A468A">
        <w:rPr>
          <w:bCs/>
        </w:rPr>
        <w:t>Karlovy</w:t>
      </w:r>
      <w:r w:rsidRPr="00527B92">
        <w:rPr>
          <w:bCs/>
        </w:rPr>
        <w:t xml:space="preserve"> Vary (mimo) - Nové Sedlo u Lokte (včetně)</w:t>
      </w:r>
      <w:r w:rsidRPr="00527B92">
        <w:t>“</w:t>
      </w:r>
    </w:p>
    <w:p w14:paraId="5122797C" w14:textId="23B7A586" w:rsidR="008A4D1B" w:rsidRDefault="008A4D1B" w:rsidP="0030791F">
      <w:pPr>
        <w:pStyle w:val="Textbezodsazen"/>
        <w:ind w:left="426"/>
      </w:pPr>
      <w:r>
        <w:t>Cena za zpracování D</w:t>
      </w:r>
      <w:r w:rsidR="00E868F1">
        <w:t>U</w:t>
      </w:r>
      <w:r>
        <w:t>SP a PDPS (podle členění na základní a dodatečné služby) a autorského dozoru</w:t>
      </w:r>
      <w:r w:rsidR="00134382">
        <w:t xml:space="preserve"> pro</w:t>
      </w:r>
      <w:r>
        <w:t>:</w:t>
      </w:r>
    </w:p>
    <w:p w14:paraId="5755D1F5" w14:textId="7CF4C82F" w:rsidR="00134382" w:rsidRDefault="00134382" w:rsidP="00C72E9C">
      <w:pPr>
        <w:pStyle w:val="Textbezodsazen"/>
      </w:pPr>
      <w:r w:rsidRPr="00DE76FD">
        <w:rPr>
          <w:rFonts w:asciiTheme="minorHAnsi" w:hAnsiTheme="minorHAnsi"/>
          <w:b/>
        </w:rPr>
        <w:t>A1 - „Rekonstrukce traťového úseku Karlovy Vary (mimo) – Nové Sedlo u Lokte (včetně)“, DUSP č.</w:t>
      </w:r>
      <w:r w:rsidRPr="00DE76FD">
        <w:rPr>
          <w:rFonts w:asciiTheme="minorHAnsi" w:hAnsiTheme="minorHAnsi"/>
        </w:rPr>
        <w:t xml:space="preserve"> 1, pro úsek stavby v km 186,100 – 187,500 dle ZTP, čl. 1.2.2 a)</w:t>
      </w:r>
    </w:p>
    <w:p w14:paraId="329B5A4C" w14:textId="58130CAD" w:rsidR="008A4D1B" w:rsidRDefault="00760192" w:rsidP="00760192">
      <w:pPr>
        <w:pStyle w:val="Nadpisbezsl1-1"/>
      </w:pPr>
      <w:r>
        <w:t>1.</w:t>
      </w:r>
      <w:r>
        <w:tab/>
      </w:r>
      <w:r w:rsidR="008A4D1B">
        <w:t>Základní služby na zpracování D</w:t>
      </w:r>
      <w:r w:rsidR="00E868F1">
        <w:t>U</w:t>
      </w:r>
      <w:r w:rsidR="008A4D1B">
        <w:t>SP</w:t>
      </w:r>
      <w:r w:rsidR="00134382">
        <w:t xml:space="preserve"> </w:t>
      </w:r>
      <w:r w:rsidR="00134382">
        <w:rPr>
          <w:caps w:val="0"/>
        </w:rPr>
        <w:t>č.</w:t>
      </w:r>
      <w:r w:rsidR="00134382">
        <w:t xml:space="preserve"> 1</w:t>
      </w:r>
      <w:r w:rsidR="008A4D1B">
        <w:t xml:space="preserve">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1343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B2090D" w:rsidRPr="00841876" w14:paraId="36232E51"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B2090D" w:rsidRPr="00841876" w:rsidRDefault="00B2090D" w:rsidP="00B2090D">
            <w:pPr>
              <w:pStyle w:val="Tabulka"/>
            </w:pPr>
            <w:r w:rsidRPr="00841876">
              <w:t>1</w:t>
            </w:r>
          </w:p>
        </w:tc>
        <w:tc>
          <w:tcPr>
            <w:tcW w:w="3402" w:type="dxa"/>
          </w:tcPr>
          <w:p w14:paraId="7967A5A9" w14:textId="162268B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Zpracování DUSP</w:t>
            </w:r>
            <w:r>
              <w:t xml:space="preserve"> </w:t>
            </w:r>
            <w:proofErr w:type="gramStart"/>
            <w:r>
              <w:t>č.1</w:t>
            </w:r>
            <w:r w:rsidRPr="00841876">
              <w:t xml:space="preserve"> dle</w:t>
            </w:r>
            <w:proofErr w:type="gramEnd"/>
            <w:r w:rsidRPr="00841876">
              <w:t xml:space="preserve"> vyhlášky č</w:t>
            </w:r>
            <w:r w:rsidRPr="007378FE">
              <w:t xml:space="preserve">.146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184B3B29" w14:textId="6B421915"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01FDABB4"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B2090D" w:rsidRPr="00841876" w:rsidRDefault="00B2090D" w:rsidP="00B2090D">
            <w:pPr>
              <w:pStyle w:val="Tabulka"/>
            </w:pPr>
            <w:r w:rsidRPr="00841876">
              <w:t>2</w:t>
            </w:r>
          </w:p>
        </w:tc>
        <w:tc>
          <w:tcPr>
            <w:tcW w:w="3402" w:type="dxa"/>
          </w:tcPr>
          <w:p w14:paraId="7695BAA1" w14:textId="7AB2CADF"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w:t>
            </w:r>
            <w:proofErr w:type="spellStart"/>
            <w:proofErr w:type="gramStart"/>
            <w:r w:rsidRPr="0054624A">
              <w:t>Sb.v</w:t>
            </w:r>
            <w:proofErr w:type="spellEnd"/>
            <w:r w:rsidRPr="0054624A">
              <w:t xml:space="preserve"> platném</w:t>
            </w:r>
            <w:proofErr w:type="gramEnd"/>
            <w:r w:rsidRPr="0054624A">
              <w:t xml:space="preserve"> znění, v rozpracování  dle směrnice SŽ SM011 a dle VTP a ZTP, vyjma části dokumentace uvedené níže v bodech 3, 4 a 5 </w:t>
            </w:r>
          </w:p>
        </w:tc>
        <w:tc>
          <w:tcPr>
            <w:tcW w:w="992" w:type="dxa"/>
          </w:tcPr>
          <w:p w14:paraId="6925A8CC" w14:textId="692E75F8"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68F42B6"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B2090D" w:rsidRPr="00841876" w:rsidRDefault="00B2090D" w:rsidP="00B2090D">
            <w:pPr>
              <w:pStyle w:val="Tabulka"/>
            </w:pPr>
            <w:r w:rsidRPr="00841876">
              <w:t>3</w:t>
            </w:r>
          </w:p>
        </w:tc>
        <w:tc>
          <w:tcPr>
            <w:tcW w:w="3402" w:type="dxa"/>
          </w:tcPr>
          <w:p w14:paraId="45597A0D" w14:textId="1BB5F0CB"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14AC2250" w14:textId="04E46990"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441D5007"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0FF11A3" w14:textId="467D46AA" w:rsidR="00B2090D" w:rsidRPr="00841876" w:rsidRDefault="00B2090D" w:rsidP="00B2090D">
            <w:pPr>
              <w:pStyle w:val="Tabulka"/>
            </w:pPr>
            <w:r w:rsidRPr="008C7D4E">
              <w:t>4</w:t>
            </w:r>
          </w:p>
        </w:tc>
        <w:tc>
          <w:tcPr>
            <w:tcW w:w="3402" w:type="dxa"/>
          </w:tcPr>
          <w:p w14:paraId="34548C08" w14:textId="5DE768D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Dokladová část pro správní řízení a Doklady</w:t>
            </w:r>
            <w:r w:rsidRPr="008C7D4E">
              <w:rPr>
                <w:strike/>
              </w:rPr>
              <w:t xml:space="preserve"> </w:t>
            </w:r>
            <w:r w:rsidRPr="008C7D4E">
              <w:t>objednatele, dle směrnice SŽ SM011 příloha příslušného stupně dokumentace Dokladová část a požadavků VTP a ZTP, včetně související inženýrské činnosti bez položek uvedených v 4a a 4b</w:t>
            </w:r>
          </w:p>
        </w:tc>
        <w:tc>
          <w:tcPr>
            <w:tcW w:w="992" w:type="dxa"/>
          </w:tcPr>
          <w:p w14:paraId="2A8CE560" w14:textId="52B1EB90"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7A485EE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A4AE45F"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4C6D3028" w14:textId="651A89E5" w:rsidR="00B2090D" w:rsidRPr="00841876" w:rsidRDefault="00B2090D" w:rsidP="00B2090D">
            <w:pPr>
              <w:pStyle w:val="Tabulka"/>
            </w:pPr>
            <w:r w:rsidRPr="008C7D4E">
              <w:t>4a</w:t>
            </w:r>
          </w:p>
        </w:tc>
        <w:tc>
          <w:tcPr>
            <w:tcW w:w="3402" w:type="dxa"/>
          </w:tcPr>
          <w:p w14:paraId="13DD4E71" w14:textId="3249A99F" w:rsidR="00B2090D" w:rsidRPr="0054624A"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Oznámení zahájení zjišťovacího řízení v rozsahu přílohy č. 3 zákona 100/2001 Sb.</w:t>
            </w:r>
          </w:p>
        </w:tc>
        <w:tc>
          <w:tcPr>
            <w:tcW w:w="992" w:type="dxa"/>
          </w:tcPr>
          <w:p w14:paraId="2C170BB6" w14:textId="5DFBCCE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0B29039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F7C3DE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C5EC22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1FE9AD3A"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9A67B2C" w14:textId="6E904389" w:rsidR="00B2090D" w:rsidRPr="00841876" w:rsidRDefault="00B2090D" w:rsidP="00B2090D">
            <w:pPr>
              <w:pStyle w:val="Tabulka"/>
            </w:pPr>
            <w:r w:rsidRPr="008C7D4E">
              <w:t>4b</w:t>
            </w:r>
          </w:p>
        </w:tc>
        <w:tc>
          <w:tcPr>
            <w:tcW w:w="3402" w:type="dxa"/>
          </w:tcPr>
          <w:p w14:paraId="02D04EFC" w14:textId="69D77CDD" w:rsidR="00B2090D" w:rsidRPr="0054624A"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Dokumentace v rozsahu přílohy č. 4 zákona č. 100/2001 Sb.</w:t>
            </w:r>
          </w:p>
        </w:tc>
        <w:tc>
          <w:tcPr>
            <w:tcW w:w="992" w:type="dxa"/>
          </w:tcPr>
          <w:p w14:paraId="0C72C0BD" w14:textId="065EC29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2958C61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DB3358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F18A7C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E97A923"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B2090D" w:rsidRPr="00841876" w:rsidRDefault="00B2090D" w:rsidP="00B2090D">
            <w:pPr>
              <w:pStyle w:val="Tabulka"/>
            </w:pPr>
            <w:r w:rsidRPr="00841876">
              <w:t>5</w:t>
            </w:r>
          </w:p>
        </w:tc>
        <w:tc>
          <w:tcPr>
            <w:tcW w:w="3402" w:type="dxa"/>
          </w:tcPr>
          <w:p w14:paraId="4D4BEBB0" w14:textId="6F20E5CA" w:rsidR="00B2090D" w:rsidRPr="00134382"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9F3435">
              <w:t>NEOBSAZENO</w:t>
            </w:r>
          </w:p>
        </w:tc>
        <w:tc>
          <w:tcPr>
            <w:tcW w:w="992" w:type="dxa"/>
          </w:tcPr>
          <w:p w14:paraId="749DA450" w14:textId="7DE47FB9"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4BC2ACE"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B2090D" w:rsidRPr="00841876" w:rsidRDefault="00B2090D" w:rsidP="00B2090D">
            <w:pPr>
              <w:pStyle w:val="Tabulka"/>
            </w:pPr>
            <w:r w:rsidRPr="00841876">
              <w:t>6</w:t>
            </w:r>
          </w:p>
        </w:tc>
        <w:tc>
          <w:tcPr>
            <w:tcW w:w="3402" w:type="dxa"/>
          </w:tcPr>
          <w:p w14:paraId="75C6EF1D" w14:textId="0993CC6A"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w:t>
            </w:r>
            <w:r>
              <w:t xml:space="preserve"> </w:t>
            </w:r>
            <w:proofErr w:type="gramStart"/>
            <w:r>
              <w:t>č.1</w:t>
            </w:r>
            <w:r w:rsidRPr="00EE221B">
              <w:t>, dle</w:t>
            </w:r>
            <w:proofErr w:type="gramEnd"/>
            <w:r w:rsidRPr="00EE221B">
              <w:t xml:space="preserve"> SOD v listinné formě (v rozsahu a počtu dle požadavku VTP a ZTP)</w:t>
            </w:r>
          </w:p>
        </w:tc>
        <w:tc>
          <w:tcPr>
            <w:tcW w:w="992" w:type="dxa"/>
          </w:tcPr>
          <w:p w14:paraId="6BD02F55" w14:textId="7BF95CB8"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10003BCE"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DCE52C5"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B2090D" w:rsidRPr="00841876" w:rsidRDefault="00B2090D" w:rsidP="00B2090D">
            <w:pPr>
              <w:pStyle w:val="Tabulka"/>
            </w:pPr>
            <w:r w:rsidRPr="00841876">
              <w:t>7</w:t>
            </w:r>
          </w:p>
        </w:tc>
        <w:tc>
          <w:tcPr>
            <w:tcW w:w="3402" w:type="dxa"/>
          </w:tcPr>
          <w:p w14:paraId="628C60C6" w14:textId="33A0BCDD"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437DA95A"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6B74A83"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118C160"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B2090D" w:rsidRPr="00841876" w:rsidRDefault="00B2090D" w:rsidP="00B2090D">
            <w:pPr>
              <w:pStyle w:val="Tabulka"/>
            </w:pPr>
            <w:r w:rsidRPr="00841876">
              <w:t>8</w:t>
            </w:r>
          </w:p>
        </w:tc>
        <w:tc>
          <w:tcPr>
            <w:tcW w:w="3402" w:type="dxa"/>
          </w:tcPr>
          <w:p w14:paraId="0ECCFF65" w14:textId="0CB542D1"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w:t>
            </w:r>
            <w:r>
              <w:t xml:space="preserve"> </w:t>
            </w:r>
            <w:proofErr w:type="gramStart"/>
            <w:r>
              <w:t>č.1</w:t>
            </w:r>
            <w:r w:rsidRPr="00EE221B">
              <w:t>, dle</w:t>
            </w:r>
            <w:proofErr w:type="gramEnd"/>
            <w:r w:rsidRPr="00EE221B">
              <w:t xml:space="preserve"> SOD v elektronické formě (rozsahu a počtu dle požadavku VTP a ZTP)</w:t>
            </w:r>
          </w:p>
        </w:tc>
        <w:tc>
          <w:tcPr>
            <w:tcW w:w="992" w:type="dxa"/>
          </w:tcPr>
          <w:p w14:paraId="696E8647" w14:textId="5D9A0055"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71F7C79D"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34737146"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B2090D" w:rsidRPr="00841876" w:rsidRDefault="00B2090D" w:rsidP="00B2090D">
            <w:pPr>
              <w:pStyle w:val="Tabulka"/>
            </w:pPr>
            <w:r w:rsidRPr="00841876">
              <w:t>9</w:t>
            </w:r>
          </w:p>
        </w:tc>
        <w:tc>
          <w:tcPr>
            <w:tcW w:w="3402" w:type="dxa"/>
          </w:tcPr>
          <w:p w14:paraId="37CCAD3C" w14:textId="43D5D730"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73CB042E"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2E930FA2"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134382">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DE97BF8" w14:textId="7C874E34" w:rsidR="008A4D1B" w:rsidRDefault="00760192" w:rsidP="00760192">
      <w:pPr>
        <w:pStyle w:val="Nadpisbezsl1-1"/>
      </w:pPr>
      <w:r>
        <w:t>2.</w:t>
      </w:r>
      <w:r>
        <w:tab/>
      </w:r>
      <w:r w:rsidR="008A4D1B">
        <w:t>Dodatečné služby na zpracování D</w:t>
      </w:r>
      <w:r w:rsidR="00E868F1">
        <w:t>U</w:t>
      </w:r>
      <w:r w:rsidR="008A4D1B">
        <w:t>SP</w:t>
      </w:r>
      <w:r w:rsidR="009F7336">
        <w:t xml:space="preserve"> </w:t>
      </w:r>
      <w:r w:rsidR="009F7336">
        <w:rPr>
          <w:caps w:val="0"/>
        </w:rPr>
        <w:t>č.</w:t>
      </w:r>
      <w:r w:rsidR="009F7336">
        <w:t xml:space="preserve"> 1</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192"/>
        <w:gridCol w:w="886"/>
        <w:gridCol w:w="1177"/>
        <w:gridCol w:w="1282"/>
      </w:tblGrid>
      <w:tr w:rsidR="00236DCC" w:rsidRPr="00B06D17" w14:paraId="5C433774" w14:textId="77777777" w:rsidTr="00B20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672A8099" w:rsidR="008A4D1B" w:rsidRPr="00095167" w:rsidRDefault="008A4D1B" w:rsidP="00B2090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192"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886"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B2090D" w:rsidRPr="00841876" w14:paraId="3DD3B7F7"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19B34718" w14:textId="0B7D7F57" w:rsidR="00B2090D" w:rsidRPr="00841876" w:rsidRDefault="00B2090D" w:rsidP="00B2090D">
            <w:pPr>
              <w:pStyle w:val="Tabulka"/>
              <w:rPr>
                <w:highlight w:val="green"/>
              </w:rPr>
            </w:pPr>
            <w:r w:rsidRPr="001F20AC">
              <w:t>10</w:t>
            </w:r>
          </w:p>
        </w:tc>
        <w:tc>
          <w:tcPr>
            <w:tcW w:w="3265" w:type="dxa"/>
          </w:tcPr>
          <w:p w14:paraId="0DBB110E" w14:textId="31B80354"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Zajištění mapových podkladů</w:t>
            </w:r>
          </w:p>
        </w:tc>
        <w:tc>
          <w:tcPr>
            <w:tcW w:w="1192" w:type="dxa"/>
          </w:tcPr>
          <w:p w14:paraId="5C89F570" w14:textId="5A89E127"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3399C21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D202273"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7E455F76" w14:textId="789F6604" w:rsidR="00B2090D" w:rsidRPr="00841876" w:rsidRDefault="00B2090D" w:rsidP="00B2090D">
            <w:pPr>
              <w:pStyle w:val="Tabulka"/>
              <w:rPr>
                <w:highlight w:val="green"/>
              </w:rPr>
            </w:pPr>
            <w:r w:rsidRPr="001F20AC">
              <w:t>11</w:t>
            </w:r>
          </w:p>
        </w:tc>
        <w:tc>
          <w:tcPr>
            <w:tcW w:w="3265" w:type="dxa"/>
          </w:tcPr>
          <w:p w14:paraId="466C1ED0" w14:textId="6E9B484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Geodetické práce</w:t>
            </w:r>
          </w:p>
        </w:tc>
        <w:tc>
          <w:tcPr>
            <w:tcW w:w="1192" w:type="dxa"/>
          </w:tcPr>
          <w:p w14:paraId="3CE6EF99" w14:textId="430D3C12"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028298D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6369B9E5"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54D6A26B" w14:textId="6B5388C4" w:rsidR="00B2090D" w:rsidRPr="00841876" w:rsidRDefault="00B2090D" w:rsidP="00B2090D">
            <w:pPr>
              <w:pStyle w:val="Tabulka"/>
              <w:rPr>
                <w:highlight w:val="green"/>
              </w:rPr>
            </w:pPr>
            <w:r w:rsidRPr="001F20AC">
              <w:t>1</w:t>
            </w:r>
            <w:r>
              <w:t>2</w:t>
            </w:r>
          </w:p>
        </w:tc>
        <w:tc>
          <w:tcPr>
            <w:tcW w:w="3265" w:type="dxa"/>
          </w:tcPr>
          <w:p w14:paraId="4921C600" w14:textId="26ADAB2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Geotechnický průzkum pro železniční spodek</w:t>
            </w:r>
            <w:r>
              <w:rPr>
                <w:rFonts w:eastAsia="Verdana" w:cs="Times New Roman"/>
              </w:rPr>
              <w:t xml:space="preserve"> v km 186,100 - 186,450 a 187,100 – 187,500</w:t>
            </w:r>
          </w:p>
        </w:tc>
        <w:tc>
          <w:tcPr>
            <w:tcW w:w="1192" w:type="dxa"/>
          </w:tcPr>
          <w:p w14:paraId="2FB5D3C1" w14:textId="7FE47194"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6D89603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1365BBE"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6A0D692B" w14:textId="0EF59EEA" w:rsidR="00B2090D" w:rsidRPr="00841876" w:rsidRDefault="00B2090D" w:rsidP="00B2090D">
            <w:pPr>
              <w:pStyle w:val="Tabulka"/>
              <w:rPr>
                <w:highlight w:val="green"/>
              </w:rPr>
            </w:pPr>
            <w:r>
              <w:t>13</w:t>
            </w:r>
          </w:p>
        </w:tc>
        <w:tc>
          <w:tcPr>
            <w:tcW w:w="3265" w:type="dxa"/>
          </w:tcPr>
          <w:p w14:paraId="1F8894CD" w14:textId="0B161172"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Verdana" w:cs="Times New Roman"/>
              </w:rPr>
              <w:t>Dendrologický, biologický, pedologický průzkum</w:t>
            </w:r>
          </w:p>
        </w:tc>
        <w:tc>
          <w:tcPr>
            <w:tcW w:w="1192" w:type="dxa"/>
          </w:tcPr>
          <w:p w14:paraId="55C151D1" w14:textId="0C971444"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2C4D">
              <w:t>Podle typu průzkumu</w:t>
            </w:r>
          </w:p>
        </w:tc>
        <w:tc>
          <w:tcPr>
            <w:tcW w:w="886" w:type="dxa"/>
          </w:tcPr>
          <w:p w14:paraId="746C947E"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607E13AC"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2D6A5893" w14:textId="3004055E" w:rsidR="00B2090D" w:rsidRPr="00841876" w:rsidRDefault="00B2090D" w:rsidP="00B2090D">
            <w:pPr>
              <w:pStyle w:val="Tabulka"/>
              <w:rPr>
                <w:highlight w:val="green"/>
              </w:rPr>
            </w:pPr>
            <w:r w:rsidRPr="001F20AC">
              <w:t>1</w:t>
            </w:r>
            <w:r>
              <w:t>4</w:t>
            </w:r>
          </w:p>
        </w:tc>
        <w:tc>
          <w:tcPr>
            <w:tcW w:w="3265" w:type="dxa"/>
          </w:tcPr>
          <w:p w14:paraId="63D4BCFE" w14:textId="5818098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t>Zajištění vydání osvědčení o shodě notifikovanou osobou v přípravě</w:t>
            </w:r>
          </w:p>
        </w:tc>
        <w:tc>
          <w:tcPr>
            <w:tcW w:w="1192" w:type="dxa"/>
          </w:tcPr>
          <w:p w14:paraId="736341F3" w14:textId="1FD1D2A5"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41E5F3C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43A41690"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5FC5A511" w14:textId="1AD03156" w:rsidR="00B2090D" w:rsidRPr="00841876" w:rsidRDefault="00B2090D" w:rsidP="00B2090D">
            <w:pPr>
              <w:pStyle w:val="Tabulka"/>
              <w:rPr>
                <w:highlight w:val="green"/>
              </w:rPr>
            </w:pPr>
            <w:r w:rsidRPr="001F20AC">
              <w:t>1</w:t>
            </w:r>
            <w:r>
              <w:t>5</w:t>
            </w:r>
          </w:p>
        </w:tc>
        <w:tc>
          <w:tcPr>
            <w:tcW w:w="3265" w:type="dxa"/>
          </w:tcPr>
          <w:p w14:paraId="3C5A797B" w14:textId="0FD72178"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Koordinátor BOZP v přípravě</w:t>
            </w:r>
          </w:p>
        </w:tc>
        <w:tc>
          <w:tcPr>
            <w:tcW w:w="1192" w:type="dxa"/>
          </w:tcPr>
          <w:p w14:paraId="75F34AA2" w14:textId="650D84D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118318B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FD96CB7"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09025EE5" w14:textId="209060A8" w:rsidR="00B2090D" w:rsidRPr="00841876" w:rsidRDefault="00B2090D" w:rsidP="00B2090D">
            <w:pPr>
              <w:pStyle w:val="Tabulka"/>
              <w:rPr>
                <w:highlight w:val="green"/>
              </w:rPr>
            </w:pPr>
            <w:r w:rsidRPr="001F20AC">
              <w:t>1</w:t>
            </w:r>
            <w:r>
              <w:t>6</w:t>
            </w:r>
          </w:p>
        </w:tc>
        <w:tc>
          <w:tcPr>
            <w:tcW w:w="3265" w:type="dxa"/>
          </w:tcPr>
          <w:p w14:paraId="3AFF1CBB" w14:textId="5F021109"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Zajištění technických podkladů pro vypracování zadávací dokumentace na výběr zhotovitele stavby dle požadavku VTP a ZTP</w:t>
            </w:r>
          </w:p>
        </w:tc>
        <w:tc>
          <w:tcPr>
            <w:tcW w:w="1192" w:type="dxa"/>
          </w:tcPr>
          <w:p w14:paraId="67FE0BD8" w14:textId="5B6A87A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18195C7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07013729"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9FDA53C" w:rsidR="00236DCC" w:rsidRPr="00B06D17" w:rsidRDefault="00B2090D" w:rsidP="00262344">
            <w:pPr>
              <w:pStyle w:val="Tabulka"/>
            </w:pPr>
            <w:r>
              <w:t>17</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65D0EE4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726095">
        <w:rPr>
          <w:b/>
        </w:rPr>
        <w:t>předpoklad</w:t>
      </w:r>
      <w:r w:rsidR="00E868F1" w:rsidRPr="00726095">
        <w:rPr>
          <w:b/>
        </w:rPr>
        <w:t xml:space="preserve"> </w:t>
      </w:r>
      <w:r w:rsidR="00B2090D" w:rsidRPr="00726095">
        <w:rPr>
          <w:b/>
        </w:rPr>
        <w:t>7</w:t>
      </w:r>
      <w:r w:rsidR="001D57CE">
        <w:t xml:space="preserve"> </w:t>
      </w:r>
      <w:r w:rsidRPr="00DF7FC9">
        <w:t xml:space="preserve"> </w:t>
      </w:r>
      <w:r w:rsidRPr="0030791F">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38BFD30" w14:textId="41DFC8EB" w:rsidR="00B2090D" w:rsidRDefault="001977D2" w:rsidP="004A412A">
      <w:pPr>
        <w:pStyle w:val="Nadpisbezsl1-1"/>
        <w:rPr>
          <w:rFonts w:asciiTheme="minorHAnsi" w:hAnsiTheme="minorHAnsi"/>
          <w:b w:val="0"/>
          <w:caps w:val="0"/>
          <w:sz w:val="18"/>
        </w:rPr>
      </w:pPr>
      <w:r w:rsidRPr="00DE76FD">
        <w:rPr>
          <w:rFonts w:asciiTheme="minorHAnsi" w:hAnsiTheme="minorHAnsi"/>
          <w:sz w:val="18"/>
        </w:rPr>
        <w:t xml:space="preserve">A2 - </w:t>
      </w:r>
      <w:r w:rsidRPr="001977D2">
        <w:rPr>
          <w:rFonts w:asciiTheme="minorHAnsi" w:hAnsiTheme="minorHAnsi"/>
          <w:caps w:val="0"/>
          <w:sz w:val="18"/>
        </w:rPr>
        <w:t>„Rekonstrukce traťového úseku Karlovy Vary (mimo) – Nové Sedlo u Lokte (včetně)“, DUSP č. 2</w:t>
      </w:r>
      <w:r w:rsidRPr="001977D2">
        <w:rPr>
          <w:rFonts w:asciiTheme="minorHAnsi" w:hAnsiTheme="minorHAnsi"/>
          <w:b w:val="0"/>
          <w:caps w:val="0"/>
          <w:sz w:val="18"/>
        </w:rPr>
        <w:t>, pro úsek stavby v km 187,500 - 198,787 dle ZTP, čl. 1.2.2 b)</w:t>
      </w:r>
    </w:p>
    <w:p w14:paraId="7736249B" w14:textId="7B9EA656" w:rsidR="009B4755" w:rsidRDefault="009B4755" w:rsidP="00103C55">
      <w:pPr>
        <w:pStyle w:val="Nadpisbezsl1-1"/>
        <w:numPr>
          <w:ilvl w:val="6"/>
          <w:numId w:val="11"/>
        </w:numPr>
      </w:pPr>
      <w:r>
        <w:t xml:space="preserve">Základní služby na zpracování DUSP </w:t>
      </w:r>
      <w:r>
        <w:rPr>
          <w:caps w:val="0"/>
        </w:rPr>
        <w:t>č.</w:t>
      </w:r>
      <w:r>
        <w:t xml:space="preserve"> 2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9B4755" w:rsidRPr="00CF4629" w14:paraId="117E134E"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3273A21" w14:textId="77777777" w:rsidR="009B4755" w:rsidRPr="00726095" w:rsidRDefault="009B4755" w:rsidP="007E0111">
            <w:pPr>
              <w:pStyle w:val="Tabulka"/>
              <w:rPr>
                <w:rFonts w:asciiTheme="minorHAnsi" w:hAnsiTheme="minorHAnsi"/>
                <w:b/>
              </w:rPr>
            </w:pPr>
            <w:r w:rsidRPr="00726095">
              <w:rPr>
                <w:rFonts w:asciiTheme="minorHAnsi" w:hAnsiTheme="minorHAnsi"/>
                <w:b/>
              </w:rPr>
              <w:t xml:space="preserve"> Položka</w:t>
            </w:r>
          </w:p>
        </w:tc>
        <w:tc>
          <w:tcPr>
            <w:tcW w:w="3402" w:type="dxa"/>
          </w:tcPr>
          <w:p w14:paraId="42EDEC83"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Popis</w:t>
            </w:r>
          </w:p>
        </w:tc>
        <w:tc>
          <w:tcPr>
            <w:tcW w:w="992" w:type="dxa"/>
          </w:tcPr>
          <w:p w14:paraId="3C97466A"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Měrná jednotka</w:t>
            </w:r>
          </w:p>
        </w:tc>
        <w:tc>
          <w:tcPr>
            <w:tcW w:w="992" w:type="dxa"/>
          </w:tcPr>
          <w:p w14:paraId="12752EC5"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Množství *)</w:t>
            </w:r>
          </w:p>
        </w:tc>
        <w:tc>
          <w:tcPr>
            <w:tcW w:w="1134" w:type="dxa"/>
          </w:tcPr>
          <w:p w14:paraId="34900260"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726095">
              <w:rPr>
                <w:rFonts w:asciiTheme="minorHAnsi" w:hAnsiTheme="minorHAnsi"/>
                <w:b/>
              </w:rPr>
              <w:t>Jedn</w:t>
            </w:r>
            <w:proofErr w:type="spellEnd"/>
            <w:r w:rsidRPr="00726095">
              <w:rPr>
                <w:rFonts w:asciiTheme="minorHAnsi" w:hAnsiTheme="minorHAnsi"/>
                <w:b/>
              </w:rPr>
              <w:t xml:space="preserve">. </w:t>
            </w:r>
            <w:proofErr w:type="gramStart"/>
            <w:r w:rsidRPr="00726095">
              <w:rPr>
                <w:rFonts w:asciiTheme="minorHAnsi" w:hAnsiTheme="minorHAnsi"/>
                <w:b/>
              </w:rPr>
              <w:t>cena</w:t>
            </w:r>
            <w:proofErr w:type="gramEnd"/>
            <w:r w:rsidRPr="00726095">
              <w:rPr>
                <w:rFonts w:asciiTheme="minorHAnsi" w:hAnsiTheme="minorHAnsi"/>
                <w:b/>
              </w:rPr>
              <w:t xml:space="preserve"> *)</w:t>
            </w:r>
          </w:p>
        </w:tc>
        <w:tc>
          <w:tcPr>
            <w:tcW w:w="1338" w:type="dxa"/>
          </w:tcPr>
          <w:p w14:paraId="13B7E94E"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Cena celkem *)</w:t>
            </w:r>
          </w:p>
        </w:tc>
      </w:tr>
      <w:tr w:rsidR="00936C5B" w:rsidRPr="00841876" w14:paraId="60D81198"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2CB75321" w14:textId="7DE24DA4" w:rsidR="00936C5B" w:rsidRPr="00726095" w:rsidRDefault="00936C5B" w:rsidP="00936C5B">
            <w:pPr>
              <w:pStyle w:val="Tabulka"/>
              <w:rPr>
                <w:rFonts w:asciiTheme="minorHAnsi" w:hAnsiTheme="minorHAnsi"/>
              </w:rPr>
            </w:pPr>
            <w:r w:rsidRPr="00726095">
              <w:rPr>
                <w:rFonts w:asciiTheme="minorHAnsi" w:hAnsiTheme="minorHAnsi"/>
              </w:rPr>
              <w:t>1</w:t>
            </w:r>
          </w:p>
        </w:tc>
        <w:tc>
          <w:tcPr>
            <w:tcW w:w="3402" w:type="dxa"/>
          </w:tcPr>
          <w:p w14:paraId="0FFCF0E2" w14:textId="684D24D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Zpracování DUSP </w:t>
            </w:r>
            <w:proofErr w:type="gramStart"/>
            <w:r w:rsidRPr="00726095">
              <w:rPr>
                <w:rFonts w:asciiTheme="minorHAnsi" w:hAnsiTheme="minorHAnsi"/>
              </w:rPr>
              <w:t>č.2 dle</w:t>
            </w:r>
            <w:proofErr w:type="gramEnd"/>
            <w:r w:rsidRPr="00726095">
              <w:rPr>
                <w:rFonts w:asciiTheme="minorHAnsi" w:hAnsiTheme="minorHAnsi"/>
              </w:rPr>
              <w:t xml:space="preserve"> vyhlášky č.146 /2008 Sb. v platném znění dle VTP a ZTP Sb. v platném znění,</w:t>
            </w:r>
            <w:r w:rsidRPr="00726095">
              <w:rPr>
                <w:rFonts w:asciiTheme="minorHAnsi" w:hAnsiTheme="minorHAnsi"/>
                <w:color w:val="FF0000"/>
              </w:rPr>
              <w:t xml:space="preserve"> </w:t>
            </w:r>
            <w:r w:rsidRPr="00726095">
              <w:rPr>
                <w:rFonts w:asciiTheme="minorHAnsi" w:hAnsiTheme="minorHAnsi"/>
              </w:rPr>
              <w:t>vyjma části dokumentace uvedené níže v bodech 3, 4 a 5</w:t>
            </w:r>
          </w:p>
        </w:tc>
        <w:tc>
          <w:tcPr>
            <w:tcW w:w="992" w:type="dxa"/>
          </w:tcPr>
          <w:p w14:paraId="75B1C40C" w14:textId="6FCE47B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FBAF82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02CF748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BB6DA0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7DE06F4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C27E223" w14:textId="6B04346D" w:rsidR="00936C5B" w:rsidRPr="00726095" w:rsidRDefault="00936C5B" w:rsidP="00936C5B">
            <w:pPr>
              <w:pStyle w:val="Tabulka"/>
              <w:rPr>
                <w:rFonts w:asciiTheme="minorHAnsi" w:hAnsiTheme="minorHAnsi"/>
              </w:rPr>
            </w:pPr>
            <w:r w:rsidRPr="00726095">
              <w:rPr>
                <w:rFonts w:asciiTheme="minorHAnsi" w:hAnsiTheme="minorHAnsi"/>
              </w:rPr>
              <w:t>2</w:t>
            </w:r>
          </w:p>
        </w:tc>
        <w:tc>
          <w:tcPr>
            <w:tcW w:w="3402" w:type="dxa"/>
          </w:tcPr>
          <w:p w14:paraId="011B4477" w14:textId="37009A6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Zpracování PDPS dle vyhlášky č.146/2008 </w:t>
            </w:r>
            <w:proofErr w:type="spellStart"/>
            <w:proofErr w:type="gramStart"/>
            <w:r w:rsidRPr="00726095">
              <w:rPr>
                <w:rFonts w:asciiTheme="minorHAnsi" w:hAnsiTheme="minorHAnsi"/>
              </w:rPr>
              <w:t>Sb.v</w:t>
            </w:r>
            <w:proofErr w:type="spellEnd"/>
            <w:r w:rsidRPr="00726095">
              <w:rPr>
                <w:rFonts w:asciiTheme="minorHAnsi" w:hAnsiTheme="minorHAnsi"/>
              </w:rPr>
              <w:t xml:space="preserve"> platném</w:t>
            </w:r>
            <w:proofErr w:type="gramEnd"/>
            <w:r w:rsidRPr="00726095">
              <w:rPr>
                <w:rFonts w:asciiTheme="minorHAnsi" w:hAnsiTheme="minorHAnsi"/>
              </w:rPr>
              <w:t xml:space="preserve"> znění, v rozpracování  dle směrnice SŽ SM011 a dle VTP a ZTP, vyjma části dokumentace uvedené níže v bodech 3, 4 a 5 </w:t>
            </w:r>
          </w:p>
        </w:tc>
        <w:tc>
          <w:tcPr>
            <w:tcW w:w="992" w:type="dxa"/>
          </w:tcPr>
          <w:p w14:paraId="0E1E445A" w14:textId="256B2BB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A30F03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027D145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13820402"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773DF1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2619201A" w14:textId="113A424A" w:rsidR="00936C5B" w:rsidRPr="00726095" w:rsidRDefault="00936C5B" w:rsidP="00936C5B">
            <w:pPr>
              <w:pStyle w:val="Tabulka"/>
              <w:rPr>
                <w:rFonts w:asciiTheme="minorHAnsi" w:hAnsiTheme="minorHAnsi"/>
              </w:rPr>
            </w:pPr>
            <w:r w:rsidRPr="00726095">
              <w:rPr>
                <w:rFonts w:asciiTheme="minorHAnsi" w:hAnsiTheme="minorHAnsi"/>
              </w:rPr>
              <w:t>3</w:t>
            </w:r>
          </w:p>
        </w:tc>
        <w:tc>
          <w:tcPr>
            <w:tcW w:w="3402" w:type="dxa"/>
          </w:tcPr>
          <w:p w14:paraId="2CF1594B" w14:textId="4104FCA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Stanovení nákladů stavby v rozsahu položkových rozpočtů jednotlivých SO a PS a souhrnného rozpočtu stavby (v rozsahu požadavků Směrnice SŽDC </w:t>
            </w:r>
            <w:proofErr w:type="gramStart"/>
            <w:r w:rsidRPr="00726095">
              <w:rPr>
                <w:rFonts w:asciiTheme="minorHAnsi" w:hAnsiTheme="minorHAnsi"/>
              </w:rPr>
              <w:t>č.20</w:t>
            </w:r>
            <w:proofErr w:type="gramEnd"/>
            <w:r w:rsidRPr="00726095">
              <w:rPr>
                <w:rFonts w:asciiTheme="minorHAnsi" w:hAnsiTheme="minorHAnsi"/>
              </w:rPr>
              <w:t xml:space="preserve"> v platném znění) dle směrnice SŽ SM011, příloha příslušného stupně dokumentace Dokladová část- Náklady stavby, a požadavků VTP a ZTP </w:t>
            </w:r>
          </w:p>
        </w:tc>
        <w:tc>
          <w:tcPr>
            <w:tcW w:w="992" w:type="dxa"/>
          </w:tcPr>
          <w:p w14:paraId="41FB4F8A" w14:textId="7461231B"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61272AE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36A70FCE"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42162AC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0A06EA7"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3419A04" w14:textId="2C5B9940" w:rsidR="00936C5B" w:rsidRPr="00726095" w:rsidRDefault="00936C5B" w:rsidP="00936C5B">
            <w:pPr>
              <w:pStyle w:val="Tabulka"/>
              <w:rPr>
                <w:rFonts w:asciiTheme="minorHAnsi" w:hAnsiTheme="minorHAnsi"/>
              </w:rPr>
            </w:pPr>
            <w:r w:rsidRPr="00726095">
              <w:rPr>
                <w:rFonts w:asciiTheme="minorHAnsi" w:hAnsiTheme="minorHAnsi"/>
              </w:rPr>
              <w:t>4</w:t>
            </w:r>
          </w:p>
        </w:tc>
        <w:tc>
          <w:tcPr>
            <w:tcW w:w="3402" w:type="dxa"/>
          </w:tcPr>
          <w:p w14:paraId="66BE7B8B" w14:textId="61FD109A"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Dokladová část pro správní řízení a Doklady</w:t>
            </w:r>
            <w:r w:rsidRPr="00726095">
              <w:rPr>
                <w:rFonts w:asciiTheme="minorHAnsi" w:hAnsiTheme="minorHAnsi"/>
                <w:strike/>
              </w:rPr>
              <w:t xml:space="preserve"> </w:t>
            </w:r>
            <w:r w:rsidRPr="00726095">
              <w:rPr>
                <w:rFonts w:asciiTheme="minorHAnsi" w:hAnsiTheme="minorHAnsi"/>
              </w:rPr>
              <w:t>objednatele, dle směrnice SŽ SM011 příloha příslušného stupně dokumentace Dokladová část a požadavků VTP a ZTP, včetně související inženýrské činnosti bez položek uvedených v 4a a 4b</w:t>
            </w:r>
          </w:p>
        </w:tc>
        <w:tc>
          <w:tcPr>
            <w:tcW w:w="992" w:type="dxa"/>
          </w:tcPr>
          <w:p w14:paraId="34967982" w14:textId="058AC44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0BC04D4A"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6B61DA4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4000A86"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B87C225"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5C1CA72" w14:textId="7B785C44" w:rsidR="00936C5B" w:rsidRPr="00726095" w:rsidRDefault="00936C5B" w:rsidP="00936C5B">
            <w:pPr>
              <w:pStyle w:val="Tabulka"/>
              <w:rPr>
                <w:rFonts w:asciiTheme="minorHAnsi" w:hAnsiTheme="minorHAnsi"/>
              </w:rPr>
            </w:pPr>
            <w:r w:rsidRPr="00726095">
              <w:rPr>
                <w:rFonts w:asciiTheme="minorHAnsi" w:hAnsiTheme="minorHAnsi"/>
              </w:rPr>
              <w:t>4a</w:t>
            </w:r>
          </w:p>
        </w:tc>
        <w:tc>
          <w:tcPr>
            <w:tcW w:w="3402" w:type="dxa"/>
          </w:tcPr>
          <w:p w14:paraId="46803FB8" w14:textId="538D347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Oznámení zahájení zjišťovacího řízení v rozsahu přílohy č. 3 zákona 100/2001 Sb.</w:t>
            </w:r>
          </w:p>
        </w:tc>
        <w:tc>
          <w:tcPr>
            <w:tcW w:w="992" w:type="dxa"/>
          </w:tcPr>
          <w:p w14:paraId="41195A8C" w14:textId="0DB4BF24"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04B38B7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76FB4A6B"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162EF6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A4F609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2300352" w14:textId="53D31809" w:rsidR="00936C5B" w:rsidRPr="00726095" w:rsidRDefault="00936C5B" w:rsidP="00936C5B">
            <w:pPr>
              <w:pStyle w:val="Tabulka"/>
              <w:rPr>
                <w:rFonts w:asciiTheme="minorHAnsi" w:hAnsiTheme="minorHAnsi"/>
              </w:rPr>
            </w:pPr>
            <w:r w:rsidRPr="00726095">
              <w:rPr>
                <w:rFonts w:asciiTheme="minorHAnsi" w:hAnsiTheme="minorHAnsi"/>
              </w:rPr>
              <w:t>4b</w:t>
            </w:r>
          </w:p>
        </w:tc>
        <w:tc>
          <w:tcPr>
            <w:tcW w:w="3402" w:type="dxa"/>
          </w:tcPr>
          <w:p w14:paraId="16FC40A0" w14:textId="1CCB5CA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Dokumentace v rozsahu přílohy č. 4 zákona č. 100/2001 Sb.</w:t>
            </w:r>
          </w:p>
        </w:tc>
        <w:tc>
          <w:tcPr>
            <w:tcW w:w="992" w:type="dxa"/>
          </w:tcPr>
          <w:p w14:paraId="6647F9D0" w14:textId="61C3BCE1"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7247898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3D7438F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EBA40A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51D07F53"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2389E54" w14:textId="6E5BB96F" w:rsidR="00936C5B" w:rsidRPr="00726095" w:rsidRDefault="00936C5B" w:rsidP="00936C5B">
            <w:pPr>
              <w:pStyle w:val="Tabulka"/>
              <w:rPr>
                <w:rFonts w:asciiTheme="minorHAnsi" w:hAnsiTheme="minorHAnsi"/>
              </w:rPr>
            </w:pPr>
            <w:r w:rsidRPr="00726095">
              <w:rPr>
                <w:rFonts w:asciiTheme="minorHAnsi" w:hAnsiTheme="minorHAnsi"/>
              </w:rPr>
              <w:t>5</w:t>
            </w:r>
          </w:p>
        </w:tc>
        <w:tc>
          <w:tcPr>
            <w:tcW w:w="3402" w:type="dxa"/>
          </w:tcPr>
          <w:p w14:paraId="211EB577" w14:textId="3CD2871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Dokumentace Fyzická ochrana objektu, dle směrnice SŽ SM011, příloha příslušného stupně dokumentace Dokladová část a požadavků VTP a ZTP</w:t>
            </w:r>
          </w:p>
        </w:tc>
        <w:tc>
          <w:tcPr>
            <w:tcW w:w="992" w:type="dxa"/>
          </w:tcPr>
          <w:p w14:paraId="32244B81" w14:textId="3E73820F"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571735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5C61FA5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35CE9901"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E363920"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6B16353" w14:textId="7A2618DD" w:rsidR="00936C5B" w:rsidRPr="00726095" w:rsidRDefault="00936C5B" w:rsidP="00936C5B">
            <w:pPr>
              <w:pStyle w:val="Tabulka"/>
              <w:rPr>
                <w:rFonts w:asciiTheme="minorHAnsi" w:hAnsiTheme="minorHAnsi"/>
              </w:rPr>
            </w:pPr>
            <w:r w:rsidRPr="00726095">
              <w:rPr>
                <w:rFonts w:asciiTheme="minorHAnsi" w:hAnsiTheme="minorHAnsi"/>
              </w:rPr>
              <w:t>6</w:t>
            </w:r>
          </w:p>
        </w:tc>
        <w:tc>
          <w:tcPr>
            <w:tcW w:w="3402" w:type="dxa"/>
          </w:tcPr>
          <w:p w14:paraId="1E3C4EA1" w14:textId="5B45B54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Definitivní odevzdání DUSP </w:t>
            </w:r>
            <w:proofErr w:type="gramStart"/>
            <w:r w:rsidRPr="00726095">
              <w:rPr>
                <w:rFonts w:asciiTheme="minorHAnsi" w:hAnsiTheme="minorHAnsi"/>
              </w:rPr>
              <w:t>č.2, dle</w:t>
            </w:r>
            <w:proofErr w:type="gramEnd"/>
            <w:r w:rsidRPr="00726095">
              <w:rPr>
                <w:rFonts w:asciiTheme="minorHAnsi" w:hAnsiTheme="minorHAnsi"/>
              </w:rPr>
              <w:t xml:space="preserve"> SOD v listinné formě (v rozsahu a počtu dle požadavku VTP a ZTP)</w:t>
            </w:r>
          </w:p>
        </w:tc>
        <w:tc>
          <w:tcPr>
            <w:tcW w:w="992" w:type="dxa"/>
          </w:tcPr>
          <w:p w14:paraId="0AA14A69" w14:textId="1038A18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68B06267" w14:textId="2354933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51BBF57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32C4AD3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08574D8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13A5D29" w14:textId="50588794" w:rsidR="00936C5B" w:rsidRPr="00726095" w:rsidRDefault="00936C5B" w:rsidP="00936C5B">
            <w:pPr>
              <w:pStyle w:val="Tabulka"/>
              <w:rPr>
                <w:rFonts w:asciiTheme="minorHAnsi" w:hAnsiTheme="minorHAnsi"/>
              </w:rPr>
            </w:pPr>
            <w:r w:rsidRPr="00726095">
              <w:rPr>
                <w:rFonts w:asciiTheme="minorHAnsi" w:hAnsiTheme="minorHAnsi"/>
              </w:rPr>
              <w:t>7</w:t>
            </w:r>
          </w:p>
        </w:tc>
        <w:tc>
          <w:tcPr>
            <w:tcW w:w="3402" w:type="dxa"/>
          </w:tcPr>
          <w:p w14:paraId="7714D43E" w14:textId="56703AD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Definitivní odevzdání  PDPS, dle SOD v listinné formě (v rozsahu a počtu dle požadavku VTP a ZTP)</w:t>
            </w:r>
          </w:p>
        </w:tc>
        <w:tc>
          <w:tcPr>
            <w:tcW w:w="992" w:type="dxa"/>
          </w:tcPr>
          <w:p w14:paraId="751F535E" w14:textId="0FBF7B3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4DCE3F4C" w14:textId="09F1E4DB"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7C5F3414"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B5DCB90"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80E798A"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845CB0C" w14:textId="3F1962F9" w:rsidR="00936C5B" w:rsidRPr="00726095" w:rsidRDefault="00936C5B" w:rsidP="00936C5B">
            <w:pPr>
              <w:pStyle w:val="Tabulka"/>
              <w:rPr>
                <w:rFonts w:asciiTheme="minorHAnsi" w:hAnsiTheme="minorHAnsi"/>
              </w:rPr>
            </w:pPr>
            <w:r w:rsidRPr="00726095">
              <w:rPr>
                <w:rFonts w:asciiTheme="minorHAnsi" w:hAnsiTheme="minorHAnsi"/>
              </w:rPr>
              <w:t>8</w:t>
            </w:r>
          </w:p>
        </w:tc>
        <w:tc>
          <w:tcPr>
            <w:tcW w:w="3402" w:type="dxa"/>
          </w:tcPr>
          <w:p w14:paraId="488B5C22" w14:textId="611775B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Definitivní odevzdání DUSP </w:t>
            </w:r>
            <w:proofErr w:type="gramStart"/>
            <w:r w:rsidRPr="00726095">
              <w:rPr>
                <w:rFonts w:asciiTheme="minorHAnsi" w:hAnsiTheme="minorHAnsi"/>
              </w:rPr>
              <w:t>č.2, dle</w:t>
            </w:r>
            <w:proofErr w:type="gramEnd"/>
            <w:r w:rsidRPr="00726095">
              <w:rPr>
                <w:rFonts w:asciiTheme="minorHAnsi" w:hAnsiTheme="minorHAnsi"/>
              </w:rPr>
              <w:t xml:space="preserve"> SOD v elektronické formě (rozsahu a počtu dle požadavku VTP a ZTP)</w:t>
            </w:r>
          </w:p>
        </w:tc>
        <w:tc>
          <w:tcPr>
            <w:tcW w:w="992" w:type="dxa"/>
          </w:tcPr>
          <w:p w14:paraId="255A56D9" w14:textId="78AA8960"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15C29C26" w14:textId="617190FE"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65ED250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55B3A6A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F577EC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E59878A" w14:textId="57B47A74" w:rsidR="00936C5B" w:rsidRPr="00726095" w:rsidRDefault="00936C5B" w:rsidP="00936C5B">
            <w:pPr>
              <w:pStyle w:val="Tabulka"/>
              <w:rPr>
                <w:rFonts w:asciiTheme="minorHAnsi" w:hAnsiTheme="minorHAnsi"/>
              </w:rPr>
            </w:pPr>
            <w:r w:rsidRPr="00726095">
              <w:rPr>
                <w:rFonts w:asciiTheme="minorHAnsi" w:hAnsiTheme="minorHAnsi"/>
              </w:rPr>
              <w:t>9</w:t>
            </w:r>
          </w:p>
        </w:tc>
        <w:tc>
          <w:tcPr>
            <w:tcW w:w="3402" w:type="dxa"/>
          </w:tcPr>
          <w:p w14:paraId="1BB17BE5" w14:textId="126DCB1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Definitivní odevzdání PDPS, dle SOD v elektronické formě (rozsahu a počtu dle požadavku VTP a ZTP)</w:t>
            </w:r>
          </w:p>
        </w:tc>
        <w:tc>
          <w:tcPr>
            <w:tcW w:w="992" w:type="dxa"/>
          </w:tcPr>
          <w:p w14:paraId="02EAD3F7" w14:textId="557B446F"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05D2610F" w14:textId="2FC331B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72E2240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88C745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B4755" w:rsidRPr="00841876" w14:paraId="43F6BEB9" w14:textId="77777777" w:rsidTr="007E0111">
        <w:tc>
          <w:tcPr>
            <w:cnfStyle w:val="001000000000" w:firstRow="0" w:lastRow="0" w:firstColumn="1" w:lastColumn="0" w:oddVBand="0" w:evenVBand="0" w:oddHBand="0" w:evenHBand="0" w:firstRowFirstColumn="0" w:firstRowLastColumn="0" w:lastRowFirstColumn="0" w:lastRowLastColumn="0"/>
            <w:tcW w:w="7450" w:type="dxa"/>
            <w:gridSpan w:val="5"/>
          </w:tcPr>
          <w:p w14:paraId="0AA75DFB" w14:textId="77777777" w:rsidR="009B4755" w:rsidRPr="00841876" w:rsidRDefault="009B4755" w:rsidP="007E0111">
            <w:pPr>
              <w:pStyle w:val="Tabulka"/>
              <w:rPr>
                <w:b/>
              </w:rPr>
            </w:pPr>
            <w:r w:rsidRPr="00841876">
              <w:rPr>
                <w:b/>
              </w:rPr>
              <w:t>Celkem za základní služby:</w:t>
            </w:r>
          </w:p>
        </w:tc>
        <w:tc>
          <w:tcPr>
            <w:tcW w:w="1338" w:type="dxa"/>
          </w:tcPr>
          <w:p w14:paraId="51CD16F6" w14:textId="77777777" w:rsidR="009B4755" w:rsidRPr="00841876"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r>
    </w:tbl>
    <w:p w14:paraId="6BFF9380" w14:textId="77777777" w:rsidR="009B4755" w:rsidRDefault="009B4755" w:rsidP="009B4755">
      <w:pPr>
        <w:pStyle w:val="Textbezodsazen"/>
      </w:pPr>
      <w:r>
        <w:t>*) nevyplněné údaje [</w:t>
      </w:r>
      <w:r w:rsidRPr="008A4D1B">
        <w:rPr>
          <w:highlight w:val="yellow"/>
        </w:rPr>
        <w:t>VLOŽÍ ZHOTOVITEL]</w:t>
      </w:r>
    </w:p>
    <w:p w14:paraId="46CA7C9A" w14:textId="77777777" w:rsidR="009B4755" w:rsidRDefault="009B4755" w:rsidP="009B4755">
      <w:pPr>
        <w:pStyle w:val="Textbezodsazen"/>
      </w:pPr>
      <w:r>
        <w:t>Všechny ceny jsou uvedené v Kč bez DPH.</w:t>
      </w:r>
    </w:p>
    <w:p w14:paraId="611AF763" w14:textId="39B39B83" w:rsidR="009B4755" w:rsidRDefault="009B4755" w:rsidP="009B4755">
      <w:pPr>
        <w:pStyle w:val="Nadpisbezsl1-1"/>
      </w:pPr>
      <w:r>
        <w:t>2.</w:t>
      </w:r>
      <w:r>
        <w:tab/>
        <w:t xml:space="preserve">Dodatečné služby na zpracování DUSP </w:t>
      </w:r>
      <w:r>
        <w:rPr>
          <w:caps w:val="0"/>
        </w:rPr>
        <w:t>č.</w:t>
      </w:r>
      <w:r>
        <w:t xml:space="preserve"> </w:t>
      </w:r>
      <w:r w:rsidR="00726095">
        <w:t>2</w:t>
      </w:r>
      <w:r>
        <w:t xml:space="preserve"> a PDPS:</w:t>
      </w:r>
    </w:p>
    <w:tbl>
      <w:tblPr>
        <w:tblStyle w:val="Tabulka10"/>
        <w:tblW w:w="8732" w:type="dxa"/>
        <w:tblLayout w:type="fixed"/>
        <w:tblLook w:val="04A0" w:firstRow="1" w:lastRow="0" w:firstColumn="1" w:lastColumn="0" w:noHBand="0" w:noVBand="1"/>
      </w:tblPr>
      <w:tblGrid>
        <w:gridCol w:w="930"/>
        <w:gridCol w:w="3265"/>
        <w:gridCol w:w="1192"/>
        <w:gridCol w:w="886"/>
        <w:gridCol w:w="1177"/>
        <w:gridCol w:w="1282"/>
      </w:tblGrid>
      <w:tr w:rsidR="009B4755" w:rsidRPr="00B06D17" w14:paraId="57C6145B"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29169D4" w14:textId="77777777" w:rsidR="009B4755" w:rsidRPr="00B06D17" w:rsidRDefault="009B4755" w:rsidP="007E0111">
            <w:pPr>
              <w:pStyle w:val="Tabulka"/>
              <w:rPr>
                <w:rStyle w:val="Tun"/>
                <w:sz w:val="16"/>
                <w:szCs w:val="16"/>
              </w:rPr>
            </w:pPr>
            <w:r w:rsidRPr="00B06D17">
              <w:rPr>
                <w:rStyle w:val="Tun"/>
                <w:sz w:val="16"/>
                <w:szCs w:val="16"/>
              </w:rPr>
              <w:t>Položka</w:t>
            </w:r>
          </w:p>
        </w:tc>
        <w:tc>
          <w:tcPr>
            <w:tcW w:w="3265" w:type="dxa"/>
          </w:tcPr>
          <w:p w14:paraId="7F95D42F" w14:textId="77777777" w:rsidR="009B4755" w:rsidRPr="0009516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192" w:type="dxa"/>
          </w:tcPr>
          <w:p w14:paraId="31FA1E0A"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886" w:type="dxa"/>
          </w:tcPr>
          <w:p w14:paraId="635F2EFC"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59A7314"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213DB7EF"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726095" w:rsidRPr="00841876" w14:paraId="09F80CD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507BA4D" w14:textId="15A93631" w:rsidR="00726095" w:rsidRPr="00726095" w:rsidRDefault="00726095" w:rsidP="00726095">
            <w:pPr>
              <w:pStyle w:val="Tabulka"/>
            </w:pPr>
            <w:r w:rsidRPr="00726095">
              <w:t>10</w:t>
            </w:r>
          </w:p>
        </w:tc>
        <w:tc>
          <w:tcPr>
            <w:tcW w:w="3265" w:type="dxa"/>
          </w:tcPr>
          <w:p w14:paraId="7483149B" w14:textId="24B7CF1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Zajištění mapových podkladů</w:t>
            </w:r>
          </w:p>
        </w:tc>
        <w:tc>
          <w:tcPr>
            <w:tcW w:w="1192" w:type="dxa"/>
          </w:tcPr>
          <w:p w14:paraId="63BA6914" w14:textId="4C0093D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015E1E54"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2BE2BE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4A5DC1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30844D8E"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C109C90" w14:textId="6301CF80" w:rsidR="00726095" w:rsidRPr="00726095" w:rsidRDefault="00726095" w:rsidP="00726095">
            <w:pPr>
              <w:pStyle w:val="Tabulka"/>
            </w:pPr>
            <w:r w:rsidRPr="00726095">
              <w:t>11</w:t>
            </w:r>
          </w:p>
        </w:tc>
        <w:tc>
          <w:tcPr>
            <w:tcW w:w="3265" w:type="dxa"/>
          </w:tcPr>
          <w:p w14:paraId="7452E7FC" w14:textId="3CEE6A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Geodetické práce</w:t>
            </w:r>
          </w:p>
        </w:tc>
        <w:tc>
          <w:tcPr>
            <w:tcW w:w="1192" w:type="dxa"/>
          </w:tcPr>
          <w:p w14:paraId="2B9AA26D" w14:textId="721E6E2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6655F2CE"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A50C66B"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D8BAD4"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6CCF79EB"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EA001B2" w14:textId="02E7139C" w:rsidR="00726095" w:rsidRPr="00726095" w:rsidRDefault="00726095" w:rsidP="00726095">
            <w:pPr>
              <w:pStyle w:val="Tabulka"/>
            </w:pPr>
            <w:r w:rsidRPr="00726095">
              <w:t>12</w:t>
            </w:r>
          </w:p>
        </w:tc>
        <w:tc>
          <w:tcPr>
            <w:tcW w:w="3265" w:type="dxa"/>
          </w:tcPr>
          <w:p w14:paraId="3B6E03F3" w14:textId="61C5798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 xml:space="preserve">Geotechnický průzkum pro železniční spodek </w:t>
            </w:r>
          </w:p>
        </w:tc>
        <w:tc>
          <w:tcPr>
            <w:tcW w:w="1192" w:type="dxa"/>
          </w:tcPr>
          <w:p w14:paraId="069A458A" w14:textId="2837C2C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676A84D0"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C761CEA"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A4038CA"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5C98A0D1"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E8512B8" w14:textId="44FFFE60" w:rsidR="00726095" w:rsidRPr="00726095" w:rsidRDefault="00726095" w:rsidP="00726095">
            <w:pPr>
              <w:pStyle w:val="Tabulka"/>
            </w:pPr>
            <w:r w:rsidRPr="00726095">
              <w:t>13</w:t>
            </w:r>
          </w:p>
        </w:tc>
        <w:tc>
          <w:tcPr>
            <w:tcW w:w="3265" w:type="dxa"/>
          </w:tcPr>
          <w:p w14:paraId="022C21D8" w14:textId="2EF1DBB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Dendrologický, biologický, pedologický průzkum</w:t>
            </w:r>
          </w:p>
        </w:tc>
        <w:tc>
          <w:tcPr>
            <w:tcW w:w="1192" w:type="dxa"/>
          </w:tcPr>
          <w:p w14:paraId="721B1ED4" w14:textId="2DBEADC9"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Podle typu průzkumu</w:t>
            </w:r>
          </w:p>
        </w:tc>
        <w:tc>
          <w:tcPr>
            <w:tcW w:w="886" w:type="dxa"/>
          </w:tcPr>
          <w:p w14:paraId="157A902D"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9F9BAC8"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C7F597C"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2AC32C04"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65E69A9" w14:textId="1ACCDBD8" w:rsidR="00726095" w:rsidRPr="00726095" w:rsidRDefault="00726095" w:rsidP="00726095">
            <w:pPr>
              <w:pStyle w:val="Tabulka"/>
            </w:pPr>
            <w:r w:rsidRPr="00726095">
              <w:t>14</w:t>
            </w:r>
          </w:p>
        </w:tc>
        <w:tc>
          <w:tcPr>
            <w:tcW w:w="3265" w:type="dxa"/>
          </w:tcPr>
          <w:p w14:paraId="4F085C46" w14:textId="582FFA80"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Times New Roman" w:cs="Times New Roman"/>
              </w:rPr>
              <w:t>Aktualizace záměru projektu dle požadavku VTP a ZTP</w:t>
            </w:r>
          </w:p>
        </w:tc>
        <w:tc>
          <w:tcPr>
            <w:tcW w:w="1192" w:type="dxa"/>
          </w:tcPr>
          <w:p w14:paraId="0EC8C824" w14:textId="6691889F"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47B2D755"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FBB1F2"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CE6512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5851112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C7C64CE" w14:textId="5B82BE99" w:rsidR="00726095" w:rsidRPr="00726095" w:rsidRDefault="00726095" w:rsidP="00726095">
            <w:pPr>
              <w:pStyle w:val="Tabulka"/>
            </w:pPr>
            <w:r w:rsidRPr="00726095">
              <w:t>15</w:t>
            </w:r>
          </w:p>
        </w:tc>
        <w:tc>
          <w:tcPr>
            <w:tcW w:w="3265" w:type="dxa"/>
          </w:tcPr>
          <w:p w14:paraId="6B33F405" w14:textId="6A76642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Zajištění vydání osvědčení o shodě notifikovanou osobou v přípravě</w:t>
            </w:r>
          </w:p>
        </w:tc>
        <w:tc>
          <w:tcPr>
            <w:tcW w:w="1192" w:type="dxa"/>
          </w:tcPr>
          <w:p w14:paraId="43256511" w14:textId="79F440C5"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0CA323C2"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9F702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49DE46E"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68D9A285"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390BB9B2" w14:textId="1E975A59" w:rsidR="00726095" w:rsidRPr="00726095" w:rsidRDefault="00726095" w:rsidP="00726095">
            <w:pPr>
              <w:pStyle w:val="Tabulka"/>
            </w:pPr>
            <w:r w:rsidRPr="00726095">
              <w:t>16</w:t>
            </w:r>
          </w:p>
        </w:tc>
        <w:tc>
          <w:tcPr>
            <w:tcW w:w="3265" w:type="dxa"/>
          </w:tcPr>
          <w:p w14:paraId="11DFA1CE" w14:textId="3C83403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Koordinátor BOZP v přípravě</w:t>
            </w:r>
          </w:p>
        </w:tc>
        <w:tc>
          <w:tcPr>
            <w:tcW w:w="1192" w:type="dxa"/>
          </w:tcPr>
          <w:p w14:paraId="4B4F21E5" w14:textId="5D7BC9A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35D421AA"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61C379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38CBA7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28C05378"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D33C6E3" w14:textId="70F3BC12" w:rsidR="00726095" w:rsidRPr="00726095" w:rsidRDefault="00726095" w:rsidP="00726095">
            <w:pPr>
              <w:pStyle w:val="Tabulka"/>
            </w:pPr>
            <w:r w:rsidRPr="00726095">
              <w:t>17</w:t>
            </w:r>
          </w:p>
        </w:tc>
        <w:tc>
          <w:tcPr>
            <w:tcW w:w="3265" w:type="dxa"/>
          </w:tcPr>
          <w:p w14:paraId="5661D2BF" w14:textId="5182E56A"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Zajištění technických podkladů pro vypracování zadávací dokumentace na výběr zhotovitele stavby dle požadavku VTP a ZTP</w:t>
            </w:r>
          </w:p>
        </w:tc>
        <w:tc>
          <w:tcPr>
            <w:tcW w:w="1192" w:type="dxa"/>
          </w:tcPr>
          <w:p w14:paraId="01DED2E4" w14:textId="25A7FC7C"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5C4D1EB6"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5A01A91"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27ED1D"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4D83178C"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754EE594" w14:textId="388DE6E1" w:rsidR="00726095" w:rsidRPr="00726095" w:rsidRDefault="00726095" w:rsidP="00726095">
            <w:pPr>
              <w:pStyle w:val="Tabulka"/>
            </w:pPr>
            <w:r w:rsidRPr="00726095">
              <w:t>18</w:t>
            </w:r>
          </w:p>
        </w:tc>
        <w:tc>
          <w:tcPr>
            <w:tcW w:w="3265" w:type="dxa"/>
          </w:tcPr>
          <w:p w14:paraId="6ECA4770" w14:textId="36DF2AAB"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Rozsah činnosti při výkonu součinnosti s objednatelem a zhotovitelem stavby při procesu ERA “</w:t>
            </w:r>
            <w:proofErr w:type="spellStart"/>
            <w:r w:rsidRPr="00726095">
              <w:t>Trackside</w:t>
            </w:r>
            <w:proofErr w:type="spellEnd"/>
            <w:r w:rsidRPr="00726095">
              <w:t xml:space="preserve"> </w:t>
            </w:r>
            <w:proofErr w:type="spellStart"/>
            <w:r w:rsidRPr="00726095">
              <w:t>Approval</w:t>
            </w:r>
            <w:proofErr w:type="spellEnd"/>
            <w:r w:rsidRPr="00726095">
              <w:t>”</w:t>
            </w:r>
          </w:p>
        </w:tc>
        <w:tc>
          <w:tcPr>
            <w:tcW w:w="1192" w:type="dxa"/>
          </w:tcPr>
          <w:p w14:paraId="61238A72" w14:textId="2A74AF4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2B8333DF"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369C089"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B0C2F65"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9B4755" w:rsidRPr="00841876" w14:paraId="1C55A3E7" w14:textId="77777777" w:rsidTr="007E0111">
        <w:tc>
          <w:tcPr>
            <w:cnfStyle w:val="001000000000" w:firstRow="0" w:lastRow="0" w:firstColumn="1" w:lastColumn="0" w:oddVBand="0" w:evenVBand="0" w:oddHBand="0" w:evenHBand="0" w:firstRowFirstColumn="0" w:firstRowLastColumn="0" w:lastRowFirstColumn="0" w:lastRowLastColumn="0"/>
            <w:tcW w:w="7450" w:type="dxa"/>
            <w:gridSpan w:val="5"/>
          </w:tcPr>
          <w:p w14:paraId="003CB2DE" w14:textId="77777777" w:rsidR="009B4755" w:rsidRPr="00841876" w:rsidRDefault="009B4755" w:rsidP="007E0111">
            <w:pPr>
              <w:pStyle w:val="Tabulka"/>
              <w:rPr>
                <w:b/>
              </w:rPr>
            </w:pPr>
            <w:r w:rsidRPr="00841876">
              <w:rPr>
                <w:b/>
              </w:rPr>
              <w:t>Celkem za dodatečné služby:</w:t>
            </w:r>
          </w:p>
        </w:tc>
        <w:tc>
          <w:tcPr>
            <w:tcW w:w="1282" w:type="dxa"/>
          </w:tcPr>
          <w:p w14:paraId="33A6AD5D" w14:textId="77777777" w:rsidR="009B4755" w:rsidRPr="00841876" w:rsidRDefault="009B4755" w:rsidP="007E0111">
            <w:pPr>
              <w:pStyle w:val="Tabulka"/>
              <w:cnfStyle w:val="000000000000" w:firstRow="0" w:lastRow="0" w:firstColumn="0" w:lastColumn="0" w:oddVBand="0" w:evenVBand="0" w:oddHBand="0" w:evenHBand="0" w:firstRowFirstColumn="0" w:firstRowLastColumn="0" w:lastRowFirstColumn="0" w:lastRowLastColumn="0"/>
              <w:rPr>
                <w:b/>
              </w:rPr>
            </w:pPr>
          </w:p>
        </w:tc>
      </w:tr>
    </w:tbl>
    <w:p w14:paraId="1C7D91FD" w14:textId="77777777" w:rsidR="009B4755" w:rsidRDefault="009B4755" w:rsidP="009B4755">
      <w:pPr>
        <w:pStyle w:val="Textbezodsazen"/>
      </w:pPr>
      <w:r>
        <w:t xml:space="preserve">*) nevyplněné údaje </w:t>
      </w:r>
      <w:r w:rsidRPr="006B7093">
        <w:rPr>
          <w:highlight w:val="yellow"/>
        </w:rPr>
        <w:t>[VLOŽÍ ZHOTOVITEL]</w:t>
      </w:r>
    </w:p>
    <w:p w14:paraId="18564BD0" w14:textId="77777777" w:rsidR="009B4755" w:rsidRDefault="009B4755" w:rsidP="009B4755">
      <w:pPr>
        <w:pStyle w:val="Textbezodsazen"/>
      </w:pPr>
      <w:r>
        <w:t>Všechny ceny jsou uvedené v Kč bez DPH.</w:t>
      </w:r>
    </w:p>
    <w:p w14:paraId="41A7272E" w14:textId="77777777" w:rsidR="009B4755" w:rsidRDefault="009B4755" w:rsidP="009B4755">
      <w:pPr>
        <w:pStyle w:val="Nadpisbezsl1-1"/>
      </w:pPr>
      <w:r>
        <w:t>3.</w:t>
      </w:r>
      <w:r>
        <w:ta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9B4755" w:rsidRPr="00B06D17" w14:paraId="28422D25"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496E787" w14:textId="77777777" w:rsidR="009B4755" w:rsidRPr="00B06D17" w:rsidRDefault="009B4755" w:rsidP="007E0111">
            <w:pPr>
              <w:pStyle w:val="Tabulka"/>
              <w:rPr>
                <w:rStyle w:val="Tun"/>
                <w:sz w:val="16"/>
                <w:szCs w:val="16"/>
              </w:rPr>
            </w:pPr>
            <w:r w:rsidRPr="00B06D17">
              <w:rPr>
                <w:rStyle w:val="Tun"/>
                <w:sz w:val="16"/>
                <w:szCs w:val="16"/>
              </w:rPr>
              <w:t>Položka</w:t>
            </w:r>
          </w:p>
        </w:tc>
        <w:tc>
          <w:tcPr>
            <w:tcW w:w="3260" w:type="dxa"/>
          </w:tcPr>
          <w:p w14:paraId="6C3CFB62"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A84DA88"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5C07E07"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4AFBEAA"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5325DB7"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B4755" w:rsidRPr="00B06D17" w14:paraId="028954B0"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DCA9B11" w14:textId="016338DF" w:rsidR="009B4755" w:rsidRPr="00B06D17" w:rsidRDefault="009B4755" w:rsidP="00726095">
            <w:pPr>
              <w:pStyle w:val="Tabulka"/>
            </w:pPr>
            <w:r>
              <w:t>1</w:t>
            </w:r>
            <w:r w:rsidR="00726095">
              <w:t>9</w:t>
            </w:r>
          </w:p>
        </w:tc>
        <w:tc>
          <w:tcPr>
            <w:tcW w:w="3260" w:type="dxa"/>
          </w:tcPr>
          <w:p w14:paraId="30AB9E9D"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2F0B2CB"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707F3B5"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71D380C"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36FC27A2"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r>
    </w:tbl>
    <w:p w14:paraId="4F934ABA" w14:textId="77777777" w:rsidR="009B4755" w:rsidRDefault="009B4755" w:rsidP="009B4755">
      <w:pPr>
        <w:pStyle w:val="Textbezodsazen"/>
      </w:pPr>
      <w:r>
        <w:t xml:space="preserve">*) nevyplněné údaje </w:t>
      </w:r>
      <w:r w:rsidRPr="006B7093">
        <w:rPr>
          <w:highlight w:val="yellow"/>
        </w:rPr>
        <w:t>[VLOŽÍ ZHOTOVITEL]</w:t>
      </w:r>
    </w:p>
    <w:p w14:paraId="60A6AD64" w14:textId="77777777" w:rsidR="009B4755" w:rsidRDefault="009B4755" w:rsidP="007E0111">
      <w:pPr>
        <w:pStyle w:val="Textbezodsazen"/>
        <w:spacing w:after="0"/>
      </w:pPr>
      <w:r>
        <w:t>Všechny ceny jsou uvedené v Kč bez DPH.</w:t>
      </w:r>
    </w:p>
    <w:p w14:paraId="412BB311" w14:textId="6B49FCAD" w:rsidR="009B4755" w:rsidRPr="00726095" w:rsidRDefault="009B4755" w:rsidP="007E0111">
      <w:pPr>
        <w:pStyle w:val="Nadpisbezsl1-2"/>
        <w:spacing w:before="120"/>
        <w:jc w:val="both"/>
        <w:rPr>
          <w:b w:val="0"/>
          <w:sz w:val="18"/>
          <w:szCs w:val="18"/>
        </w:rPr>
      </w:pPr>
      <w:r w:rsidRPr="00726095">
        <w:rPr>
          <w:b w:val="0"/>
          <w:sz w:val="18"/>
          <w:szCs w:val="18"/>
        </w:rPr>
        <w:t>Uvedená cena za výkon autorského dozoru zahrnuje veškeré náklady na výkon autorského dozoru po celou předpokládanou dobu realizace Stavby (</w:t>
      </w:r>
      <w:r w:rsidRPr="00726095">
        <w:rPr>
          <w:sz w:val="18"/>
          <w:szCs w:val="18"/>
        </w:rPr>
        <w:t xml:space="preserve">předpoklad </w:t>
      </w:r>
      <w:r w:rsidR="00726095" w:rsidRPr="00726095">
        <w:rPr>
          <w:sz w:val="18"/>
          <w:szCs w:val="18"/>
        </w:rPr>
        <w:t>23</w:t>
      </w:r>
      <w:r w:rsidRPr="00726095">
        <w:rPr>
          <w:sz w:val="18"/>
          <w:szCs w:val="18"/>
        </w:rPr>
        <w:t xml:space="preserve">  měsíců</w:t>
      </w:r>
      <w:r w:rsidRPr="00726095">
        <w:rPr>
          <w:b w:val="0"/>
          <w:sz w:val="18"/>
          <w:szCs w:val="18"/>
        </w:rPr>
        <w:t>). Uvedená cena za výkon autorského dozoru odpovídá pracnosti a rozsahu Stavby a zahrnuje veškeré náklady na činnosti související s výkonem autorského dozoru včetně cestovních výloh, v předpokládané době realizace Stavby.</w:t>
      </w:r>
    </w:p>
    <w:p w14:paraId="33DC770E" w14:textId="0AA78E95" w:rsidR="007E0111" w:rsidRDefault="007E0111" w:rsidP="007E0111">
      <w:pPr>
        <w:pStyle w:val="Nadpisbezsl1-1"/>
      </w:pPr>
      <w:r>
        <w:t>A.</w:t>
      </w:r>
      <w:r>
        <w:tab/>
        <w:t>Cena Díla:</w:t>
      </w:r>
    </w:p>
    <w:tbl>
      <w:tblPr>
        <w:tblStyle w:val="Tabulka10"/>
        <w:tblW w:w="0" w:type="auto"/>
        <w:tblLook w:val="04A0" w:firstRow="1" w:lastRow="0" w:firstColumn="1" w:lastColumn="0" w:noHBand="0" w:noVBand="1"/>
      </w:tblPr>
      <w:tblGrid>
        <w:gridCol w:w="2909"/>
        <w:gridCol w:w="2910"/>
        <w:gridCol w:w="2911"/>
      </w:tblGrid>
      <w:tr w:rsidR="007E0111" w:rsidRPr="00236DCC" w14:paraId="24008AC0"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2BD0350C" w14:textId="77777777" w:rsidR="007E0111" w:rsidRPr="007E0111" w:rsidRDefault="007E0111" w:rsidP="007E0111">
            <w:pPr>
              <w:pStyle w:val="Tabulka"/>
              <w:rPr>
                <w:rStyle w:val="Tun"/>
              </w:rPr>
            </w:pPr>
            <w:r w:rsidRPr="007E0111">
              <w:rPr>
                <w:rStyle w:val="Tun"/>
              </w:rPr>
              <w:t>Cena Díla (bez DPH)</w:t>
            </w:r>
          </w:p>
        </w:tc>
        <w:tc>
          <w:tcPr>
            <w:tcW w:w="2910" w:type="dxa"/>
          </w:tcPr>
          <w:p w14:paraId="6D8FCDFC" w14:textId="77777777" w:rsidR="007E0111" w:rsidRPr="007E0111"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7E0111">
              <w:rPr>
                <w:rStyle w:val="Tun"/>
              </w:rPr>
              <w:t>Výše DPH</w:t>
            </w:r>
          </w:p>
        </w:tc>
        <w:tc>
          <w:tcPr>
            <w:tcW w:w="2911" w:type="dxa"/>
          </w:tcPr>
          <w:p w14:paraId="40DE1CB8" w14:textId="77777777" w:rsidR="007E0111" w:rsidRPr="007E0111"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7E0111">
              <w:rPr>
                <w:rStyle w:val="Tun"/>
              </w:rPr>
              <w:t>Cena Díla (s DPH)</w:t>
            </w:r>
          </w:p>
        </w:tc>
      </w:tr>
      <w:tr w:rsidR="00103C55" w:rsidRPr="00236DCC" w14:paraId="46C2E3F0"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43D79B4D" w14:textId="3C0521BC"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416DB19D" w14:textId="14E88DEE"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843A94E" w14:textId="774046DB"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05C7849C"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3DAF366B" w14:textId="77777777" w:rsidR="007E0111" w:rsidRPr="007E0111" w:rsidRDefault="007E0111" w:rsidP="007E0111">
            <w:pPr>
              <w:pStyle w:val="Tabulka"/>
            </w:pPr>
            <w:r w:rsidRPr="007E0111">
              <w:t xml:space="preserve">z toho: </w:t>
            </w:r>
          </w:p>
        </w:tc>
      </w:tr>
      <w:tr w:rsidR="007E0111" w:rsidRPr="00236DCC" w14:paraId="25967C17"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52371110" w14:textId="52295307" w:rsidR="007E0111" w:rsidRPr="007E0111" w:rsidRDefault="00C72E9C" w:rsidP="007E0111">
            <w:pPr>
              <w:pStyle w:val="Tabulka"/>
            </w:pPr>
            <w:r w:rsidRPr="00416604">
              <w:rPr>
                <w:b/>
              </w:rPr>
              <w:t>A1</w:t>
            </w:r>
            <w:r>
              <w:t xml:space="preserve"> </w:t>
            </w:r>
            <w:r w:rsidR="007E0111" w:rsidRPr="007E0111">
              <w:t xml:space="preserve">Cena za zpracování DUSP </w:t>
            </w:r>
            <w:proofErr w:type="gramStart"/>
            <w:r w:rsidR="007E0111" w:rsidRPr="007E0111">
              <w:rPr>
                <w:b/>
              </w:rPr>
              <w:t>č.1</w:t>
            </w:r>
            <w:r w:rsidR="007E0111" w:rsidRPr="007E0111">
              <w:t xml:space="preserve"> a PDPS</w:t>
            </w:r>
            <w:proofErr w:type="gramEnd"/>
            <w:r w:rsidR="007E0111" w:rsidRPr="007E0111">
              <w:t xml:space="preserve"> (</w:t>
            </w:r>
            <w:r w:rsidR="007E0111" w:rsidRPr="007E0111">
              <w:rPr>
                <w:color w:val="000000" w:themeColor="text1"/>
              </w:rPr>
              <w:t>v rozsahu základních a dodatečných služeb):</w:t>
            </w:r>
          </w:p>
        </w:tc>
      </w:tr>
      <w:tr w:rsidR="00103C55" w:rsidRPr="00236DCC" w14:paraId="3BA78234"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192339B4" w14:textId="6DB3E3C6"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77695C78" w14:textId="18BE716A"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00D5CA2" w14:textId="0B10736B"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7DCDC826"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243AC615" w14:textId="77777777" w:rsidR="007E0111" w:rsidRPr="007E0111" w:rsidRDefault="007E0111" w:rsidP="007E0111">
            <w:pPr>
              <w:pStyle w:val="Tabulka"/>
            </w:pPr>
            <w:r w:rsidRPr="007E0111">
              <w:t>Cena za výkon autorského dozoru:</w:t>
            </w:r>
          </w:p>
        </w:tc>
      </w:tr>
      <w:tr w:rsidR="00103C55" w:rsidRPr="00236DCC" w14:paraId="761B7FE7"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5A8466AB" w14:textId="09C7A80B"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24639A8B" w14:textId="7F86B768"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C2C99F8" w14:textId="51CFC281"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56DAEC0B"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1806C5B2" w14:textId="77777777" w:rsidR="007E0111" w:rsidRPr="007E0111" w:rsidRDefault="007E0111" w:rsidP="007E0111">
            <w:pPr>
              <w:pStyle w:val="Tabulka"/>
            </w:pPr>
            <w:r w:rsidRPr="007E0111">
              <w:t xml:space="preserve">z toho: </w:t>
            </w:r>
          </w:p>
        </w:tc>
      </w:tr>
      <w:tr w:rsidR="007E0111" w:rsidRPr="00236DCC" w14:paraId="7EEB5592"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279E4C8C" w14:textId="7BB846C9" w:rsidR="007E0111" w:rsidRPr="007E0111" w:rsidRDefault="00C72E9C" w:rsidP="007E0111">
            <w:pPr>
              <w:pStyle w:val="Tabulka"/>
            </w:pPr>
            <w:r w:rsidRPr="00416604">
              <w:rPr>
                <w:b/>
              </w:rPr>
              <w:t>A2</w:t>
            </w:r>
            <w:r>
              <w:t xml:space="preserve"> </w:t>
            </w:r>
            <w:r w:rsidR="007E0111" w:rsidRPr="007E0111">
              <w:t xml:space="preserve">Cena za zpracování DUSP </w:t>
            </w:r>
            <w:proofErr w:type="gramStart"/>
            <w:r w:rsidR="007E0111" w:rsidRPr="007E0111">
              <w:rPr>
                <w:b/>
              </w:rPr>
              <w:t>č.2</w:t>
            </w:r>
            <w:r w:rsidR="007E0111" w:rsidRPr="007E0111">
              <w:t xml:space="preserve"> a PDPS</w:t>
            </w:r>
            <w:proofErr w:type="gramEnd"/>
            <w:r w:rsidR="007E0111" w:rsidRPr="007E0111">
              <w:t xml:space="preserve"> (</w:t>
            </w:r>
            <w:r w:rsidR="007E0111" w:rsidRPr="007E0111">
              <w:rPr>
                <w:color w:val="000000" w:themeColor="text1"/>
              </w:rPr>
              <w:t>v rozsahu základních a dodatečných služeb):</w:t>
            </w:r>
          </w:p>
        </w:tc>
      </w:tr>
      <w:tr w:rsidR="00103C55" w:rsidRPr="00236DCC" w14:paraId="5152CA68"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253EC384" w14:textId="5C8B3D29"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73DF73FE" w14:textId="3EB13FD8"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5E71DDB1" w14:textId="458682C0"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5E969598"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702BE254" w14:textId="77777777" w:rsidR="007E0111" w:rsidRPr="007E0111" w:rsidRDefault="007E0111" w:rsidP="007E0111">
            <w:pPr>
              <w:pStyle w:val="Tabulka"/>
            </w:pPr>
            <w:r w:rsidRPr="007E0111">
              <w:t>Cena za výkon autorského dozoru:</w:t>
            </w:r>
          </w:p>
        </w:tc>
      </w:tr>
      <w:tr w:rsidR="007E0111" w:rsidRPr="00236DCC" w14:paraId="5150618B"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51F5C368" w14:textId="77777777" w:rsidR="007E0111" w:rsidRPr="00236DCC" w:rsidRDefault="007E0111" w:rsidP="007E0111">
            <w:pPr>
              <w:pStyle w:val="Tabulka"/>
            </w:pPr>
            <w:r w:rsidRPr="00236DCC">
              <w:t>"[</w:t>
            </w:r>
            <w:r w:rsidRPr="00236DCC">
              <w:rPr>
                <w:highlight w:val="yellow"/>
              </w:rPr>
              <w:t>VLOŽÍ ZHOTOVITEL</w:t>
            </w:r>
            <w:r w:rsidRPr="00236DCC">
              <w:t>]" Kč</w:t>
            </w:r>
          </w:p>
        </w:tc>
        <w:tc>
          <w:tcPr>
            <w:tcW w:w="2910" w:type="dxa"/>
          </w:tcPr>
          <w:p w14:paraId="5C5648CB" w14:textId="77777777" w:rsidR="007E0111" w:rsidRPr="00236DCC" w:rsidRDefault="007E0111" w:rsidP="007E0111">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75336FAE" w14:textId="77777777" w:rsidR="007E0111" w:rsidRPr="00236DCC" w:rsidRDefault="007E0111" w:rsidP="007E0111">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3BAEABD" w14:textId="77777777" w:rsidR="007E0111" w:rsidRDefault="007E0111" w:rsidP="007E0111">
      <w:pPr>
        <w:pStyle w:val="Textbezodsazen"/>
      </w:pPr>
    </w:p>
    <w:p w14:paraId="04CC14F4" w14:textId="77777777" w:rsidR="007E0111" w:rsidRPr="00236DCC" w:rsidRDefault="007E0111" w:rsidP="007E0111">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w:t>
      </w:r>
      <w:r>
        <w:rPr>
          <w:rStyle w:val="Tun-ZRUIT"/>
        </w:rPr>
        <w:t xml:space="preserve"> </w:t>
      </w:r>
      <w:proofErr w:type="gramStart"/>
      <w:r>
        <w:rPr>
          <w:rStyle w:val="Tun-ZRUIT"/>
        </w:rPr>
        <w:t>č.1</w:t>
      </w:r>
      <w:r w:rsidRPr="00236DCC">
        <w:rPr>
          <w:rStyle w:val="Tun-ZRUIT"/>
        </w:rPr>
        <w:t xml:space="preserve"> a PDPS</w:t>
      </w:r>
      <w:proofErr w:type="gramEnd"/>
      <w:r w:rsidRPr="00236DCC">
        <w:rPr>
          <w:rStyle w:val="Tun-ZRUIT"/>
        </w:rPr>
        <w:t xml:space="preserve"> a výkon autorského dozoru:</w:t>
      </w:r>
    </w:p>
    <w:tbl>
      <w:tblPr>
        <w:tblStyle w:val="Tabulka10"/>
        <w:tblW w:w="8868" w:type="dxa"/>
        <w:tblLook w:val="04A0" w:firstRow="1" w:lastRow="0" w:firstColumn="1" w:lastColumn="0" w:noHBand="0" w:noVBand="1"/>
      </w:tblPr>
      <w:tblGrid>
        <w:gridCol w:w="2914"/>
        <w:gridCol w:w="2977"/>
        <w:gridCol w:w="2977"/>
      </w:tblGrid>
      <w:tr w:rsidR="007E0111" w:rsidRPr="00B72613" w14:paraId="6D7CE45E"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44C8246" w14:textId="77777777" w:rsidR="007E0111" w:rsidRPr="00B72613" w:rsidRDefault="007E0111" w:rsidP="007E0111">
            <w:pPr>
              <w:pStyle w:val="Tabulka"/>
              <w:rPr>
                <w:rStyle w:val="Tun"/>
              </w:rPr>
            </w:pPr>
            <w:r w:rsidRPr="00B72613">
              <w:rPr>
                <w:rStyle w:val="Tun"/>
              </w:rPr>
              <w:t>Specifikace položky</w:t>
            </w:r>
          </w:p>
        </w:tc>
        <w:tc>
          <w:tcPr>
            <w:tcW w:w="2977" w:type="dxa"/>
          </w:tcPr>
          <w:p w14:paraId="262E82A9"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1574EF5"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0111" w:rsidRPr="00B72613" w14:paraId="4EB86527"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6B51E268" w14:textId="77777777" w:rsidR="007E0111" w:rsidRPr="0030791F" w:rsidRDefault="007E0111" w:rsidP="007E0111">
            <w:pPr>
              <w:pStyle w:val="Tabulka"/>
              <w:rPr>
                <w:rStyle w:val="Tun"/>
              </w:rPr>
            </w:pPr>
            <w:r w:rsidRPr="0030791F">
              <w:rPr>
                <w:rStyle w:val="Tun"/>
              </w:rPr>
              <w:t>1. Dílčí etapa</w:t>
            </w:r>
          </w:p>
        </w:tc>
        <w:tc>
          <w:tcPr>
            <w:tcW w:w="2977" w:type="dxa"/>
          </w:tcPr>
          <w:p w14:paraId="3F679E27"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52B0714" w14:textId="7C3E4C0D"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30 % Ceny Díla dle </w:t>
            </w:r>
            <w:r w:rsidRPr="00C72E9C">
              <w:rPr>
                <w:rStyle w:val="Tun"/>
              </w:rPr>
              <w:t xml:space="preserve">A1 bez položky </w:t>
            </w:r>
            <w:proofErr w:type="gramStart"/>
            <w:r w:rsidRPr="00C72E9C">
              <w:rPr>
                <w:rStyle w:val="Tun"/>
              </w:rPr>
              <w:t>č.17</w:t>
            </w:r>
            <w:proofErr w:type="gramEnd"/>
          </w:p>
        </w:tc>
        <w:tc>
          <w:tcPr>
            <w:tcW w:w="2977" w:type="dxa"/>
          </w:tcPr>
          <w:p w14:paraId="5EBB33A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220B1AF3"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130D75D1" w14:textId="77777777" w:rsidR="007E0111" w:rsidRPr="0030791F" w:rsidRDefault="007E0111" w:rsidP="007E0111">
            <w:pPr>
              <w:pStyle w:val="Tabulka"/>
              <w:rPr>
                <w:rStyle w:val="Tun"/>
              </w:rPr>
            </w:pPr>
            <w:r w:rsidRPr="0030791F">
              <w:rPr>
                <w:rStyle w:val="Tun"/>
              </w:rPr>
              <w:t>2. Dílčí etapa</w:t>
            </w:r>
          </w:p>
        </w:tc>
        <w:tc>
          <w:tcPr>
            <w:tcW w:w="2977" w:type="dxa"/>
          </w:tcPr>
          <w:p w14:paraId="066D94F1"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4F79600" w14:textId="5A3A6C2B"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20 % Ceny Díla dle </w:t>
            </w:r>
            <w:r w:rsidRPr="00C72E9C">
              <w:rPr>
                <w:rStyle w:val="Tun"/>
              </w:rPr>
              <w:t xml:space="preserve">A1 bez položky </w:t>
            </w:r>
            <w:proofErr w:type="gramStart"/>
            <w:r w:rsidRPr="00C72E9C">
              <w:rPr>
                <w:rStyle w:val="Tun"/>
              </w:rPr>
              <w:t>č.17</w:t>
            </w:r>
            <w:proofErr w:type="gramEnd"/>
          </w:p>
        </w:tc>
        <w:tc>
          <w:tcPr>
            <w:tcW w:w="2977" w:type="dxa"/>
          </w:tcPr>
          <w:p w14:paraId="19425D89"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B885822"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1F15AF60" w14:textId="77777777" w:rsidR="007E0111" w:rsidRPr="0030791F" w:rsidRDefault="007E0111" w:rsidP="007E0111">
            <w:pPr>
              <w:pStyle w:val="Tabulka"/>
              <w:rPr>
                <w:rStyle w:val="Tun"/>
                <w:b w:val="0"/>
                <w:highlight w:val="yellow"/>
              </w:rPr>
            </w:pPr>
            <w:r>
              <w:rPr>
                <w:rStyle w:val="Tun"/>
              </w:rPr>
              <w:t>3</w:t>
            </w:r>
            <w:r w:rsidRPr="0030791F">
              <w:rPr>
                <w:rStyle w:val="Tun"/>
              </w:rPr>
              <w:t>. Dílčí etapa</w:t>
            </w:r>
          </w:p>
        </w:tc>
        <w:tc>
          <w:tcPr>
            <w:tcW w:w="2977" w:type="dxa"/>
          </w:tcPr>
          <w:p w14:paraId="1DF5BA36"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6F57644" w14:textId="3F125A2C"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30 % Ceny Díla dle </w:t>
            </w:r>
            <w:r w:rsidRPr="00C72E9C">
              <w:rPr>
                <w:rStyle w:val="Tun"/>
              </w:rPr>
              <w:t>A1</w:t>
            </w:r>
            <w:r w:rsidR="00C72E9C" w:rsidRPr="00C72E9C">
              <w:rPr>
                <w:rStyle w:val="Tun"/>
              </w:rPr>
              <w:t xml:space="preserve"> bez </w:t>
            </w:r>
            <w:r w:rsidRPr="00C72E9C">
              <w:rPr>
                <w:rStyle w:val="Tun"/>
              </w:rPr>
              <w:t xml:space="preserve">položky </w:t>
            </w:r>
            <w:proofErr w:type="gramStart"/>
            <w:r w:rsidRPr="00C72E9C">
              <w:rPr>
                <w:rStyle w:val="Tun"/>
              </w:rPr>
              <w:t>č.17</w:t>
            </w:r>
            <w:proofErr w:type="gramEnd"/>
          </w:p>
        </w:tc>
        <w:tc>
          <w:tcPr>
            <w:tcW w:w="2977" w:type="dxa"/>
          </w:tcPr>
          <w:p w14:paraId="41C707F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4D2AB45A"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08A9D0F2" w14:textId="77777777" w:rsidR="007E0111" w:rsidRPr="00B06D17" w:rsidRDefault="007E0111" w:rsidP="007E0111">
            <w:pPr>
              <w:pStyle w:val="Tabulka"/>
              <w:rPr>
                <w:rStyle w:val="Tun"/>
                <w:highlight w:val="yellow"/>
              </w:rPr>
            </w:pPr>
            <w:r>
              <w:rPr>
                <w:rStyle w:val="Tun"/>
              </w:rPr>
              <w:t>4</w:t>
            </w:r>
            <w:r w:rsidRPr="0030791F">
              <w:rPr>
                <w:rStyle w:val="Tun"/>
              </w:rPr>
              <w:t>. Dílčí etapa</w:t>
            </w:r>
          </w:p>
        </w:tc>
        <w:tc>
          <w:tcPr>
            <w:tcW w:w="2977" w:type="dxa"/>
          </w:tcPr>
          <w:p w14:paraId="75C1770D"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013532" w14:textId="58954FB2"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C72E9C">
              <w:rPr>
                <w:rStyle w:val="Tun"/>
              </w:rPr>
              <w:t xml:space="preserve">A1 bez položky </w:t>
            </w:r>
            <w:proofErr w:type="gramStart"/>
            <w:r w:rsidRPr="00C72E9C">
              <w:rPr>
                <w:rStyle w:val="Tun"/>
              </w:rPr>
              <w:t>č.17</w:t>
            </w:r>
            <w:proofErr w:type="gramEnd"/>
          </w:p>
        </w:tc>
        <w:tc>
          <w:tcPr>
            <w:tcW w:w="2977" w:type="dxa"/>
          </w:tcPr>
          <w:p w14:paraId="3B62823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35A59A64"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7A55ACE5" w14:textId="77777777" w:rsidR="007E0111" w:rsidRPr="00B06D17" w:rsidRDefault="007E0111" w:rsidP="007E0111">
            <w:pPr>
              <w:pStyle w:val="Tabulka"/>
              <w:rPr>
                <w:rStyle w:val="Tun"/>
                <w:highlight w:val="yellow"/>
              </w:rPr>
            </w:pPr>
            <w:r w:rsidRPr="0030791F">
              <w:rPr>
                <w:rStyle w:val="Tun"/>
              </w:rPr>
              <w:t>5. Dílčí etapa</w:t>
            </w:r>
          </w:p>
        </w:tc>
        <w:tc>
          <w:tcPr>
            <w:tcW w:w="2977" w:type="dxa"/>
          </w:tcPr>
          <w:p w14:paraId="43D6C2FB"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102DF57" w14:textId="48EA0F22"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C72E9C">
              <w:rPr>
                <w:rStyle w:val="Tun"/>
              </w:rPr>
              <w:t xml:space="preserve">A1 bez položky </w:t>
            </w:r>
            <w:proofErr w:type="gramStart"/>
            <w:r w:rsidRPr="00C72E9C">
              <w:rPr>
                <w:rStyle w:val="Tun"/>
              </w:rPr>
              <w:t>č.17</w:t>
            </w:r>
            <w:proofErr w:type="gramEnd"/>
          </w:p>
        </w:tc>
        <w:tc>
          <w:tcPr>
            <w:tcW w:w="2977" w:type="dxa"/>
          </w:tcPr>
          <w:p w14:paraId="063EE36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3E1B630C"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2D20B0DE" w14:textId="77777777" w:rsidR="007E0111" w:rsidRPr="0030791F" w:rsidRDefault="007E0111" w:rsidP="007E0111">
            <w:pPr>
              <w:pStyle w:val="Tabulka"/>
              <w:rPr>
                <w:rStyle w:val="Tun"/>
              </w:rPr>
            </w:pPr>
            <w:r w:rsidRPr="0030791F">
              <w:rPr>
                <w:rStyle w:val="Tun"/>
              </w:rPr>
              <w:t>Výkon autorského dozoru</w:t>
            </w:r>
          </w:p>
        </w:tc>
        <w:tc>
          <w:tcPr>
            <w:tcW w:w="2977" w:type="dxa"/>
          </w:tcPr>
          <w:p w14:paraId="5A2DF383"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FE3D1A4" w14:textId="7737749D"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w:t>
            </w:r>
            <w:r w:rsidRPr="00C72E9C">
              <w:rPr>
                <w:rStyle w:val="Tun"/>
              </w:rPr>
              <w:t>dle A1 položk</w:t>
            </w:r>
            <w:r w:rsidR="00C72E9C" w:rsidRPr="00C72E9C">
              <w:rPr>
                <w:rStyle w:val="Tun"/>
              </w:rPr>
              <w:t>a</w:t>
            </w:r>
            <w:r w:rsidRPr="00C72E9C">
              <w:rPr>
                <w:rStyle w:val="Tun"/>
              </w:rPr>
              <w:t xml:space="preserve"> </w:t>
            </w:r>
            <w:proofErr w:type="gramStart"/>
            <w:r w:rsidRPr="00C72E9C">
              <w:rPr>
                <w:rStyle w:val="Tun"/>
              </w:rPr>
              <w:t>č.17</w:t>
            </w:r>
            <w:proofErr w:type="gramEnd"/>
          </w:p>
        </w:tc>
        <w:tc>
          <w:tcPr>
            <w:tcW w:w="2977" w:type="dxa"/>
          </w:tcPr>
          <w:p w14:paraId="51EE4D61"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2BA4C46B"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3BB390E9" w14:textId="77777777" w:rsidR="007E0111" w:rsidRPr="00B72613" w:rsidRDefault="007E0111" w:rsidP="007E0111">
            <w:pPr>
              <w:pStyle w:val="Tabulka"/>
              <w:rPr>
                <w:rStyle w:val="Tun"/>
              </w:rPr>
            </w:pPr>
            <w:r w:rsidRPr="00B72613">
              <w:rPr>
                <w:rStyle w:val="Tun"/>
              </w:rPr>
              <w:t>Celkem:</w:t>
            </w:r>
          </w:p>
        </w:tc>
        <w:tc>
          <w:tcPr>
            <w:tcW w:w="2977" w:type="dxa"/>
          </w:tcPr>
          <w:p w14:paraId="72CB1468"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3DACAD8"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B1011C3" w14:textId="77777777" w:rsidR="007E0111" w:rsidRDefault="007E0111" w:rsidP="007E0111">
      <w:pPr>
        <w:pStyle w:val="Textbezodsazen"/>
      </w:pPr>
    </w:p>
    <w:p w14:paraId="62865E53" w14:textId="77777777" w:rsidR="007E0111" w:rsidRPr="00236DCC" w:rsidRDefault="007E0111" w:rsidP="007E0111">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w:t>
      </w:r>
      <w:r>
        <w:rPr>
          <w:rStyle w:val="Tun-ZRUIT"/>
        </w:rPr>
        <w:t xml:space="preserve"> </w:t>
      </w:r>
      <w:proofErr w:type="gramStart"/>
      <w:r>
        <w:rPr>
          <w:rStyle w:val="Tun-ZRUIT"/>
        </w:rPr>
        <w:t>č.2</w:t>
      </w:r>
      <w:r w:rsidRPr="00236DCC">
        <w:rPr>
          <w:rStyle w:val="Tun-ZRUIT"/>
        </w:rPr>
        <w:t xml:space="preserve"> a PDPS</w:t>
      </w:r>
      <w:proofErr w:type="gramEnd"/>
      <w:r w:rsidRPr="00236DCC">
        <w:rPr>
          <w:rStyle w:val="Tun-ZRUIT"/>
        </w:rPr>
        <w:t xml:space="preserve"> a výkon autorského dozoru:</w:t>
      </w:r>
    </w:p>
    <w:tbl>
      <w:tblPr>
        <w:tblStyle w:val="Tabulka10"/>
        <w:tblW w:w="8868" w:type="dxa"/>
        <w:tblLook w:val="04A0" w:firstRow="1" w:lastRow="0" w:firstColumn="1" w:lastColumn="0" w:noHBand="0" w:noVBand="1"/>
      </w:tblPr>
      <w:tblGrid>
        <w:gridCol w:w="2914"/>
        <w:gridCol w:w="3040"/>
        <w:gridCol w:w="2914"/>
      </w:tblGrid>
      <w:tr w:rsidR="007E0111" w:rsidRPr="00B72613" w14:paraId="474563AC" w14:textId="77777777" w:rsidTr="004166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7DD72FD" w14:textId="77777777" w:rsidR="007E0111" w:rsidRPr="00B72613" w:rsidRDefault="007E0111" w:rsidP="007E0111">
            <w:pPr>
              <w:pStyle w:val="Tabulka"/>
              <w:rPr>
                <w:rStyle w:val="Tun"/>
              </w:rPr>
            </w:pPr>
            <w:r w:rsidRPr="00B72613">
              <w:rPr>
                <w:rStyle w:val="Tun"/>
              </w:rPr>
              <w:t>Specifikace položky</w:t>
            </w:r>
          </w:p>
        </w:tc>
        <w:tc>
          <w:tcPr>
            <w:tcW w:w="3040" w:type="dxa"/>
          </w:tcPr>
          <w:p w14:paraId="65912FC5"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14" w:type="dxa"/>
          </w:tcPr>
          <w:p w14:paraId="0DE28CEF"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0111" w:rsidRPr="00B72613" w14:paraId="069E6B15"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C0D95D3" w14:textId="77777777" w:rsidR="007E0111" w:rsidRPr="0030791F" w:rsidRDefault="007E0111" w:rsidP="007E0111">
            <w:pPr>
              <w:pStyle w:val="Tabulka"/>
              <w:rPr>
                <w:rStyle w:val="Tun"/>
              </w:rPr>
            </w:pPr>
            <w:r w:rsidRPr="0030791F">
              <w:rPr>
                <w:rStyle w:val="Tun"/>
              </w:rPr>
              <w:t>1. Dílčí etapa</w:t>
            </w:r>
          </w:p>
        </w:tc>
        <w:tc>
          <w:tcPr>
            <w:tcW w:w="3040" w:type="dxa"/>
          </w:tcPr>
          <w:p w14:paraId="40399F69"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DA55E3A" w14:textId="74B8E8F5"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4C1CC42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F3F86B3"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067EC6B8" w14:textId="77777777" w:rsidR="007E0111" w:rsidRPr="0030791F" w:rsidRDefault="007E0111" w:rsidP="007E0111">
            <w:pPr>
              <w:pStyle w:val="Tabulka"/>
              <w:rPr>
                <w:rStyle w:val="Tun"/>
              </w:rPr>
            </w:pPr>
            <w:r w:rsidRPr="0030791F">
              <w:rPr>
                <w:rStyle w:val="Tun"/>
              </w:rPr>
              <w:t>2. Dílčí etapa</w:t>
            </w:r>
          </w:p>
        </w:tc>
        <w:tc>
          <w:tcPr>
            <w:tcW w:w="3040" w:type="dxa"/>
          </w:tcPr>
          <w:p w14:paraId="489A3C43"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006B1C0" w14:textId="08E6F4EF"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7BDE03A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565B14D"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131F30E9" w14:textId="77777777" w:rsidR="007E0111" w:rsidRPr="0030791F" w:rsidRDefault="007E0111" w:rsidP="007E0111">
            <w:pPr>
              <w:pStyle w:val="Tabulka"/>
              <w:rPr>
                <w:rStyle w:val="Tun"/>
                <w:b w:val="0"/>
                <w:highlight w:val="yellow"/>
              </w:rPr>
            </w:pPr>
            <w:r>
              <w:rPr>
                <w:rStyle w:val="Tun"/>
              </w:rPr>
              <w:t>3</w:t>
            </w:r>
            <w:r w:rsidRPr="0030791F">
              <w:rPr>
                <w:rStyle w:val="Tun"/>
              </w:rPr>
              <w:t>. Dílčí etapa</w:t>
            </w:r>
          </w:p>
        </w:tc>
        <w:tc>
          <w:tcPr>
            <w:tcW w:w="3040" w:type="dxa"/>
          </w:tcPr>
          <w:p w14:paraId="2EA410BF"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7232868" w14:textId="5961E3B5"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tcPr>
          <w:p w14:paraId="4AD20063"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3F25F09"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594FC0EC" w14:textId="77777777" w:rsidR="007E0111" w:rsidRPr="00B06D17" w:rsidRDefault="007E0111" w:rsidP="007E0111">
            <w:pPr>
              <w:pStyle w:val="Tabulka"/>
              <w:rPr>
                <w:rStyle w:val="Tun"/>
                <w:highlight w:val="yellow"/>
              </w:rPr>
            </w:pPr>
            <w:r>
              <w:rPr>
                <w:rStyle w:val="Tun"/>
              </w:rPr>
              <w:t>4</w:t>
            </w:r>
            <w:r w:rsidRPr="0030791F">
              <w:rPr>
                <w:rStyle w:val="Tun"/>
              </w:rPr>
              <w:t>. Dílčí etapa</w:t>
            </w:r>
          </w:p>
        </w:tc>
        <w:tc>
          <w:tcPr>
            <w:tcW w:w="3040" w:type="dxa"/>
          </w:tcPr>
          <w:p w14:paraId="63A8F194"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bez fakturace</w:t>
            </w:r>
          </w:p>
        </w:tc>
        <w:tc>
          <w:tcPr>
            <w:tcW w:w="2914" w:type="dxa"/>
          </w:tcPr>
          <w:p w14:paraId="63489E6B"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ACCCF9F"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3434D940" w14:textId="77777777" w:rsidR="007E0111" w:rsidRPr="00B06D17" w:rsidRDefault="007E0111" w:rsidP="007E0111">
            <w:pPr>
              <w:pStyle w:val="Tabulka"/>
              <w:rPr>
                <w:rStyle w:val="Tun"/>
                <w:highlight w:val="yellow"/>
              </w:rPr>
            </w:pPr>
            <w:r w:rsidRPr="0030791F">
              <w:rPr>
                <w:rStyle w:val="Tun"/>
              </w:rPr>
              <w:t>5. Dílčí etapa</w:t>
            </w:r>
          </w:p>
        </w:tc>
        <w:tc>
          <w:tcPr>
            <w:tcW w:w="3040" w:type="dxa"/>
          </w:tcPr>
          <w:p w14:paraId="6A7F4530"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F8E3395" w14:textId="5F39C22A"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7D5D993E"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12CBAAF6"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6E45B00B" w14:textId="77777777" w:rsidR="007E0111" w:rsidRPr="0030791F" w:rsidRDefault="007E0111" w:rsidP="007E0111">
            <w:pPr>
              <w:pStyle w:val="Tabulka"/>
              <w:rPr>
                <w:rStyle w:val="Tun"/>
              </w:rPr>
            </w:pPr>
            <w:r>
              <w:rPr>
                <w:rStyle w:val="Tun"/>
              </w:rPr>
              <w:t>6</w:t>
            </w:r>
            <w:r w:rsidRPr="008E2FA0">
              <w:rPr>
                <w:rStyle w:val="Tun"/>
              </w:rPr>
              <w:t>. Dílčí etapa</w:t>
            </w:r>
          </w:p>
        </w:tc>
        <w:tc>
          <w:tcPr>
            <w:tcW w:w="3040" w:type="dxa"/>
          </w:tcPr>
          <w:p w14:paraId="027F996D"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bez fakturace</w:t>
            </w:r>
          </w:p>
        </w:tc>
        <w:tc>
          <w:tcPr>
            <w:tcW w:w="2914" w:type="dxa"/>
          </w:tcPr>
          <w:p w14:paraId="742D8EC9"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2943B1" w:rsidRPr="00B72613" w14:paraId="3D8FE63E"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2A6A662D" w14:textId="77777777" w:rsidR="002943B1" w:rsidRPr="0030791F" w:rsidRDefault="002943B1" w:rsidP="002943B1">
            <w:pPr>
              <w:pStyle w:val="Tabulka"/>
              <w:rPr>
                <w:rStyle w:val="Tun"/>
              </w:rPr>
            </w:pPr>
            <w:r>
              <w:rPr>
                <w:rStyle w:val="Tun"/>
              </w:rPr>
              <w:t>7</w:t>
            </w:r>
            <w:r w:rsidRPr="008E2FA0">
              <w:rPr>
                <w:rStyle w:val="Tun"/>
              </w:rPr>
              <w:t>. Dílčí etapa</w:t>
            </w:r>
          </w:p>
        </w:tc>
        <w:tc>
          <w:tcPr>
            <w:tcW w:w="3040" w:type="dxa"/>
          </w:tcPr>
          <w:p w14:paraId="4EDE98C6"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C97C842" w14:textId="3172262E"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75EA6E21" w14:textId="5C831065"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78A5F22B"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5480B4E9" w14:textId="77777777" w:rsidR="002943B1" w:rsidRPr="0030791F" w:rsidRDefault="002943B1" w:rsidP="002943B1">
            <w:pPr>
              <w:pStyle w:val="Tabulka"/>
              <w:rPr>
                <w:rStyle w:val="Tun"/>
              </w:rPr>
            </w:pPr>
            <w:r>
              <w:rPr>
                <w:rStyle w:val="Tun"/>
              </w:rPr>
              <w:t>8</w:t>
            </w:r>
            <w:r w:rsidRPr="008E2FA0">
              <w:rPr>
                <w:rStyle w:val="Tun"/>
              </w:rPr>
              <w:t>. Dílčí etapa</w:t>
            </w:r>
          </w:p>
        </w:tc>
        <w:tc>
          <w:tcPr>
            <w:tcW w:w="3040" w:type="dxa"/>
          </w:tcPr>
          <w:p w14:paraId="68A9270F"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C4C512D" w14:textId="34619956"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56D3064F" w14:textId="2B18E136"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42CCCC40"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114843ED" w14:textId="77777777" w:rsidR="002943B1" w:rsidRPr="0030791F" w:rsidRDefault="002943B1" w:rsidP="002943B1">
            <w:pPr>
              <w:pStyle w:val="Tabulka"/>
              <w:rPr>
                <w:rStyle w:val="Tun"/>
              </w:rPr>
            </w:pPr>
            <w:r>
              <w:rPr>
                <w:rStyle w:val="Tun"/>
              </w:rPr>
              <w:t>9</w:t>
            </w:r>
            <w:r w:rsidRPr="008E2FA0">
              <w:rPr>
                <w:rStyle w:val="Tun"/>
              </w:rPr>
              <w:t>. Dílčí etapa</w:t>
            </w:r>
          </w:p>
        </w:tc>
        <w:tc>
          <w:tcPr>
            <w:tcW w:w="3040" w:type="dxa"/>
          </w:tcPr>
          <w:p w14:paraId="1C628895"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B1E796C" w14:textId="2F6EAC8C"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vAlign w:val="top"/>
          </w:tcPr>
          <w:p w14:paraId="2B24EE0A" w14:textId="7484AB62"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3165A70C"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45C48C31" w14:textId="77777777" w:rsidR="002943B1" w:rsidRPr="0030791F" w:rsidRDefault="002943B1" w:rsidP="002943B1">
            <w:pPr>
              <w:pStyle w:val="Tabulka"/>
              <w:rPr>
                <w:rStyle w:val="Tun"/>
              </w:rPr>
            </w:pPr>
            <w:r>
              <w:rPr>
                <w:rStyle w:val="Tun"/>
              </w:rPr>
              <w:t>10</w:t>
            </w:r>
            <w:r w:rsidRPr="008E2FA0">
              <w:rPr>
                <w:rStyle w:val="Tun"/>
              </w:rPr>
              <w:t>. Dílčí etapa</w:t>
            </w:r>
          </w:p>
        </w:tc>
        <w:tc>
          <w:tcPr>
            <w:tcW w:w="3040" w:type="dxa"/>
          </w:tcPr>
          <w:p w14:paraId="2042FE95"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52D583F" w14:textId="69F7C7F1"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779F329D" w14:textId="20AFB57B"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5AA37284"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23C6547F" w14:textId="77777777" w:rsidR="002943B1" w:rsidRPr="0030791F" w:rsidRDefault="002943B1" w:rsidP="002943B1">
            <w:pPr>
              <w:pStyle w:val="Tabulka"/>
              <w:rPr>
                <w:rStyle w:val="Tun"/>
              </w:rPr>
            </w:pPr>
            <w:r>
              <w:rPr>
                <w:rStyle w:val="Tun"/>
              </w:rPr>
              <w:t>11. Dílčí etapa</w:t>
            </w:r>
          </w:p>
        </w:tc>
        <w:tc>
          <w:tcPr>
            <w:tcW w:w="3040" w:type="dxa"/>
          </w:tcPr>
          <w:p w14:paraId="61F807E2"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rPr>
            </w:pPr>
            <w:r w:rsidRPr="00F23D24">
              <w:rPr>
                <w:rStyle w:val="Tun"/>
                <w:highlight w:val="yellow"/>
              </w:rPr>
              <w:t>[....] Kč</w:t>
            </w:r>
            <w:r>
              <w:rPr>
                <w:rStyle w:val="Tun"/>
              </w:rPr>
              <w:t xml:space="preserve"> </w:t>
            </w:r>
          </w:p>
          <w:p w14:paraId="0AA45D83" w14:textId="2B9671D7"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D6837">
              <w:rPr>
                <w:rStyle w:val="Tun"/>
              </w:rPr>
              <w:t>fakturace dle A2 položka č. 18</w:t>
            </w:r>
          </w:p>
        </w:tc>
        <w:tc>
          <w:tcPr>
            <w:tcW w:w="2914" w:type="dxa"/>
            <w:vAlign w:val="top"/>
          </w:tcPr>
          <w:p w14:paraId="5EA4281B" w14:textId="0FD1F24C"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7E0111" w:rsidRPr="00B72613" w14:paraId="59F95C9A"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B6D2292" w14:textId="77777777" w:rsidR="007E0111" w:rsidRPr="0030791F" w:rsidRDefault="007E0111" w:rsidP="007E0111">
            <w:pPr>
              <w:pStyle w:val="Tabulka"/>
              <w:rPr>
                <w:rStyle w:val="Tun"/>
              </w:rPr>
            </w:pPr>
            <w:r w:rsidRPr="0030791F">
              <w:rPr>
                <w:rStyle w:val="Tun"/>
              </w:rPr>
              <w:t>Výkon autorského dozoru</w:t>
            </w:r>
          </w:p>
        </w:tc>
        <w:tc>
          <w:tcPr>
            <w:tcW w:w="3040" w:type="dxa"/>
          </w:tcPr>
          <w:p w14:paraId="34D4151B"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73A6D06" w14:textId="6536ACAC"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w:t>
            </w:r>
            <w:r w:rsidRPr="000D6837">
              <w:rPr>
                <w:rStyle w:val="Tun"/>
              </w:rPr>
              <w:t xml:space="preserve">dle A2 </w:t>
            </w:r>
            <w:r w:rsidR="004A412A" w:rsidRPr="000D6837">
              <w:rPr>
                <w:rStyle w:val="Tun"/>
              </w:rPr>
              <w:t xml:space="preserve">položka </w:t>
            </w:r>
            <w:proofErr w:type="gramStart"/>
            <w:r w:rsidRPr="000D6837">
              <w:rPr>
                <w:rStyle w:val="Tun"/>
              </w:rPr>
              <w:t>č.19</w:t>
            </w:r>
            <w:proofErr w:type="gramEnd"/>
          </w:p>
        </w:tc>
        <w:tc>
          <w:tcPr>
            <w:tcW w:w="2914" w:type="dxa"/>
          </w:tcPr>
          <w:p w14:paraId="27754C35"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C7659A1"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E62677F" w14:textId="77777777" w:rsidR="007E0111" w:rsidRPr="00B72613" w:rsidRDefault="007E0111" w:rsidP="007E0111">
            <w:pPr>
              <w:pStyle w:val="Tabulka"/>
              <w:rPr>
                <w:rStyle w:val="Tun"/>
              </w:rPr>
            </w:pPr>
            <w:r w:rsidRPr="00B72613">
              <w:rPr>
                <w:rStyle w:val="Tun"/>
              </w:rPr>
              <w:t>Celkem:</w:t>
            </w:r>
          </w:p>
        </w:tc>
        <w:tc>
          <w:tcPr>
            <w:tcW w:w="3040" w:type="dxa"/>
          </w:tcPr>
          <w:p w14:paraId="30294E07"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14" w:type="dxa"/>
          </w:tcPr>
          <w:p w14:paraId="3BA322AF"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05501532" w14:textId="6AFBC269" w:rsidR="0030791F" w:rsidRDefault="0030791F" w:rsidP="0030791F">
      <w:pPr>
        <w:pStyle w:val="Nadpisbezsl1-2"/>
        <w:numPr>
          <w:ilvl w:val="0"/>
          <w:numId w:val="17"/>
        </w:numPr>
        <w:ind w:left="426" w:hanging="426"/>
      </w:pPr>
      <w:r>
        <w:t xml:space="preserve">Rozpis Ceny Díla </w:t>
      </w:r>
      <w:r>
        <w:rPr>
          <w:bCs/>
        </w:rPr>
        <w:t>„Rekonstrukce traťového úseku Nové Sedlo u Lokte (mimo) – Sokolov (mimo)“</w:t>
      </w:r>
    </w:p>
    <w:p w14:paraId="6C49DDE0" w14:textId="77777777" w:rsidR="0030791F" w:rsidRDefault="0030791F" w:rsidP="0030791F">
      <w:pPr>
        <w:pStyle w:val="Textbezodsazen"/>
        <w:ind w:left="426"/>
      </w:pPr>
      <w:r>
        <w:t>Cena za zpracování DUSP a PDPS (podle členění na základní a dodatečné služby) a autorského dozoru:</w:t>
      </w:r>
    </w:p>
    <w:p w14:paraId="68D1DBD9" w14:textId="176BA1D5" w:rsidR="0030791F" w:rsidRDefault="0030791F" w:rsidP="0030791F">
      <w:pPr>
        <w:pStyle w:val="Nadpisbezsl1-1"/>
      </w:pPr>
      <w:r>
        <w:t>1.</w:t>
      </w:r>
      <w:r>
        <w:tab/>
        <w:t>Základní služby na zpracování DUSP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30791F" w:rsidRPr="00CF4629" w14:paraId="2FA54364" w14:textId="77777777" w:rsidTr="000D6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5EC0F3D" w14:textId="77777777" w:rsidR="0030791F" w:rsidRPr="00CF4629" w:rsidRDefault="0030791F" w:rsidP="0030791F">
            <w:pPr>
              <w:pStyle w:val="Tabulka"/>
              <w:rPr>
                <w:b/>
                <w:sz w:val="16"/>
                <w:szCs w:val="16"/>
              </w:rPr>
            </w:pPr>
            <w:r w:rsidRPr="00CF4629">
              <w:rPr>
                <w:b/>
                <w:sz w:val="16"/>
                <w:szCs w:val="16"/>
              </w:rPr>
              <w:t xml:space="preserve"> Položka</w:t>
            </w:r>
          </w:p>
        </w:tc>
        <w:tc>
          <w:tcPr>
            <w:tcW w:w="3402" w:type="dxa"/>
          </w:tcPr>
          <w:p w14:paraId="5C117738"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251773F1"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0FC79ACD"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778A716D"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52E6354"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30791F" w:rsidRPr="00841876" w14:paraId="5A6FA96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2171DCE" w14:textId="77777777" w:rsidR="0030791F" w:rsidRPr="00841876" w:rsidRDefault="0030791F" w:rsidP="0030791F">
            <w:pPr>
              <w:pStyle w:val="Tabulka"/>
            </w:pPr>
            <w:r w:rsidRPr="00841876">
              <w:t>1</w:t>
            </w:r>
          </w:p>
        </w:tc>
        <w:tc>
          <w:tcPr>
            <w:tcW w:w="3402" w:type="dxa"/>
          </w:tcPr>
          <w:p w14:paraId="7BDF56CD"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4211F720"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6425BD2"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AC94EE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7E5801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53B5EF43"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8C3A7D9" w14:textId="77777777" w:rsidR="0030791F" w:rsidRPr="00841876" w:rsidRDefault="0030791F" w:rsidP="0030791F">
            <w:pPr>
              <w:pStyle w:val="Tabulka"/>
            </w:pPr>
            <w:r w:rsidRPr="00841876">
              <w:t>2</w:t>
            </w:r>
          </w:p>
        </w:tc>
        <w:tc>
          <w:tcPr>
            <w:tcW w:w="3402" w:type="dxa"/>
          </w:tcPr>
          <w:p w14:paraId="550ADCDD"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w:t>
            </w:r>
            <w:proofErr w:type="spellStart"/>
            <w:proofErr w:type="gramStart"/>
            <w:r w:rsidRPr="0054624A">
              <w:t>Sb.v</w:t>
            </w:r>
            <w:proofErr w:type="spellEnd"/>
            <w:r w:rsidRPr="0054624A">
              <w:t xml:space="preserve"> platném</w:t>
            </w:r>
            <w:proofErr w:type="gramEnd"/>
            <w:r w:rsidRPr="0054624A">
              <w:t xml:space="preserve"> znění, v rozpracování  dle směrnice SŽ SM011 a dle VTP a ZTP, vyjma části dokumentace uvedené níže v bodech 3, 4 a 5 </w:t>
            </w:r>
          </w:p>
        </w:tc>
        <w:tc>
          <w:tcPr>
            <w:tcW w:w="992" w:type="dxa"/>
          </w:tcPr>
          <w:p w14:paraId="1CC7EA7F"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3C7BC64E"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37372B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F045176"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7EEC18D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5A8BD8D" w14:textId="77777777" w:rsidR="0030791F" w:rsidRPr="00841876" w:rsidRDefault="0030791F" w:rsidP="0030791F">
            <w:pPr>
              <w:pStyle w:val="Tabulka"/>
            </w:pPr>
            <w:r w:rsidRPr="00841876">
              <w:t>3</w:t>
            </w:r>
          </w:p>
        </w:tc>
        <w:tc>
          <w:tcPr>
            <w:tcW w:w="3402" w:type="dxa"/>
          </w:tcPr>
          <w:p w14:paraId="357C866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053C7EB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CD560B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0ECDF9F"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A4B89A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4BEA010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4282D0A5" w14:textId="540636B1" w:rsidR="000D6837" w:rsidRPr="000D6837" w:rsidRDefault="000D6837" w:rsidP="000D6837">
            <w:pPr>
              <w:pStyle w:val="Tabulka"/>
            </w:pPr>
            <w:r w:rsidRPr="000D6837">
              <w:t>4</w:t>
            </w:r>
          </w:p>
        </w:tc>
        <w:tc>
          <w:tcPr>
            <w:tcW w:w="3402" w:type="dxa"/>
          </w:tcPr>
          <w:p w14:paraId="2F8B153F" w14:textId="2C275CAE"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Dokladová část pro správní řízení a Doklady</w:t>
            </w:r>
            <w:r w:rsidRPr="000D6837">
              <w:rPr>
                <w:strike/>
              </w:rPr>
              <w:t xml:space="preserve"> </w:t>
            </w:r>
            <w:r w:rsidRPr="000D6837">
              <w:t>objednatele, dle směrnice SŽ SM011 příloha příslušného stupně dokumentace Dokladová část a požadavků VTP a ZTP, včetně související inženýrské činnosti bez položek uvedených v 4a a 4b</w:t>
            </w:r>
          </w:p>
        </w:tc>
        <w:tc>
          <w:tcPr>
            <w:tcW w:w="992" w:type="dxa"/>
          </w:tcPr>
          <w:p w14:paraId="05BADA6C" w14:textId="19740498"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6C5A0E1D"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5DC672B"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36EC78C"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6DD5F776"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34A874A" w14:textId="12E0E99A" w:rsidR="000D6837" w:rsidRPr="000D6837" w:rsidRDefault="000D6837" w:rsidP="000D6837">
            <w:pPr>
              <w:pStyle w:val="Tabulka"/>
            </w:pPr>
            <w:r w:rsidRPr="000D6837">
              <w:t>4a</w:t>
            </w:r>
          </w:p>
        </w:tc>
        <w:tc>
          <w:tcPr>
            <w:tcW w:w="3402" w:type="dxa"/>
          </w:tcPr>
          <w:p w14:paraId="0D3517E6" w14:textId="596E7D21"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Oznámení zahájení zjišťovacího řízení v rozsahu přílohy č. 3 zákona 100/2001 Sb.</w:t>
            </w:r>
          </w:p>
        </w:tc>
        <w:tc>
          <w:tcPr>
            <w:tcW w:w="992" w:type="dxa"/>
          </w:tcPr>
          <w:p w14:paraId="48E28954" w14:textId="7EC34010"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35BB2CE4"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8B5E458"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505E2AE"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3FFB7831"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5E98A261" w14:textId="237DA74A" w:rsidR="000D6837" w:rsidRPr="000D6837" w:rsidRDefault="000D6837" w:rsidP="000D6837">
            <w:pPr>
              <w:pStyle w:val="Tabulka"/>
            </w:pPr>
            <w:r w:rsidRPr="000D6837">
              <w:t>4b</w:t>
            </w:r>
          </w:p>
        </w:tc>
        <w:tc>
          <w:tcPr>
            <w:tcW w:w="3402" w:type="dxa"/>
          </w:tcPr>
          <w:p w14:paraId="209A5AFA" w14:textId="268796EE"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Dokumentace v rozsahu přílohy č. 4 zákona č. 100/2001 Sb.</w:t>
            </w:r>
          </w:p>
        </w:tc>
        <w:tc>
          <w:tcPr>
            <w:tcW w:w="992" w:type="dxa"/>
          </w:tcPr>
          <w:p w14:paraId="5CA0E656" w14:textId="3AB5E228"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23B14FF4"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4550DE5"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E02E44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0370391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6B373C97" w14:textId="3AE2C13D" w:rsidR="000D6837" w:rsidRPr="000D6837" w:rsidRDefault="000D6837" w:rsidP="000D6837">
            <w:pPr>
              <w:pStyle w:val="Tabulka"/>
            </w:pPr>
            <w:r w:rsidRPr="000D6837">
              <w:t>5</w:t>
            </w:r>
          </w:p>
        </w:tc>
        <w:tc>
          <w:tcPr>
            <w:tcW w:w="3402" w:type="dxa"/>
          </w:tcPr>
          <w:p w14:paraId="7A208F29" w14:textId="56704143"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NEOBSAZENO</w:t>
            </w:r>
          </w:p>
        </w:tc>
        <w:tc>
          <w:tcPr>
            <w:tcW w:w="992" w:type="dxa"/>
          </w:tcPr>
          <w:p w14:paraId="4E211EEA" w14:textId="15B2CF82"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67ABDD2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4F514B"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8EE925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2A9B221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34B1761" w14:textId="77777777" w:rsidR="0030791F" w:rsidRPr="00841876" w:rsidRDefault="0030791F" w:rsidP="0030791F">
            <w:pPr>
              <w:pStyle w:val="Tabulka"/>
            </w:pPr>
            <w:r w:rsidRPr="00841876">
              <w:t>6</w:t>
            </w:r>
          </w:p>
        </w:tc>
        <w:tc>
          <w:tcPr>
            <w:tcW w:w="3402" w:type="dxa"/>
          </w:tcPr>
          <w:p w14:paraId="72CC868D"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2B52D6C6"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406249A"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1AB6E40A"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572108"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72107314"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1C77EC08" w14:textId="77777777" w:rsidR="0030791F" w:rsidRPr="00841876" w:rsidRDefault="0030791F" w:rsidP="0030791F">
            <w:pPr>
              <w:pStyle w:val="Tabulka"/>
            </w:pPr>
            <w:r w:rsidRPr="00841876">
              <w:t>7</w:t>
            </w:r>
          </w:p>
        </w:tc>
        <w:tc>
          <w:tcPr>
            <w:tcW w:w="3402" w:type="dxa"/>
          </w:tcPr>
          <w:p w14:paraId="3FA6A54E"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7720763A"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364878E"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2B12F6C"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2751E18"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4169884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C1BC9D6" w14:textId="77777777" w:rsidR="0030791F" w:rsidRPr="00841876" w:rsidRDefault="0030791F" w:rsidP="0030791F">
            <w:pPr>
              <w:pStyle w:val="Tabulka"/>
            </w:pPr>
            <w:r w:rsidRPr="00841876">
              <w:t>8</w:t>
            </w:r>
          </w:p>
        </w:tc>
        <w:tc>
          <w:tcPr>
            <w:tcW w:w="3402" w:type="dxa"/>
          </w:tcPr>
          <w:p w14:paraId="511B1572"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17129640"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F1AD4F0"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367E42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3A8E51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33904305"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89E25B3" w14:textId="77777777" w:rsidR="0030791F" w:rsidRPr="00841876" w:rsidRDefault="0030791F" w:rsidP="0030791F">
            <w:pPr>
              <w:pStyle w:val="Tabulka"/>
            </w:pPr>
            <w:r w:rsidRPr="00841876">
              <w:t>9</w:t>
            </w:r>
          </w:p>
        </w:tc>
        <w:tc>
          <w:tcPr>
            <w:tcW w:w="3402" w:type="dxa"/>
          </w:tcPr>
          <w:p w14:paraId="3618FAF3"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77601B95"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D0F2521"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910428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FD4D8DC"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5883D229" w14:textId="77777777" w:rsidTr="000D6837">
        <w:tc>
          <w:tcPr>
            <w:cnfStyle w:val="001000000000" w:firstRow="0" w:lastRow="0" w:firstColumn="1" w:lastColumn="0" w:oddVBand="0" w:evenVBand="0" w:oddHBand="0" w:evenHBand="0" w:firstRowFirstColumn="0" w:firstRowLastColumn="0" w:lastRowFirstColumn="0" w:lastRowLastColumn="0"/>
            <w:tcW w:w="7450" w:type="dxa"/>
            <w:gridSpan w:val="5"/>
          </w:tcPr>
          <w:p w14:paraId="4067DB27" w14:textId="77777777" w:rsidR="0030791F" w:rsidRPr="00841876" w:rsidRDefault="0030791F" w:rsidP="0030791F">
            <w:pPr>
              <w:pStyle w:val="Tabulka"/>
              <w:rPr>
                <w:b/>
              </w:rPr>
            </w:pPr>
            <w:r w:rsidRPr="00841876">
              <w:rPr>
                <w:b/>
              </w:rPr>
              <w:t>Celkem za základní služby:</w:t>
            </w:r>
          </w:p>
        </w:tc>
        <w:tc>
          <w:tcPr>
            <w:tcW w:w="1338" w:type="dxa"/>
          </w:tcPr>
          <w:p w14:paraId="6B4F33D1"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bl>
    <w:p w14:paraId="41B7ACB2" w14:textId="77777777" w:rsidR="0030791F" w:rsidRDefault="0030791F" w:rsidP="0030791F">
      <w:pPr>
        <w:pStyle w:val="Textbezodsazen"/>
      </w:pPr>
      <w:r>
        <w:t>*) nevyplněné údaje [</w:t>
      </w:r>
      <w:r w:rsidRPr="008A4D1B">
        <w:rPr>
          <w:highlight w:val="yellow"/>
        </w:rPr>
        <w:t>VLOŽÍ ZHOTOVITEL]</w:t>
      </w:r>
    </w:p>
    <w:p w14:paraId="3E68F22B" w14:textId="77777777" w:rsidR="0030791F" w:rsidRDefault="0030791F" w:rsidP="0030791F">
      <w:pPr>
        <w:pStyle w:val="Textbezodsazen"/>
      </w:pPr>
      <w:r>
        <w:t>Všechny ceny jsou uvedené v Kč bez DPH.</w:t>
      </w:r>
    </w:p>
    <w:p w14:paraId="5B1F3CBA" w14:textId="076FB5D2" w:rsidR="0030791F" w:rsidRDefault="0030791F" w:rsidP="0030791F">
      <w:pPr>
        <w:pStyle w:val="Nadpisbezsl1-1"/>
      </w:pPr>
      <w:r>
        <w:t>2.</w:t>
      </w:r>
      <w:r>
        <w:tab/>
        <w:t>Dodatečné služby na zpracování DUSP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30791F" w:rsidRPr="00B06D17" w14:paraId="06EF7FA1"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86994FE" w14:textId="77777777" w:rsidR="0030791F" w:rsidRPr="00B06D17" w:rsidRDefault="0030791F" w:rsidP="0030791F">
            <w:pPr>
              <w:pStyle w:val="Tabulka"/>
              <w:rPr>
                <w:rStyle w:val="Tun"/>
                <w:sz w:val="16"/>
                <w:szCs w:val="16"/>
              </w:rPr>
            </w:pPr>
            <w:r w:rsidRPr="00B06D17">
              <w:rPr>
                <w:rStyle w:val="Tun"/>
                <w:sz w:val="16"/>
                <w:szCs w:val="16"/>
              </w:rPr>
              <w:t>Položka</w:t>
            </w:r>
          </w:p>
        </w:tc>
        <w:tc>
          <w:tcPr>
            <w:tcW w:w="3265" w:type="dxa"/>
          </w:tcPr>
          <w:p w14:paraId="6585C3EA" w14:textId="63998CD3" w:rsidR="0030791F" w:rsidRPr="00095167" w:rsidRDefault="0030791F" w:rsidP="00CB2F32">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57B9DA92"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100308D4"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F76752C"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5E79EFC0"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CB2F32" w:rsidRPr="00841876" w14:paraId="55B155D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2D000607" w14:textId="184C7F37" w:rsidR="00CB2F32" w:rsidRPr="00841876" w:rsidRDefault="00CB2F32" w:rsidP="00CB2F32">
            <w:pPr>
              <w:pStyle w:val="Tabulka"/>
              <w:rPr>
                <w:highlight w:val="green"/>
              </w:rPr>
            </w:pPr>
            <w:r w:rsidRPr="000113C7">
              <w:t>10</w:t>
            </w:r>
          </w:p>
        </w:tc>
        <w:tc>
          <w:tcPr>
            <w:tcW w:w="3265" w:type="dxa"/>
          </w:tcPr>
          <w:p w14:paraId="74F3F968" w14:textId="5C60FD8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Zajištění mapových podkladů</w:t>
            </w:r>
          </w:p>
        </w:tc>
        <w:tc>
          <w:tcPr>
            <w:tcW w:w="1039" w:type="dxa"/>
          </w:tcPr>
          <w:p w14:paraId="4EB3F3D5" w14:textId="47B29AE6"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689DFF54"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059284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76A57A6"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3DCFA8C0"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0F361CF4" w14:textId="0F3F1FDB" w:rsidR="00CB2F32" w:rsidRPr="00841876" w:rsidRDefault="00CB2F32" w:rsidP="00CB2F32">
            <w:pPr>
              <w:pStyle w:val="Tabulka"/>
              <w:rPr>
                <w:highlight w:val="green"/>
              </w:rPr>
            </w:pPr>
            <w:r w:rsidRPr="000113C7">
              <w:t>11</w:t>
            </w:r>
          </w:p>
        </w:tc>
        <w:tc>
          <w:tcPr>
            <w:tcW w:w="3265" w:type="dxa"/>
          </w:tcPr>
          <w:p w14:paraId="2A0170F1" w14:textId="723D569E"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Geodetické práce</w:t>
            </w:r>
          </w:p>
        </w:tc>
        <w:tc>
          <w:tcPr>
            <w:tcW w:w="1039" w:type="dxa"/>
          </w:tcPr>
          <w:p w14:paraId="14569F27" w14:textId="0AB4C82F"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5A244739"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CCD4E6B"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B462A40"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484ABFE7"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62899CDF" w14:textId="7A25FDD8" w:rsidR="00CB2F32" w:rsidRPr="00841876" w:rsidRDefault="00CB2F32" w:rsidP="00CB2F32">
            <w:pPr>
              <w:pStyle w:val="Tabulka"/>
              <w:rPr>
                <w:highlight w:val="green"/>
              </w:rPr>
            </w:pPr>
            <w:r>
              <w:t>12</w:t>
            </w:r>
          </w:p>
        </w:tc>
        <w:tc>
          <w:tcPr>
            <w:tcW w:w="3265" w:type="dxa"/>
          </w:tcPr>
          <w:p w14:paraId="54541005" w14:textId="6C7D4B4D"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Geotechnický průzkum pro železniční spodek</w:t>
            </w:r>
          </w:p>
        </w:tc>
        <w:tc>
          <w:tcPr>
            <w:tcW w:w="1039" w:type="dxa"/>
          </w:tcPr>
          <w:p w14:paraId="37F77712" w14:textId="39D14556"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2B9FAC8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7AB9436"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C61A02C"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58EE2BAC"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76B0EDF0" w14:textId="2472FBEB" w:rsidR="00CB2F32" w:rsidRPr="00841876" w:rsidRDefault="00CB2F32" w:rsidP="00CB2F32">
            <w:pPr>
              <w:pStyle w:val="Tabulka"/>
              <w:rPr>
                <w:highlight w:val="green"/>
              </w:rPr>
            </w:pPr>
            <w:r>
              <w:t>13</w:t>
            </w:r>
          </w:p>
        </w:tc>
        <w:tc>
          <w:tcPr>
            <w:tcW w:w="3265" w:type="dxa"/>
          </w:tcPr>
          <w:p w14:paraId="7CA4F50A" w14:textId="5FA24319"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4373">
              <w:rPr>
                <w:rFonts w:eastAsia="Verdana" w:cs="Times New Roman"/>
              </w:rPr>
              <w:t>Dendrologický, biologický a pedologický průzkum</w:t>
            </w:r>
          </w:p>
        </w:tc>
        <w:tc>
          <w:tcPr>
            <w:tcW w:w="1039" w:type="dxa"/>
          </w:tcPr>
          <w:p w14:paraId="5F596D5A" w14:textId="45ADA205"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Podle typu průzkumu</w:t>
            </w:r>
          </w:p>
        </w:tc>
        <w:tc>
          <w:tcPr>
            <w:tcW w:w="1039" w:type="dxa"/>
          </w:tcPr>
          <w:p w14:paraId="04C5051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562073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CBAE4F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0631070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440E46D1" w14:textId="35D21BB0" w:rsidR="00CB2F32" w:rsidRPr="00841876" w:rsidRDefault="00CB2F32" w:rsidP="00CB2F32">
            <w:pPr>
              <w:pStyle w:val="Tabulka"/>
              <w:rPr>
                <w:highlight w:val="green"/>
              </w:rPr>
            </w:pPr>
            <w:r>
              <w:t>14</w:t>
            </w:r>
          </w:p>
        </w:tc>
        <w:tc>
          <w:tcPr>
            <w:tcW w:w="3265" w:type="dxa"/>
          </w:tcPr>
          <w:p w14:paraId="72BF97E4" w14:textId="51367B69"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4373">
              <w:t>Zajištění vydání osvědčení o shodě notifikovanou osobou v přípravě</w:t>
            </w:r>
          </w:p>
        </w:tc>
        <w:tc>
          <w:tcPr>
            <w:tcW w:w="1039" w:type="dxa"/>
          </w:tcPr>
          <w:p w14:paraId="3B32E91C" w14:textId="75A6F970"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2B25A49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E27673A"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8B01562"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299B070D"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21E65FE5" w14:textId="4CF2AD55" w:rsidR="00CB2F32" w:rsidRPr="00841876" w:rsidRDefault="00CB2F32" w:rsidP="00CB2F32">
            <w:pPr>
              <w:pStyle w:val="Tabulka"/>
              <w:rPr>
                <w:highlight w:val="green"/>
              </w:rPr>
            </w:pPr>
            <w:r>
              <w:t>15</w:t>
            </w:r>
          </w:p>
        </w:tc>
        <w:tc>
          <w:tcPr>
            <w:tcW w:w="3265" w:type="dxa"/>
          </w:tcPr>
          <w:p w14:paraId="1DF9A651" w14:textId="6A842EC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Koordinátor BOZP v přípravě</w:t>
            </w:r>
          </w:p>
        </w:tc>
        <w:tc>
          <w:tcPr>
            <w:tcW w:w="1039" w:type="dxa"/>
          </w:tcPr>
          <w:p w14:paraId="0D6E27E7" w14:textId="59B5DA10"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55FD7E6A"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8E79CD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879F438"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7017523E"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3B6A371E" w14:textId="0EE5B5C0" w:rsidR="00CB2F32" w:rsidRPr="00841876" w:rsidRDefault="00CB2F32" w:rsidP="00CB2F32">
            <w:pPr>
              <w:pStyle w:val="Tabulka"/>
              <w:rPr>
                <w:highlight w:val="green"/>
              </w:rPr>
            </w:pPr>
            <w:r>
              <w:t>16</w:t>
            </w:r>
          </w:p>
        </w:tc>
        <w:tc>
          <w:tcPr>
            <w:tcW w:w="3265" w:type="dxa"/>
          </w:tcPr>
          <w:p w14:paraId="74D158FB" w14:textId="77B9367A"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Zajištění technických podkladů pro vypracování zadávací dokumentace na výběr zhotovitele stavby dle požadavku VTP a ZTP</w:t>
            </w:r>
          </w:p>
        </w:tc>
        <w:tc>
          <w:tcPr>
            <w:tcW w:w="1039" w:type="dxa"/>
          </w:tcPr>
          <w:p w14:paraId="1E4F8248" w14:textId="209CFE42"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6B45C99D"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F54747C"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6059AFB"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2C73D217"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49BB042B" w14:textId="537206B2" w:rsidR="00CB2F32" w:rsidRPr="00841876" w:rsidRDefault="00CB2F32" w:rsidP="00CB2F32">
            <w:pPr>
              <w:pStyle w:val="Tabulka"/>
              <w:rPr>
                <w:highlight w:val="green"/>
              </w:rPr>
            </w:pPr>
            <w:r>
              <w:t>17</w:t>
            </w:r>
          </w:p>
        </w:tc>
        <w:tc>
          <w:tcPr>
            <w:tcW w:w="3265" w:type="dxa"/>
          </w:tcPr>
          <w:p w14:paraId="269BB1FA" w14:textId="06E3C18B"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5B56">
              <w:t>Rozsah činnosti při výkonu součinnosti s objednatelem a zhotovitelem stavby při pr</w:t>
            </w:r>
            <w:r>
              <w:t>ocesu ERA “</w:t>
            </w:r>
            <w:proofErr w:type="spellStart"/>
            <w:r>
              <w:t>Trackside</w:t>
            </w:r>
            <w:proofErr w:type="spellEnd"/>
            <w:r>
              <w:t xml:space="preserve"> </w:t>
            </w:r>
            <w:proofErr w:type="spellStart"/>
            <w:r>
              <w:t>Approval</w:t>
            </w:r>
            <w:proofErr w:type="spellEnd"/>
            <w:r>
              <w:t>”</w:t>
            </w:r>
          </w:p>
        </w:tc>
        <w:tc>
          <w:tcPr>
            <w:tcW w:w="1039" w:type="dxa"/>
          </w:tcPr>
          <w:p w14:paraId="3E077AD1" w14:textId="7D5ADA65"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t>hod</w:t>
            </w:r>
          </w:p>
        </w:tc>
        <w:tc>
          <w:tcPr>
            <w:tcW w:w="1039" w:type="dxa"/>
          </w:tcPr>
          <w:p w14:paraId="3FFF8A34"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965C468"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02CA99D"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25A45FCD" w14:textId="77777777" w:rsidTr="0030791F">
        <w:tc>
          <w:tcPr>
            <w:cnfStyle w:val="001000000000" w:firstRow="0" w:lastRow="0" w:firstColumn="1" w:lastColumn="0" w:oddVBand="0" w:evenVBand="0" w:oddHBand="0" w:evenHBand="0" w:firstRowFirstColumn="0" w:firstRowLastColumn="0" w:lastRowFirstColumn="0" w:lastRowLastColumn="0"/>
            <w:tcW w:w="7450" w:type="dxa"/>
            <w:gridSpan w:val="5"/>
          </w:tcPr>
          <w:p w14:paraId="155B92E0" w14:textId="77777777" w:rsidR="0030791F" w:rsidRPr="00841876" w:rsidRDefault="0030791F" w:rsidP="0030791F">
            <w:pPr>
              <w:pStyle w:val="Tabulka"/>
              <w:rPr>
                <w:b/>
              </w:rPr>
            </w:pPr>
            <w:r w:rsidRPr="00841876">
              <w:rPr>
                <w:b/>
              </w:rPr>
              <w:t>Celkem za dodatečné služby:</w:t>
            </w:r>
          </w:p>
        </w:tc>
        <w:tc>
          <w:tcPr>
            <w:tcW w:w="1282" w:type="dxa"/>
          </w:tcPr>
          <w:p w14:paraId="751E475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rPr>
                <w:b/>
              </w:rPr>
            </w:pPr>
          </w:p>
        </w:tc>
      </w:tr>
    </w:tbl>
    <w:p w14:paraId="39438153" w14:textId="77777777" w:rsidR="0030791F" w:rsidRDefault="0030791F" w:rsidP="0030791F">
      <w:pPr>
        <w:pStyle w:val="Textbezodsazen"/>
      </w:pPr>
      <w:r>
        <w:t xml:space="preserve">*) nevyplněné údaje </w:t>
      </w:r>
      <w:r w:rsidRPr="006B7093">
        <w:rPr>
          <w:highlight w:val="yellow"/>
        </w:rPr>
        <w:t>[VLOŽÍ ZHOTOVITEL]</w:t>
      </w:r>
    </w:p>
    <w:p w14:paraId="6DC5178E" w14:textId="77777777" w:rsidR="0030791F" w:rsidRDefault="0030791F" w:rsidP="0030791F">
      <w:pPr>
        <w:pStyle w:val="Textbezodsazen"/>
      </w:pPr>
      <w:r>
        <w:t>Všechny ceny jsou uvedené v Kč bez DPH.</w:t>
      </w:r>
    </w:p>
    <w:p w14:paraId="3D258A96" w14:textId="295456DF" w:rsidR="0030791F" w:rsidRDefault="0030791F" w:rsidP="0030791F">
      <w:pPr>
        <w:pStyle w:val="Nadpisbezsl1-1"/>
      </w:pPr>
      <w:r>
        <w:t>3.</w:t>
      </w:r>
      <w:r>
        <w:ta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30791F" w:rsidRPr="00B06D17" w14:paraId="057BC6D2"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4427AD3" w14:textId="77777777" w:rsidR="0030791F" w:rsidRPr="00B06D17" w:rsidRDefault="0030791F" w:rsidP="0030791F">
            <w:pPr>
              <w:pStyle w:val="Tabulka"/>
              <w:rPr>
                <w:rStyle w:val="Tun"/>
                <w:sz w:val="16"/>
                <w:szCs w:val="16"/>
              </w:rPr>
            </w:pPr>
            <w:r w:rsidRPr="00B06D17">
              <w:rPr>
                <w:rStyle w:val="Tun"/>
                <w:sz w:val="16"/>
                <w:szCs w:val="16"/>
              </w:rPr>
              <w:t>Položka</w:t>
            </w:r>
          </w:p>
        </w:tc>
        <w:tc>
          <w:tcPr>
            <w:tcW w:w="3260" w:type="dxa"/>
          </w:tcPr>
          <w:p w14:paraId="656EE4CA"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A4C080D"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1DDBF6E"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305973C"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8879C15"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0791F" w:rsidRPr="00B06D17" w14:paraId="00E6D22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78871D0F" w14:textId="23195157" w:rsidR="0030791F" w:rsidRPr="00B06D17" w:rsidRDefault="00CB2F32" w:rsidP="0030791F">
            <w:pPr>
              <w:pStyle w:val="Tabulka"/>
            </w:pPr>
            <w:r>
              <w:t>18</w:t>
            </w:r>
          </w:p>
        </w:tc>
        <w:tc>
          <w:tcPr>
            <w:tcW w:w="3260" w:type="dxa"/>
          </w:tcPr>
          <w:p w14:paraId="7272C02F"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743AF1B"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AA1652B"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CB2EB9A"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70549A3"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bl>
    <w:p w14:paraId="3217DC49" w14:textId="77777777" w:rsidR="0030791F" w:rsidRDefault="0030791F" w:rsidP="0030791F">
      <w:pPr>
        <w:pStyle w:val="Textbezodsazen"/>
      </w:pPr>
    </w:p>
    <w:p w14:paraId="586A9B02" w14:textId="77777777" w:rsidR="0030791F" w:rsidRDefault="0030791F" w:rsidP="0030791F">
      <w:pPr>
        <w:pStyle w:val="Textbezodsazen"/>
      </w:pPr>
      <w:r>
        <w:t xml:space="preserve">*) nevyplněné údaje </w:t>
      </w:r>
      <w:r w:rsidRPr="006B7093">
        <w:rPr>
          <w:highlight w:val="yellow"/>
        </w:rPr>
        <w:t>[VLOŽÍ ZHOTOVITEL]</w:t>
      </w:r>
    </w:p>
    <w:p w14:paraId="0CC993CD" w14:textId="77777777" w:rsidR="0030791F" w:rsidRDefault="0030791F" w:rsidP="0030791F">
      <w:pPr>
        <w:pStyle w:val="Textbezodsazen"/>
      </w:pPr>
      <w:r>
        <w:t>Všechny ceny jsou uvedené v Kč bez DPH.</w:t>
      </w:r>
    </w:p>
    <w:p w14:paraId="2C37E934" w14:textId="7BD357A4" w:rsidR="0030791F" w:rsidRDefault="0030791F" w:rsidP="0030791F">
      <w:pPr>
        <w:pStyle w:val="Textbezodsazen"/>
      </w:pPr>
      <w:r>
        <w:t xml:space="preserve">Uvedená cena za výkon autorského dozoru zahrnuje veškeré náklady na výkon autorského dozoru po celou předpokládanou dobu realizace </w:t>
      </w:r>
      <w:r w:rsidRPr="00DF7FC9">
        <w:t>Stavby (</w:t>
      </w:r>
      <w:r w:rsidRPr="00CB2F32">
        <w:rPr>
          <w:b/>
        </w:rPr>
        <w:t xml:space="preserve">předpoklad </w:t>
      </w:r>
      <w:r w:rsidR="00A32582">
        <w:rPr>
          <w:b/>
        </w:rPr>
        <w:t>23</w:t>
      </w:r>
      <w:r>
        <w:t xml:space="preserve"> </w:t>
      </w:r>
      <w:r w:rsidRPr="00DF7FC9">
        <w:t xml:space="preserve"> </w:t>
      </w:r>
      <w:r w:rsidRPr="0030791F">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7FA3F89" w14:textId="5E1F9088" w:rsidR="0030791F" w:rsidRDefault="00CB2F32" w:rsidP="0030791F">
      <w:pPr>
        <w:pStyle w:val="Nadpisbezsl1-1"/>
      </w:pPr>
      <w:r>
        <w:t>B</w:t>
      </w:r>
      <w:r w:rsidR="0030791F">
        <w:t>.</w:t>
      </w:r>
      <w:r w:rsidR="0030791F">
        <w:tab/>
        <w:t>Cena Díla:</w:t>
      </w:r>
    </w:p>
    <w:tbl>
      <w:tblPr>
        <w:tblStyle w:val="Tabulka10"/>
        <w:tblW w:w="0" w:type="auto"/>
        <w:tblLook w:val="04A0" w:firstRow="1" w:lastRow="0" w:firstColumn="1" w:lastColumn="0" w:noHBand="0" w:noVBand="1"/>
      </w:tblPr>
      <w:tblGrid>
        <w:gridCol w:w="2909"/>
        <w:gridCol w:w="2910"/>
        <w:gridCol w:w="2911"/>
      </w:tblGrid>
      <w:tr w:rsidR="0030791F" w:rsidRPr="00236DCC" w14:paraId="3B4F26F7"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6646E31" w14:textId="77777777" w:rsidR="0030791F" w:rsidRPr="00236DCC" w:rsidRDefault="0030791F" w:rsidP="0030791F">
            <w:pPr>
              <w:pStyle w:val="Tabulka"/>
              <w:rPr>
                <w:rStyle w:val="Tun"/>
              </w:rPr>
            </w:pPr>
            <w:r w:rsidRPr="00236DCC">
              <w:rPr>
                <w:rStyle w:val="Tun"/>
              </w:rPr>
              <w:t>Cena Díla (bez DPH)</w:t>
            </w:r>
          </w:p>
        </w:tc>
        <w:tc>
          <w:tcPr>
            <w:tcW w:w="2947" w:type="dxa"/>
          </w:tcPr>
          <w:p w14:paraId="65E43EB7" w14:textId="77777777" w:rsidR="0030791F" w:rsidRPr="00236DCC"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046E86C" w14:textId="77777777" w:rsidR="0030791F" w:rsidRPr="00236DCC"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30791F" w:rsidRPr="00236DCC" w14:paraId="114AC1D8"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6696A041"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3B8ED3A0"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1597E2F"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30791F" w:rsidRPr="00236DCC" w14:paraId="7066F303"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7BFB3D2D" w14:textId="77777777" w:rsidR="0030791F" w:rsidRPr="00236DCC" w:rsidRDefault="0030791F" w:rsidP="0030791F">
            <w:pPr>
              <w:pStyle w:val="Tabulka"/>
            </w:pPr>
            <w:r w:rsidRPr="00236DCC">
              <w:t xml:space="preserve">z toho: </w:t>
            </w:r>
          </w:p>
        </w:tc>
      </w:tr>
      <w:tr w:rsidR="0030791F" w:rsidRPr="00236DCC" w14:paraId="7ADBBCED"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3885AA1C" w14:textId="0E76F27A" w:rsidR="0030791F" w:rsidRPr="00236DCC" w:rsidRDefault="00CB2F32" w:rsidP="0030791F">
            <w:pPr>
              <w:pStyle w:val="Tabulka"/>
            </w:pPr>
            <w:r>
              <w:rPr>
                <w:b/>
              </w:rPr>
              <w:t xml:space="preserve">B </w:t>
            </w:r>
            <w:r w:rsidR="0030791F" w:rsidRPr="00236DCC">
              <w:t xml:space="preserve">Cena za </w:t>
            </w:r>
            <w:r w:rsidR="0030791F" w:rsidRPr="00F62472">
              <w:t>zpracování DUSP a PDPS (</w:t>
            </w:r>
            <w:r w:rsidR="0030791F" w:rsidRPr="006D465A">
              <w:rPr>
                <w:color w:val="000000" w:themeColor="text1"/>
              </w:rPr>
              <w:t>v rozsahu základních a dodatečných služeb):</w:t>
            </w:r>
          </w:p>
        </w:tc>
      </w:tr>
      <w:tr w:rsidR="0030791F" w:rsidRPr="00236DCC" w14:paraId="5CD7B7CC"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5AEBB83F"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2008354F"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5F1EB2B"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30791F" w:rsidRPr="00236DCC" w14:paraId="1D0501EF"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5AB2EB98" w14:textId="71EBDB32" w:rsidR="0030791F" w:rsidRPr="00236DCC" w:rsidRDefault="00CB2F32" w:rsidP="0030791F">
            <w:pPr>
              <w:pStyle w:val="Tabulka"/>
            </w:pPr>
            <w:r>
              <w:rPr>
                <w:b/>
              </w:rPr>
              <w:t xml:space="preserve">B </w:t>
            </w:r>
            <w:r w:rsidR="0030791F" w:rsidRPr="00236DCC">
              <w:t>Cena za výkon autorského dozoru</w:t>
            </w:r>
            <w:r w:rsidR="0030791F">
              <w:t>:</w:t>
            </w:r>
          </w:p>
        </w:tc>
      </w:tr>
      <w:tr w:rsidR="0030791F" w:rsidRPr="00236DCC" w14:paraId="6B846C3E"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6427EDE3"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6ADE02EA"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222C8F6"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2396F6C" w14:textId="77777777" w:rsidR="0030791F" w:rsidRDefault="0030791F" w:rsidP="0030791F">
      <w:pPr>
        <w:pStyle w:val="Textbezodsazen"/>
      </w:pPr>
    </w:p>
    <w:p w14:paraId="00746777" w14:textId="77777777" w:rsidR="0030791F" w:rsidRPr="00236DCC" w:rsidRDefault="0030791F" w:rsidP="0030791F">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CE6BE1" w:rsidRPr="00B72613" w14:paraId="15783B73"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CB202EC" w14:textId="108F6D41" w:rsidR="00CE6BE1" w:rsidRPr="00B72613" w:rsidRDefault="00CE6BE1" w:rsidP="00CE6BE1">
            <w:pPr>
              <w:pStyle w:val="Tabulka"/>
              <w:rPr>
                <w:rStyle w:val="Tun"/>
              </w:rPr>
            </w:pPr>
            <w:r w:rsidRPr="00B72613">
              <w:rPr>
                <w:rStyle w:val="Tun"/>
              </w:rPr>
              <w:t>Specifikace položky</w:t>
            </w:r>
          </w:p>
        </w:tc>
        <w:tc>
          <w:tcPr>
            <w:tcW w:w="2977" w:type="dxa"/>
          </w:tcPr>
          <w:p w14:paraId="2426BE2D" w14:textId="014BE0EA" w:rsidR="00CE6BE1" w:rsidRPr="00B72613" w:rsidRDefault="00CE6BE1" w:rsidP="00CE6BE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D5A8A4A" w14:textId="3C6D503F" w:rsidR="00CE6BE1" w:rsidRPr="00B72613" w:rsidRDefault="00CE6BE1" w:rsidP="00CE6BE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E6BE1" w:rsidRPr="00B72613" w14:paraId="59EFBC16"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408D5EB4" w14:textId="14BFFEAA" w:rsidR="00CE6BE1" w:rsidRPr="00B06D17" w:rsidRDefault="00CE6BE1" w:rsidP="00CE6BE1">
            <w:pPr>
              <w:pStyle w:val="Tabulka"/>
              <w:rPr>
                <w:rStyle w:val="Tun"/>
                <w:highlight w:val="yellow"/>
              </w:rPr>
            </w:pPr>
            <w:r w:rsidRPr="0030791F">
              <w:rPr>
                <w:rStyle w:val="Tun"/>
              </w:rPr>
              <w:t>1. Dílčí etapa</w:t>
            </w:r>
          </w:p>
        </w:tc>
        <w:tc>
          <w:tcPr>
            <w:tcW w:w="2977" w:type="dxa"/>
          </w:tcPr>
          <w:p w14:paraId="2C87E63F"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A76F483" w14:textId="6ED5DF8F" w:rsidR="00CE6BE1" w:rsidRPr="00B06D17" w:rsidRDefault="00CE6BE1"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sidR="00CB2F32">
              <w:rPr>
                <w:rStyle w:val="Tun"/>
              </w:rPr>
              <w:t xml:space="preserve"> 15 % Ceny Díla dle </w:t>
            </w:r>
            <w:r>
              <w:rPr>
                <w:rStyle w:val="Tun"/>
              </w:rPr>
              <w:t xml:space="preserve">B </w:t>
            </w:r>
            <w:r w:rsidR="00CB2F32">
              <w:rPr>
                <w:rStyle w:val="Tun"/>
              </w:rPr>
              <w:t>bez položek č. 17 a 18</w:t>
            </w:r>
          </w:p>
        </w:tc>
        <w:tc>
          <w:tcPr>
            <w:tcW w:w="2977" w:type="dxa"/>
          </w:tcPr>
          <w:p w14:paraId="108F0642" w14:textId="3BD1E3D1"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17D0548"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5D0F74FA" w14:textId="4F454A0B" w:rsidR="00CE6BE1" w:rsidRPr="00B06D17" w:rsidRDefault="00CE6BE1" w:rsidP="00CE6BE1">
            <w:pPr>
              <w:pStyle w:val="Tabulka"/>
              <w:rPr>
                <w:rStyle w:val="Tun"/>
                <w:highlight w:val="yellow"/>
              </w:rPr>
            </w:pPr>
            <w:r w:rsidRPr="0030791F">
              <w:rPr>
                <w:rStyle w:val="Tun"/>
              </w:rPr>
              <w:t>2. Dílčí etapa</w:t>
            </w:r>
          </w:p>
        </w:tc>
        <w:tc>
          <w:tcPr>
            <w:tcW w:w="2977" w:type="dxa"/>
          </w:tcPr>
          <w:p w14:paraId="30A1E86F"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507849F" w14:textId="27CE278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sidR="00CB2F32">
              <w:rPr>
                <w:rStyle w:val="Tun"/>
              </w:rPr>
              <w:t xml:space="preserve"> 15 % Ceny Díla dle B bez položek č. 17 a 18</w:t>
            </w:r>
          </w:p>
        </w:tc>
        <w:tc>
          <w:tcPr>
            <w:tcW w:w="2977" w:type="dxa"/>
          </w:tcPr>
          <w:p w14:paraId="7C778D84" w14:textId="78E31F87"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F003E0F"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0440463E" w14:textId="1DC7EC92" w:rsidR="00CE6BE1" w:rsidRPr="00B06D17" w:rsidRDefault="00CE6BE1" w:rsidP="00CE6BE1">
            <w:pPr>
              <w:pStyle w:val="Tabulka"/>
              <w:rPr>
                <w:rStyle w:val="Tun"/>
                <w:highlight w:val="yellow"/>
              </w:rPr>
            </w:pPr>
            <w:r>
              <w:rPr>
                <w:rStyle w:val="Tun"/>
              </w:rPr>
              <w:t>3</w:t>
            </w:r>
            <w:r w:rsidRPr="0030791F">
              <w:rPr>
                <w:rStyle w:val="Tun"/>
              </w:rPr>
              <w:t>. Dílčí etapa</w:t>
            </w:r>
          </w:p>
        </w:tc>
        <w:tc>
          <w:tcPr>
            <w:tcW w:w="2977" w:type="dxa"/>
          </w:tcPr>
          <w:p w14:paraId="29B1348C"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0D37D02" w14:textId="783FE578"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3C6F9051" w14:textId="679F479C"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779EF761"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675975A0" w14:textId="44E37E50" w:rsidR="00CE6BE1" w:rsidRPr="00B06D17" w:rsidRDefault="00CE6BE1" w:rsidP="00CE6BE1">
            <w:pPr>
              <w:pStyle w:val="Tabulka"/>
              <w:rPr>
                <w:rStyle w:val="Tun"/>
                <w:highlight w:val="yellow"/>
              </w:rPr>
            </w:pPr>
            <w:r>
              <w:rPr>
                <w:rStyle w:val="Tun"/>
              </w:rPr>
              <w:t>4</w:t>
            </w:r>
            <w:r w:rsidRPr="0030791F">
              <w:rPr>
                <w:rStyle w:val="Tun"/>
              </w:rPr>
              <w:t>. Dílčí etapa</w:t>
            </w:r>
          </w:p>
        </w:tc>
        <w:tc>
          <w:tcPr>
            <w:tcW w:w="2977" w:type="dxa"/>
          </w:tcPr>
          <w:p w14:paraId="6E027375" w14:textId="079B664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w:t>
            </w:r>
            <w:r w:rsidRPr="00CE6BE1">
              <w:rPr>
                <w:rStyle w:val="Tun"/>
              </w:rPr>
              <w:t>ez fakturace</w:t>
            </w:r>
          </w:p>
        </w:tc>
        <w:tc>
          <w:tcPr>
            <w:tcW w:w="2977" w:type="dxa"/>
          </w:tcPr>
          <w:p w14:paraId="6F1444C4" w14:textId="35C6D16D"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CE6BE1" w:rsidRPr="00B72613" w14:paraId="6D9A14B1"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28853EE6" w14:textId="1E5C0E83" w:rsidR="00CE6BE1" w:rsidRPr="00B06D17" w:rsidRDefault="00CE6BE1" w:rsidP="00CE6BE1">
            <w:pPr>
              <w:pStyle w:val="Tabulka"/>
              <w:rPr>
                <w:rStyle w:val="Tun"/>
                <w:highlight w:val="yellow"/>
              </w:rPr>
            </w:pPr>
            <w:r w:rsidRPr="0030791F">
              <w:rPr>
                <w:rStyle w:val="Tun"/>
              </w:rPr>
              <w:t>5. Dílčí etapa</w:t>
            </w:r>
          </w:p>
        </w:tc>
        <w:tc>
          <w:tcPr>
            <w:tcW w:w="2977" w:type="dxa"/>
          </w:tcPr>
          <w:p w14:paraId="05E5E4DA"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CABE5F" w14:textId="1EAFFA6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6EF5FA8E" w14:textId="7A20D559"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0271DB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4011F9C7" w14:textId="550F379F" w:rsidR="00CE6BE1" w:rsidRPr="00B06D17" w:rsidRDefault="00CE6BE1" w:rsidP="007E0111">
            <w:pPr>
              <w:pStyle w:val="Tabulka"/>
              <w:rPr>
                <w:rStyle w:val="Tun"/>
                <w:highlight w:val="yellow"/>
              </w:rPr>
            </w:pPr>
            <w:r>
              <w:rPr>
                <w:rStyle w:val="Tun"/>
              </w:rPr>
              <w:t>6.</w:t>
            </w:r>
            <w:r w:rsidRPr="0030791F">
              <w:rPr>
                <w:rStyle w:val="Tun"/>
              </w:rPr>
              <w:t xml:space="preserve"> Dílčí etapa</w:t>
            </w:r>
          </w:p>
        </w:tc>
        <w:tc>
          <w:tcPr>
            <w:tcW w:w="2977" w:type="dxa"/>
          </w:tcPr>
          <w:p w14:paraId="0CA830CC"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w:t>
            </w:r>
            <w:r w:rsidRPr="00CE6BE1">
              <w:rPr>
                <w:rStyle w:val="Tun"/>
              </w:rPr>
              <w:t>ez fakturace</w:t>
            </w:r>
          </w:p>
        </w:tc>
        <w:tc>
          <w:tcPr>
            <w:tcW w:w="2977" w:type="dxa"/>
          </w:tcPr>
          <w:p w14:paraId="2B64ABFF"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CE6BE1" w:rsidRPr="00B72613" w14:paraId="7456170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2D50417D" w14:textId="1B05B06A" w:rsidR="00CE6BE1" w:rsidRPr="00B06D17" w:rsidRDefault="00CE6BE1" w:rsidP="007E0111">
            <w:pPr>
              <w:pStyle w:val="Tabulka"/>
              <w:rPr>
                <w:rStyle w:val="Tun"/>
                <w:highlight w:val="yellow"/>
              </w:rPr>
            </w:pPr>
            <w:r>
              <w:rPr>
                <w:rStyle w:val="Tun"/>
              </w:rPr>
              <w:t>7</w:t>
            </w:r>
            <w:r w:rsidRPr="0030791F">
              <w:rPr>
                <w:rStyle w:val="Tun"/>
              </w:rPr>
              <w:t>. Dílčí etapa</w:t>
            </w:r>
          </w:p>
        </w:tc>
        <w:tc>
          <w:tcPr>
            <w:tcW w:w="2977" w:type="dxa"/>
          </w:tcPr>
          <w:p w14:paraId="7AED268F"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6ED2718" w14:textId="0E4ED1A1"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00CB2F32">
              <w:rPr>
                <w:rStyle w:val="Tun"/>
              </w:rPr>
              <w:t>dle B bez položek č. 17 a 18</w:t>
            </w:r>
          </w:p>
        </w:tc>
        <w:tc>
          <w:tcPr>
            <w:tcW w:w="2977" w:type="dxa"/>
          </w:tcPr>
          <w:p w14:paraId="0301BA56"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41BC3D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4CAF7243" w14:textId="4086A99E" w:rsidR="00CE6BE1" w:rsidRPr="00B06D17" w:rsidRDefault="00CE6BE1" w:rsidP="007E0111">
            <w:pPr>
              <w:pStyle w:val="Tabulka"/>
              <w:rPr>
                <w:rStyle w:val="Tun"/>
                <w:highlight w:val="yellow"/>
              </w:rPr>
            </w:pPr>
            <w:r>
              <w:rPr>
                <w:rStyle w:val="Tun"/>
              </w:rPr>
              <w:t>8</w:t>
            </w:r>
            <w:r w:rsidRPr="0030791F">
              <w:rPr>
                <w:rStyle w:val="Tun"/>
              </w:rPr>
              <w:t>. Dílčí etapa</w:t>
            </w:r>
          </w:p>
        </w:tc>
        <w:tc>
          <w:tcPr>
            <w:tcW w:w="2977" w:type="dxa"/>
          </w:tcPr>
          <w:p w14:paraId="01BF5201"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3B9A5CA" w14:textId="532DB0EF"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2419FD6B"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6AE06E2"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3EB140E1" w14:textId="5E155AD8" w:rsidR="00CE6BE1" w:rsidRPr="00B06D17" w:rsidRDefault="00CE6BE1" w:rsidP="007E0111">
            <w:pPr>
              <w:pStyle w:val="Tabulka"/>
              <w:rPr>
                <w:rStyle w:val="Tun"/>
                <w:highlight w:val="yellow"/>
              </w:rPr>
            </w:pPr>
            <w:r>
              <w:rPr>
                <w:rStyle w:val="Tun"/>
              </w:rPr>
              <w:t>9</w:t>
            </w:r>
            <w:r w:rsidRPr="0030791F">
              <w:rPr>
                <w:rStyle w:val="Tun"/>
              </w:rPr>
              <w:t>. Dílčí etapa</w:t>
            </w:r>
          </w:p>
        </w:tc>
        <w:tc>
          <w:tcPr>
            <w:tcW w:w="2977" w:type="dxa"/>
          </w:tcPr>
          <w:p w14:paraId="3112C118"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78688E4" w14:textId="06362B51"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3F3E5E22"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2301DCE0"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5EF10A00" w14:textId="1A12ADFE" w:rsidR="00CE6BE1" w:rsidRPr="00B06D17" w:rsidRDefault="00CE6BE1" w:rsidP="007E0111">
            <w:pPr>
              <w:pStyle w:val="Tabulka"/>
              <w:rPr>
                <w:rStyle w:val="Tun"/>
                <w:highlight w:val="yellow"/>
              </w:rPr>
            </w:pPr>
            <w:r>
              <w:rPr>
                <w:rStyle w:val="Tun"/>
              </w:rPr>
              <w:t>10</w:t>
            </w:r>
            <w:r w:rsidRPr="0030791F">
              <w:rPr>
                <w:rStyle w:val="Tun"/>
              </w:rPr>
              <w:t>. Dílčí etapa</w:t>
            </w:r>
          </w:p>
        </w:tc>
        <w:tc>
          <w:tcPr>
            <w:tcW w:w="2977" w:type="dxa"/>
          </w:tcPr>
          <w:p w14:paraId="6019825C"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DAAE487" w14:textId="6B537620" w:rsidR="00CE6BE1" w:rsidRPr="00B06D17" w:rsidRDefault="00CE6BE1" w:rsidP="004524C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w:t>
            </w:r>
            <w:r w:rsidR="004524CE">
              <w:rPr>
                <w:rStyle w:val="Tun"/>
              </w:rPr>
              <w:t>5</w:t>
            </w:r>
            <w:r>
              <w:rPr>
                <w:rStyle w:val="Tun"/>
              </w:rPr>
              <w:t xml:space="preserve"> % Ceny Díla </w:t>
            </w:r>
            <w:r w:rsidR="00CB2F32">
              <w:rPr>
                <w:rStyle w:val="Tun"/>
              </w:rPr>
              <w:t>dle B bez položek č. 17 a 18</w:t>
            </w:r>
          </w:p>
        </w:tc>
        <w:tc>
          <w:tcPr>
            <w:tcW w:w="2977" w:type="dxa"/>
          </w:tcPr>
          <w:p w14:paraId="300DF878"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35DD98D8"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632975D9" w14:textId="4C3964BC" w:rsidR="00CE6BE1" w:rsidRPr="0030791F" w:rsidRDefault="00CE6BE1" w:rsidP="00CE6BE1">
            <w:pPr>
              <w:pStyle w:val="Tabulka"/>
              <w:rPr>
                <w:rStyle w:val="Tun"/>
              </w:rPr>
            </w:pPr>
            <w:r>
              <w:rPr>
                <w:rStyle w:val="Tun"/>
              </w:rPr>
              <w:t>11.</w:t>
            </w:r>
            <w:r w:rsidRPr="0030791F">
              <w:rPr>
                <w:rStyle w:val="Tun"/>
              </w:rPr>
              <w:t xml:space="preserve"> Dílčí etapa</w:t>
            </w:r>
          </w:p>
        </w:tc>
        <w:tc>
          <w:tcPr>
            <w:tcW w:w="2977" w:type="dxa"/>
          </w:tcPr>
          <w:p w14:paraId="2DE0FFDA" w14:textId="77777777" w:rsidR="00CB2F32" w:rsidRDefault="00CB2F32"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89B01FD" w14:textId="4D20E382" w:rsidR="00CE6BE1" w:rsidRPr="00B06D17" w:rsidRDefault="00CB2F32"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dle B položka č. 17</w:t>
            </w:r>
          </w:p>
        </w:tc>
        <w:tc>
          <w:tcPr>
            <w:tcW w:w="2977" w:type="dxa"/>
          </w:tcPr>
          <w:p w14:paraId="7DA81FEC" w14:textId="1F32E24A" w:rsidR="00CE6BE1" w:rsidRPr="00B06D17" w:rsidRDefault="00CB2F32"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89D279D"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4B18B4EC" w14:textId="68E64FDC" w:rsidR="00CE6BE1" w:rsidRPr="00B06D17" w:rsidRDefault="00CE6BE1" w:rsidP="00CE6BE1">
            <w:pPr>
              <w:pStyle w:val="Tabulka"/>
              <w:rPr>
                <w:rStyle w:val="Tun"/>
                <w:highlight w:val="yellow"/>
              </w:rPr>
            </w:pPr>
            <w:r w:rsidRPr="0030791F">
              <w:rPr>
                <w:rStyle w:val="Tun"/>
              </w:rPr>
              <w:t>Výkon autorského dozoru</w:t>
            </w:r>
          </w:p>
        </w:tc>
        <w:tc>
          <w:tcPr>
            <w:tcW w:w="2977" w:type="dxa"/>
          </w:tcPr>
          <w:p w14:paraId="1FB98A78"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DE1ADDC" w14:textId="669B552E" w:rsidR="00CE6BE1" w:rsidRPr="00B06D17" w:rsidRDefault="00CB2F32"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dle B položka č. 18</w:t>
            </w:r>
          </w:p>
        </w:tc>
        <w:tc>
          <w:tcPr>
            <w:tcW w:w="2977" w:type="dxa"/>
          </w:tcPr>
          <w:p w14:paraId="25D78885" w14:textId="169F8D18"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C68CF4B"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20058EF3" w14:textId="1EDFC73B" w:rsidR="00CE6BE1" w:rsidRPr="00B72613" w:rsidRDefault="00CE6BE1" w:rsidP="00CE6BE1">
            <w:pPr>
              <w:pStyle w:val="Tabulka"/>
              <w:rPr>
                <w:rStyle w:val="Tun"/>
              </w:rPr>
            </w:pPr>
            <w:r w:rsidRPr="00B72613">
              <w:rPr>
                <w:rStyle w:val="Tun"/>
              </w:rPr>
              <w:t>Celkem:</w:t>
            </w:r>
          </w:p>
        </w:tc>
        <w:tc>
          <w:tcPr>
            <w:tcW w:w="2977" w:type="dxa"/>
          </w:tcPr>
          <w:p w14:paraId="1049BCBF" w14:textId="153F04BB" w:rsidR="00CE6BE1" w:rsidRPr="00B72613"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7DAB543" w14:textId="3610B834" w:rsidR="00CE6BE1" w:rsidRPr="00B72613"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4CCDB23" w14:textId="77777777" w:rsidR="0030791F" w:rsidRDefault="0030791F" w:rsidP="00236DCC">
      <w:pPr>
        <w:pStyle w:val="Textbezodsazen"/>
        <w:sectPr w:rsidR="0030791F"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4F84CCDE" w14:textId="72F748E2" w:rsidR="0058752B" w:rsidRPr="00326C1E" w:rsidRDefault="0058752B" w:rsidP="0058752B">
      <w:pPr>
        <w:pStyle w:val="Nadpisbezsl1-2"/>
        <w:rPr>
          <w:b w:val="0"/>
        </w:rPr>
      </w:pPr>
      <w:r>
        <w:t xml:space="preserve">Harmonogram </w:t>
      </w:r>
      <w:r w:rsidRPr="00326C1E">
        <w:t>plnění</w:t>
      </w:r>
      <w:r w:rsidR="00CB1E93">
        <w:t xml:space="preserve"> A1 DUSP č. 1</w:t>
      </w:r>
      <w:r w:rsidRPr="00326C1E">
        <w:t xml:space="preserve">  </w:t>
      </w:r>
      <w:r w:rsidRPr="00527B92">
        <w:t>„</w:t>
      </w:r>
      <w:r w:rsidRPr="00527B92">
        <w:rPr>
          <w:bCs/>
        </w:rPr>
        <w:t xml:space="preserve">Rekonstrukce traťového úseku </w:t>
      </w:r>
      <w:r w:rsidR="005A468A">
        <w:rPr>
          <w:bCs/>
        </w:rPr>
        <w:t>Karlovy</w:t>
      </w:r>
      <w:r w:rsidRPr="00527B92">
        <w:rPr>
          <w:bCs/>
        </w:rPr>
        <w:t xml:space="preserve"> Vary (mimo) - Nové Sedlo u Lokte (včetně)</w:t>
      </w:r>
      <w:r w:rsidRPr="00527B92">
        <w:t>“</w:t>
      </w:r>
    </w:p>
    <w:tbl>
      <w:tblPr>
        <w:tblStyle w:val="Tabulka10"/>
        <w:tblW w:w="0" w:type="auto"/>
        <w:tblLook w:val="04A0" w:firstRow="1" w:lastRow="0" w:firstColumn="1" w:lastColumn="0" w:noHBand="0" w:noVBand="1"/>
      </w:tblPr>
      <w:tblGrid>
        <w:gridCol w:w="2552"/>
        <w:gridCol w:w="3402"/>
        <w:gridCol w:w="3969"/>
        <w:gridCol w:w="3544"/>
      </w:tblGrid>
      <w:tr w:rsidR="0058752B" w:rsidRPr="00B72613" w14:paraId="0CF6306D"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4B447D3" w14:textId="77777777" w:rsidR="0058752B" w:rsidRPr="0049257C" w:rsidRDefault="0058752B" w:rsidP="007E0111">
            <w:pPr>
              <w:pStyle w:val="Tabulka"/>
              <w:rPr>
                <w:rStyle w:val="Tun"/>
                <w:szCs w:val="14"/>
              </w:rPr>
            </w:pPr>
            <w:r w:rsidRPr="0049257C">
              <w:rPr>
                <w:rStyle w:val="Tun"/>
                <w:szCs w:val="14"/>
              </w:rPr>
              <w:t>Část Díla</w:t>
            </w:r>
          </w:p>
        </w:tc>
        <w:tc>
          <w:tcPr>
            <w:tcW w:w="3402" w:type="dxa"/>
          </w:tcPr>
          <w:p w14:paraId="03344811"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07BD628F"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077ACC24"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58752B" w:rsidRPr="00841876" w14:paraId="1207548B"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BAC8863" w14:textId="77777777" w:rsidR="0058752B" w:rsidRPr="00841876" w:rsidRDefault="0058752B" w:rsidP="007E0111">
            <w:pPr>
              <w:pStyle w:val="Tabulka"/>
              <w:rPr>
                <w:rStyle w:val="Tun"/>
                <w:sz w:val="16"/>
                <w:szCs w:val="16"/>
              </w:rPr>
            </w:pPr>
            <w:r w:rsidRPr="008E2FA0">
              <w:rPr>
                <w:rStyle w:val="Tun"/>
              </w:rPr>
              <w:t>Termín zahájení prací</w:t>
            </w:r>
          </w:p>
        </w:tc>
        <w:tc>
          <w:tcPr>
            <w:tcW w:w="3402" w:type="dxa"/>
          </w:tcPr>
          <w:p w14:paraId="04F91926"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ihned po nabytí účinnosti Smlouvy</w:t>
            </w:r>
          </w:p>
        </w:tc>
        <w:tc>
          <w:tcPr>
            <w:tcW w:w="3969" w:type="dxa"/>
          </w:tcPr>
          <w:p w14:paraId="63466D2B"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1FD6E476"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58752B" w:rsidRPr="00841876" w14:paraId="681714D3"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3E430B86" w14:textId="77777777" w:rsidR="0058752B" w:rsidRPr="00841876" w:rsidRDefault="0058752B" w:rsidP="007E0111">
            <w:pPr>
              <w:pStyle w:val="Tabulka"/>
              <w:rPr>
                <w:rStyle w:val="Tun"/>
                <w:sz w:val="16"/>
                <w:szCs w:val="16"/>
              </w:rPr>
            </w:pPr>
            <w:r w:rsidRPr="008E2FA0">
              <w:rPr>
                <w:rStyle w:val="Tun"/>
              </w:rPr>
              <w:t>1. Dílčí etapa</w:t>
            </w:r>
          </w:p>
        </w:tc>
        <w:tc>
          <w:tcPr>
            <w:tcW w:w="3402" w:type="dxa"/>
          </w:tcPr>
          <w:p w14:paraId="2D1DE1E8"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37684">
              <w:t xml:space="preserve">Do </w:t>
            </w:r>
            <w:r w:rsidRPr="00637684">
              <w:rPr>
                <w:b/>
              </w:rPr>
              <w:t>9</w:t>
            </w:r>
            <w:r w:rsidRPr="00637684">
              <w:t xml:space="preserve"> měsíců od nabytí účinnosti Smlouvy</w:t>
            </w:r>
          </w:p>
        </w:tc>
        <w:tc>
          <w:tcPr>
            <w:tcW w:w="3969" w:type="dxa"/>
          </w:tcPr>
          <w:p w14:paraId="6E704D08" w14:textId="77777777" w:rsidR="0058752B" w:rsidRDefault="0058752B" w:rsidP="007E0111">
            <w:pPr>
              <w:pStyle w:val="Tabulka-9"/>
              <w:cnfStyle w:val="000000000000" w:firstRow="0" w:lastRow="0" w:firstColumn="0" w:lastColumn="0" w:oddVBand="0" w:evenVBand="0" w:oddHBand="0" w:evenHBand="0" w:firstRowFirstColumn="0" w:firstRowLastColumn="0" w:lastRowFirstColumn="0" w:lastRowLastColumn="0"/>
            </w:pPr>
            <w:r>
              <w:t>Odevzdání všech kompletních průzkumů</w:t>
            </w:r>
          </w:p>
          <w:p w14:paraId="65481E3F"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DUSP+PDPS k připomínkovému řízení</w:t>
            </w:r>
          </w:p>
        </w:tc>
        <w:tc>
          <w:tcPr>
            <w:tcW w:w="3544" w:type="dxa"/>
          </w:tcPr>
          <w:p w14:paraId="1ABD37EC"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58752B" w:rsidRPr="00841876" w14:paraId="304DF963"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886D66A" w14:textId="77777777" w:rsidR="0058752B" w:rsidRPr="00841876" w:rsidRDefault="0058752B" w:rsidP="007E0111">
            <w:pPr>
              <w:pStyle w:val="Tabulka"/>
              <w:rPr>
                <w:rStyle w:val="Tun"/>
                <w:sz w:val="16"/>
                <w:szCs w:val="16"/>
              </w:rPr>
            </w:pPr>
            <w:r>
              <w:rPr>
                <w:rStyle w:val="Tun"/>
              </w:rPr>
              <w:t>2</w:t>
            </w:r>
            <w:r w:rsidRPr="008E2FA0">
              <w:rPr>
                <w:rStyle w:val="Tun"/>
              </w:rPr>
              <w:t>. Dílčí etapa</w:t>
            </w:r>
          </w:p>
        </w:tc>
        <w:tc>
          <w:tcPr>
            <w:tcW w:w="3402" w:type="dxa"/>
          </w:tcPr>
          <w:p w14:paraId="47DC92B3"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12</w:t>
            </w:r>
            <w:r w:rsidRPr="00637684">
              <w:t xml:space="preserve"> měsíců od nabytí účinnosti Smlouvy</w:t>
            </w:r>
          </w:p>
        </w:tc>
        <w:tc>
          <w:tcPr>
            <w:tcW w:w="3969" w:type="dxa"/>
          </w:tcPr>
          <w:p w14:paraId="73F4AFF8"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DUSP+PDPS se zapracovanými připomínkami bez dokladové části</w:t>
            </w:r>
          </w:p>
        </w:tc>
        <w:tc>
          <w:tcPr>
            <w:tcW w:w="3544" w:type="dxa"/>
          </w:tcPr>
          <w:p w14:paraId="0D0FC039"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p>
        </w:tc>
      </w:tr>
      <w:tr w:rsidR="0058752B" w:rsidRPr="00841876" w14:paraId="73F4E4EC"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3A652B06" w14:textId="77777777" w:rsidR="0058752B" w:rsidRPr="00841876" w:rsidRDefault="0058752B" w:rsidP="007E0111">
            <w:pPr>
              <w:pStyle w:val="Tabulka"/>
              <w:rPr>
                <w:rStyle w:val="Tun"/>
                <w:sz w:val="16"/>
                <w:szCs w:val="16"/>
              </w:rPr>
            </w:pPr>
            <w:r>
              <w:rPr>
                <w:rStyle w:val="Tun"/>
              </w:rPr>
              <w:t>3</w:t>
            </w:r>
            <w:r w:rsidRPr="008E2FA0">
              <w:rPr>
                <w:rStyle w:val="Tun"/>
              </w:rPr>
              <w:t>. Dílčí etapa</w:t>
            </w:r>
          </w:p>
        </w:tc>
        <w:tc>
          <w:tcPr>
            <w:tcW w:w="3402" w:type="dxa"/>
          </w:tcPr>
          <w:p w14:paraId="563059C6"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17</w:t>
            </w:r>
            <w:r w:rsidRPr="00637684">
              <w:t xml:space="preserve"> měsíců od nabytí účinnosti Smlouvy</w:t>
            </w:r>
          </w:p>
        </w:tc>
        <w:tc>
          <w:tcPr>
            <w:tcW w:w="3969" w:type="dxa"/>
          </w:tcPr>
          <w:p w14:paraId="17F0DD8B" w14:textId="77777777" w:rsidR="0058752B" w:rsidRDefault="0058752B" w:rsidP="007E0111">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DUSP+PDPS se zapracovanými připomínkami vč. dokladové části, náklady a oceněnými soupisy prací ve struktuře dle VTP, a návrhem podkladů pro ZTP na zhotovení stavby) v rozsahu dle VTP a ZTP;</w:t>
            </w:r>
          </w:p>
          <w:p w14:paraId="0E6FE475" w14:textId="77777777" w:rsidR="0058752B" w:rsidRDefault="0058752B" w:rsidP="007E0111">
            <w:pPr>
              <w:pStyle w:val="Tabulka-9"/>
              <w:spacing w:after="120"/>
              <w:cnfStyle w:val="000000000000" w:firstRow="0" w:lastRow="0" w:firstColumn="0" w:lastColumn="0" w:oddVBand="0" w:evenVBand="0" w:oddHBand="0" w:evenHBand="0" w:firstRowFirstColumn="0" w:firstRowLastColumn="0" w:lastRowFirstColumn="0" w:lastRowLastColumn="0"/>
            </w:pPr>
            <w:r>
              <w:t xml:space="preserve">Zpracování a odevzdání </w:t>
            </w:r>
            <w:r w:rsidRPr="008E2FA0">
              <w:t>kompletního a úplného</w:t>
            </w:r>
            <w:r>
              <w:t xml:space="preserve"> Oznámení EIA;</w:t>
            </w:r>
            <w:r w:rsidRPr="008E2FA0">
              <w:t xml:space="preserve"> </w:t>
            </w:r>
          </w:p>
          <w:p w14:paraId="759C1080"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43E69CD7" w14:textId="77777777" w:rsidR="002433F0" w:rsidRPr="002433F0" w:rsidRDefault="002433F0" w:rsidP="002433F0">
            <w:pPr>
              <w:pStyle w:val="Tabulka-9"/>
              <w:cnfStyle w:val="000000000000" w:firstRow="0" w:lastRow="0" w:firstColumn="0" w:lastColumn="0" w:oddVBand="0" w:evenVBand="0" w:oddHBand="0" w:evenHBand="0" w:firstRowFirstColumn="0" w:firstRowLastColumn="0" w:lastRowFirstColumn="0" w:lastRowLastColumn="0"/>
            </w:pPr>
            <w:r w:rsidRPr="002433F0">
              <w:t xml:space="preserve">Předávací protokol podepsaný Objednatelem </w:t>
            </w:r>
          </w:p>
          <w:p w14:paraId="011BABAB" w14:textId="77777777" w:rsidR="002433F0" w:rsidRPr="002433F0" w:rsidRDefault="002433F0" w:rsidP="002433F0">
            <w:pPr>
              <w:pStyle w:val="Tabulka-9"/>
              <w:cnfStyle w:val="000000000000" w:firstRow="0" w:lastRow="0" w:firstColumn="0" w:lastColumn="0" w:oddVBand="0" w:evenVBand="0" w:oddHBand="0" w:evenHBand="0" w:firstRowFirstColumn="0" w:firstRowLastColumn="0" w:lastRowFirstColumn="0" w:lastRowLastColumn="0"/>
            </w:pPr>
          </w:p>
          <w:p w14:paraId="1D955E25" w14:textId="77777777" w:rsidR="002433F0" w:rsidRPr="002433F0" w:rsidRDefault="002433F0" w:rsidP="002433F0">
            <w:pPr>
              <w:pStyle w:val="Tabulka"/>
              <w:cnfStyle w:val="000000000000" w:firstRow="0" w:lastRow="0" w:firstColumn="0" w:lastColumn="0" w:oddVBand="0" w:evenVBand="0" w:oddHBand="0" w:evenHBand="0" w:firstRowFirstColumn="0" w:firstRowLastColumn="0" w:lastRowFirstColumn="0" w:lastRowLastColumn="0"/>
            </w:pPr>
            <w:r w:rsidRPr="002433F0">
              <w:t xml:space="preserve">Kopie dokladu o podání Oznámení EIA dle § 6 zákona č. 100/2001 Sb. </w:t>
            </w:r>
          </w:p>
          <w:p w14:paraId="06496C91" w14:textId="77777777" w:rsidR="002433F0" w:rsidRPr="002433F0" w:rsidRDefault="002433F0" w:rsidP="002433F0">
            <w:pPr>
              <w:pStyle w:val="Tabulka"/>
              <w:cnfStyle w:val="000000000000" w:firstRow="0" w:lastRow="0" w:firstColumn="0" w:lastColumn="0" w:oddVBand="0" w:evenVBand="0" w:oddHBand="0" w:evenHBand="0" w:firstRowFirstColumn="0" w:firstRowLastColumn="0" w:lastRowFirstColumn="0" w:lastRowLastColumn="0"/>
            </w:pPr>
          </w:p>
          <w:p w14:paraId="35A0C6BC" w14:textId="49D69B5A" w:rsidR="0058752B" w:rsidRPr="00EE221B" w:rsidRDefault="002433F0" w:rsidP="002433F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433F0">
              <w:t>Kopie žádosti o společné povolení potvrzená místně příslušným stavebním úřadem</w:t>
            </w:r>
          </w:p>
        </w:tc>
      </w:tr>
      <w:tr w:rsidR="0058752B" w:rsidRPr="00841876" w14:paraId="076AEF9B"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14FF2EA5" w14:textId="77777777" w:rsidR="0058752B" w:rsidRPr="00841876" w:rsidRDefault="0058752B" w:rsidP="007E0111">
            <w:pPr>
              <w:pStyle w:val="Tabulka"/>
              <w:rPr>
                <w:rStyle w:val="Tun"/>
                <w:sz w:val="16"/>
                <w:szCs w:val="16"/>
              </w:rPr>
            </w:pPr>
            <w:r>
              <w:rPr>
                <w:rStyle w:val="Tun"/>
              </w:rPr>
              <w:t>4</w:t>
            </w:r>
            <w:r w:rsidRPr="008E2FA0">
              <w:rPr>
                <w:rStyle w:val="Tun"/>
              </w:rPr>
              <w:t>. Dílčí etapa</w:t>
            </w:r>
          </w:p>
        </w:tc>
        <w:tc>
          <w:tcPr>
            <w:tcW w:w="3402" w:type="dxa"/>
          </w:tcPr>
          <w:p w14:paraId="1CAD1BA1"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21</w:t>
            </w:r>
            <w:r w:rsidRPr="00637684">
              <w:t xml:space="preserve"> měsíců od nabytí účinnosti Smlouvy</w:t>
            </w:r>
          </w:p>
        </w:tc>
        <w:tc>
          <w:tcPr>
            <w:tcW w:w="3969" w:type="dxa"/>
          </w:tcPr>
          <w:p w14:paraId="38099EFE"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 xml:space="preserve">Nabytí právní moci </w:t>
            </w:r>
            <w:r>
              <w:t>společného povolení</w:t>
            </w:r>
          </w:p>
        </w:tc>
        <w:tc>
          <w:tcPr>
            <w:tcW w:w="3544" w:type="dxa"/>
          </w:tcPr>
          <w:p w14:paraId="64255641"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Společné povolení v právní moci </w:t>
            </w:r>
          </w:p>
        </w:tc>
      </w:tr>
      <w:tr w:rsidR="0058752B" w:rsidRPr="00841876" w14:paraId="6C45F7BE"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2C76C7AE" w14:textId="77777777" w:rsidR="0058752B" w:rsidRPr="00841876" w:rsidRDefault="0058752B" w:rsidP="007E0111">
            <w:pPr>
              <w:pStyle w:val="Tabulka"/>
              <w:rPr>
                <w:rStyle w:val="Tun"/>
                <w:sz w:val="16"/>
                <w:szCs w:val="16"/>
              </w:rPr>
            </w:pPr>
            <w:r>
              <w:rPr>
                <w:rStyle w:val="Tun"/>
              </w:rPr>
              <w:t>5</w:t>
            </w:r>
            <w:r w:rsidRPr="008E2FA0">
              <w:rPr>
                <w:rStyle w:val="Tun"/>
              </w:rPr>
              <w:t>. Dílčí etapa</w:t>
            </w:r>
          </w:p>
        </w:tc>
        <w:tc>
          <w:tcPr>
            <w:tcW w:w="3402" w:type="dxa"/>
          </w:tcPr>
          <w:p w14:paraId="63D724CB"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27</w:t>
            </w:r>
            <w:r w:rsidRPr="00637684">
              <w:t xml:space="preserve"> měsíců od nabytí účinnosti Smlouvy</w:t>
            </w:r>
          </w:p>
        </w:tc>
        <w:tc>
          <w:tcPr>
            <w:tcW w:w="3969" w:type="dxa"/>
          </w:tcPr>
          <w:p w14:paraId="4FAB5DA1"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Majetkoprávní část</w:t>
            </w:r>
          </w:p>
        </w:tc>
        <w:tc>
          <w:tcPr>
            <w:tcW w:w="3544" w:type="dxa"/>
          </w:tcPr>
          <w:p w14:paraId="7C33DA2D"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Předávací protokol podepsaný Objednatelem</w:t>
            </w:r>
            <w:r>
              <w:rPr>
                <w:color w:val="FF0000"/>
              </w:rPr>
              <w:t xml:space="preserve"> </w:t>
            </w:r>
          </w:p>
        </w:tc>
      </w:tr>
      <w:tr w:rsidR="0058752B" w:rsidRPr="00841876" w14:paraId="5E2A3F1E"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33E168E" w14:textId="77777777" w:rsidR="0058752B" w:rsidRPr="00841876" w:rsidRDefault="0058752B" w:rsidP="007E0111">
            <w:pPr>
              <w:pStyle w:val="Tabulka"/>
              <w:rPr>
                <w:rStyle w:val="Tun"/>
                <w:sz w:val="16"/>
                <w:szCs w:val="16"/>
              </w:rPr>
            </w:pPr>
            <w:r w:rsidRPr="008E2FA0">
              <w:rPr>
                <w:rStyle w:val="Tun"/>
              </w:rPr>
              <w:t>Termín dokončení Díla</w:t>
            </w:r>
          </w:p>
        </w:tc>
        <w:tc>
          <w:tcPr>
            <w:tcW w:w="3402" w:type="dxa"/>
          </w:tcPr>
          <w:p w14:paraId="0FF41A09" w14:textId="77777777" w:rsidR="0058752B" w:rsidRPr="00637684" w:rsidRDefault="0058752B" w:rsidP="007E0111">
            <w:pPr>
              <w:pStyle w:val="Tabulka-9"/>
              <w:cnfStyle w:val="000000000000" w:firstRow="0" w:lastRow="0" w:firstColumn="0" w:lastColumn="0" w:oddVBand="0" w:evenVBand="0" w:oddHBand="0" w:evenHBand="0" w:firstRowFirstColumn="0" w:firstRowLastColumn="0" w:lastRowFirstColumn="0" w:lastRowLastColumn="0"/>
            </w:pPr>
            <w:r w:rsidRPr="00637684">
              <w:t>Předpoklad:</w:t>
            </w:r>
          </w:p>
          <w:p w14:paraId="22977395"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37684">
              <w:rPr>
                <w:b/>
              </w:rPr>
              <w:t>05/2025 – 12/2025</w:t>
            </w:r>
          </w:p>
        </w:tc>
        <w:tc>
          <w:tcPr>
            <w:tcW w:w="3969" w:type="dxa"/>
          </w:tcPr>
          <w:p w14:paraId="2739EA54"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 xml:space="preserve">Autorský dozor (AD) projektanta při zhotovení Stavby; Zhotovitel se zavazuje provádět AD ode dne zahájení zhotovení stavby do ukončení zhotovení stavby v předpokládané délce </w:t>
            </w:r>
            <w:r w:rsidRPr="00637684">
              <w:rPr>
                <w:b/>
              </w:rPr>
              <w:t>7</w:t>
            </w:r>
            <w:r w:rsidRPr="00637684">
              <w:t xml:space="preserve"> měsíců</w:t>
            </w:r>
          </w:p>
        </w:tc>
        <w:tc>
          <w:tcPr>
            <w:tcW w:w="3544" w:type="dxa"/>
          </w:tcPr>
          <w:p w14:paraId="73DF7221"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85B97">
              <w:t>Výkaz poskytnutých služeb (1x za čtvrtletí) – stručný popis výkonů a specifikace výkonu AD projektanta</w:t>
            </w:r>
          </w:p>
        </w:tc>
      </w:tr>
    </w:tbl>
    <w:p w14:paraId="0BE1A1D2" w14:textId="79BF2E65" w:rsidR="00034798" w:rsidRPr="00326C1E" w:rsidRDefault="00034798" w:rsidP="00034798">
      <w:pPr>
        <w:pStyle w:val="Nadpisbezsl1-2"/>
        <w:rPr>
          <w:b w:val="0"/>
        </w:rPr>
      </w:pPr>
      <w:r>
        <w:t xml:space="preserve">Harmonogram </w:t>
      </w:r>
      <w:r w:rsidRPr="00034798">
        <w:t>plnění A2 DUSP</w:t>
      </w:r>
      <w:r>
        <w:t xml:space="preserve"> č.</w:t>
      </w:r>
      <w:r w:rsidR="00EA5948">
        <w:t xml:space="preserve"> </w:t>
      </w:r>
      <w:r>
        <w:t>2</w:t>
      </w:r>
      <w:r w:rsidR="00EA5948">
        <w:t xml:space="preserve"> </w:t>
      </w:r>
      <w:r w:rsidRPr="00527B92">
        <w:t>„</w:t>
      </w:r>
      <w:r w:rsidRPr="00527B92">
        <w:rPr>
          <w:bCs/>
        </w:rPr>
        <w:t xml:space="preserve">Rekonstrukce traťového úseku </w:t>
      </w:r>
      <w:r w:rsidR="005A468A">
        <w:rPr>
          <w:bCs/>
        </w:rPr>
        <w:t>Karlovy</w:t>
      </w:r>
      <w:r w:rsidRPr="00527B92">
        <w:rPr>
          <w:bCs/>
        </w:rPr>
        <w:t xml:space="preserve"> Vary (mimo) - Nové Sedlo u Lokte (včetně)</w:t>
      </w:r>
      <w:r w:rsidRPr="00527B92">
        <w:t>“</w:t>
      </w:r>
    </w:p>
    <w:tbl>
      <w:tblPr>
        <w:tblStyle w:val="Tabulka10"/>
        <w:tblW w:w="0" w:type="auto"/>
        <w:tblLook w:val="04A0" w:firstRow="1" w:lastRow="0" w:firstColumn="1" w:lastColumn="0" w:noHBand="0" w:noVBand="1"/>
      </w:tblPr>
      <w:tblGrid>
        <w:gridCol w:w="2552"/>
        <w:gridCol w:w="3402"/>
        <w:gridCol w:w="3969"/>
        <w:gridCol w:w="3544"/>
      </w:tblGrid>
      <w:tr w:rsidR="00034798" w:rsidRPr="00B72613" w14:paraId="7EEFA570" w14:textId="77777777" w:rsidTr="001D09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A09A77D" w14:textId="77777777" w:rsidR="00034798" w:rsidRPr="0049257C" w:rsidRDefault="00034798" w:rsidP="001D0964">
            <w:pPr>
              <w:pStyle w:val="Tabulka"/>
              <w:rPr>
                <w:rStyle w:val="Tun"/>
                <w:szCs w:val="14"/>
              </w:rPr>
            </w:pPr>
            <w:r w:rsidRPr="0049257C">
              <w:rPr>
                <w:rStyle w:val="Tun"/>
                <w:szCs w:val="14"/>
              </w:rPr>
              <w:t>Část Díla</w:t>
            </w:r>
          </w:p>
        </w:tc>
        <w:tc>
          <w:tcPr>
            <w:tcW w:w="3402" w:type="dxa"/>
          </w:tcPr>
          <w:p w14:paraId="0F6B5B14"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2491BAA0"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05B153FC"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034798" w:rsidRPr="00841876" w14:paraId="4A29D88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AAAB10C" w14:textId="77777777" w:rsidR="00034798" w:rsidRPr="00841876" w:rsidRDefault="00034798" w:rsidP="001D0964">
            <w:pPr>
              <w:pStyle w:val="Tabulka"/>
              <w:rPr>
                <w:rStyle w:val="Tun"/>
                <w:sz w:val="16"/>
                <w:szCs w:val="16"/>
              </w:rPr>
            </w:pPr>
            <w:r w:rsidRPr="008E2FA0">
              <w:rPr>
                <w:rStyle w:val="Tun"/>
              </w:rPr>
              <w:t>Termín zahájení prací</w:t>
            </w:r>
          </w:p>
        </w:tc>
        <w:tc>
          <w:tcPr>
            <w:tcW w:w="3402" w:type="dxa"/>
          </w:tcPr>
          <w:p w14:paraId="115700D7"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ihned po nabytí účinnosti Smlouvy</w:t>
            </w:r>
          </w:p>
        </w:tc>
        <w:tc>
          <w:tcPr>
            <w:tcW w:w="3969" w:type="dxa"/>
          </w:tcPr>
          <w:p w14:paraId="51C7E5A9"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7CC26F04"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034798" w:rsidRPr="00841876" w14:paraId="4BF7AD5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2637DA4" w14:textId="77777777" w:rsidR="00034798" w:rsidRPr="00841876" w:rsidRDefault="00034798" w:rsidP="001D0964">
            <w:pPr>
              <w:pStyle w:val="Tabulka"/>
              <w:rPr>
                <w:rStyle w:val="Tun"/>
                <w:sz w:val="16"/>
                <w:szCs w:val="16"/>
              </w:rPr>
            </w:pPr>
            <w:r w:rsidRPr="008E2FA0">
              <w:rPr>
                <w:rStyle w:val="Tun"/>
              </w:rPr>
              <w:t>1. Dílčí etapa</w:t>
            </w:r>
          </w:p>
        </w:tc>
        <w:tc>
          <w:tcPr>
            <w:tcW w:w="3402" w:type="dxa"/>
          </w:tcPr>
          <w:p w14:paraId="7DD7DFEE"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E2FA0">
              <w:t>Do</w:t>
            </w:r>
            <w:r>
              <w:t xml:space="preserve"> </w:t>
            </w:r>
            <w:r w:rsidRPr="003E1C87">
              <w:rPr>
                <w:b/>
              </w:rPr>
              <w:t>8</w:t>
            </w:r>
            <w:r w:rsidRPr="00EF4A61">
              <w:rPr>
                <w:color w:val="FF0000"/>
              </w:rPr>
              <w:t xml:space="preserve"> </w:t>
            </w:r>
            <w:r w:rsidRPr="008E2FA0">
              <w:t>měsíců od nabytí účinnosti Smlouvy</w:t>
            </w:r>
          </w:p>
        </w:tc>
        <w:tc>
          <w:tcPr>
            <w:tcW w:w="3969" w:type="dxa"/>
          </w:tcPr>
          <w:p w14:paraId="5DB6A81E"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Odevzdání všech kompletních průzkumů dle VTP a ZTP</w:t>
            </w:r>
          </w:p>
        </w:tc>
        <w:tc>
          <w:tcPr>
            <w:tcW w:w="3544" w:type="dxa"/>
          </w:tcPr>
          <w:p w14:paraId="435C6E13"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1D9D79FB"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77C0AACE" w14:textId="77777777" w:rsidR="00034798" w:rsidRPr="00841876" w:rsidRDefault="00034798" w:rsidP="001D0964">
            <w:pPr>
              <w:pStyle w:val="Tabulka"/>
              <w:rPr>
                <w:rStyle w:val="Tun"/>
                <w:sz w:val="16"/>
                <w:szCs w:val="16"/>
              </w:rPr>
            </w:pPr>
            <w:r>
              <w:rPr>
                <w:rStyle w:val="Tun"/>
              </w:rPr>
              <w:t>2</w:t>
            </w:r>
            <w:r w:rsidRPr="008E2FA0">
              <w:rPr>
                <w:rStyle w:val="Tun"/>
              </w:rPr>
              <w:t>. Dílčí etapa</w:t>
            </w:r>
          </w:p>
        </w:tc>
        <w:tc>
          <w:tcPr>
            <w:tcW w:w="3402" w:type="dxa"/>
          </w:tcPr>
          <w:p w14:paraId="35658B63"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do </w:t>
            </w:r>
            <w:r w:rsidRPr="003E1C87">
              <w:rPr>
                <w:b/>
              </w:rPr>
              <w:t>14</w:t>
            </w:r>
            <w:r w:rsidRPr="003E1C87">
              <w:t xml:space="preserve"> </w:t>
            </w:r>
            <w:r w:rsidRPr="008E2FA0">
              <w:t>měsíců od nabytí účinnosti Smlouvy</w:t>
            </w:r>
          </w:p>
        </w:tc>
        <w:tc>
          <w:tcPr>
            <w:tcW w:w="3969" w:type="dxa"/>
          </w:tcPr>
          <w:p w14:paraId="13A113D5"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 k připomínkovému řízení</w:t>
            </w:r>
          </w:p>
        </w:tc>
        <w:tc>
          <w:tcPr>
            <w:tcW w:w="3544" w:type="dxa"/>
          </w:tcPr>
          <w:p w14:paraId="25829511"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0A8F69FE"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D5D4CA1" w14:textId="77777777" w:rsidR="00034798" w:rsidRPr="00841876" w:rsidRDefault="00034798" w:rsidP="001D0964">
            <w:pPr>
              <w:pStyle w:val="Tabulka"/>
              <w:rPr>
                <w:rStyle w:val="Tun"/>
                <w:sz w:val="16"/>
                <w:szCs w:val="16"/>
              </w:rPr>
            </w:pPr>
            <w:r>
              <w:rPr>
                <w:rStyle w:val="Tun"/>
              </w:rPr>
              <w:t>3</w:t>
            </w:r>
            <w:r w:rsidRPr="008E2FA0">
              <w:rPr>
                <w:rStyle w:val="Tun"/>
              </w:rPr>
              <w:t>. Dílčí etapa</w:t>
            </w:r>
          </w:p>
        </w:tc>
        <w:tc>
          <w:tcPr>
            <w:tcW w:w="3402" w:type="dxa"/>
          </w:tcPr>
          <w:p w14:paraId="3F518A0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 xml:space="preserve">do </w:t>
            </w:r>
            <w:r w:rsidRPr="003E1C87">
              <w:rPr>
                <w:b/>
              </w:rPr>
              <w:t>17</w:t>
            </w:r>
            <w:r w:rsidRPr="003E1C87">
              <w:t xml:space="preserve"> </w:t>
            </w:r>
            <w:r w:rsidRPr="008E2FA0">
              <w:t>měsíců od nabytí účinnosti Smlouvy</w:t>
            </w:r>
          </w:p>
        </w:tc>
        <w:tc>
          <w:tcPr>
            <w:tcW w:w="3969" w:type="dxa"/>
          </w:tcPr>
          <w:p w14:paraId="36297B66"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 se zapracovanými připomínkami bez dokladové části</w:t>
            </w:r>
          </w:p>
        </w:tc>
        <w:tc>
          <w:tcPr>
            <w:tcW w:w="3544" w:type="dxa"/>
          </w:tcPr>
          <w:p w14:paraId="706FC2C1"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7A039DB9"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AE1DCC3" w14:textId="77777777" w:rsidR="00034798" w:rsidRPr="00841876" w:rsidRDefault="00034798" w:rsidP="001D0964">
            <w:pPr>
              <w:pStyle w:val="Tabulka"/>
              <w:rPr>
                <w:rStyle w:val="Tun"/>
                <w:sz w:val="16"/>
                <w:szCs w:val="16"/>
              </w:rPr>
            </w:pPr>
            <w:r>
              <w:rPr>
                <w:rStyle w:val="Tun"/>
              </w:rPr>
              <w:t>4</w:t>
            </w:r>
            <w:r w:rsidRPr="008E2FA0">
              <w:rPr>
                <w:rStyle w:val="Tun"/>
              </w:rPr>
              <w:t>. Dílčí etapa</w:t>
            </w:r>
          </w:p>
        </w:tc>
        <w:tc>
          <w:tcPr>
            <w:tcW w:w="3402" w:type="dxa"/>
          </w:tcPr>
          <w:p w14:paraId="05DEF41E"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do </w:t>
            </w:r>
            <w:r w:rsidRPr="003E1C87">
              <w:rPr>
                <w:b/>
              </w:rPr>
              <w:t>19</w:t>
            </w:r>
            <w:r w:rsidRPr="003E1C87">
              <w:t xml:space="preserve"> </w:t>
            </w:r>
            <w:r w:rsidRPr="008E2FA0">
              <w:t>měsíců od nabytí účinnosti Smlouvy</w:t>
            </w:r>
          </w:p>
        </w:tc>
        <w:tc>
          <w:tcPr>
            <w:tcW w:w="3969" w:type="dxa"/>
          </w:tcPr>
          <w:p w14:paraId="5547DD1E" w14:textId="77777777" w:rsidR="00034798" w:rsidRPr="008E2FA0" w:rsidRDefault="00034798" w:rsidP="001D0964">
            <w:pPr>
              <w:pStyle w:val="Tabulka-9"/>
              <w:cnfStyle w:val="000000000000" w:firstRow="0" w:lastRow="0" w:firstColumn="0" w:lastColumn="0" w:oddVBand="0" w:evenVBand="0" w:oddHBand="0" w:evenHBand="0" w:firstRowFirstColumn="0" w:firstRowLastColumn="0" w:lastRowFirstColumn="0" w:lastRowLastColumn="0"/>
            </w:pPr>
            <w:r>
              <w:t xml:space="preserve">Zpracování a odevzdání </w:t>
            </w:r>
            <w:r w:rsidRPr="008E2FA0">
              <w:t>kompletního a úplného</w:t>
            </w:r>
          </w:p>
          <w:p w14:paraId="40FAA6E8"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Oznámení EIA</w:t>
            </w:r>
          </w:p>
        </w:tc>
        <w:tc>
          <w:tcPr>
            <w:tcW w:w="3544" w:type="dxa"/>
          </w:tcPr>
          <w:p w14:paraId="6AE1F868"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Kopie dokladu o podání Oznámení EIA dle § 6 zákona č. 100/2001 Sb. </w:t>
            </w:r>
          </w:p>
        </w:tc>
      </w:tr>
      <w:tr w:rsidR="00034798" w:rsidRPr="00841876" w14:paraId="66E5CC93"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77C6AA6E" w14:textId="77777777" w:rsidR="00034798" w:rsidRPr="00841876" w:rsidRDefault="00034798" w:rsidP="001D0964">
            <w:pPr>
              <w:pStyle w:val="Tabulka"/>
              <w:rPr>
                <w:rStyle w:val="Tun"/>
                <w:sz w:val="16"/>
                <w:szCs w:val="16"/>
              </w:rPr>
            </w:pPr>
            <w:r>
              <w:rPr>
                <w:rStyle w:val="Tun"/>
              </w:rPr>
              <w:t>5</w:t>
            </w:r>
            <w:r w:rsidRPr="008E2FA0">
              <w:rPr>
                <w:rStyle w:val="Tun"/>
              </w:rPr>
              <w:t>. Dílčí etapa</w:t>
            </w:r>
          </w:p>
        </w:tc>
        <w:tc>
          <w:tcPr>
            <w:tcW w:w="3402" w:type="dxa"/>
          </w:tcPr>
          <w:p w14:paraId="1B853147"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Do </w:t>
            </w:r>
            <w:r w:rsidRPr="003E1C87">
              <w:rPr>
                <w:b/>
              </w:rPr>
              <w:t>3</w:t>
            </w:r>
            <w:r>
              <w:t xml:space="preserve"> měsíců od vydání stanoviska EIA</w:t>
            </w:r>
          </w:p>
        </w:tc>
        <w:tc>
          <w:tcPr>
            <w:tcW w:w="3969" w:type="dxa"/>
          </w:tcPr>
          <w:p w14:paraId="5FC0393F" w14:textId="77777777" w:rsidR="00034798" w:rsidRDefault="00034798" w:rsidP="001D0964">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 se zapracovanými připomínkami vč. dokladové části;</w:t>
            </w:r>
          </w:p>
          <w:p w14:paraId="6C611886"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63F6C96F"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w:t>
            </w:r>
          </w:p>
          <w:p w14:paraId="0D9A91CD"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t>Kopie žádosti o společné povolení</w:t>
            </w:r>
            <w:r w:rsidRPr="008E2FA0">
              <w:t xml:space="preserve"> potvrzená místně</w:t>
            </w:r>
            <w:r>
              <w:t xml:space="preserve"> </w:t>
            </w:r>
            <w:r w:rsidRPr="008E2FA0">
              <w:t>příslušným stavebním úřadem</w:t>
            </w:r>
          </w:p>
          <w:p w14:paraId="7DD81D37"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034798" w:rsidRPr="00841876" w14:paraId="12B18827"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18E61E83" w14:textId="77777777" w:rsidR="00034798" w:rsidRDefault="00034798" w:rsidP="001D0964">
            <w:pPr>
              <w:pStyle w:val="Tabulka"/>
              <w:rPr>
                <w:rStyle w:val="Tun"/>
              </w:rPr>
            </w:pPr>
            <w:r>
              <w:rPr>
                <w:rStyle w:val="Tun"/>
              </w:rPr>
              <w:t>6</w:t>
            </w:r>
            <w:r w:rsidRPr="008E2FA0">
              <w:rPr>
                <w:rStyle w:val="Tun"/>
              </w:rPr>
              <w:t>. Dílčí etapa</w:t>
            </w:r>
          </w:p>
        </w:tc>
        <w:tc>
          <w:tcPr>
            <w:tcW w:w="3402" w:type="dxa"/>
          </w:tcPr>
          <w:p w14:paraId="4F2D4BC6"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do </w:t>
            </w:r>
            <w:r w:rsidRPr="003E1C87">
              <w:rPr>
                <w:b/>
              </w:rPr>
              <w:t xml:space="preserve">6 </w:t>
            </w:r>
            <w:r w:rsidRPr="008E2FA0">
              <w:t xml:space="preserve">měsíců od </w:t>
            </w:r>
            <w:r>
              <w:t>termínu 5. Dílčí etapy</w:t>
            </w:r>
          </w:p>
        </w:tc>
        <w:tc>
          <w:tcPr>
            <w:tcW w:w="3969" w:type="dxa"/>
          </w:tcPr>
          <w:p w14:paraId="17C0D003"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Nabytí právní moci </w:t>
            </w:r>
            <w:r>
              <w:t>společného povolení</w:t>
            </w:r>
          </w:p>
        </w:tc>
        <w:tc>
          <w:tcPr>
            <w:tcW w:w="3544" w:type="dxa"/>
          </w:tcPr>
          <w:p w14:paraId="5AF8B7D7"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Společné povolení v právní moci </w:t>
            </w:r>
          </w:p>
        </w:tc>
      </w:tr>
      <w:tr w:rsidR="00034798" w:rsidRPr="00841876" w14:paraId="34286F08"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FC0F9DD" w14:textId="77777777" w:rsidR="00034798" w:rsidRDefault="00034798" w:rsidP="001D0964">
            <w:pPr>
              <w:pStyle w:val="Tabulka"/>
              <w:rPr>
                <w:rStyle w:val="Tun"/>
              </w:rPr>
            </w:pPr>
            <w:r>
              <w:rPr>
                <w:rStyle w:val="Tun"/>
              </w:rPr>
              <w:t>7</w:t>
            </w:r>
            <w:r w:rsidRPr="008E2FA0">
              <w:rPr>
                <w:rStyle w:val="Tun"/>
              </w:rPr>
              <w:t>. Dílčí etapa</w:t>
            </w:r>
          </w:p>
        </w:tc>
        <w:tc>
          <w:tcPr>
            <w:tcW w:w="3402" w:type="dxa"/>
          </w:tcPr>
          <w:p w14:paraId="693E67E1"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3E1C87">
              <w:t xml:space="preserve">do </w:t>
            </w:r>
            <w:r w:rsidRPr="003E1C87">
              <w:rPr>
                <w:b/>
              </w:rPr>
              <w:t>6</w:t>
            </w:r>
            <w:r w:rsidRPr="003E1C87">
              <w:t xml:space="preserve"> měsíců </w:t>
            </w:r>
            <w:r>
              <w:t>od termínu 6. </w:t>
            </w:r>
            <w:r w:rsidRPr="000D1081">
              <w:t>Dílčí etapy</w:t>
            </w:r>
          </w:p>
        </w:tc>
        <w:tc>
          <w:tcPr>
            <w:tcW w:w="3969" w:type="dxa"/>
          </w:tcPr>
          <w:p w14:paraId="1A23FF5A"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0D1081">
              <w:t>Kompletní majetkoprávní vypořádání stavby</w:t>
            </w:r>
          </w:p>
        </w:tc>
        <w:tc>
          <w:tcPr>
            <w:tcW w:w="3544" w:type="dxa"/>
          </w:tcPr>
          <w:p w14:paraId="7207E6A6"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7E5B3E7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E386225" w14:textId="77777777" w:rsidR="00034798" w:rsidRDefault="00034798" w:rsidP="001D0964">
            <w:pPr>
              <w:pStyle w:val="Tabulka"/>
              <w:rPr>
                <w:rStyle w:val="Tun"/>
              </w:rPr>
            </w:pPr>
            <w:r>
              <w:rPr>
                <w:rStyle w:val="Tun"/>
              </w:rPr>
              <w:t>8</w:t>
            </w:r>
            <w:r w:rsidRPr="008E2FA0">
              <w:rPr>
                <w:rStyle w:val="Tun"/>
              </w:rPr>
              <w:t>. Dílčí etapa</w:t>
            </w:r>
          </w:p>
        </w:tc>
        <w:tc>
          <w:tcPr>
            <w:tcW w:w="3402" w:type="dxa"/>
          </w:tcPr>
          <w:p w14:paraId="2419EFEC"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do </w:t>
            </w:r>
            <w:r w:rsidRPr="003E1C87">
              <w:rPr>
                <w:b/>
              </w:rPr>
              <w:t>5</w:t>
            </w:r>
            <w:r w:rsidRPr="003E1C87">
              <w:t xml:space="preserve"> </w:t>
            </w:r>
            <w:r w:rsidRPr="008E2FA0">
              <w:t xml:space="preserve">měsíců </w:t>
            </w:r>
            <w:r w:rsidRPr="000D1081">
              <w:t xml:space="preserve">od pokynu </w:t>
            </w:r>
            <w:r>
              <w:t>O</w:t>
            </w:r>
            <w:r w:rsidRPr="000D1081">
              <w:t xml:space="preserve">bjednatele k zahájení prací na PDPS (pokyn nastane nejdříve po 5. </w:t>
            </w:r>
            <w:r>
              <w:t>D</w:t>
            </w:r>
            <w:r w:rsidRPr="000D1081">
              <w:t>ílčí etapě)</w:t>
            </w:r>
          </w:p>
        </w:tc>
        <w:tc>
          <w:tcPr>
            <w:tcW w:w="3969" w:type="dxa"/>
          </w:tcPr>
          <w:p w14:paraId="1215F958"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Předložení PDPS k připomínkám</w:t>
            </w:r>
          </w:p>
        </w:tc>
        <w:tc>
          <w:tcPr>
            <w:tcW w:w="3544" w:type="dxa"/>
          </w:tcPr>
          <w:p w14:paraId="700B58D1"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115A33BA"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D7739EA" w14:textId="77777777" w:rsidR="00034798" w:rsidRDefault="00034798" w:rsidP="001D0964">
            <w:pPr>
              <w:pStyle w:val="Tabulka"/>
              <w:rPr>
                <w:rStyle w:val="Tun"/>
              </w:rPr>
            </w:pPr>
            <w:r>
              <w:rPr>
                <w:rStyle w:val="Tun"/>
              </w:rPr>
              <w:t>9</w:t>
            </w:r>
            <w:r w:rsidRPr="008E2FA0">
              <w:rPr>
                <w:rStyle w:val="Tun"/>
              </w:rPr>
              <w:t>. Dílčí etapa</w:t>
            </w:r>
          </w:p>
        </w:tc>
        <w:tc>
          <w:tcPr>
            <w:tcW w:w="3402" w:type="dxa"/>
          </w:tcPr>
          <w:p w14:paraId="31F576C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do </w:t>
            </w:r>
            <w:r w:rsidRPr="008D052E">
              <w:rPr>
                <w:b/>
              </w:rPr>
              <w:t xml:space="preserve">8 </w:t>
            </w:r>
            <w:r w:rsidRPr="000D1081">
              <w:t>měsíců od pokynu Objednatele k zahájení prací na PDPS</w:t>
            </w:r>
          </w:p>
        </w:tc>
        <w:tc>
          <w:tcPr>
            <w:tcW w:w="3969" w:type="dxa"/>
          </w:tcPr>
          <w:p w14:paraId="30DAE060"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Odevzdání PDPS se zapracovanými připomínkami bez  dokladové části </w:t>
            </w:r>
          </w:p>
        </w:tc>
        <w:tc>
          <w:tcPr>
            <w:tcW w:w="3544" w:type="dxa"/>
          </w:tcPr>
          <w:p w14:paraId="57DE972B"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4AF87AB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C7F17A6" w14:textId="77777777" w:rsidR="00034798" w:rsidRDefault="00034798" w:rsidP="001D0964">
            <w:pPr>
              <w:pStyle w:val="Tabulka"/>
              <w:rPr>
                <w:rStyle w:val="Tun"/>
              </w:rPr>
            </w:pPr>
            <w:r>
              <w:rPr>
                <w:rStyle w:val="Tun"/>
              </w:rPr>
              <w:t>10</w:t>
            </w:r>
            <w:r w:rsidRPr="008E2FA0">
              <w:rPr>
                <w:rStyle w:val="Tun"/>
              </w:rPr>
              <w:t>. Dílčí etapa</w:t>
            </w:r>
          </w:p>
        </w:tc>
        <w:tc>
          <w:tcPr>
            <w:tcW w:w="3402" w:type="dxa"/>
          </w:tcPr>
          <w:p w14:paraId="42BB142B"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0D1081">
              <w:t xml:space="preserve">do </w:t>
            </w:r>
            <w:r w:rsidRPr="003E1C87">
              <w:rPr>
                <w:b/>
              </w:rPr>
              <w:t>10</w:t>
            </w:r>
            <w:r w:rsidRPr="000D1081">
              <w:t xml:space="preserve"> měsíců od pokynu Objednatele k zahájení prací na PDPS</w:t>
            </w:r>
          </w:p>
        </w:tc>
        <w:tc>
          <w:tcPr>
            <w:tcW w:w="3969" w:type="dxa"/>
          </w:tcPr>
          <w:p w14:paraId="1E019FCC"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Definitivní odevzdání D</w:t>
            </w:r>
            <w:r>
              <w:t>USP+PDPS (PDPS se zapracovanými připomínkami, kompletní dokladovou částí, náklady a oceněnými soupisy prací ve struktuře dle VTP, a návrhem podkladů pro ZTP na zhotovení stavby) v rozsahu dle VTP a ZTP</w:t>
            </w:r>
          </w:p>
        </w:tc>
        <w:tc>
          <w:tcPr>
            <w:tcW w:w="3544" w:type="dxa"/>
          </w:tcPr>
          <w:p w14:paraId="3F5C1759"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Protokol o provedení Díla</w:t>
            </w:r>
            <w:r>
              <w:t xml:space="preserve"> podepsaný Objednatelem </w:t>
            </w:r>
          </w:p>
        </w:tc>
      </w:tr>
      <w:tr w:rsidR="00034798" w:rsidRPr="00841876" w14:paraId="57AF9D52"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987851C" w14:textId="77777777" w:rsidR="00034798" w:rsidRDefault="00034798" w:rsidP="001D0964">
            <w:pPr>
              <w:pStyle w:val="Tabulka"/>
              <w:rPr>
                <w:rStyle w:val="Tun"/>
              </w:rPr>
            </w:pPr>
            <w:r>
              <w:rPr>
                <w:rStyle w:val="Tun"/>
              </w:rPr>
              <w:t>11. Dílčí etapa</w:t>
            </w:r>
          </w:p>
        </w:tc>
        <w:tc>
          <w:tcPr>
            <w:tcW w:w="3402" w:type="dxa"/>
          </w:tcPr>
          <w:p w14:paraId="1F0A4E7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t>Od doručení oznámení Objednatele o zahájení procesu „</w:t>
            </w:r>
            <w:proofErr w:type="spellStart"/>
            <w:r>
              <w:t>Trackside</w:t>
            </w:r>
            <w:proofErr w:type="spellEnd"/>
            <w:r>
              <w:t xml:space="preserve"> </w:t>
            </w:r>
            <w:proofErr w:type="spellStart"/>
            <w:r>
              <w:t>Approval</w:t>
            </w:r>
            <w:proofErr w:type="spellEnd"/>
            <w:r>
              <w:t>“ Evropskou železniční agenturou (ERA) do doručení oznámení Objednatele o vydání souhlasného stanoviska „</w:t>
            </w:r>
            <w:proofErr w:type="spellStart"/>
            <w:r>
              <w:t>Trackside</w:t>
            </w:r>
            <w:proofErr w:type="spellEnd"/>
            <w:r>
              <w:t xml:space="preserve"> </w:t>
            </w:r>
            <w:proofErr w:type="spellStart"/>
            <w:r>
              <w:t>Approval</w:t>
            </w:r>
            <w:proofErr w:type="spellEnd"/>
            <w:r>
              <w:t>“ ERA</w:t>
            </w:r>
          </w:p>
        </w:tc>
        <w:tc>
          <w:tcPr>
            <w:tcW w:w="3969" w:type="dxa"/>
          </w:tcPr>
          <w:p w14:paraId="697166D9"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Součinnost s Objednatelem a zhotovitelem stavby při procesu „</w:t>
            </w:r>
            <w:proofErr w:type="spellStart"/>
            <w:r>
              <w:t>Trackside</w:t>
            </w:r>
            <w:proofErr w:type="spellEnd"/>
            <w:r>
              <w:t xml:space="preserve"> </w:t>
            </w:r>
            <w:proofErr w:type="spellStart"/>
            <w:r>
              <w:t>Approval</w:t>
            </w:r>
            <w:proofErr w:type="spellEnd"/>
            <w:r>
              <w:t>“ a případná aktualizace projektové dokumentace dle požadavků ERA</w:t>
            </w:r>
          </w:p>
        </w:tc>
        <w:tc>
          <w:tcPr>
            <w:tcW w:w="3544" w:type="dxa"/>
          </w:tcPr>
          <w:p w14:paraId="3E838C71"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t>Oznámení Objednatele o vydání souhlasného stanoviska „</w:t>
            </w:r>
            <w:proofErr w:type="spellStart"/>
            <w:r>
              <w:t>Trackside</w:t>
            </w:r>
            <w:proofErr w:type="spellEnd"/>
            <w:r>
              <w:t xml:space="preserve"> </w:t>
            </w:r>
            <w:proofErr w:type="spellStart"/>
            <w:r>
              <w:t>Approval</w:t>
            </w:r>
            <w:proofErr w:type="spellEnd"/>
            <w:r>
              <w:t xml:space="preserve">“ od </w:t>
            </w:r>
            <w:proofErr w:type="gramStart"/>
            <w:r>
              <w:t>ERA</w:t>
            </w:r>
            <w:proofErr w:type="gramEnd"/>
            <w:r>
              <w:t xml:space="preserve"> </w:t>
            </w:r>
          </w:p>
        </w:tc>
      </w:tr>
      <w:tr w:rsidR="00034798" w:rsidRPr="00841876" w14:paraId="3D3792E9"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7333D91" w14:textId="77777777" w:rsidR="00034798" w:rsidRPr="00841876" w:rsidRDefault="00034798" w:rsidP="001D0964">
            <w:pPr>
              <w:pStyle w:val="Tabulka"/>
              <w:rPr>
                <w:rStyle w:val="Tun"/>
                <w:sz w:val="16"/>
                <w:szCs w:val="16"/>
              </w:rPr>
            </w:pPr>
            <w:r w:rsidRPr="008E2FA0">
              <w:rPr>
                <w:rStyle w:val="Tun"/>
              </w:rPr>
              <w:t>Termín dokončení Díla</w:t>
            </w:r>
          </w:p>
        </w:tc>
        <w:tc>
          <w:tcPr>
            <w:tcW w:w="3402" w:type="dxa"/>
          </w:tcPr>
          <w:p w14:paraId="53CD90EE"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rsidRPr="008E2FA0">
              <w:t>Předpoklad</w:t>
            </w:r>
            <w:r>
              <w:t>:</w:t>
            </w:r>
          </w:p>
          <w:p w14:paraId="103DEF94"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3E1C87">
              <w:rPr>
                <w:b/>
              </w:rPr>
              <w:t>07/2027 – 05/2029</w:t>
            </w:r>
          </w:p>
        </w:tc>
        <w:tc>
          <w:tcPr>
            <w:tcW w:w="3969" w:type="dxa"/>
          </w:tcPr>
          <w:p w14:paraId="331CB092"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 xml:space="preserve">Autorský dozor (AD) projektanta při zhotovení Stavby; Zhotovitel se zavazuje provádět AD ode dne zahájení zhotovení stavby do ukončení zhotovení stavby v předpokládané délce </w:t>
            </w:r>
            <w:r w:rsidRPr="003E1C87">
              <w:rPr>
                <w:b/>
              </w:rPr>
              <w:t>23</w:t>
            </w:r>
            <w:r>
              <w:t xml:space="preserve"> měsíců</w:t>
            </w:r>
          </w:p>
        </w:tc>
        <w:tc>
          <w:tcPr>
            <w:tcW w:w="3544" w:type="dxa"/>
          </w:tcPr>
          <w:p w14:paraId="6EAEA688"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85B97">
              <w:t>Výkaz poskytnutých služeb (1x za čtvrtletí) – stručný popis výkonů a specifikace výkonu AD projektanta</w:t>
            </w:r>
          </w:p>
        </w:tc>
      </w:tr>
    </w:tbl>
    <w:p w14:paraId="261F2B58" w14:textId="77777777" w:rsidR="00034798" w:rsidRDefault="00034798" w:rsidP="00B72613">
      <w:pPr>
        <w:pStyle w:val="Nadpisbezsl1-2"/>
      </w:pPr>
    </w:p>
    <w:p w14:paraId="51C577A7" w14:textId="77777777" w:rsidR="00034798" w:rsidRDefault="00034798" w:rsidP="00B72613">
      <w:pPr>
        <w:pStyle w:val="Nadpisbezsl1-2"/>
      </w:pPr>
    </w:p>
    <w:p w14:paraId="48536EED" w14:textId="77777777" w:rsidR="00034798" w:rsidRDefault="00034798" w:rsidP="00B72613">
      <w:pPr>
        <w:pStyle w:val="Nadpisbezsl1-2"/>
      </w:pPr>
    </w:p>
    <w:p w14:paraId="5B729A3D" w14:textId="77777777" w:rsidR="00034798" w:rsidRDefault="00034798" w:rsidP="00B72613">
      <w:pPr>
        <w:pStyle w:val="Nadpisbezsl1-2"/>
      </w:pPr>
    </w:p>
    <w:p w14:paraId="15460CA0" w14:textId="77777777" w:rsidR="00034798" w:rsidRDefault="00034798" w:rsidP="00B72613">
      <w:pPr>
        <w:pStyle w:val="Nadpisbezsl1-2"/>
      </w:pPr>
    </w:p>
    <w:p w14:paraId="4C92AE20" w14:textId="77777777" w:rsidR="00034798" w:rsidRDefault="00034798" w:rsidP="00B72613">
      <w:pPr>
        <w:pStyle w:val="Nadpisbezsl1-2"/>
      </w:pPr>
    </w:p>
    <w:p w14:paraId="148E9BB8" w14:textId="34CE0DEE" w:rsidR="00034798" w:rsidRDefault="00034798" w:rsidP="00B72613">
      <w:pPr>
        <w:pStyle w:val="Nadpisbezsl1-2"/>
      </w:pPr>
      <w:r>
        <w:br w:type="page"/>
      </w:r>
    </w:p>
    <w:p w14:paraId="25F4EA6D" w14:textId="4BCD7D01" w:rsidR="00B72613" w:rsidRPr="00326C1E" w:rsidRDefault="00B72613" w:rsidP="00B72613">
      <w:pPr>
        <w:pStyle w:val="Nadpisbezsl1-2"/>
        <w:rPr>
          <w:b w:val="0"/>
        </w:rPr>
      </w:pPr>
      <w:r>
        <w:t xml:space="preserve">Harmonogram </w:t>
      </w:r>
      <w:r w:rsidRPr="00326C1E">
        <w:t>plnění</w:t>
      </w:r>
      <w:r w:rsidR="005E25D9" w:rsidRPr="00326C1E">
        <w:t xml:space="preserve"> </w:t>
      </w:r>
      <w:r w:rsidR="00034798">
        <w:t>B</w:t>
      </w:r>
      <w:r w:rsidR="005E25D9" w:rsidRPr="00326C1E">
        <w:t xml:space="preserve"> </w:t>
      </w:r>
      <w:r w:rsidR="00021C1E">
        <w:rPr>
          <w:bCs/>
        </w:rPr>
        <w:t>„Rekonstrukce traťového úseku Nové Sedlo u Lokte (mimo) – Sokolov (mimo)“</w:t>
      </w:r>
    </w:p>
    <w:tbl>
      <w:tblPr>
        <w:tblStyle w:val="Tabulka10"/>
        <w:tblW w:w="0" w:type="auto"/>
        <w:tblLook w:val="04A0" w:firstRow="1" w:lastRow="0" w:firstColumn="1" w:lastColumn="0" w:noHBand="0" w:noVBand="1"/>
      </w:tblPr>
      <w:tblGrid>
        <w:gridCol w:w="2552"/>
        <w:gridCol w:w="3402"/>
        <w:gridCol w:w="3969"/>
        <w:gridCol w:w="3544"/>
      </w:tblGrid>
      <w:tr w:rsidR="00F62472" w:rsidRPr="00B72613" w14:paraId="3CF37A2E" w14:textId="77777777" w:rsidTr="006376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402"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021C1E" w:rsidRPr="00841876" w14:paraId="0BCB250F"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63A2FE57" w14:textId="4F2D97DC" w:rsidR="00021C1E" w:rsidRPr="00841876" w:rsidRDefault="00021C1E" w:rsidP="00021C1E">
            <w:pPr>
              <w:pStyle w:val="Tabulka"/>
              <w:rPr>
                <w:rStyle w:val="Tun"/>
                <w:sz w:val="16"/>
                <w:szCs w:val="16"/>
              </w:rPr>
            </w:pPr>
            <w:r w:rsidRPr="008E2FA0">
              <w:rPr>
                <w:rStyle w:val="Tun"/>
              </w:rPr>
              <w:t>Termín zahájení prací</w:t>
            </w:r>
          </w:p>
        </w:tc>
        <w:tc>
          <w:tcPr>
            <w:tcW w:w="3402" w:type="dxa"/>
          </w:tcPr>
          <w:p w14:paraId="7F044251" w14:textId="44A2A06F"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35481">
              <w:t>ihned po nabytí účinnosti Smlouvy</w:t>
            </w:r>
          </w:p>
        </w:tc>
        <w:tc>
          <w:tcPr>
            <w:tcW w:w="3969" w:type="dxa"/>
          </w:tcPr>
          <w:p w14:paraId="61712126" w14:textId="28A7ACF1"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5996DDE3" w14:textId="46466222"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021C1E" w:rsidRPr="00841876" w14:paraId="2087522B"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B5970E4" w14:textId="5EE245C9" w:rsidR="00021C1E" w:rsidRPr="00841876" w:rsidRDefault="00021C1E" w:rsidP="00021C1E">
            <w:pPr>
              <w:pStyle w:val="Tabulka"/>
              <w:rPr>
                <w:rStyle w:val="Tun"/>
                <w:sz w:val="16"/>
                <w:szCs w:val="16"/>
              </w:rPr>
            </w:pPr>
            <w:r w:rsidRPr="008E2FA0">
              <w:rPr>
                <w:rStyle w:val="Tun"/>
              </w:rPr>
              <w:t>1. Dílčí etapa</w:t>
            </w:r>
          </w:p>
        </w:tc>
        <w:tc>
          <w:tcPr>
            <w:tcW w:w="3402" w:type="dxa"/>
          </w:tcPr>
          <w:p w14:paraId="014C9666" w14:textId="660D023C"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C35481">
              <w:t xml:space="preserve">Do </w:t>
            </w:r>
            <w:r w:rsidRPr="00C35481">
              <w:rPr>
                <w:b/>
              </w:rPr>
              <w:t>8</w:t>
            </w:r>
            <w:r w:rsidRPr="00C35481">
              <w:t xml:space="preserve"> měsíců od nabytí účinnosti Smlouvy</w:t>
            </w:r>
          </w:p>
        </w:tc>
        <w:tc>
          <w:tcPr>
            <w:tcW w:w="3969" w:type="dxa"/>
          </w:tcPr>
          <w:p w14:paraId="72328A0A" w14:textId="6980C272"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Odevzdání všech kompletních průzkumů dle VTP a ZTP</w:t>
            </w:r>
          </w:p>
        </w:tc>
        <w:tc>
          <w:tcPr>
            <w:tcW w:w="3544" w:type="dxa"/>
          </w:tcPr>
          <w:p w14:paraId="0B6E4630" w14:textId="35BD18FE"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776EE9A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26804F8" w14:textId="26C89114" w:rsidR="00021C1E" w:rsidRPr="00841876" w:rsidRDefault="00021C1E" w:rsidP="00021C1E">
            <w:pPr>
              <w:pStyle w:val="Tabulka"/>
              <w:rPr>
                <w:rStyle w:val="Tun"/>
                <w:sz w:val="16"/>
                <w:szCs w:val="16"/>
              </w:rPr>
            </w:pPr>
            <w:r>
              <w:rPr>
                <w:rStyle w:val="Tun"/>
              </w:rPr>
              <w:t>2</w:t>
            </w:r>
            <w:r w:rsidRPr="008E2FA0">
              <w:rPr>
                <w:rStyle w:val="Tun"/>
              </w:rPr>
              <w:t>. Dílčí etapa</w:t>
            </w:r>
          </w:p>
        </w:tc>
        <w:tc>
          <w:tcPr>
            <w:tcW w:w="3402" w:type="dxa"/>
          </w:tcPr>
          <w:p w14:paraId="6B936204" w14:textId="7E1CBC29"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14</w:t>
            </w:r>
            <w:r w:rsidRPr="00C35481">
              <w:t xml:space="preserve"> měsíců od nabytí účinnosti Smlouvy</w:t>
            </w:r>
          </w:p>
        </w:tc>
        <w:tc>
          <w:tcPr>
            <w:tcW w:w="3969" w:type="dxa"/>
          </w:tcPr>
          <w:p w14:paraId="10241354" w14:textId="46FE67EB"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 k připomínkovému řízení</w:t>
            </w:r>
          </w:p>
        </w:tc>
        <w:tc>
          <w:tcPr>
            <w:tcW w:w="3544" w:type="dxa"/>
          </w:tcPr>
          <w:p w14:paraId="32837010" w14:textId="43F1C5F5"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2835123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7506B5AF" w14:textId="5A5879D1" w:rsidR="00021C1E" w:rsidRPr="00841876" w:rsidRDefault="00021C1E" w:rsidP="00021C1E">
            <w:pPr>
              <w:pStyle w:val="Tabulka"/>
              <w:rPr>
                <w:rStyle w:val="Tun"/>
                <w:sz w:val="16"/>
                <w:szCs w:val="16"/>
              </w:rPr>
            </w:pPr>
            <w:r>
              <w:rPr>
                <w:rStyle w:val="Tun"/>
              </w:rPr>
              <w:t>3</w:t>
            </w:r>
            <w:r w:rsidRPr="008E2FA0">
              <w:rPr>
                <w:rStyle w:val="Tun"/>
              </w:rPr>
              <w:t>. Dílčí etapa</w:t>
            </w:r>
          </w:p>
        </w:tc>
        <w:tc>
          <w:tcPr>
            <w:tcW w:w="3402" w:type="dxa"/>
          </w:tcPr>
          <w:p w14:paraId="1D74EAE5" w14:textId="0F753B9D"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17</w:t>
            </w:r>
            <w:r w:rsidRPr="00C35481">
              <w:t xml:space="preserve"> měsíců od nabytí účinnosti Smlouvy</w:t>
            </w:r>
          </w:p>
        </w:tc>
        <w:tc>
          <w:tcPr>
            <w:tcW w:w="3969" w:type="dxa"/>
          </w:tcPr>
          <w:p w14:paraId="29641175" w14:textId="0BF2FE9A"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 se zapracovanými připomínkami bez dokladové části</w:t>
            </w:r>
          </w:p>
        </w:tc>
        <w:tc>
          <w:tcPr>
            <w:tcW w:w="3544" w:type="dxa"/>
          </w:tcPr>
          <w:p w14:paraId="067A9865" w14:textId="7CD316BE"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52593156"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7054A59" w14:textId="2EB848DE" w:rsidR="00021C1E" w:rsidRPr="00841876" w:rsidRDefault="00021C1E" w:rsidP="00021C1E">
            <w:pPr>
              <w:pStyle w:val="Tabulka"/>
              <w:rPr>
                <w:rStyle w:val="Tun"/>
                <w:sz w:val="16"/>
                <w:szCs w:val="16"/>
              </w:rPr>
            </w:pPr>
            <w:r>
              <w:rPr>
                <w:rStyle w:val="Tun"/>
              </w:rPr>
              <w:t>4</w:t>
            </w:r>
            <w:r w:rsidRPr="008E2FA0">
              <w:rPr>
                <w:rStyle w:val="Tun"/>
              </w:rPr>
              <w:t>. Dílčí etapa</w:t>
            </w:r>
          </w:p>
        </w:tc>
        <w:tc>
          <w:tcPr>
            <w:tcW w:w="3402" w:type="dxa"/>
          </w:tcPr>
          <w:p w14:paraId="7101F8B1" w14:textId="45FC48CA"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19</w:t>
            </w:r>
            <w:r w:rsidRPr="00C35481">
              <w:t xml:space="preserve"> měsíců od nabytí účinnosti Smlouvy</w:t>
            </w:r>
          </w:p>
        </w:tc>
        <w:tc>
          <w:tcPr>
            <w:tcW w:w="3969" w:type="dxa"/>
          </w:tcPr>
          <w:p w14:paraId="73AE9FA0" w14:textId="529CBB7E" w:rsidR="00021C1E" w:rsidRPr="00EE221B" w:rsidRDefault="00021C1E" w:rsidP="00021C1E">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Zpracování a odevzdání </w:t>
            </w:r>
            <w:r w:rsidRPr="008E2FA0">
              <w:t>kompletního a úplného</w:t>
            </w:r>
            <w:r>
              <w:t xml:space="preserve"> </w:t>
            </w:r>
            <w:r w:rsidRPr="008E2FA0">
              <w:t>Oznámení EIA</w:t>
            </w:r>
          </w:p>
        </w:tc>
        <w:tc>
          <w:tcPr>
            <w:tcW w:w="3544" w:type="dxa"/>
          </w:tcPr>
          <w:p w14:paraId="0D2EAAC0" w14:textId="502E2B8F"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47350">
              <w:t>Kopie dokladu o podání Oznámení EIA</w:t>
            </w:r>
            <w:r>
              <w:t xml:space="preserve"> dle § 6 zákona č. 100/2001 Sb.</w:t>
            </w:r>
          </w:p>
        </w:tc>
      </w:tr>
      <w:tr w:rsidR="00021C1E" w:rsidRPr="00841876" w14:paraId="56B1CBB3"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41BE7FAC" w14:textId="524CECFC" w:rsidR="00021C1E" w:rsidRPr="00841876" w:rsidRDefault="00021C1E" w:rsidP="00021C1E">
            <w:pPr>
              <w:pStyle w:val="Tabulka"/>
              <w:rPr>
                <w:rStyle w:val="Tun"/>
                <w:sz w:val="16"/>
                <w:szCs w:val="16"/>
              </w:rPr>
            </w:pPr>
            <w:r>
              <w:rPr>
                <w:rStyle w:val="Tun"/>
              </w:rPr>
              <w:t>5</w:t>
            </w:r>
            <w:r w:rsidRPr="008E2FA0">
              <w:rPr>
                <w:rStyle w:val="Tun"/>
              </w:rPr>
              <w:t>. Dílčí etapa</w:t>
            </w:r>
          </w:p>
        </w:tc>
        <w:tc>
          <w:tcPr>
            <w:tcW w:w="3402" w:type="dxa"/>
          </w:tcPr>
          <w:p w14:paraId="3686C0B7" w14:textId="005C0F60"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3</w:t>
            </w:r>
            <w:r w:rsidRPr="00C35481">
              <w:t xml:space="preserve"> měsíců od vydání stanoviska EIA</w:t>
            </w:r>
          </w:p>
        </w:tc>
        <w:tc>
          <w:tcPr>
            <w:tcW w:w="3969" w:type="dxa"/>
          </w:tcPr>
          <w:p w14:paraId="6BCEF980" w14:textId="77777777" w:rsidR="00021C1E" w:rsidRDefault="00021C1E" w:rsidP="00021C1E">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 se zapracovanými připomínkami vč. dokladové části;</w:t>
            </w:r>
          </w:p>
          <w:p w14:paraId="6A9BF4B6" w14:textId="7E469F0E"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146833EE" w14:textId="77777777" w:rsidR="00021C1E" w:rsidRPr="00147350"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147350">
              <w:t>Předávací protokol podepsaný Objednatelem;</w:t>
            </w:r>
          </w:p>
          <w:p w14:paraId="518AD8F3" w14:textId="1FF9EAF3" w:rsidR="00021C1E" w:rsidRPr="00021C1E"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147350">
              <w:t>Kopie žádosti o společné povolení potvrzená místně příslušným stavebním úřadem</w:t>
            </w:r>
          </w:p>
        </w:tc>
      </w:tr>
      <w:tr w:rsidR="00021C1E" w:rsidRPr="00841876" w14:paraId="2FEF353E"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7DE081AB" w14:textId="658C25B9" w:rsidR="00021C1E" w:rsidRPr="00841876" w:rsidRDefault="00021C1E" w:rsidP="00021C1E">
            <w:pPr>
              <w:pStyle w:val="Tabulka"/>
              <w:rPr>
                <w:rStyle w:val="Tun"/>
                <w:sz w:val="16"/>
                <w:szCs w:val="16"/>
              </w:rPr>
            </w:pPr>
            <w:r>
              <w:rPr>
                <w:rStyle w:val="Tun"/>
              </w:rPr>
              <w:t>6</w:t>
            </w:r>
            <w:r w:rsidRPr="008E2FA0">
              <w:rPr>
                <w:rStyle w:val="Tun"/>
              </w:rPr>
              <w:t>. Dílčí etapa</w:t>
            </w:r>
          </w:p>
        </w:tc>
        <w:tc>
          <w:tcPr>
            <w:tcW w:w="3402" w:type="dxa"/>
          </w:tcPr>
          <w:p w14:paraId="05588271" w14:textId="5036A125"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C35481">
              <w:t xml:space="preserve">do </w:t>
            </w:r>
            <w:r w:rsidRPr="00C35481">
              <w:rPr>
                <w:b/>
              </w:rPr>
              <w:t xml:space="preserve">6 </w:t>
            </w:r>
            <w:r w:rsidRPr="00C35481">
              <w:t>měsíců od termínu 5. Dílčí etapy</w:t>
            </w:r>
          </w:p>
        </w:tc>
        <w:tc>
          <w:tcPr>
            <w:tcW w:w="3969" w:type="dxa"/>
          </w:tcPr>
          <w:p w14:paraId="2F90D1D0" w14:textId="1CB91C7C"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8E2FA0">
              <w:t xml:space="preserve">Nabytí právní moci </w:t>
            </w:r>
            <w:r>
              <w:t>společného povolení</w:t>
            </w:r>
          </w:p>
        </w:tc>
        <w:tc>
          <w:tcPr>
            <w:tcW w:w="3544" w:type="dxa"/>
          </w:tcPr>
          <w:p w14:paraId="33C53782" w14:textId="7DABE134"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Společné povolení v právní moci</w:t>
            </w:r>
          </w:p>
        </w:tc>
      </w:tr>
      <w:tr w:rsidR="00021C1E" w:rsidRPr="00841876" w14:paraId="3EBDAF84"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31749C4F" w14:textId="100CE7CE" w:rsidR="00021C1E" w:rsidRPr="008E2FA0" w:rsidRDefault="00021C1E" w:rsidP="00021C1E">
            <w:pPr>
              <w:pStyle w:val="Tabulka"/>
              <w:rPr>
                <w:rStyle w:val="Tun"/>
              </w:rPr>
            </w:pPr>
            <w:r>
              <w:rPr>
                <w:rStyle w:val="Tun"/>
              </w:rPr>
              <w:t>7</w:t>
            </w:r>
            <w:r w:rsidRPr="008E2FA0">
              <w:rPr>
                <w:rStyle w:val="Tun"/>
              </w:rPr>
              <w:t>. Dílčí etapa</w:t>
            </w:r>
          </w:p>
        </w:tc>
        <w:tc>
          <w:tcPr>
            <w:tcW w:w="3402" w:type="dxa"/>
          </w:tcPr>
          <w:p w14:paraId="619D5E69" w14:textId="5A258B5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6</w:t>
            </w:r>
            <w:r w:rsidRPr="00C35481">
              <w:t xml:space="preserve"> měsíců od termínu 6. Dílčí etapy</w:t>
            </w:r>
          </w:p>
        </w:tc>
        <w:tc>
          <w:tcPr>
            <w:tcW w:w="3969" w:type="dxa"/>
          </w:tcPr>
          <w:p w14:paraId="6D3BC892" w14:textId="6D5EBF8C"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0D1081">
              <w:t>Kompletní majetkoprávní vypořádání stavby</w:t>
            </w:r>
          </w:p>
        </w:tc>
        <w:tc>
          <w:tcPr>
            <w:tcW w:w="3544" w:type="dxa"/>
          </w:tcPr>
          <w:p w14:paraId="298A6E7E" w14:textId="5094AC9C"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6BEF5DF8"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E032955" w14:textId="547DC414" w:rsidR="00021C1E" w:rsidRPr="008E2FA0" w:rsidRDefault="00021C1E" w:rsidP="00021C1E">
            <w:pPr>
              <w:pStyle w:val="Tabulka"/>
              <w:rPr>
                <w:rStyle w:val="Tun"/>
              </w:rPr>
            </w:pPr>
            <w:r>
              <w:rPr>
                <w:rStyle w:val="Tun"/>
              </w:rPr>
              <w:t>8</w:t>
            </w:r>
            <w:r w:rsidRPr="008E2FA0">
              <w:rPr>
                <w:rStyle w:val="Tun"/>
              </w:rPr>
              <w:t>. Dílčí etapa</w:t>
            </w:r>
          </w:p>
        </w:tc>
        <w:tc>
          <w:tcPr>
            <w:tcW w:w="3402" w:type="dxa"/>
          </w:tcPr>
          <w:p w14:paraId="2A555535" w14:textId="77D81F0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5</w:t>
            </w:r>
            <w:r w:rsidRPr="00C35481">
              <w:t xml:space="preserve"> měsíců od pokynu Objednatele k zahájení prací na PDPS (pokyn nastane nejdříve po 5. Dílčí etapě)</w:t>
            </w:r>
          </w:p>
        </w:tc>
        <w:tc>
          <w:tcPr>
            <w:tcW w:w="3969" w:type="dxa"/>
          </w:tcPr>
          <w:p w14:paraId="26B295FE" w14:textId="392A9793"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Předložení PDPS k připomínkám</w:t>
            </w:r>
          </w:p>
        </w:tc>
        <w:tc>
          <w:tcPr>
            <w:tcW w:w="3544" w:type="dxa"/>
          </w:tcPr>
          <w:p w14:paraId="2C30EC8B" w14:textId="4E813BD4"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11EFBF44"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58F4EC40" w14:textId="1D255576" w:rsidR="00021C1E" w:rsidRPr="008E2FA0" w:rsidRDefault="00021C1E" w:rsidP="00021C1E">
            <w:pPr>
              <w:pStyle w:val="Tabulka"/>
              <w:rPr>
                <w:rStyle w:val="Tun"/>
              </w:rPr>
            </w:pPr>
            <w:r>
              <w:rPr>
                <w:rStyle w:val="Tun"/>
              </w:rPr>
              <w:t>9</w:t>
            </w:r>
            <w:r w:rsidRPr="008E2FA0">
              <w:rPr>
                <w:rStyle w:val="Tun"/>
              </w:rPr>
              <w:t>. Dílčí etapa</w:t>
            </w:r>
          </w:p>
        </w:tc>
        <w:tc>
          <w:tcPr>
            <w:tcW w:w="3402" w:type="dxa"/>
          </w:tcPr>
          <w:p w14:paraId="47184883" w14:textId="3C4C59D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8</w:t>
            </w:r>
            <w:r w:rsidRPr="00C35481">
              <w:t xml:space="preserve"> měsíců od pokynu Objednatele k zahájení prací na PDPS</w:t>
            </w:r>
          </w:p>
        </w:tc>
        <w:tc>
          <w:tcPr>
            <w:tcW w:w="3969" w:type="dxa"/>
          </w:tcPr>
          <w:p w14:paraId="09A2ADB3" w14:textId="581EB1D7"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 xml:space="preserve">Odevzdání PDPS se zapracovanými připomínkami bez  dokladové části </w:t>
            </w:r>
          </w:p>
        </w:tc>
        <w:tc>
          <w:tcPr>
            <w:tcW w:w="3544" w:type="dxa"/>
          </w:tcPr>
          <w:p w14:paraId="40EE52EA" w14:textId="49C29448"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551CF1D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35894887" w14:textId="173D4927" w:rsidR="00021C1E" w:rsidRPr="008E2FA0" w:rsidRDefault="00021C1E" w:rsidP="00021C1E">
            <w:pPr>
              <w:pStyle w:val="Tabulka"/>
              <w:rPr>
                <w:rStyle w:val="Tun"/>
              </w:rPr>
            </w:pPr>
            <w:r>
              <w:rPr>
                <w:rStyle w:val="Tun"/>
              </w:rPr>
              <w:t>10</w:t>
            </w:r>
            <w:r w:rsidRPr="008E2FA0">
              <w:rPr>
                <w:rStyle w:val="Tun"/>
              </w:rPr>
              <w:t>. Dílčí etapa</w:t>
            </w:r>
          </w:p>
        </w:tc>
        <w:tc>
          <w:tcPr>
            <w:tcW w:w="3402" w:type="dxa"/>
          </w:tcPr>
          <w:p w14:paraId="6EB03F0D" w14:textId="252C143E"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10</w:t>
            </w:r>
            <w:r w:rsidRPr="00C35481">
              <w:t xml:space="preserve"> měsíců od pokynu Objednatele k zahájení prací na PDPS</w:t>
            </w:r>
          </w:p>
        </w:tc>
        <w:tc>
          <w:tcPr>
            <w:tcW w:w="3969" w:type="dxa"/>
          </w:tcPr>
          <w:p w14:paraId="7A6FD805" w14:textId="27115568"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Definitivní odevzdání D</w:t>
            </w:r>
            <w:r>
              <w:t>USP+PDPS (PDPS se zapracovanými připomínkami, kompletní dokladovou částí, náklady a oceněnými soupisy prací ve struktuře dle VTP, a návrhem podkladů pro ZTP na zhotovení stavby) v rozsahu dle VTP a ZTP</w:t>
            </w:r>
          </w:p>
        </w:tc>
        <w:tc>
          <w:tcPr>
            <w:tcW w:w="3544" w:type="dxa"/>
          </w:tcPr>
          <w:p w14:paraId="2FBF333A" w14:textId="0B3B60AA"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Protokol o provedení Díla</w:t>
            </w:r>
            <w:r>
              <w:t xml:space="preserve"> podepsaný Objednatelem</w:t>
            </w:r>
          </w:p>
        </w:tc>
      </w:tr>
      <w:tr w:rsidR="00021C1E" w:rsidRPr="00841876" w14:paraId="4CD2C9C1"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5276A0AB" w14:textId="0F58808F" w:rsidR="00021C1E" w:rsidRPr="008E2FA0" w:rsidRDefault="00021C1E" w:rsidP="00021C1E">
            <w:pPr>
              <w:pStyle w:val="Tabulka"/>
              <w:rPr>
                <w:rStyle w:val="Tun"/>
              </w:rPr>
            </w:pPr>
            <w:r>
              <w:rPr>
                <w:rStyle w:val="Tun"/>
              </w:rPr>
              <w:t>11. Dílčí etapa</w:t>
            </w:r>
          </w:p>
        </w:tc>
        <w:tc>
          <w:tcPr>
            <w:tcW w:w="3402" w:type="dxa"/>
          </w:tcPr>
          <w:p w14:paraId="2BFE989D" w14:textId="5148AA1E" w:rsidR="00021C1E" w:rsidRPr="00637684" w:rsidRDefault="00021C1E" w:rsidP="00021C1E">
            <w:pPr>
              <w:pStyle w:val="Tabulka-9"/>
              <w:cnfStyle w:val="000000000000" w:firstRow="0" w:lastRow="0" w:firstColumn="0" w:lastColumn="0" w:oddVBand="0" w:evenVBand="0" w:oddHBand="0" w:evenHBand="0" w:firstRowFirstColumn="0" w:firstRowLastColumn="0" w:lastRowFirstColumn="0" w:lastRowLastColumn="0"/>
            </w:pPr>
            <w:r>
              <w:t>Od doručení oznámení Objednatele o zahájení procesu „</w:t>
            </w:r>
            <w:proofErr w:type="spellStart"/>
            <w:r>
              <w:t>Trackside</w:t>
            </w:r>
            <w:proofErr w:type="spellEnd"/>
            <w:r>
              <w:t xml:space="preserve"> </w:t>
            </w:r>
            <w:proofErr w:type="spellStart"/>
            <w:r>
              <w:t>Approval</w:t>
            </w:r>
            <w:proofErr w:type="spellEnd"/>
            <w:r>
              <w:t>“ Evropskou železniční agenturou (ERA) do doručení oznámení Objednatele o vydání souhlasného stanoviska „</w:t>
            </w:r>
            <w:proofErr w:type="spellStart"/>
            <w:r>
              <w:t>Trackside</w:t>
            </w:r>
            <w:proofErr w:type="spellEnd"/>
            <w:r>
              <w:t xml:space="preserve"> </w:t>
            </w:r>
            <w:proofErr w:type="spellStart"/>
            <w:r>
              <w:t>Approval</w:t>
            </w:r>
            <w:proofErr w:type="spellEnd"/>
            <w:r>
              <w:t>“ ERA</w:t>
            </w:r>
          </w:p>
        </w:tc>
        <w:tc>
          <w:tcPr>
            <w:tcW w:w="3969" w:type="dxa"/>
          </w:tcPr>
          <w:p w14:paraId="6131865D" w14:textId="6BB31544"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Součinnost s Objednatelem a zhotovitelem stavby při procesu „</w:t>
            </w:r>
            <w:proofErr w:type="spellStart"/>
            <w:r>
              <w:t>Trackside</w:t>
            </w:r>
            <w:proofErr w:type="spellEnd"/>
            <w:r>
              <w:t xml:space="preserve"> </w:t>
            </w:r>
            <w:proofErr w:type="spellStart"/>
            <w:r>
              <w:t>Approval</w:t>
            </w:r>
            <w:proofErr w:type="spellEnd"/>
            <w:r>
              <w:t>“ a případná aktualizace projektové dokumentace dle požadavků ERA</w:t>
            </w:r>
          </w:p>
        </w:tc>
        <w:tc>
          <w:tcPr>
            <w:tcW w:w="3544" w:type="dxa"/>
          </w:tcPr>
          <w:p w14:paraId="43FC9AFE" w14:textId="43C46D3F"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t>Oznámení Objednatele o vydání souhlasného stanoviska „</w:t>
            </w:r>
            <w:proofErr w:type="spellStart"/>
            <w:r>
              <w:t>Trackside</w:t>
            </w:r>
            <w:proofErr w:type="spellEnd"/>
            <w:r>
              <w:t xml:space="preserve"> </w:t>
            </w:r>
            <w:proofErr w:type="spellStart"/>
            <w:r>
              <w:t>Approval</w:t>
            </w:r>
            <w:proofErr w:type="spellEnd"/>
            <w:r>
              <w:t xml:space="preserve">“ od </w:t>
            </w:r>
            <w:proofErr w:type="gramStart"/>
            <w:r>
              <w:t>ERA</w:t>
            </w:r>
            <w:proofErr w:type="gramEnd"/>
            <w:r>
              <w:t xml:space="preserve"> </w:t>
            </w:r>
          </w:p>
        </w:tc>
      </w:tr>
      <w:tr w:rsidR="00021C1E" w:rsidRPr="00841876" w14:paraId="050EFFC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4D92D5E4" w14:textId="5220E253" w:rsidR="00021C1E" w:rsidRPr="008E2FA0" w:rsidRDefault="00021C1E" w:rsidP="00021C1E">
            <w:pPr>
              <w:pStyle w:val="Tabulka"/>
              <w:rPr>
                <w:rStyle w:val="Tun"/>
              </w:rPr>
            </w:pPr>
            <w:r w:rsidRPr="008E2FA0">
              <w:rPr>
                <w:rStyle w:val="Tun"/>
              </w:rPr>
              <w:t>Termín dokončení Díla</w:t>
            </w:r>
          </w:p>
        </w:tc>
        <w:tc>
          <w:tcPr>
            <w:tcW w:w="3402" w:type="dxa"/>
          </w:tcPr>
          <w:p w14:paraId="52976A5C" w14:textId="77777777"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Předpoklad:</w:t>
            </w:r>
          </w:p>
          <w:p w14:paraId="1524716F" w14:textId="15D82DF5"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rPr>
                <w:b/>
              </w:rPr>
              <w:t>07/2027 – 05/2029</w:t>
            </w:r>
          </w:p>
        </w:tc>
        <w:tc>
          <w:tcPr>
            <w:tcW w:w="3969" w:type="dxa"/>
          </w:tcPr>
          <w:p w14:paraId="32206E7D" w14:textId="2167BE03"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C35481">
              <w:t xml:space="preserve">Autorský dozor (AD) projektanta při zhotovení Stavby; Zhotovitel se zavazuje provádět AD ode dne zahájení zhotovení stavby do ukončení zhotovení stavby v předpokládané délce </w:t>
            </w:r>
            <w:r w:rsidRPr="00C35481">
              <w:rPr>
                <w:b/>
              </w:rPr>
              <w:t>23</w:t>
            </w:r>
            <w:r w:rsidRPr="00C35481">
              <w:t xml:space="preserve"> měsíců</w:t>
            </w:r>
          </w:p>
        </w:tc>
        <w:tc>
          <w:tcPr>
            <w:tcW w:w="3544" w:type="dxa"/>
          </w:tcPr>
          <w:p w14:paraId="213B8FF9" w14:textId="23F140CC"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085B97">
              <w:t>Výkaz poskytnutých služeb (1x za čtvrtletí) – stručný popis výkonů a specifikace výkonu AD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479867AA" w14:textId="77777777" w:rsidR="00411481" w:rsidRDefault="00411481" w:rsidP="00411481">
      <w:pPr>
        <w:pStyle w:val="Textkomente"/>
      </w:pPr>
      <w:r>
        <w:t>Upravit v souladu s Pokyny.</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140DEB6E" w:rsidR="00817F98" w:rsidRDefault="00817F98" w:rsidP="00817F98">
      <w:pPr>
        <w:pStyle w:val="Tabulka"/>
      </w:pPr>
    </w:p>
    <w:p w14:paraId="495DF81C" w14:textId="77777777" w:rsidR="00FF2DF8" w:rsidRPr="009044B1" w:rsidRDefault="00FF2DF8" w:rsidP="00FF2DF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FF2DF8" w:rsidRPr="00F95FBD" w14:paraId="3E830EDC"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042BCE"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7C114B4F"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117F17F2"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DDCD2" w14:textId="77777777" w:rsidR="00FF2DF8" w:rsidRPr="00F95FBD" w:rsidRDefault="00FF2DF8" w:rsidP="00043647">
            <w:pPr>
              <w:pStyle w:val="Tabulka"/>
            </w:pPr>
            <w:r w:rsidRPr="00F95FBD">
              <w:t>Adresa</w:t>
            </w:r>
          </w:p>
        </w:tc>
        <w:tc>
          <w:tcPr>
            <w:tcW w:w="5812" w:type="dxa"/>
            <w:shd w:val="clear" w:color="auto" w:fill="auto"/>
          </w:tcPr>
          <w:p w14:paraId="0E6D4866"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54369031"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C65CCE" w14:textId="77777777" w:rsidR="00FF2DF8" w:rsidRPr="00F95FBD" w:rsidRDefault="00FF2DF8" w:rsidP="00043647">
            <w:pPr>
              <w:pStyle w:val="Tabulka"/>
            </w:pPr>
            <w:r w:rsidRPr="00F95FBD">
              <w:t>E-mail</w:t>
            </w:r>
          </w:p>
        </w:tc>
        <w:tc>
          <w:tcPr>
            <w:tcW w:w="5812" w:type="dxa"/>
            <w:shd w:val="clear" w:color="auto" w:fill="auto"/>
          </w:tcPr>
          <w:p w14:paraId="7BE32605"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43F5FF94"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4683BD" w14:textId="77777777" w:rsidR="00FF2DF8" w:rsidRPr="00F95FBD" w:rsidRDefault="00FF2DF8" w:rsidP="00043647">
            <w:pPr>
              <w:pStyle w:val="Tabulka"/>
            </w:pPr>
            <w:r w:rsidRPr="00F95FBD">
              <w:t>Telefon</w:t>
            </w:r>
          </w:p>
        </w:tc>
        <w:tc>
          <w:tcPr>
            <w:tcW w:w="5812" w:type="dxa"/>
            <w:shd w:val="clear" w:color="auto" w:fill="auto"/>
          </w:tcPr>
          <w:p w14:paraId="4838BEA1"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0DA24A" w14:textId="77777777" w:rsidR="00FF2DF8" w:rsidRPr="00F95FBD" w:rsidRDefault="00FF2DF8"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28B36ED2"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FF2DF8">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F2DF8" w:rsidRDefault="00817F98" w:rsidP="00817F98">
            <w:pPr>
              <w:pStyle w:val="Tabulka"/>
              <w:rPr>
                <w:rStyle w:val="Nadpisvtabulce"/>
              </w:rPr>
            </w:pPr>
            <w:r w:rsidRPr="00FF2DF8">
              <w:rPr>
                <w:rStyle w:val="Nadpisvtabulce"/>
              </w:rPr>
              <w:t>Jméno a příjmení</w:t>
            </w:r>
          </w:p>
        </w:tc>
        <w:tc>
          <w:tcPr>
            <w:tcW w:w="5812" w:type="dxa"/>
            <w:shd w:val="clear" w:color="auto" w:fill="auto"/>
          </w:tcPr>
          <w:p w14:paraId="1A3B505D" w14:textId="77777777" w:rsidR="00817F98" w:rsidRPr="00FF2DF8"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F2DF8">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DC4415E"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FF2DF8">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F6B009E" w:rsidR="00817F98" w:rsidRDefault="00817F98" w:rsidP="00817F98">
      <w:pPr>
        <w:pStyle w:val="Tabulka"/>
      </w:pPr>
    </w:p>
    <w:p w14:paraId="1653A36F" w14:textId="77777777" w:rsidR="00FF2DF8" w:rsidRPr="00F95FBD" w:rsidRDefault="00FF2DF8" w:rsidP="00FF2DF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FF2DF8" w:rsidRPr="00F95FBD" w14:paraId="7A53922B"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1A48E"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37029D26"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591B9413"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B73E1" w14:textId="77777777" w:rsidR="00FF2DF8" w:rsidRPr="00F95FBD" w:rsidRDefault="00FF2DF8" w:rsidP="00043647">
            <w:pPr>
              <w:pStyle w:val="Tabulka"/>
            </w:pPr>
            <w:r w:rsidRPr="00F95FBD">
              <w:t>Adresa</w:t>
            </w:r>
          </w:p>
        </w:tc>
        <w:tc>
          <w:tcPr>
            <w:tcW w:w="5812" w:type="dxa"/>
            <w:shd w:val="clear" w:color="auto" w:fill="auto"/>
          </w:tcPr>
          <w:p w14:paraId="7F396D1B"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570268B9"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0C9311" w14:textId="77777777" w:rsidR="00FF2DF8" w:rsidRPr="00F95FBD" w:rsidRDefault="00FF2DF8" w:rsidP="00043647">
            <w:pPr>
              <w:pStyle w:val="Tabulka"/>
            </w:pPr>
            <w:r w:rsidRPr="00F95FBD">
              <w:t>E-mail</w:t>
            </w:r>
          </w:p>
        </w:tc>
        <w:tc>
          <w:tcPr>
            <w:tcW w:w="5812" w:type="dxa"/>
            <w:shd w:val="clear" w:color="auto" w:fill="auto"/>
          </w:tcPr>
          <w:p w14:paraId="0772B7D0"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143C358A"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869F6" w14:textId="77777777" w:rsidR="00FF2DF8" w:rsidRPr="00F95FBD" w:rsidRDefault="00FF2DF8" w:rsidP="00043647">
            <w:pPr>
              <w:pStyle w:val="Tabulka"/>
            </w:pPr>
            <w:r w:rsidRPr="00F95FBD">
              <w:t>Telefon</w:t>
            </w:r>
          </w:p>
        </w:tc>
        <w:tc>
          <w:tcPr>
            <w:tcW w:w="5812" w:type="dxa"/>
            <w:shd w:val="clear" w:color="auto" w:fill="auto"/>
          </w:tcPr>
          <w:p w14:paraId="3085B34C"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63A29C88" w:rsidR="00817F98" w:rsidRDefault="00817F98" w:rsidP="00817F98">
      <w:pPr>
        <w:pStyle w:val="Tabulka"/>
      </w:pPr>
    </w:p>
    <w:p w14:paraId="4D20191F" w14:textId="2FFC9FC5" w:rsidR="00FF2DF8" w:rsidRPr="00F95FBD" w:rsidRDefault="00FF2DF8" w:rsidP="00FF2DF8">
      <w:pPr>
        <w:pStyle w:val="Nadpistabulky"/>
        <w:rPr>
          <w:sz w:val="18"/>
          <w:szCs w:val="18"/>
        </w:rPr>
      </w:pPr>
      <w:r>
        <w:rPr>
          <w:sz w:val="18"/>
          <w:szCs w:val="18"/>
        </w:rPr>
        <w:t xml:space="preserve">Specialista na geotechniku </w:t>
      </w:r>
    </w:p>
    <w:tbl>
      <w:tblPr>
        <w:tblStyle w:val="Tabulka10"/>
        <w:tblW w:w="8868" w:type="dxa"/>
        <w:tblLook w:val="04A0" w:firstRow="1" w:lastRow="0" w:firstColumn="1" w:lastColumn="0" w:noHBand="0" w:noVBand="1"/>
      </w:tblPr>
      <w:tblGrid>
        <w:gridCol w:w="3056"/>
        <w:gridCol w:w="5812"/>
      </w:tblGrid>
      <w:tr w:rsidR="00FF2DF8" w:rsidRPr="00F95FBD" w14:paraId="664AA206"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709BD1"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72168DCB"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7E29146F"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6B4FE" w14:textId="77777777" w:rsidR="00FF2DF8" w:rsidRPr="00F95FBD" w:rsidRDefault="00FF2DF8" w:rsidP="00043647">
            <w:pPr>
              <w:pStyle w:val="Tabulka"/>
            </w:pPr>
            <w:r w:rsidRPr="00F95FBD">
              <w:t>Adresa</w:t>
            </w:r>
          </w:p>
        </w:tc>
        <w:tc>
          <w:tcPr>
            <w:tcW w:w="5812" w:type="dxa"/>
            <w:shd w:val="clear" w:color="auto" w:fill="auto"/>
          </w:tcPr>
          <w:p w14:paraId="45CA54EE"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65384DF3"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01EEB3" w14:textId="77777777" w:rsidR="00FF2DF8" w:rsidRPr="00F95FBD" w:rsidRDefault="00FF2DF8" w:rsidP="00043647">
            <w:pPr>
              <w:pStyle w:val="Tabulka"/>
            </w:pPr>
            <w:r w:rsidRPr="00F95FBD">
              <w:t>E-mail</w:t>
            </w:r>
          </w:p>
        </w:tc>
        <w:tc>
          <w:tcPr>
            <w:tcW w:w="5812" w:type="dxa"/>
            <w:shd w:val="clear" w:color="auto" w:fill="auto"/>
          </w:tcPr>
          <w:p w14:paraId="2A2EEC9F"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63B600C9"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135A57" w14:textId="77777777" w:rsidR="00FF2DF8" w:rsidRPr="00F95FBD" w:rsidRDefault="00FF2DF8" w:rsidP="00043647">
            <w:pPr>
              <w:pStyle w:val="Tabulka"/>
            </w:pPr>
            <w:r w:rsidRPr="00F95FBD">
              <w:t>Telefon</w:t>
            </w:r>
          </w:p>
        </w:tc>
        <w:tc>
          <w:tcPr>
            <w:tcW w:w="5812" w:type="dxa"/>
            <w:shd w:val="clear" w:color="auto" w:fill="auto"/>
          </w:tcPr>
          <w:p w14:paraId="4D7D8722"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C0969" w14:textId="77777777" w:rsidR="00FF2DF8" w:rsidRPr="00F95FBD" w:rsidRDefault="00FF2DF8"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583514C3" w:rsidR="00817F98" w:rsidRDefault="00817F98" w:rsidP="00817F98">
      <w:pPr>
        <w:pStyle w:val="Tabulka"/>
      </w:pPr>
    </w:p>
    <w:p w14:paraId="1FD76CE3" w14:textId="77777777" w:rsidR="00886A81" w:rsidRPr="00F95FBD" w:rsidRDefault="00886A81" w:rsidP="00886A81">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86A81" w:rsidRPr="00F95FBD" w14:paraId="33B6BC3B"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902EE" w14:textId="77777777" w:rsidR="00886A81" w:rsidRPr="00F95FBD" w:rsidRDefault="00886A81" w:rsidP="00043647">
            <w:pPr>
              <w:pStyle w:val="Tabulka"/>
              <w:rPr>
                <w:rStyle w:val="Nadpisvtabulce"/>
              </w:rPr>
            </w:pPr>
            <w:r w:rsidRPr="00F95FBD">
              <w:rPr>
                <w:rStyle w:val="Nadpisvtabulce"/>
              </w:rPr>
              <w:t>Jméno a příjmení</w:t>
            </w:r>
          </w:p>
        </w:tc>
        <w:tc>
          <w:tcPr>
            <w:tcW w:w="5812" w:type="dxa"/>
            <w:shd w:val="clear" w:color="auto" w:fill="auto"/>
          </w:tcPr>
          <w:p w14:paraId="0B721C5C" w14:textId="77777777" w:rsidR="00886A81" w:rsidRPr="00F95FBD" w:rsidRDefault="00886A81"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86A81" w:rsidRPr="00F95FBD" w14:paraId="5D2D0C68"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5FEFDD" w14:textId="77777777" w:rsidR="00886A81" w:rsidRPr="00F95FBD" w:rsidRDefault="00886A81" w:rsidP="00043647">
            <w:pPr>
              <w:pStyle w:val="Tabulka"/>
            </w:pPr>
            <w:r w:rsidRPr="00F95FBD">
              <w:t>Adresa</w:t>
            </w:r>
          </w:p>
        </w:tc>
        <w:tc>
          <w:tcPr>
            <w:tcW w:w="5812" w:type="dxa"/>
            <w:shd w:val="clear" w:color="auto" w:fill="auto"/>
          </w:tcPr>
          <w:p w14:paraId="6F81AF40"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86A81" w:rsidRPr="00F95FBD" w14:paraId="10D8E257"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41C9D3" w14:textId="77777777" w:rsidR="00886A81" w:rsidRPr="00F95FBD" w:rsidRDefault="00886A81" w:rsidP="00043647">
            <w:pPr>
              <w:pStyle w:val="Tabulka"/>
            </w:pPr>
            <w:r w:rsidRPr="00F95FBD">
              <w:t>E-mail</w:t>
            </w:r>
          </w:p>
        </w:tc>
        <w:tc>
          <w:tcPr>
            <w:tcW w:w="5812" w:type="dxa"/>
            <w:shd w:val="clear" w:color="auto" w:fill="auto"/>
          </w:tcPr>
          <w:p w14:paraId="0AE8678A"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86A81" w:rsidRPr="00F95FBD" w14:paraId="3B49F586"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6FE8D6" w14:textId="77777777" w:rsidR="00886A81" w:rsidRPr="00F95FBD" w:rsidRDefault="00886A81" w:rsidP="00043647">
            <w:pPr>
              <w:pStyle w:val="Tabulka"/>
            </w:pPr>
            <w:r w:rsidRPr="00F95FBD">
              <w:t>Telefon</w:t>
            </w:r>
          </w:p>
        </w:tc>
        <w:tc>
          <w:tcPr>
            <w:tcW w:w="5812" w:type="dxa"/>
            <w:shd w:val="clear" w:color="auto" w:fill="auto"/>
          </w:tcPr>
          <w:p w14:paraId="3F4453A7"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6A5AF4" w14:textId="77777777" w:rsidR="00886A81" w:rsidRPr="00F95FBD" w:rsidRDefault="00886A81" w:rsidP="00817F98">
      <w:pPr>
        <w:pStyle w:val="Tabulka"/>
      </w:pPr>
    </w:p>
    <w:p w14:paraId="45691050" w14:textId="77777777" w:rsidR="00817F98" w:rsidRPr="00F95FBD" w:rsidRDefault="00817F98" w:rsidP="00817F98">
      <w:pPr>
        <w:pStyle w:val="Tabulka"/>
      </w:pPr>
    </w:p>
    <w:p w14:paraId="6AA3A720" w14:textId="3DA10F55"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6D347E46" w:rsidR="004436EE" w:rsidRPr="004436EE" w:rsidRDefault="00E46FA9" w:rsidP="0020397D">
            <w:pPr>
              <w:pStyle w:val="Tabulka"/>
              <w:cnfStyle w:val="000000000000" w:firstRow="0" w:lastRow="0" w:firstColumn="0" w:lastColumn="0" w:oddVBand="0" w:evenVBand="0" w:oddHBand="0" w:evenHBand="0" w:firstRowFirstColumn="0" w:firstRowLastColumn="0" w:lastRowFirstColumn="0" w:lastRowLastColumn="0"/>
            </w:pPr>
            <w:r>
              <w:t>160 000 000,- Kč bez DPH</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09819CC4" w:rsidR="00D0544F" w:rsidRPr="00C66209" w:rsidRDefault="00793913" w:rsidP="00793913">
            <w:pPr>
              <w:pStyle w:val="Default"/>
            </w:pPr>
            <w:r>
              <w:rPr>
                <w:sz w:val="18"/>
                <w:szCs w:val="18"/>
              </w:rPr>
              <w:t>Záměr projektu „Rekonstrukce traťového úseku Karlovy Vary (mimo) - Nové Sedlo u Lokte (včetně)“</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025B802B" w:rsidR="00992B63" w:rsidRPr="00C66209" w:rsidRDefault="00793913" w:rsidP="00964369">
            <w:pPr>
              <w:pStyle w:val="Tabulka"/>
              <w:jc w:val="center"/>
              <w:cnfStyle w:val="000000000000" w:firstRow="0" w:lastRow="0" w:firstColumn="0" w:lastColumn="0" w:oddVBand="0" w:evenVBand="0" w:oddHBand="0" w:evenHBand="0" w:firstRowFirstColumn="0" w:firstRowLastColumn="0" w:lastRowFirstColumn="0" w:lastRowLastColumn="0"/>
            </w:pPr>
            <w:r>
              <w:t>07/2022</w:t>
            </w:r>
          </w:p>
        </w:tc>
      </w:tr>
      <w:tr w:rsidR="00793913" w:rsidRPr="00F95FBD" w14:paraId="6CA99B15"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02710412" w14:textId="5AC58462" w:rsidR="00793913" w:rsidRDefault="00793913" w:rsidP="00793913">
            <w:pPr>
              <w:pStyle w:val="Default"/>
              <w:rPr>
                <w:sz w:val="18"/>
                <w:szCs w:val="18"/>
              </w:rPr>
            </w:pPr>
            <w:r>
              <w:rPr>
                <w:sz w:val="18"/>
                <w:szCs w:val="18"/>
              </w:rPr>
              <w:t xml:space="preserve">Inženýrskogeologický průzkum trati v úseku Karlovy Vary – Chodov </w:t>
            </w:r>
          </w:p>
        </w:tc>
        <w:tc>
          <w:tcPr>
            <w:tcW w:w="3129" w:type="dxa"/>
          </w:tcPr>
          <w:p w14:paraId="44B5E64E"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15107EC"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r>
      <w:tr w:rsidR="00793913" w:rsidRPr="00F95FBD" w14:paraId="5B14751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66208A33" w14:textId="059DF4CB" w:rsidR="00793913" w:rsidRDefault="00793913" w:rsidP="00793913">
            <w:pPr>
              <w:pStyle w:val="Default"/>
              <w:rPr>
                <w:sz w:val="18"/>
                <w:szCs w:val="18"/>
              </w:rPr>
            </w:pPr>
            <w:r>
              <w:rPr>
                <w:sz w:val="18"/>
                <w:szCs w:val="18"/>
              </w:rPr>
              <w:t>Záměr projektu „Rekonstrukce traťového úseku Nové Sedlo u Lokte (mimo) – Sokolov (mimo)“</w:t>
            </w:r>
          </w:p>
        </w:tc>
        <w:tc>
          <w:tcPr>
            <w:tcW w:w="3129" w:type="dxa"/>
          </w:tcPr>
          <w:p w14:paraId="0962AC6F"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97DD300" w14:textId="75C83906"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r>
              <w:t>10/2022</w:t>
            </w:r>
          </w:p>
        </w:tc>
      </w:tr>
      <w:tr w:rsidR="00793913" w:rsidRPr="00F95FBD" w14:paraId="59A3EA4B"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3ADC3E15" w14:textId="2F83E3FD" w:rsidR="00793913" w:rsidRDefault="00793913" w:rsidP="00793913">
            <w:pPr>
              <w:pStyle w:val="Default"/>
              <w:rPr>
                <w:sz w:val="18"/>
                <w:szCs w:val="18"/>
              </w:rPr>
            </w:pPr>
            <w:r>
              <w:rPr>
                <w:sz w:val="18"/>
                <w:szCs w:val="18"/>
              </w:rPr>
              <w:t>Zápis z 285. jednání Centrální komice MD</w:t>
            </w:r>
          </w:p>
        </w:tc>
        <w:tc>
          <w:tcPr>
            <w:tcW w:w="3129" w:type="dxa"/>
          </w:tcPr>
          <w:p w14:paraId="71CE3F2B"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p w14:paraId="2E467FDA"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05A41CB"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p w14:paraId="61A387F7" w14:textId="719AD53F"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01.11.2022</w:t>
            </w:r>
            <w:proofErr w:type="gramEnd"/>
          </w:p>
        </w:tc>
      </w:tr>
      <w:tr w:rsidR="00793913" w:rsidRPr="00F95FBD" w14:paraId="656B53C0"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006017BE" w14:textId="77777777" w:rsidR="00793913" w:rsidRDefault="00793913" w:rsidP="00793913">
            <w:pPr>
              <w:pStyle w:val="Default"/>
              <w:rPr>
                <w:sz w:val="18"/>
                <w:szCs w:val="18"/>
              </w:rPr>
            </w:pPr>
          </w:p>
        </w:tc>
        <w:tc>
          <w:tcPr>
            <w:tcW w:w="3129" w:type="dxa"/>
          </w:tcPr>
          <w:p w14:paraId="017B74FF"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8440B1D"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66754" w14:textId="77777777" w:rsidR="009D3474" w:rsidRDefault="009D3474" w:rsidP="00962258">
      <w:pPr>
        <w:spacing w:after="0" w:line="240" w:lineRule="auto"/>
      </w:pPr>
      <w:r>
        <w:separator/>
      </w:r>
    </w:p>
  </w:endnote>
  <w:endnote w:type="continuationSeparator" w:id="0">
    <w:p w14:paraId="316620B3" w14:textId="77777777" w:rsidR="009D3474" w:rsidRDefault="009D34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13DFE227" w14:textId="77777777" w:rsidTr="001B77EA">
      <w:trPr>
        <w:trHeight w:val="247"/>
      </w:trPr>
      <w:tc>
        <w:tcPr>
          <w:tcW w:w="907" w:type="dxa"/>
          <w:tcMar>
            <w:left w:w="0" w:type="dxa"/>
            <w:right w:w="0" w:type="dxa"/>
          </w:tcMar>
          <w:vAlign w:val="bottom"/>
        </w:tcPr>
        <w:p w14:paraId="597325F8" w14:textId="195D6B96"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7AB0E386" w:rsidR="007E0111" w:rsidRPr="005F4353" w:rsidRDefault="007E0111" w:rsidP="001B77EA">
          <w:pPr>
            <w:pStyle w:val="Zpatvlevo"/>
            <w:rPr>
              <w:b/>
            </w:rPr>
          </w:pPr>
        </w:p>
        <w:p w14:paraId="4141C99A" w14:textId="77777777" w:rsidR="007E0111" w:rsidRPr="003462EB" w:rsidRDefault="007E0111" w:rsidP="001B77EA">
          <w:pPr>
            <w:pStyle w:val="Zpatvlevo"/>
          </w:pPr>
          <w:r>
            <w:t>Smlouva o dílo na zhotovení DUSP+PDPS+AD</w:t>
          </w:r>
        </w:p>
      </w:tc>
    </w:tr>
  </w:tbl>
  <w:p w14:paraId="0EF3B768" w14:textId="77777777" w:rsidR="007E0111" w:rsidRPr="00A50995" w:rsidRDefault="007E011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78548D9D" w14:textId="77777777" w:rsidTr="00D36695">
      <w:tc>
        <w:tcPr>
          <w:tcW w:w="907" w:type="dxa"/>
          <w:tcMar>
            <w:left w:w="0" w:type="dxa"/>
            <w:right w:w="0" w:type="dxa"/>
          </w:tcMar>
          <w:vAlign w:val="bottom"/>
        </w:tcPr>
        <w:p w14:paraId="2D9EC069" w14:textId="1E06F81C"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E484BA5" w14:textId="77777777" w:rsidR="007E0111" w:rsidRPr="00671F70" w:rsidRDefault="007E0111" w:rsidP="00204180">
          <w:pPr>
            <w:pStyle w:val="Zpatvlevo"/>
            <w:rPr>
              <w:b/>
            </w:rPr>
          </w:pPr>
          <w:r w:rsidRPr="00671F70">
            <w:rPr>
              <w:b/>
            </w:rPr>
            <w:t>PŘ</w:t>
          </w:r>
          <w:r>
            <w:rPr>
              <w:b/>
            </w:rPr>
            <w:t>ÍLOHA č. 4</w:t>
          </w:r>
        </w:p>
        <w:p w14:paraId="768AC810" w14:textId="77777777" w:rsidR="007E0111" w:rsidRDefault="007E0111" w:rsidP="00204180">
          <w:pPr>
            <w:pStyle w:val="Zpatvlevo"/>
          </w:pPr>
          <w:r>
            <w:t>Smlouva o dílo – Zhotovení DUSP + PDPS</w:t>
          </w:r>
        </w:p>
        <w:p w14:paraId="452A06D2" w14:textId="50AFFA6B" w:rsidR="007E0111" w:rsidRPr="00246637" w:rsidRDefault="007E0111" w:rsidP="00637684">
          <w:pPr>
            <w:pStyle w:val="Zpatvlevo"/>
            <w:rPr>
              <w:b/>
            </w:rPr>
          </w:pPr>
        </w:p>
      </w:tc>
    </w:tr>
  </w:tbl>
  <w:p w14:paraId="5EC9AC61" w14:textId="77777777" w:rsidR="007E0111" w:rsidRPr="00A50995" w:rsidRDefault="007E011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539B7E" w14:textId="77777777" w:rsidTr="00E075DA">
      <w:tc>
        <w:tcPr>
          <w:tcW w:w="7825" w:type="dxa"/>
          <w:tcMar>
            <w:left w:w="0" w:type="dxa"/>
            <w:right w:w="0" w:type="dxa"/>
          </w:tcMar>
          <w:vAlign w:val="bottom"/>
        </w:tcPr>
        <w:p w14:paraId="2CCEA87C" w14:textId="77777777" w:rsidR="007E0111" w:rsidRPr="008C00FC" w:rsidRDefault="007E0111" w:rsidP="00204180">
          <w:pPr>
            <w:pStyle w:val="Zpatvpravo"/>
            <w:rPr>
              <w:rStyle w:val="Tun"/>
            </w:rPr>
          </w:pPr>
          <w:r w:rsidRPr="008C00FC">
            <w:rPr>
              <w:rStyle w:val="Tun"/>
            </w:rPr>
            <w:t xml:space="preserve">PŘÍLOHA č. </w:t>
          </w:r>
          <w:r>
            <w:rPr>
              <w:rStyle w:val="Tun"/>
            </w:rPr>
            <w:t>4</w:t>
          </w:r>
        </w:p>
        <w:p w14:paraId="0F2272FE" w14:textId="77777777" w:rsidR="007E0111" w:rsidRDefault="007E0111" w:rsidP="00204180">
          <w:pPr>
            <w:pStyle w:val="Zpatvpravo"/>
          </w:pPr>
          <w:r>
            <w:t>Smlouva o dílo – Zhotovení DUSP+PDPS +AD</w:t>
          </w:r>
        </w:p>
        <w:p w14:paraId="37A23ADD" w14:textId="63E47480" w:rsidR="007E0111" w:rsidRPr="00246637" w:rsidRDefault="007E0111" w:rsidP="00637684">
          <w:pPr>
            <w:pStyle w:val="Zpatvpravo"/>
            <w:rPr>
              <w:rStyle w:val="Tun"/>
              <w:b w:val="0"/>
            </w:rPr>
          </w:pPr>
        </w:p>
      </w:tc>
      <w:tc>
        <w:tcPr>
          <w:tcW w:w="907" w:type="dxa"/>
          <w:vAlign w:val="bottom"/>
        </w:tcPr>
        <w:p w14:paraId="65B8F9CA" w14:textId="59D9A4A7"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10</w:t>
          </w:r>
          <w:r w:rsidRPr="007145F3">
            <w:rPr>
              <w:b/>
              <w:noProof/>
              <w:color w:val="FF5200" w:themeColor="accent2"/>
              <w:sz w:val="14"/>
              <w:szCs w:val="14"/>
            </w:rPr>
            <w:fldChar w:fldCharType="end"/>
          </w:r>
        </w:p>
      </w:tc>
    </w:tr>
  </w:tbl>
  <w:p w14:paraId="1680F3D6" w14:textId="77777777" w:rsidR="007E0111" w:rsidRPr="00B8518B" w:rsidRDefault="007E011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03D70946" w14:textId="77777777" w:rsidTr="00B24A25">
      <w:tc>
        <w:tcPr>
          <w:tcW w:w="907" w:type="dxa"/>
          <w:tcMar>
            <w:left w:w="0" w:type="dxa"/>
            <w:right w:w="0" w:type="dxa"/>
          </w:tcMar>
          <w:vAlign w:val="bottom"/>
        </w:tcPr>
        <w:p w14:paraId="66164391" w14:textId="5A027023"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7F2B0AAE" w14:textId="77777777" w:rsidR="007E0111" w:rsidRPr="00671F70" w:rsidRDefault="007E0111" w:rsidP="00204180">
          <w:pPr>
            <w:pStyle w:val="Zpatvlevo"/>
            <w:rPr>
              <w:b/>
            </w:rPr>
          </w:pPr>
          <w:r w:rsidRPr="00671F70">
            <w:rPr>
              <w:b/>
            </w:rPr>
            <w:t>PŘ</w:t>
          </w:r>
          <w:r>
            <w:rPr>
              <w:b/>
            </w:rPr>
            <w:t>ÍLOHA č. 5</w:t>
          </w:r>
        </w:p>
        <w:p w14:paraId="3145C2D4" w14:textId="77777777" w:rsidR="007E0111" w:rsidRDefault="007E0111" w:rsidP="00246637">
          <w:pPr>
            <w:pStyle w:val="Zpatvlevo"/>
          </w:pPr>
          <w:r>
            <w:t>Smlouva o dílo – Zhotovení DUSP+PDPS+AD</w:t>
          </w:r>
        </w:p>
        <w:p w14:paraId="5C4FFE2E" w14:textId="79FB1EBB" w:rsidR="007E0111" w:rsidRPr="0020397D" w:rsidRDefault="007E0111" w:rsidP="00C35481">
          <w:pPr>
            <w:pStyle w:val="Zpatvlevo"/>
            <w:rPr>
              <w:b/>
            </w:rPr>
          </w:pPr>
        </w:p>
      </w:tc>
    </w:tr>
  </w:tbl>
  <w:p w14:paraId="6B8B7EBF" w14:textId="77777777" w:rsidR="007E0111" w:rsidRPr="00A50995" w:rsidRDefault="007E011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E0111" w:rsidRPr="009E09BE" w14:paraId="59597DFF" w14:textId="77777777" w:rsidTr="00B24A25">
      <w:tc>
        <w:tcPr>
          <w:tcW w:w="12758" w:type="dxa"/>
          <w:tcMar>
            <w:left w:w="0" w:type="dxa"/>
            <w:right w:w="0" w:type="dxa"/>
          </w:tcMar>
          <w:vAlign w:val="bottom"/>
        </w:tcPr>
        <w:p w14:paraId="10ED3722" w14:textId="77777777" w:rsidR="007E0111" w:rsidRPr="008C00FC" w:rsidRDefault="007E0111" w:rsidP="00204180">
          <w:pPr>
            <w:pStyle w:val="Zpatvpravo"/>
            <w:rPr>
              <w:rStyle w:val="Tun"/>
            </w:rPr>
          </w:pPr>
          <w:r w:rsidRPr="008C00FC">
            <w:rPr>
              <w:rStyle w:val="Tun"/>
            </w:rPr>
            <w:t xml:space="preserve">PŘÍLOHA č. </w:t>
          </w:r>
          <w:r>
            <w:rPr>
              <w:rStyle w:val="Tun"/>
            </w:rPr>
            <w:t>5</w:t>
          </w:r>
        </w:p>
        <w:p w14:paraId="7768C10E" w14:textId="77777777" w:rsidR="007E0111" w:rsidRDefault="007E0111" w:rsidP="00246637">
          <w:pPr>
            <w:pStyle w:val="Zpatvpravo"/>
          </w:pPr>
          <w:r>
            <w:t>Smlouva o dílo – Zhotovení DUSP+PDP+AD</w:t>
          </w:r>
        </w:p>
        <w:p w14:paraId="08C32EA6" w14:textId="4796AD93" w:rsidR="007E0111" w:rsidRPr="0020397D" w:rsidRDefault="007E0111" w:rsidP="00246637">
          <w:pPr>
            <w:pStyle w:val="Zpatvpravo"/>
            <w:rPr>
              <w:rStyle w:val="Tun"/>
              <w:b w:val="0"/>
            </w:rPr>
          </w:pPr>
          <w:r w:rsidRPr="0020397D">
            <w:rPr>
              <w:b/>
            </w:rPr>
            <w:t xml:space="preserve"> </w:t>
          </w:r>
        </w:p>
      </w:tc>
      <w:tc>
        <w:tcPr>
          <w:tcW w:w="907" w:type="dxa"/>
          <w:vAlign w:val="bottom"/>
        </w:tcPr>
        <w:p w14:paraId="42E153D2" w14:textId="3936ACE2" w:rsidR="007E0111" w:rsidRPr="009E09BE" w:rsidRDefault="007E011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5</w:t>
          </w:r>
          <w:r w:rsidRPr="007145F3">
            <w:rPr>
              <w:b/>
              <w:noProof/>
              <w:color w:val="FF5200" w:themeColor="accent2"/>
              <w:sz w:val="14"/>
              <w:szCs w:val="14"/>
            </w:rPr>
            <w:fldChar w:fldCharType="end"/>
          </w:r>
        </w:p>
      </w:tc>
    </w:tr>
  </w:tbl>
  <w:p w14:paraId="59439041" w14:textId="77777777" w:rsidR="007E0111" w:rsidRPr="00B8518B" w:rsidRDefault="007E011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6FB3FCB0" w14:textId="77777777" w:rsidTr="00B24A25">
      <w:tc>
        <w:tcPr>
          <w:tcW w:w="907" w:type="dxa"/>
          <w:tcMar>
            <w:left w:w="0" w:type="dxa"/>
            <w:right w:w="0" w:type="dxa"/>
          </w:tcMar>
          <w:vAlign w:val="bottom"/>
        </w:tcPr>
        <w:p w14:paraId="618A5179" w14:textId="02B4C375"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7E0111" w:rsidRPr="00671F70" w:rsidRDefault="007E0111" w:rsidP="00204180">
          <w:pPr>
            <w:pStyle w:val="Zpatvlevo"/>
            <w:rPr>
              <w:b/>
            </w:rPr>
          </w:pPr>
          <w:r w:rsidRPr="00671F70">
            <w:rPr>
              <w:b/>
            </w:rPr>
            <w:t>PŘ</w:t>
          </w:r>
          <w:r>
            <w:rPr>
              <w:b/>
            </w:rPr>
            <w:t>ÍLOHA č. 6</w:t>
          </w:r>
        </w:p>
        <w:p w14:paraId="3323341E" w14:textId="77777777" w:rsidR="007E0111" w:rsidRDefault="007E0111" w:rsidP="00817F98">
          <w:pPr>
            <w:pStyle w:val="Zpatvlevo"/>
          </w:pPr>
          <w:r>
            <w:t>Smlouva o dílo – Zhotovení DUSP+PDPS+AD</w:t>
          </w:r>
        </w:p>
        <w:p w14:paraId="68932309" w14:textId="6D5390DA" w:rsidR="007E0111" w:rsidRPr="003462EB" w:rsidRDefault="007E0111" w:rsidP="00817F98">
          <w:pPr>
            <w:pStyle w:val="Zpatvlevo"/>
          </w:pPr>
        </w:p>
      </w:tc>
    </w:tr>
  </w:tbl>
  <w:p w14:paraId="66F1E5C5" w14:textId="77777777" w:rsidR="007E0111" w:rsidRPr="00A50995" w:rsidRDefault="007E011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5AED1072" w14:textId="77777777" w:rsidTr="00B24A25">
      <w:tc>
        <w:tcPr>
          <w:tcW w:w="7825" w:type="dxa"/>
          <w:tcMar>
            <w:left w:w="0" w:type="dxa"/>
            <w:right w:w="0" w:type="dxa"/>
          </w:tcMar>
          <w:vAlign w:val="bottom"/>
        </w:tcPr>
        <w:p w14:paraId="0A9E202E" w14:textId="77777777" w:rsidR="007E0111" w:rsidRPr="008C00FC" w:rsidRDefault="007E0111" w:rsidP="00204180">
          <w:pPr>
            <w:pStyle w:val="Zpatvpravo"/>
            <w:rPr>
              <w:rStyle w:val="Tun"/>
            </w:rPr>
          </w:pPr>
          <w:r w:rsidRPr="008C00FC">
            <w:rPr>
              <w:rStyle w:val="Tun"/>
            </w:rPr>
            <w:t xml:space="preserve">PŘÍLOHA č. </w:t>
          </w:r>
          <w:r>
            <w:rPr>
              <w:rStyle w:val="Tun"/>
            </w:rPr>
            <w:t>6</w:t>
          </w:r>
        </w:p>
        <w:p w14:paraId="6F452AD9" w14:textId="77777777" w:rsidR="007E0111" w:rsidRDefault="007E0111" w:rsidP="00204180">
          <w:pPr>
            <w:pStyle w:val="Zpatvpravo"/>
          </w:pPr>
          <w:r>
            <w:t xml:space="preserve">Smlouva o dílo – Zhotovení DUSP+PDPS+AD </w:t>
          </w:r>
        </w:p>
        <w:p w14:paraId="4B89B221" w14:textId="5451CC49" w:rsidR="007E0111" w:rsidRPr="00612EE8" w:rsidRDefault="007E0111" w:rsidP="009D4943">
          <w:pPr>
            <w:pStyle w:val="Zpatvpravo"/>
            <w:rPr>
              <w:rStyle w:val="Tun"/>
            </w:rPr>
          </w:pPr>
        </w:p>
      </w:tc>
      <w:tc>
        <w:tcPr>
          <w:tcW w:w="907" w:type="dxa"/>
          <w:vAlign w:val="bottom"/>
        </w:tcPr>
        <w:p w14:paraId="7C837A05" w14:textId="0F06EAB6"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7E0111" w:rsidRPr="00B8518B" w:rsidRDefault="007E011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79CA559A" w14:textId="77777777" w:rsidTr="00B24A25">
      <w:tc>
        <w:tcPr>
          <w:tcW w:w="907" w:type="dxa"/>
          <w:tcMar>
            <w:left w:w="0" w:type="dxa"/>
            <w:right w:w="0" w:type="dxa"/>
          </w:tcMar>
          <w:vAlign w:val="bottom"/>
        </w:tcPr>
        <w:p w14:paraId="45558156"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7E0111" w:rsidRPr="00671F70" w:rsidRDefault="007E0111" w:rsidP="00204180">
          <w:pPr>
            <w:pStyle w:val="Zpatvlevo"/>
            <w:rPr>
              <w:b/>
            </w:rPr>
          </w:pPr>
          <w:r w:rsidRPr="00671F70">
            <w:rPr>
              <w:b/>
            </w:rPr>
            <w:t>PŘ</w:t>
          </w:r>
          <w:r>
            <w:rPr>
              <w:b/>
            </w:rPr>
            <w:t>ÍLOHA č. 7</w:t>
          </w:r>
        </w:p>
        <w:p w14:paraId="177D4AC8" w14:textId="77777777" w:rsidR="007E0111" w:rsidRDefault="007E0111" w:rsidP="00204180">
          <w:pPr>
            <w:pStyle w:val="Zpatvlevo"/>
          </w:pPr>
          <w:r>
            <w:t>Smlouva o dílo – Zhotovení DUSP+PDPS+AD</w:t>
          </w:r>
        </w:p>
        <w:p w14:paraId="3CAAA6B6"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7E0111" w:rsidRPr="00A50995" w:rsidRDefault="007E011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798868" w14:textId="77777777" w:rsidTr="00B24A25">
      <w:tc>
        <w:tcPr>
          <w:tcW w:w="7825" w:type="dxa"/>
          <w:tcMar>
            <w:left w:w="0" w:type="dxa"/>
            <w:right w:w="0" w:type="dxa"/>
          </w:tcMar>
          <w:vAlign w:val="bottom"/>
        </w:tcPr>
        <w:p w14:paraId="4A18D75B" w14:textId="77777777" w:rsidR="007E0111" w:rsidRPr="008C00FC" w:rsidRDefault="007E0111" w:rsidP="00204180">
          <w:pPr>
            <w:pStyle w:val="Zpatvpravo"/>
            <w:rPr>
              <w:rStyle w:val="Tun"/>
            </w:rPr>
          </w:pPr>
          <w:r w:rsidRPr="008C00FC">
            <w:rPr>
              <w:rStyle w:val="Tun"/>
            </w:rPr>
            <w:t xml:space="preserve">PŘÍLOHA č. </w:t>
          </w:r>
          <w:r>
            <w:rPr>
              <w:rStyle w:val="Tun"/>
            </w:rPr>
            <w:t>7</w:t>
          </w:r>
        </w:p>
        <w:p w14:paraId="360AA5AF" w14:textId="77777777" w:rsidR="007E0111" w:rsidRDefault="007E0111" w:rsidP="00204180">
          <w:pPr>
            <w:pStyle w:val="Zpatvpravo"/>
          </w:pPr>
          <w:r>
            <w:t xml:space="preserve">Smlouva o dílo – Zhotovení DUSP+PDPS+AD </w:t>
          </w:r>
        </w:p>
        <w:p w14:paraId="51830C6E" w14:textId="23AA21AA" w:rsidR="007E0111" w:rsidRPr="00612EE8" w:rsidRDefault="007E0111" w:rsidP="009D4943">
          <w:pPr>
            <w:pStyle w:val="Zpatvpravo"/>
            <w:rPr>
              <w:rStyle w:val="Tun"/>
            </w:rPr>
          </w:pPr>
        </w:p>
      </w:tc>
      <w:tc>
        <w:tcPr>
          <w:tcW w:w="907" w:type="dxa"/>
          <w:vAlign w:val="bottom"/>
        </w:tcPr>
        <w:p w14:paraId="2B80BA58" w14:textId="5FD1B5F4"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7E0111" w:rsidRPr="00B8518B" w:rsidRDefault="007E011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6EC7719E" w14:textId="77777777" w:rsidTr="00B24A25">
      <w:tc>
        <w:tcPr>
          <w:tcW w:w="907" w:type="dxa"/>
          <w:tcMar>
            <w:left w:w="0" w:type="dxa"/>
            <w:right w:w="0" w:type="dxa"/>
          </w:tcMar>
          <w:vAlign w:val="bottom"/>
        </w:tcPr>
        <w:p w14:paraId="069986E1"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7E0111" w:rsidRPr="00671F70" w:rsidRDefault="007E0111" w:rsidP="00204180">
          <w:pPr>
            <w:pStyle w:val="Zpatvlevo"/>
            <w:rPr>
              <w:b/>
            </w:rPr>
          </w:pPr>
          <w:r w:rsidRPr="00671F70">
            <w:rPr>
              <w:b/>
            </w:rPr>
            <w:t>PŘ</w:t>
          </w:r>
          <w:r>
            <w:rPr>
              <w:b/>
            </w:rPr>
            <w:t>ÍLOHA č. 8</w:t>
          </w:r>
        </w:p>
        <w:p w14:paraId="5CA2E34D" w14:textId="77777777" w:rsidR="007E0111" w:rsidRDefault="007E0111" w:rsidP="00204180">
          <w:pPr>
            <w:pStyle w:val="Zpatvlevo"/>
          </w:pPr>
          <w:r>
            <w:t>Smlouva o dílo – Zhotovení DUSP+PDPS+AD</w:t>
          </w:r>
        </w:p>
        <w:p w14:paraId="6FF6EBF8"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7E0111" w:rsidRPr="00A50995" w:rsidRDefault="007E011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6A020576" w14:textId="77777777" w:rsidTr="00933F20">
      <w:tc>
        <w:tcPr>
          <w:tcW w:w="7825" w:type="dxa"/>
          <w:tcMar>
            <w:left w:w="0" w:type="dxa"/>
            <w:right w:w="0" w:type="dxa"/>
          </w:tcMar>
          <w:vAlign w:val="bottom"/>
        </w:tcPr>
        <w:p w14:paraId="791093D8" w14:textId="77777777" w:rsidR="007E0111" w:rsidRPr="008C00FC" w:rsidRDefault="007E0111" w:rsidP="00204180">
          <w:pPr>
            <w:pStyle w:val="Zpatvpravo"/>
            <w:rPr>
              <w:rStyle w:val="Tun"/>
            </w:rPr>
          </w:pPr>
          <w:r w:rsidRPr="008C00FC">
            <w:rPr>
              <w:rStyle w:val="Tun"/>
            </w:rPr>
            <w:t xml:space="preserve">PŘÍLOHA č. </w:t>
          </w:r>
          <w:r>
            <w:rPr>
              <w:rStyle w:val="Tun"/>
            </w:rPr>
            <w:t>8</w:t>
          </w:r>
        </w:p>
        <w:p w14:paraId="0C04BB2F" w14:textId="77777777" w:rsidR="007E0111" w:rsidRDefault="007E0111" w:rsidP="00204180">
          <w:pPr>
            <w:pStyle w:val="Zpatvpravo"/>
          </w:pPr>
          <w:r>
            <w:t>Smlouva o dílo – Zhotovení DUSP+PDPS+AD</w:t>
          </w:r>
        </w:p>
        <w:p w14:paraId="2C8DBB57" w14:textId="5C96C1B2" w:rsidR="007E0111" w:rsidRPr="00612EE8" w:rsidRDefault="007E0111" w:rsidP="00ED2614">
          <w:pPr>
            <w:pStyle w:val="Zpatvpravo"/>
            <w:rPr>
              <w:rStyle w:val="Tun"/>
            </w:rPr>
          </w:pPr>
        </w:p>
      </w:tc>
      <w:tc>
        <w:tcPr>
          <w:tcW w:w="907" w:type="dxa"/>
          <w:vAlign w:val="bottom"/>
        </w:tcPr>
        <w:p w14:paraId="5458B419" w14:textId="78C0E423"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7E0111" w:rsidRPr="00B8518B" w:rsidRDefault="007E01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E0111" w:rsidRPr="009E09BE" w14:paraId="24636B96" w14:textId="77777777" w:rsidTr="001B77EA">
      <w:tc>
        <w:tcPr>
          <w:tcW w:w="7873" w:type="dxa"/>
          <w:vAlign w:val="bottom"/>
        </w:tcPr>
        <w:p w14:paraId="5AB77483" w14:textId="6586A701" w:rsidR="007E0111" w:rsidRPr="003462EB" w:rsidRDefault="007E0111" w:rsidP="001B77EA">
          <w:pPr>
            <w:pStyle w:val="Zpatvpravo"/>
          </w:pPr>
        </w:p>
        <w:p w14:paraId="4AFD9FE1" w14:textId="77777777" w:rsidR="007E0111" w:rsidRPr="003462EB" w:rsidRDefault="007E0111" w:rsidP="001B77EA">
          <w:pPr>
            <w:pStyle w:val="Zpatvpravo"/>
          </w:pPr>
          <w:r>
            <w:t>Smlouva o dílo na zhotovení DUSP+PDPS+AD</w:t>
          </w:r>
        </w:p>
      </w:tc>
      <w:tc>
        <w:tcPr>
          <w:tcW w:w="859" w:type="dxa"/>
          <w:vAlign w:val="bottom"/>
        </w:tcPr>
        <w:p w14:paraId="7EEB4FDA" w14:textId="014F169A"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7E0111" w:rsidRPr="00B8518B" w:rsidRDefault="007E011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49B55F4A" w14:textId="77777777" w:rsidTr="00B24A25">
      <w:tc>
        <w:tcPr>
          <w:tcW w:w="907" w:type="dxa"/>
          <w:tcMar>
            <w:left w:w="0" w:type="dxa"/>
            <w:right w:w="0" w:type="dxa"/>
          </w:tcMar>
          <w:vAlign w:val="bottom"/>
        </w:tcPr>
        <w:p w14:paraId="08E7F6A5"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7E0111" w:rsidRPr="00671F70" w:rsidRDefault="007E0111" w:rsidP="00204180">
          <w:pPr>
            <w:pStyle w:val="Zpatvlevo"/>
            <w:rPr>
              <w:b/>
            </w:rPr>
          </w:pPr>
          <w:r w:rsidRPr="00671F70">
            <w:rPr>
              <w:b/>
            </w:rPr>
            <w:t>PŘ</w:t>
          </w:r>
          <w:r>
            <w:rPr>
              <w:b/>
            </w:rPr>
            <w:t>ÍLOHA č. 9</w:t>
          </w:r>
        </w:p>
        <w:p w14:paraId="4D00CC4B" w14:textId="77777777" w:rsidR="007E0111" w:rsidRDefault="007E0111" w:rsidP="00204180">
          <w:pPr>
            <w:pStyle w:val="Zpatvlevo"/>
          </w:pPr>
          <w:r>
            <w:t>Smlouva o dílo – Zhotovení DUSP+PDPS+AD</w:t>
          </w:r>
        </w:p>
        <w:p w14:paraId="32AA48BE"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7E0111" w:rsidRPr="00A50995" w:rsidRDefault="007E011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41FB4AE0" w14:textId="77777777" w:rsidTr="00933F20">
      <w:tc>
        <w:tcPr>
          <w:tcW w:w="7825" w:type="dxa"/>
          <w:tcMar>
            <w:left w:w="0" w:type="dxa"/>
            <w:right w:w="0" w:type="dxa"/>
          </w:tcMar>
          <w:vAlign w:val="bottom"/>
        </w:tcPr>
        <w:p w14:paraId="7128FF4C" w14:textId="77777777" w:rsidR="007E0111" w:rsidRPr="008C00FC" w:rsidRDefault="007E0111" w:rsidP="00204180">
          <w:pPr>
            <w:pStyle w:val="Zpatvpravo"/>
            <w:rPr>
              <w:rStyle w:val="Tun"/>
            </w:rPr>
          </w:pPr>
          <w:r w:rsidRPr="008C00FC">
            <w:rPr>
              <w:rStyle w:val="Tun"/>
            </w:rPr>
            <w:t xml:space="preserve">PŘÍLOHA č. </w:t>
          </w:r>
          <w:r>
            <w:rPr>
              <w:rStyle w:val="Tun"/>
            </w:rPr>
            <w:t>9</w:t>
          </w:r>
        </w:p>
        <w:p w14:paraId="4CD6F055" w14:textId="77777777" w:rsidR="007E0111" w:rsidRDefault="007E0111" w:rsidP="00204180">
          <w:pPr>
            <w:pStyle w:val="Zpatvpravo"/>
          </w:pPr>
          <w:r>
            <w:t xml:space="preserve">Smlouva o dílo – Zhotovení DUSP+PDPS+AD </w:t>
          </w:r>
        </w:p>
        <w:p w14:paraId="6CCED21B" w14:textId="54E696FB" w:rsidR="007E0111" w:rsidRPr="0020397D" w:rsidRDefault="007E0111" w:rsidP="009D4943">
          <w:pPr>
            <w:pStyle w:val="Zpatvpravo"/>
            <w:rPr>
              <w:rStyle w:val="Tun"/>
            </w:rPr>
          </w:pPr>
        </w:p>
      </w:tc>
      <w:tc>
        <w:tcPr>
          <w:tcW w:w="907" w:type="dxa"/>
          <w:vAlign w:val="bottom"/>
        </w:tcPr>
        <w:p w14:paraId="555F3EDB" w14:textId="1BFDD27D"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7E0111" w:rsidRPr="00B8518B" w:rsidRDefault="007E011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0CE79520" w14:textId="77777777" w:rsidTr="00B24A25">
      <w:tc>
        <w:tcPr>
          <w:tcW w:w="907" w:type="dxa"/>
          <w:tcMar>
            <w:left w:w="0" w:type="dxa"/>
            <w:right w:w="0" w:type="dxa"/>
          </w:tcMar>
          <w:vAlign w:val="bottom"/>
        </w:tcPr>
        <w:p w14:paraId="0C5474A1"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7E0111" w:rsidRPr="00671F70" w:rsidRDefault="007E0111" w:rsidP="00204180">
          <w:pPr>
            <w:pStyle w:val="Zpatvlevo"/>
            <w:rPr>
              <w:b/>
            </w:rPr>
          </w:pPr>
          <w:r w:rsidRPr="00671F70">
            <w:rPr>
              <w:b/>
            </w:rPr>
            <w:t>PŘ</w:t>
          </w:r>
          <w:r>
            <w:rPr>
              <w:b/>
            </w:rPr>
            <w:t>ÍLOHA č. 10</w:t>
          </w:r>
        </w:p>
        <w:p w14:paraId="019B5EA2" w14:textId="77777777" w:rsidR="007E0111" w:rsidRDefault="007E0111" w:rsidP="00204180">
          <w:pPr>
            <w:pStyle w:val="Zpatvlevo"/>
          </w:pPr>
          <w:r>
            <w:t>Smlouva o dílo – Zhotovení DUSP+PDPS+AD</w:t>
          </w:r>
        </w:p>
        <w:p w14:paraId="408A18D6"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7E0111" w:rsidRPr="00A50995" w:rsidRDefault="007E011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810D1B" w14:textId="77777777" w:rsidTr="00933F20">
      <w:tc>
        <w:tcPr>
          <w:tcW w:w="7825" w:type="dxa"/>
          <w:tcMar>
            <w:left w:w="0" w:type="dxa"/>
            <w:right w:w="0" w:type="dxa"/>
          </w:tcMar>
          <w:vAlign w:val="bottom"/>
        </w:tcPr>
        <w:p w14:paraId="49DBA7A6" w14:textId="77777777" w:rsidR="007E0111" w:rsidRPr="008C00FC" w:rsidRDefault="007E0111" w:rsidP="00204180">
          <w:pPr>
            <w:pStyle w:val="Zpatvpravo"/>
            <w:rPr>
              <w:rStyle w:val="Tun"/>
            </w:rPr>
          </w:pPr>
          <w:r w:rsidRPr="008C00FC">
            <w:rPr>
              <w:rStyle w:val="Tun"/>
            </w:rPr>
            <w:t xml:space="preserve">PŘÍLOHA č. </w:t>
          </w:r>
          <w:r>
            <w:rPr>
              <w:rStyle w:val="Tun"/>
            </w:rPr>
            <w:t>10</w:t>
          </w:r>
        </w:p>
        <w:p w14:paraId="0ABB5F27" w14:textId="77777777" w:rsidR="007E0111" w:rsidRDefault="007E0111" w:rsidP="00204180">
          <w:pPr>
            <w:pStyle w:val="Zpatvpravo"/>
          </w:pPr>
          <w:r>
            <w:t xml:space="preserve">Smlouva o dílo – Zhotovení DUSP+PDPS+AD </w:t>
          </w:r>
        </w:p>
        <w:p w14:paraId="513E1875" w14:textId="0D0CBA5A" w:rsidR="007E0111" w:rsidRPr="0020397D" w:rsidRDefault="007E0111" w:rsidP="009D4943">
          <w:pPr>
            <w:pStyle w:val="Zpatvpravo"/>
            <w:rPr>
              <w:rStyle w:val="Tun"/>
              <w:b w:val="0"/>
            </w:rPr>
          </w:pPr>
        </w:p>
      </w:tc>
      <w:tc>
        <w:tcPr>
          <w:tcW w:w="907" w:type="dxa"/>
          <w:vAlign w:val="bottom"/>
        </w:tcPr>
        <w:p w14:paraId="563D30AC" w14:textId="0AE8A638"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7E0111" w:rsidRPr="00B8518B" w:rsidRDefault="007E011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5551EA8C" w:rsidR="007E0111" w:rsidRPr="00B8518B" w:rsidRDefault="007E0111" w:rsidP="00F9740F">
    <w:pPr>
      <w:pStyle w:val="Zpat"/>
      <w:rPr>
        <w:sz w:val="2"/>
        <w:szCs w:val="2"/>
      </w:rPr>
    </w:pPr>
  </w:p>
  <w:p w14:paraId="225873FF" w14:textId="77777777" w:rsidR="007E0111" w:rsidRPr="00B8518B" w:rsidRDefault="007E0111" w:rsidP="00E80769">
    <w:pPr>
      <w:pStyle w:val="Zpat"/>
      <w:rPr>
        <w:sz w:val="2"/>
        <w:szCs w:val="2"/>
      </w:rPr>
    </w:pPr>
  </w:p>
  <w:p w14:paraId="3666C100" w14:textId="77777777" w:rsidR="007E0111" w:rsidRPr="00B8518B" w:rsidRDefault="007E0111" w:rsidP="00E80769">
    <w:pPr>
      <w:pStyle w:val="Zpat"/>
      <w:rPr>
        <w:sz w:val="2"/>
        <w:szCs w:val="2"/>
      </w:rPr>
    </w:pPr>
  </w:p>
  <w:p w14:paraId="1F06DBCB" w14:textId="77777777" w:rsidR="007E0111" w:rsidRDefault="007E0111" w:rsidP="00E80769">
    <w:pPr>
      <w:pStyle w:val="Zpat"/>
      <w:rPr>
        <w:rFonts w:cs="Calibri"/>
        <w:sz w:val="12"/>
        <w:szCs w:val="12"/>
      </w:rPr>
    </w:pPr>
  </w:p>
  <w:p w14:paraId="6A4B7ED5" w14:textId="77777777" w:rsidR="007E0111" w:rsidRPr="001E4BDC" w:rsidRDefault="007E0111"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2C0C1ACE" w14:textId="77777777" w:rsidTr="00D36695">
      <w:tc>
        <w:tcPr>
          <w:tcW w:w="907" w:type="dxa"/>
          <w:tcMar>
            <w:left w:w="0" w:type="dxa"/>
            <w:right w:w="0" w:type="dxa"/>
          </w:tcMar>
          <w:vAlign w:val="bottom"/>
        </w:tcPr>
        <w:p w14:paraId="5D7FDB7B"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7E0111" w:rsidRPr="00671F70" w:rsidRDefault="007E0111" w:rsidP="00204180">
          <w:pPr>
            <w:pStyle w:val="Zpatvlevo"/>
            <w:rPr>
              <w:b/>
            </w:rPr>
          </w:pPr>
          <w:r w:rsidRPr="00671F70">
            <w:rPr>
              <w:b/>
            </w:rPr>
            <w:t>PŘÍLOHA č. 1</w:t>
          </w:r>
        </w:p>
        <w:p w14:paraId="50705C9F" w14:textId="77777777" w:rsidR="007E0111" w:rsidRDefault="007E0111" w:rsidP="00204180">
          <w:pPr>
            <w:pStyle w:val="Zpatvlevo"/>
          </w:pPr>
          <w:r>
            <w:t>Smlouva o dílo – Zhotovení DUSP+PDPS+AD</w:t>
          </w:r>
        </w:p>
        <w:p w14:paraId="019E2C0A" w14:textId="77777777" w:rsidR="007E0111" w:rsidRPr="003462EB" w:rsidRDefault="007E011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7E0111" w:rsidRPr="00A50995" w:rsidRDefault="007E011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7E0111" w:rsidRPr="00B8518B" w:rsidRDefault="007E011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C96D815" w14:textId="77777777" w:rsidTr="00D36695">
      <w:tc>
        <w:tcPr>
          <w:tcW w:w="7825" w:type="dxa"/>
          <w:tcMar>
            <w:left w:w="0" w:type="dxa"/>
            <w:right w:w="0" w:type="dxa"/>
          </w:tcMar>
          <w:vAlign w:val="bottom"/>
        </w:tcPr>
        <w:p w14:paraId="29AE19D8" w14:textId="77777777" w:rsidR="007E0111" w:rsidRPr="008C00FC" w:rsidRDefault="007E0111" w:rsidP="00F90EC0">
          <w:pPr>
            <w:pStyle w:val="Zpatvpravo"/>
            <w:rPr>
              <w:rStyle w:val="Tun"/>
            </w:rPr>
          </w:pPr>
          <w:r w:rsidRPr="008C00FC">
            <w:rPr>
              <w:rStyle w:val="Tun"/>
            </w:rPr>
            <w:t>PŘÍLOHA č. 1</w:t>
          </w:r>
        </w:p>
        <w:p w14:paraId="17223077" w14:textId="77777777" w:rsidR="007E0111" w:rsidRDefault="007E0111" w:rsidP="00F90EC0">
          <w:pPr>
            <w:pStyle w:val="Zpatvpravo"/>
          </w:pPr>
          <w:r>
            <w:t xml:space="preserve">Smlouva o dílo – Zhotovení DUSP+PDPS+AD </w:t>
          </w:r>
        </w:p>
        <w:p w14:paraId="15A9F32A" w14:textId="02128300" w:rsidR="007E0111" w:rsidRPr="00F90EC0" w:rsidRDefault="007E0111" w:rsidP="00637684">
          <w:pPr>
            <w:pStyle w:val="Zpatvpravo"/>
            <w:rPr>
              <w:rStyle w:val="Tun"/>
              <w:b w:val="0"/>
            </w:rPr>
          </w:pPr>
        </w:p>
      </w:tc>
      <w:tc>
        <w:tcPr>
          <w:tcW w:w="907" w:type="dxa"/>
          <w:vAlign w:val="bottom"/>
        </w:tcPr>
        <w:p w14:paraId="33E252FF" w14:textId="157D091A"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7E0111" w:rsidRPr="00B8518B" w:rsidRDefault="007E01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52C3E308" w14:textId="77777777" w:rsidTr="00D36695">
      <w:tc>
        <w:tcPr>
          <w:tcW w:w="907" w:type="dxa"/>
          <w:tcMar>
            <w:left w:w="0" w:type="dxa"/>
            <w:right w:w="0" w:type="dxa"/>
          </w:tcMar>
          <w:vAlign w:val="bottom"/>
        </w:tcPr>
        <w:p w14:paraId="399972F2"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7E0111" w:rsidRPr="00671F70" w:rsidRDefault="007E0111" w:rsidP="00204180">
          <w:pPr>
            <w:pStyle w:val="Zpatvlevo"/>
            <w:rPr>
              <w:b/>
            </w:rPr>
          </w:pPr>
          <w:r w:rsidRPr="00671F70">
            <w:rPr>
              <w:b/>
            </w:rPr>
            <w:t>PŘ</w:t>
          </w:r>
          <w:r>
            <w:rPr>
              <w:b/>
            </w:rPr>
            <w:t>ÍLOHA č. 2</w:t>
          </w:r>
        </w:p>
        <w:p w14:paraId="54C621E0" w14:textId="77777777" w:rsidR="007E0111" w:rsidRDefault="007E0111" w:rsidP="00204180">
          <w:pPr>
            <w:pStyle w:val="Zpatvlevo"/>
          </w:pPr>
          <w:r>
            <w:t>Smlouva o dílo – Zhotovení DUSP+PDPS+AD</w:t>
          </w:r>
        </w:p>
        <w:p w14:paraId="500E619F"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7E0111" w:rsidRPr="00A50995" w:rsidRDefault="007E011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768AC8BF" w14:textId="77777777" w:rsidTr="00D36695">
      <w:tc>
        <w:tcPr>
          <w:tcW w:w="7825" w:type="dxa"/>
          <w:tcMar>
            <w:left w:w="0" w:type="dxa"/>
            <w:right w:w="0" w:type="dxa"/>
          </w:tcMar>
          <w:vAlign w:val="bottom"/>
        </w:tcPr>
        <w:p w14:paraId="4B1B7C21" w14:textId="77777777" w:rsidR="007E0111" w:rsidRPr="008C00FC" w:rsidRDefault="007E0111" w:rsidP="00F90EC0">
          <w:pPr>
            <w:pStyle w:val="Zpatvpravo"/>
            <w:rPr>
              <w:rStyle w:val="Tun"/>
            </w:rPr>
          </w:pPr>
          <w:r w:rsidRPr="008C00FC">
            <w:rPr>
              <w:rStyle w:val="Tun"/>
            </w:rPr>
            <w:t xml:space="preserve">PŘÍLOHA č. </w:t>
          </w:r>
          <w:r>
            <w:rPr>
              <w:rStyle w:val="Tun"/>
            </w:rPr>
            <w:t>2</w:t>
          </w:r>
        </w:p>
        <w:p w14:paraId="7875D43A" w14:textId="77777777" w:rsidR="007E0111" w:rsidRDefault="007E0111" w:rsidP="00F90EC0">
          <w:pPr>
            <w:pStyle w:val="Zpatvpravo"/>
          </w:pPr>
          <w:r>
            <w:t xml:space="preserve">Smlouva o dílo – Zhotovení DUSP+PDPS+AD </w:t>
          </w:r>
        </w:p>
        <w:p w14:paraId="5B5BB7E5" w14:textId="4BE46345" w:rsidR="007E0111" w:rsidRPr="00612EE8" w:rsidRDefault="007E0111" w:rsidP="00637684">
          <w:pPr>
            <w:pStyle w:val="Zpatvpravo"/>
            <w:rPr>
              <w:rStyle w:val="Tun"/>
            </w:rPr>
          </w:pPr>
        </w:p>
      </w:tc>
      <w:tc>
        <w:tcPr>
          <w:tcW w:w="907" w:type="dxa"/>
          <w:vAlign w:val="bottom"/>
        </w:tcPr>
        <w:p w14:paraId="68AAABB9" w14:textId="6FBD8EAE"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7E0111" w:rsidRPr="00B8518B" w:rsidRDefault="007E01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01491596" w14:textId="77777777" w:rsidTr="00D36695">
      <w:tc>
        <w:tcPr>
          <w:tcW w:w="907" w:type="dxa"/>
          <w:tcMar>
            <w:left w:w="0" w:type="dxa"/>
            <w:right w:w="0" w:type="dxa"/>
          </w:tcMar>
          <w:vAlign w:val="bottom"/>
        </w:tcPr>
        <w:p w14:paraId="3B011AF8"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7E0111" w:rsidRPr="00671F70" w:rsidRDefault="007E0111" w:rsidP="00204180">
          <w:pPr>
            <w:pStyle w:val="Zpatvlevo"/>
            <w:rPr>
              <w:b/>
            </w:rPr>
          </w:pPr>
          <w:r w:rsidRPr="00671F70">
            <w:rPr>
              <w:b/>
            </w:rPr>
            <w:t>PŘ</w:t>
          </w:r>
          <w:r>
            <w:rPr>
              <w:b/>
            </w:rPr>
            <w:t>ÍLOHA č. 3</w:t>
          </w:r>
        </w:p>
        <w:p w14:paraId="72366AFF" w14:textId="77777777" w:rsidR="007E0111" w:rsidRDefault="007E0111" w:rsidP="00204180">
          <w:pPr>
            <w:pStyle w:val="Zpatvlevo"/>
          </w:pPr>
          <w:r>
            <w:t>Smlouva o dílo – Zhotovení DUSP+PDPS+AD</w:t>
          </w:r>
        </w:p>
        <w:p w14:paraId="2CB39ADF"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7E0111" w:rsidRPr="00A50995" w:rsidRDefault="007E011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38116FA0" w14:textId="77777777" w:rsidTr="00E075DA">
      <w:tc>
        <w:tcPr>
          <w:tcW w:w="7825" w:type="dxa"/>
          <w:tcMar>
            <w:left w:w="0" w:type="dxa"/>
            <w:right w:w="0" w:type="dxa"/>
          </w:tcMar>
          <w:vAlign w:val="bottom"/>
        </w:tcPr>
        <w:p w14:paraId="44C88F72" w14:textId="77777777" w:rsidR="007E0111" w:rsidRPr="008C00FC" w:rsidRDefault="007E0111" w:rsidP="00204180">
          <w:pPr>
            <w:pStyle w:val="Zpatvpravo"/>
            <w:rPr>
              <w:rStyle w:val="Tun"/>
            </w:rPr>
          </w:pPr>
          <w:r w:rsidRPr="008C00FC">
            <w:rPr>
              <w:rStyle w:val="Tun"/>
            </w:rPr>
            <w:t xml:space="preserve">PŘÍLOHA č. </w:t>
          </w:r>
          <w:r>
            <w:rPr>
              <w:rStyle w:val="Tun"/>
            </w:rPr>
            <w:t>3</w:t>
          </w:r>
        </w:p>
        <w:p w14:paraId="5D33D0CB" w14:textId="77777777" w:rsidR="007E0111" w:rsidRDefault="007E0111" w:rsidP="00204180">
          <w:pPr>
            <w:pStyle w:val="Zpatvpravo"/>
          </w:pPr>
          <w:r>
            <w:t>Smlouva o dílo – Zhotovení DUSP+PDPS +AD</w:t>
          </w:r>
        </w:p>
        <w:p w14:paraId="27DDE76B" w14:textId="095683AF" w:rsidR="007E0111" w:rsidRPr="00612EE8" w:rsidRDefault="007E0111" w:rsidP="00637684">
          <w:pPr>
            <w:pStyle w:val="Zpatvpravo"/>
            <w:rPr>
              <w:rStyle w:val="Tun"/>
            </w:rPr>
          </w:pPr>
        </w:p>
      </w:tc>
      <w:tc>
        <w:tcPr>
          <w:tcW w:w="907" w:type="dxa"/>
          <w:vAlign w:val="bottom"/>
        </w:tcPr>
        <w:p w14:paraId="0703CE63" w14:textId="76D4F30D"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73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738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7E0111" w:rsidRPr="00B8518B" w:rsidRDefault="007E01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368BB" w14:textId="77777777" w:rsidR="009D3474" w:rsidRDefault="009D3474" w:rsidP="00962258">
      <w:pPr>
        <w:spacing w:after="0" w:line="240" w:lineRule="auto"/>
      </w:pPr>
      <w:r>
        <w:separator/>
      </w:r>
    </w:p>
  </w:footnote>
  <w:footnote w:type="continuationSeparator" w:id="0">
    <w:p w14:paraId="4BC60FF5" w14:textId="77777777" w:rsidR="009D3474" w:rsidRDefault="009D34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E0111" w14:paraId="319D2A75" w14:textId="77777777" w:rsidTr="004F75CC">
      <w:trPr>
        <w:trHeight w:hRule="exact" w:val="936"/>
      </w:trPr>
      <w:tc>
        <w:tcPr>
          <w:tcW w:w="1219" w:type="dxa"/>
          <w:tcMar>
            <w:left w:w="0" w:type="dxa"/>
            <w:right w:w="0" w:type="dxa"/>
          </w:tcMar>
        </w:tcPr>
        <w:p w14:paraId="76AD512B" w14:textId="77777777" w:rsidR="007E0111" w:rsidRPr="00B8518B" w:rsidRDefault="007E0111" w:rsidP="00FC6389">
          <w:pPr>
            <w:pStyle w:val="Zpat"/>
            <w:rPr>
              <w:rStyle w:val="slostrnky"/>
            </w:rPr>
          </w:pPr>
        </w:p>
      </w:tc>
      <w:tc>
        <w:tcPr>
          <w:tcW w:w="3600" w:type="dxa"/>
          <w:shd w:val="clear" w:color="auto" w:fill="auto"/>
          <w:tcMar>
            <w:left w:w="0" w:type="dxa"/>
            <w:right w:w="0" w:type="dxa"/>
          </w:tcMar>
        </w:tcPr>
        <w:p w14:paraId="720FCB1E" w14:textId="77777777" w:rsidR="007E0111" w:rsidRDefault="007E0111"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7E0111" w:rsidRPr="00D6163D" w:rsidRDefault="007E0111" w:rsidP="00FC6389">
          <w:pPr>
            <w:pStyle w:val="Druhdokumentu"/>
          </w:pPr>
        </w:p>
      </w:tc>
    </w:tr>
    <w:tr w:rsidR="007E0111" w14:paraId="3DE0C910" w14:textId="77777777" w:rsidTr="004F75CC">
      <w:trPr>
        <w:trHeight w:hRule="exact" w:val="936"/>
      </w:trPr>
      <w:tc>
        <w:tcPr>
          <w:tcW w:w="1219" w:type="dxa"/>
          <w:tcMar>
            <w:left w:w="0" w:type="dxa"/>
            <w:right w:w="0" w:type="dxa"/>
          </w:tcMar>
        </w:tcPr>
        <w:p w14:paraId="75729B6C" w14:textId="77777777" w:rsidR="007E0111" w:rsidRPr="00B8518B" w:rsidRDefault="007E0111" w:rsidP="00FC6389">
          <w:pPr>
            <w:pStyle w:val="Zpat"/>
            <w:rPr>
              <w:rStyle w:val="slostrnky"/>
            </w:rPr>
          </w:pPr>
        </w:p>
      </w:tc>
      <w:tc>
        <w:tcPr>
          <w:tcW w:w="3600" w:type="dxa"/>
          <w:shd w:val="clear" w:color="auto" w:fill="auto"/>
          <w:tcMar>
            <w:left w:w="0" w:type="dxa"/>
            <w:right w:w="0" w:type="dxa"/>
          </w:tcMar>
        </w:tcPr>
        <w:p w14:paraId="48C18508" w14:textId="79D86A4A" w:rsidR="007E0111" w:rsidRPr="004F75CC" w:rsidRDefault="007E0111" w:rsidP="00FC6389">
          <w:pPr>
            <w:pStyle w:val="Zpat"/>
            <w:rPr>
              <w:i/>
            </w:rPr>
          </w:pPr>
        </w:p>
      </w:tc>
      <w:tc>
        <w:tcPr>
          <w:tcW w:w="5756" w:type="dxa"/>
          <w:shd w:val="clear" w:color="auto" w:fill="auto"/>
          <w:tcMar>
            <w:left w:w="0" w:type="dxa"/>
            <w:right w:w="0" w:type="dxa"/>
          </w:tcMar>
        </w:tcPr>
        <w:p w14:paraId="4319550E" w14:textId="77777777" w:rsidR="007E0111" w:rsidRPr="00D6163D" w:rsidRDefault="007E0111" w:rsidP="00FC6389">
          <w:pPr>
            <w:pStyle w:val="Druhdokumentu"/>
          </w:pPr>
        </w:p>
      </w:tc>
    </w:tr>
  </w:tbl>
  <w:p w14:paraId="738E2F85" w14:textId="77777777" w:rsidR="007E0111" w:rsidRPr="004F75CC" w:rsidRDefault="007E0111" w:rsidP="00FC6389">
    <w:pPr>
      <w:pStyle w:val="Zhlav"/>
      <w:rPr>
        <w:sz w:val="12"/>
        <w:szCs w:val="12"/>
      </w:rPr>
    </w:pPr>
  </w:p>
  <w:p w14:paraId="30C1F0D0" w14:textId="77777777" w:rsidR="007E0111" w:rsidRPr="00460660" w:rsidRDefault="007E011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7E0111" w:rsidRPr="00D6163D" w:rsidRDefault="007E011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7E0111" w:rsidRPr="00D6163D" w:rsidRDefault="007E01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7E0111" w:rsidRPr="00D6163D" w:rsidRDefault="007E011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7E0111" w:rsidRPr="00D6163D" w:rsidRDefault="007E01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7E0111" w:rsidRPr="00D6163D" w:rsidRDefault="007E01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7E0111" w:rsidRPr="00D6163D" w:rsidRDefault="007E01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7E0111" w:rsidRPr="00D6163D" w:rsidRDefault="007E011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7E0111" w:rsidRPr="00D6163D" w:rsidRDefault="007E011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7E0111" w:rsidRPr="00D6163D" w:rsidRDefault="007E011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7E0111" w:rsidRPr="00D6163D" w:rsidRDefault="007E01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C613B2"/>
    <w:multiLevelType w:val="hybridMultilevel"/>
    <w:tmpl w:val="4822C4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239" w:hanging="360"/>
      </w:pPr>
      <w:rPr>
        <w:rFonts w:eastAsia="Times New Roman"/>
        <w:sz w:val="20"/>
      </w:rPr>
    </w:lvl>
    <w:lvl w:ilvl="1" w:tplc="04050019">
      <w:start w:val="1"/>
      <w:numFmt w:val="lowerLetter"/>
      <w:lvlText w:val="%2."/>
      <w:lvlJc w:val="left"/>
      <w:pPr>
        <w:ind w:left="1959" w:hanging="360"/>
      </w:pPr>
    </w:lvl>
    <w:lvl w:ilvl="2" w:tplc="0405001B">
      <w:start w:val="1"/>
      <w:numFmt w:val="lowerRoman"/>
      <w:lvlText w:val="%3."/>
      <w:lvlJc w:val="right"/>
      <w:pPr>
        <w:ind w:left="2679" w:hanging="180"/>
      </w:pPr>
    </w:lvl>
    <w:lvl w:ilvl="3" w:tplc="0405000F">
      <w:start w:val="1"/>
      <w:numFmt w:val="decimal"/>
      <w:lvlText w:val="%4."/>
      <w:lvlJc w:val="left"/>
      <w:pPr>
        <w:ind w:left="3399" w:hanging="360"/>
      </w:pPr>
    </w:lvl>
    <w:lvl w:ilvl="4" w:tplc="04050019">
      <w:start w:val="1"/>
      <w:numFmt w:val="lowerLetter"/>
      <w:lvlText w:val="%5."/>
      <w:lvlJc w:val="left"/>
      <w:pPr>
        <w:ind w:left="4119" w:hanging="360"/>
      </w:pPr>
    </w:lvl>
    <w:lvl w:ilvl="5" w:tplc="0405001B">
      <w:start w:val="1"/>
      <w:numFmt w:val="lowerRoman"/>
      <w:lvlText w:val="%6."/>
      <w:lvlJc w:val="right"/>
      <w:pPr>
        <w:ind w:left="4839" w:hanging="180"/>
      </w:pPr>
    </w:lvl>
    <w:lvl w:ilvl="6" w:tplc="0405000F">
      <w:start w:val="1"/>
      <w:numFmt w:val="decimal"/>
      <w:lvlText w:val="%7."/>
      <w:lvlJc w:val="left"/>
      <w:pPr>
        <w:ind w:left="5559" w:hanging="360"/>
      </w:pPr>
    </w:lvl>
    <w:lvl w:ilvl="7" w:tplc="04050019">
      <w:start w:val="1"/>
      <w:numFmt w:val="lowerLetter"/>
      <w:lvlText w:val="%8."/>
      <w:lvlJc w:val="left"/>
      <w:pPr>
        <w:ind w:left="6279" w:hanging="360"/>
      </w:pPr>
    </w:lvl>
    <w:lvl w:ilvl="8" w:tplc="0405001B">
      <w:start w:val="1"/>
      <w:numFmt w:val="lowerRoman"/>
      <w:lvlText w:val="%9."/>
      <w:lvlJc w:val="right"/>
      <w:pPr>
        <w:ind w:left="6999" w:hanging="180"/>
      </w:pPr>
    </w:lvl>
  </w:abstractNum>
  <w:abstractNum w:abstractNumId="10" w15:restartNumberingAfterBreak="0">
    <w:nsid w:val="543D5F99"/>
    <w:multiLevelType w:val="hybridMultilevel"/>
    <w:tmpl w:val="CA745A10"/>
    <w:lvl w:ilvl="0" w:tplc="79C4F7F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3"/>
  </w:num>
  <w:num w:numId="4">
    <w:abstractNumId w:val="6"/>
  </w:num>
  <w:num w:numId="5">
    <w:abstractNumId w:val="7"/>
  </w:num>
  <w:num w:numId="6">
    <w:abstractNumId w:val="0"/>
  </w:num>
  <w:num w:numId="7">
    <w:abstractNumId w:val="7"/>
  </w:num>
  <w:num w:numId="8">
    <w:abstractNumId w:val="11"/>
  </w:num>
  <w:num w:numId="9">
    <w:abstractNumId w:val="12"/>
  </w:num>
  <w:num w:numId="10">
    <w:abstractNumId w:val="0"/>
  </w:num>
  <w:num w:numId="11">
    <w:abstractNumId w:val="4"/>
  </w:num>
  <w:num w:numId="12">
    <w:abstractNumId w:val="14"/>
  </w:num>
  <w:num w:numId="13">
    <w:abstractNumId w:val="0"/>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2725"/>
    <w:rsid w:val="00017F3C"/>
    <w:rsid w:val="00021C1E"/>
    <w:rsid w:val="0002468C"/>
    <w:rsid w:val="00034542"/>
    <w:rsid w:val="00034798"/>
    <w:rsid w:val="00036449"/>
    <w:rsid w:val="00041EC8"/>
    <w:rsid w:val="0004357B"/>
    <w:rsid w:val="0005257A"/>
    <w:rsid w:val="00065836"/>
    <w:rsid w:val="0006588D"/>
    <w:rsid w:val="00067A5E"/>
    <w:rsid w:val="000719BB"/>
    <w:rsid w:val="00072A65"/>
    <w:rsid w:val="00072C1E"/>
    <w:rsid w:val="000841E0"/>
    <w:rsid w:val="00092F70"/>
    <w:rsid w:val="00095167"/>
    <w:rsid w:val="00096995"/>
    <w:rsid w:val="000A0911"/>
    <w:rsid w:val="000B0797"/>
    <w:rsid w:val="000B461D"/>
    <w:rsid w:val="000B46D1"/>
    <w:rsid w:val="000B4EB8"/>
    <w:rsid w:val="000B70C8"/>
    <w:rsid w:val="000C316A"/>
    <w:rsid w:val="000C41F2"/>
    <w:rsid w:val="000C445A"/>
    <w:rsid w:val="000D22C4"/>
    <w:rsid w:val="000D27D1"/>
    <w:rsid w:val="000D2FAD"/>
    <w:rsid w:val="000D6837"/>
    <w:rsid w:val="000E02F7"/>
    <w:rsid w:val="000E1A7F"/>
    <w:rsid w:val="000E4096"/>
    <w:rsid w:val="000F2F54"/>
    <w:rsid w:val="00103C55"/>
    <w:rsid w:val="00112864"/>
    <w:rsid w:val="00114472"/>
    <w:rsid w:val="00114988"/>
    <w:rsid w:val="00115069"/>
    <w:rsid w:val="001150F2"/>
    <w:rsid w:val="001245D6"/>
    <w:rsid w:val="00124751"/>
    <w:rsid w:val="00133336"/>
    <w:rsid w:val="001338AF"/>
    <w:rsid w:val="00134382"/>
    <w:rsid w:val="00137D08"/>
    <w:rsid w:val="001432EB"/>
    <w:rsid w:val="00143EC0"/>
    <w:rsid w:val="001656A2"/>
    <w:rsid w:val="00165977"/>
    <w:rsid w:val="00170EC5"/>
    <w:rsid w:val="001713E6"/>
    <w:rsid w:val="00172144"/>
    <w:rsid w:val="001747C1"/>
    <w:rsid w:val="0017517D"/>
    <w:rsid w:val="00177D6B"/>
    <w:rsid w:val="00190CEE"/>
    <w:rsid w:val="00191F90"/>
    <w:rsid w:val="001977D2"/>
    <w:rsid w:val="001A5B98"/>
    <w:rsid w:val="001A67CA"/>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33F0"/>
    <w:rsid w:val="00246637"/>
    <w:rsid w:val="00247D01"/>
    <w:rsid w:val="00256C4E"/>
    <w:rsid w:val="00260E60"/>
    <w:rsid w:val="00261A5B"/>
    <w:rsid w:val="00262344"/>
    <w:rsid w:val="00262E5B"/>
    <w:rsid w:val="00270A14"/>
    <w:rsid w:val="00276AFE"/>
    <w:rsid w:val="00285298"/>
    <w:rsid w:val="002943B1"/>
    <w:rsid w:val="0029583C"/>
    <w:rsid w:val="0029751E"/>
    <w:rsid w:val="002A16EF"/>
    <w:rsid w:val="002A185D"/>
    <w:rsid w:val="002A3B57"/>
    <w:rsid w:val="002A5468"/>
    <w:rsid w:val="002B4FB7"/>
    <w:rsid w:val="002C31BF"/>
    <w:rsid w:val="002D0B49"/>
    <w:rsid w:val="002D7FD6"/>
    <w:rsid w:val="002E0CD7"/>
    <w:rsid w:val="002E0CFB"/>
    <w:rsid w:val="002E4FBD"/>
    <w:rsid w:val="002E5C7B"/>
    <w:rsid w:val="002F15DA"/>
    <w:rsid w:val="002F4333"/>
    <w:rsid w:val="003038BD"/>
    <w:rsid w:val="0030791F"/>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739DD"/>
    <w:rsid w:val="0037545D"/>
    <w:rsid w:val="00376B87"/>
    <w:rsid w:val="00381EFC"/>
    <w:rsid w:val="00386983"/>
    <w:rsid w:val="00392910"/>
    <w:rsid w:val="00392EB6"/>
    <w:rsid w:val="003956C6"/>
    <w:rsid w:val="003A197F"/>
    <w:rsid w:val="003A60C1"/>
    <w:rsid w:val="003A69BD"/>
    <w:rsid w:val="003A7221"/>
    <w:rsid w:val="003B1CFC"/>
    <w:rsid w:val="003B4534"/>
    <w:rsid w:val="003B7470"/>
    <w:rsid w:val="003C33F2"/>
    <w:rsid w:val="003C4377"/>
    <w:rsid w:val="003C6D01"/>
    <w:rsid w:val="003C7382"/>
    <w:rsid w:val="003D0AA7"/>
    <w:rsid w:val="003D578F"/>
    <w:rsid w:val="003D756E"/>
    <w:rsid w:val="003E420D"/>
    <w:rsid w:val="003E4C13"/>
    <w:rsid w:val="003F5141"/>
    <w:rsid w:val="003F5723"/>
    <w:rsid w:val="004069D9"/>
    <w:rsid w:val="004078F3"/>
    <w:rsid w:val="00411481"/>
    <w:rsid w:val="00416604"/>
    <w:rsid w:val="004240C2"/>
    <w:rsid w:val="0042766C"/>
    <w:rsid w:val="00427794"/>
    <w:rsid w:val="00431A48"/>
    <w:rsid w:val="00432E0E"/>
    <w:rsid w:val="004436EE"/>
    <w:rsid w:val="00450F07"/>
    <w:rsid w:val="00451504"/>
    <w:rsid w:val="004524CE"/>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0D8D"/>
    <w:rsid w:val="004A40A1"/>
    <w:rsid w:val="004A412A"/>
    <w:rsid w:val="004B3220"/>
    <w:rsid w:val="004C33E6"/>
    <w:rsid w:val="004C4399"/>
    <w:rsid w:val="004C787C"/>
    <w:rsid w:val="004D09FB"/>
    <w:rsid w:val="004D7138"/>
    <w:rsid w:val="004E107F"/>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0946"/>
    <w:rsid w:val="00553375"/>
    <w:rsid w:val="00555884"/>
    <w:rsid w:val="005736B7"/>
    <w:rsid w:val="00574748"/>
    <w:rsid w:val="00575E5A"/>
    <w:rsid w:val="00577A04"/>
    <w:rsid w:val="00580245"/>
    <w:rsid w:val="0058594D"/>
    <w:rsid w:val="0058752B"/>
    <w:rsid w:val="00597C83"/>
    <w:rsid w:val="005A1F44"/>
    <w:rsid w:val="005A3013"/>
    <w:rsid w:val="005A468A"/>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8E"/>
    <w:rsid w:val="006115D3"/>
    <w:rsid w:val="00612CEA"/>
    <w:rsid w:val="006162E3"/>
    <w:rsid w:val="0062433A"/>
    <w:rsid w:val="00631B87"/>
    <w:rsid w:val="006374B2"/>
    <w:rsid w:val="00637684"/>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314D"/>
    <w:rsid w:val="006E6539"/>
    <w:rsid w:val="006F589E"/>
    <w:rsid w:val="006F64F8"/>
    <w:rsid w:val="00710723"/>
    <w:rsid w:val="007135C8"/>
    <w:rsid w:val="007145F3"/>
    <w:rsid w:val="00721646"/>
    <w:rsid w:val="00723ED1"/>
    <w:rsid w:val="00726095"/>
    <w:rsid w:val="007307E6"/>
    <w:rsid w:val="00737164"/>
    <w:rsid w:val="007378FE"/>
    <w:rsid w:val="00740AF5"/>
    <w:rsid w:val="00743525"/>
    <w:rsid w:val="00744076"/>
    <w:rsid w:val="007541A2"/>
    <w:rsid w:val="00755818"/>
    <w:rsid w:val="00755F13"/>
    <w:rsid w:val="00760192"/>
    <w:rsid w:val="007616C2"/>
    <w:rsid w:val="007621A7"/>
    <w:rsid w:val="0076286B"/>
    <w:rsid w:val="007657D8"/>
    <w:rsid w:val="00766846"/>
    <w:rsid w:val="0077673A"/>
    <w:rsid w:val="007846E1"/>
    <w:rsid w:val="007847D6"/>
    <w:rsid w:val="007852B1"/>
    <w:rsid w:val="00793913"/>
    <w:rsid w:val="0079664B"/>
    <w:rsid w:val="007A3DA1"/>
    <w:rsid w:val="007A5172"/>
    <w:rsid w:val="007A67A0"/>
    <w:rsid w:val="007A6974"/>
    <w:rsid w:val="007B0110"/>
    <w:rsid w:val="007B2BE2"/>
    <w:rsid w:val="007B570C"/>
    <w:rsid w:val="007C4049"/>
    <w:rsid w:val="007C5935"/>
    <w:rsid w:val="007E0111"/>
    <w:rsid w:val="007E4A6E"/>
    <w:rsid w:val="007E62AA"/>
    <w:rsid w:val="007E655F"/>
    <w:rsid w:val="007F56A7"/>
    <w:rsid w:val="00800851"/>
    <w:rsid w:val="00800BA4"/>
    <w:rsid w:val="00801D25"/>
    <w:rsid w:val="00802FD8"/>
    <w:rsid w:val="008063CD"/>
    <w:rsid w:val="00807DD0"/>
    <w:rsid w:val="008147B0"/>
    <w:rsid w:val="00817F98"/>
    <w:rsid w:val="00821D01"/>
    <w:rsid w:val="008268F5"/>
    <w:rsid w:val="00826B7B"/>
    <w:rsid w:val="0083639A"/>
    <w:rsid w:val="00841876"/>
    <w:rsid w:val="00842957"/>
    <w:rsid w:val="00843230"/>
    <w:rsid w:val="00846789"/>
    <w:rsid w:val="008609AB"/>
    <w:rsid w:val="00866994"/>
    <w:rsid w:val="00870CA4"/>
    <w:rsid w:val="00877FEE"/>
    <w:rsid w:val="00886508"/>
    <w:rsid w:val="00886A81"/>
    <w:rsid w:val="00897796"/>
    <w:rsid w:val="00897AC2"/>
    <w:rsid w:val="008A3568"/>
    <w:rsid w:val="008A4D1B"/>
    <w:rsid w:val="008B30AC"/>
    <w:rsid w:val="008B553B"/>
    <w:rsid w:val="008C00FC"/>
    <w:rsid w:val="008C2D4D"/>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36C5B"/>
    <w:rsid w:val="00940D8A"/>
    <w:rsid w:val="00941B6E"/>
    <w:rsid w:val="00946B0B"/>
    <w:rsid w:val="00950EAF"/>
    <w:rsid w:val="00954AF5"/>
    <w:rsid w:val="00962258"/>
    <w:rsid w:val="00964369"/>
    <w:rsid w:val="009678B7"/>
    <w:rsid w:val="00992B63"/>
    <w:rsid w:val="00992D9C"/>
    <w:rsid w:val="00993121"/>
    <w:rsid w:val="00993CE9"/>
    <w:rsid w:val="00995482"/>
    <w:rsid w:val="00996CB8"/>
    <w:rsid w:val="009B2E97"/>
    <w:rsid w:val="009B4201"/>
    <w:rsid w:val="009B4755"/>
    <w:rsid w:val="009B5146"/>
    <w:rsid w:val="009C418E"/>
    <w:rsid w:val="009C442C"/>
    <w:rsid w:val="009D3474"/>
    <w:rsid w:val="009D4943"/>
    <w:rsid w:val="009D5F4F"/>
    <w:rsid w:val="009E07F4"/>
    <w:rsid w:val="009E5BF1"/>
    <w:rsid w:val="009F0321"/>
    <w:rsid w:val="009F0867"/>
    <w:rsid w:val="009F309B"/>
    <w:rsid w:val="009F392E"/>
    <w:rsid w:val="009F53C5"/>
    <w:rsid w:val="009F638B"/>
    <w:rsid w:val="009F7336"/>
    <w:rsid w:val="00A0445A"/>
    <w:rsid w:val="00A070D7"/>
    <w:rsid w:val="00A0740E"/>
    <w:rsid w:val="00A21A01"/>
    <w:rsid w:val="00A313FC"/>
    <w:rsid w:val="00A32582"/>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10BF"/>
    <w:rsid w:val="00AB66C5"/>
    <w:rsid w:val="00AC3AAA"/>
    <w:rsid w:val="00AD056F"/>
    <w:rsid w:val="00AD0C7B"/>
    <w:rsid w:val="00AD5F1A"/>
    <w:rsid w:val="00AD6731"/>
    <w:rsid w:val="00AE786E"/>
    <w:rsid w:val="00AF08A6"/>
    <w:rsid w:val="00AF2054"/>
    <w:rsid w:val="00AF2A9B"/>
    <w:rsid w:val="00B008D5"/>
    <w:rsid w:val="00B02F73"/>
    <w:rsid w:val="00B05B31"/>
    <w:rsid w:val="00B0619F"/>
    <w:rsid w:val="00B06D17"/>
    <w:rsid w:val="00B13A26"/>
    <w:rsid w:val="00B15D0D"/>
    <w:rsid w:val="00B2090D"/>
    <w:rsid w:val="00B22106"/>
    <w:rsid w:val="00B24A25"/>
    <w:rsid w:val="00B24B60"/>
    <w:rsid w:val="00B32638"/>
    <w:rsid w:val="00B42F40"/>
    <w:rsid w:val="00B431E1"/>
    <w:rsid w:val="00B47C30"/>
    <w:rsid w:val="00B5431A"/>
    <w:rsid w:val="00B66B71"/>
    <w:rsid w:val="00B72613"/>
    <w:rsid w:val="00B75AA5"/>
    <w:rsid w:val="00B75AF8"/>
    <w:rsid w:val="00B75EE1"/>
    <w:rsid w:val="00B77481"/>
    <w:rsid w:val="00B80B04"/>
    <w:rsid w:val="00B8518B"/>
    <w:rsid w:val="00B92ABC"/>
    <w:rsid w:val="00B97CC3"/>
    <w:rsid w:val="00BA5D63"/>
    <w:rsid w:val="00BB6E4A"/>
    <w:rsid w:val="00BC06C4"/>
    <w:rsid w:val="00BC0A82"/>
    <w:rsid w:val="00BD7E91"/>
    <w:rsid w:val="00BD7F0D"/>
    <w:rsid w:val="00BE148C"/>
    <w:rsid w:val="00BE2158"/>
    <w:rsid w:val="00BE23C1"/>
    <w:rsid w:val="00BE3F0A"/>
    <w:rsid w:val="00BF1C50"/>
    <w:rsid w:val="00C02D0A"/>
    <w:rsid w:val="00C03A6E"/>
    <w:rsid w:val="00C10C10"/>
    <w:rsid w:val="00C226C0"/>
    <w:rsid w:val="00C35481"/>
    <w:rsid w:val="00C37459"/>
    <w:rsid w:val="00C42807"/>
    <w:rsid w:val="00C42FE6"/>
    <w:rsid w:val="00C44F6A"/>
    <w:rsid w:val="00C45470"/>
    <w:rsid w:val="00C45B9E"/>
    <w:rsid w:val="00C539CB"/>
    <w:rsid w:val="00C57FCA"/>
    <w:rsid w:val="00C6198E"/>
    <w:rsid w:val="00C63598"/>
    <w:rsid w:val="00C63A84"/>
    <w:rsid w:val="00C66209"/>
    <w:rsid w:val="00C708EA"/>
    <w:rsid w:val="00C72E9C"/>
    <w:rsid w:val="00C735E9"/>
    <w:rsid w:val="00C778A5"/>
    <w:rsid w:val="00C92420"/>
    <w:rsid w:val="00C95162"/>
    <w:rsid w:val="00CA01F3"/>
    <w:rsid w:val="00CB1E93"/>
    <w:rsid w:val="00CB2F32"/>
    <w:rsid w:val="00CB4F6D"/>
    <w:rsid w:val="00CB6A37"/>
    <w:rsid w:val="00CB7684"/>
    <w:rsid w:val="00CC7C8F"/>
    <w:rsid w:val="00CD1FC4"/>
    <w:rsid w:val="00CD7237"/>
    <w:rsid w:val="00CE6BE1"/>
    <w:rsid w:val="00CF0294"/>
    <w:rsid w:val="00CF4629"/>
    <w:rsid w:val="00D034A0"/>
    <w:rsid w:val="00D0544F"/>
    <w:rsid w:val="00D21061"/>
    <w:rsid w:val="00D31C6A"/>
    <w:rsid w:val="00D33680"/>
    <w:rsid w:val="00D36695"/>
    <w:rsid w:val="00D4108E"/>
    <w:rsid w:val="00D4328E"/>
    <w:rsid w:val="00D51257"/>
    <w:rsid w:val="00D5428D"/>
    <w:rsid w:val="00D54FB2"/>
    <w:rsid w:val="00D6163D"/>
    <w:rsid w:val="00D62EA3"/>
    <w:rsid w:val="00D751CF"/>
    <w:rsid w:val="00D80B7D"/>
    <w:rsid w:val="00D831A3"/>
    <w:rsid w:val="00D87849"/>
    <w:rsid w:val="00D93B1F"/>
    <w:rsid w:val="00D97BE3"/>
    <w:rsid w:val="00DA3711"/>
    <w:rsid w:val="00DB4522"/>
    <w:rsid w:val="00DC5BCE"/>
    <w:rsid w:val="00DD00F6"/>
    <w:rsid w:val="00DD46F3"/>
    <w:rsid w:val="00DE2729"/>
    <w:rsid w:val="00DE56F2"/>
    <w:rsid w:val="00DE76FD"/>
    <w:rsid w:val="00DF0BA5"/>
    <w:rsid w:val="00DF116D"/>
    <w:rsid w:val="00DF7FC9"/>
    <w:rsid w:val="00E075DA"/>
    <w:rsid w:val="00E16FF7"/>
    <w:rsid w:val="00E26D68"/>
    <w:rsid w:val="00E3671B"/>
    <w:rsid w:val="00E37ACA"/>
    <w:rsid w:val="00E435EA"/>
    <w:rsid w:val="00E44045"/>
    <w:rsid w:val="00E46FA9"/>
    <w:rsid w:val="00E53FA9"/>
    <w:rsid w:val="00E618C4"/>
    <w:rsid w:val="00E62155"/>
    <w:rsid w:val="00E66D17"/>
    <w:rsid w:val="00E67A36"/>
    <w:rsid w:val="00E7415D"/>
    <w:rsid w:val="00E74454"/>
    <w:rsid w:val="00E80769"/>
    <w:rsid w:val="00E868F1"/>
    <w:rsid w:val="00E878EE"/>
    <w:rsid w:val="00E901A3"/>
    <w:rsid w:val="00E970E2"/>
    <w:rsid w:val="00E97A10"/>
    <w:rsid w:val="00EA585B"/>
    <w:rsid w:val="00EA5948"/>
    <w:rsid w:val="00EA6EC7"/>
    <w:rsid w:val="00EB104F"/>
    <w:rsid w:val="00EB46E5"/>
    <w:rsid w:val="00EB6F2F"/>
    <w:rsid w:val="00EC06D3"/>
    <w:rsid w:val="00EC707C"/>
    <w:rsid w:val="00ED14BD"/>
    <w:rsid w:val="00ED2614"/>
    <w:rsid w:val="00EE221B"/>
    <w:rsid w:val="00F016C7"/>
    <w:rsid w:val="00F12891"/>
    <w:rsid w:val="00F12DEC"/>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762A8"/>
    <w:rsid w:val="00F819CC"/>
    <w:rsid w:val="00F8304B"/>
    <w:rsid w:val="00F86BA6"/>
    <w:rsid w:val="00F87665"/>
    <w:rsid w:val="00F90EC0"/>
    <w:rsid w:val="00F92FBE"/>
    <w:rsid w:val="00F95FBD"/>
    <w:rsid w:val="00F9740F"/>
    <w:rsid w:val="00FB4067"/>
    <w:rsid w:val="00FB6342"/>
    <w:rsid w:val="00FC3864"/>
    <w:rsid w:val="00FC5B0F"/>
    <w:rsid w:val="00FC6389"/>
    <w:rsid w:val="00FE6AEC"/>
    <w:rsid w:val="00FF2DF8"/>
    <w:rsid w:val="00FF627A"/>
    <w:rsid w:val="00FF75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9">
    <w:name w:val="_Tabulka-9"/>
    <w:basedOn w:val="Textbezodsazen"/>
    <w:qFormat/>
    <w:rsid w:val="004069D9"/>
    <w:pPr>
      <w:spacing w:before="40" w:after="40" w:line="240" w:lineRule="auto"/>
      <w:jc w:val="left"/>
    </w:pPr>
  </w:style>
  <w:style w:type="paragraph" w:customStyle="1" w:styleId="Default">
    <w:name w:val="Default"/>
    <w:rsid w:val="0079391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D96922-5031-4BF9-9AE1-E6DB410A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206</TotalTime>
  <Pages>1</Pages>
  <Words>8091</Words>
  <Characters>47740</Characters>
  <Application>Microsoft Office Word</Application>
  <DocSecurity>0</DocSecurity>
  <Lines>397</Lines>
  <Paragraphs>111</Paragraphs>
  <ScaleCrop>false</ScaleCrop>
  <HeadingPairs>
    <vt:vector size="8" baseType="variant">
      <vt:variant>
        <vt:lpstr>Název</vt:lpstr>
      </vt:variant>
      <vt:variant>
        <vt:i4>1</vt:i4>
      </vt:variant>
      <vt:variant>
        <vt:lpstr>Nadpisy</vt:lpstr>
      </vt:variant>
      <vt:variant>
        <vt:i4>5</vt:i4>
      </vt:variant>
      <vt:variant>
        <vt:lpstr>Title</vt:lpstr>
      </vt:variant>
      <vt:variant>
        <vt:i4>1</vt:i4>
      </vt:variant>
      <vt:variant>
        <vt:lpstr>Headings</vt:lpstr>
      </vt:variant>
      <vt:variant>
        <vt:i4>3</vt:i4>
      </vt:variant>
    </vt:vector>
  </HeadingPairs>
  <TitlesOfParts>
    <vt:vector size="10" baseType="lpstr">
      <vt:lpstr/>
      <vt:lpstr>ÚVODNÍ USTANOVENÍ</vt:lpstr>
      <vt:lpstr>ÚČEL SMLOUVY</vt:lpstr>
      <vt:lpstr>PŘEDMĚT, CENA A HARMONOGRAM PLNĚNÍ SMLOUVY</vt:lpstr>
      <vt:lpstr>OSTATNÍ USTANOVENÍ</vt:lpstr>
      <vt:lpstr>ZÁVĚREČNÁ USTANOVENÍ</vt:lpstr>
      <vt:lpstr/>
      <vt:lpstr>Titulek 1. úrovně </vt:lpstr>
      <vt:lpstr>    Titulek 2. úrovně</vt:lpstr>
      <vt:lpstr>        Titulek 3. úrovně</vt:lpstr>
    </vt:vector>
  </TitlesOfParts>
  <Company>SŽDC s.o.</Company>
  <LinksUpToDate>false</LinksUpToDate>
  <CharactersWithSpaces>55720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60</cp:revision>
  <cp:lastPrinted>2019-05-22T07:42:00Z</cp:lastPrinted>
  <dcterms:created xsi:type="dcterms:W3CDTF">2022-12-15T08:57:00Z</dcterms:created>
  <dcterms:modified xsi:type="dcterms:W3CDTF">2023-02-21T12:57:00Z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