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77FC20C6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35A5B">
        <w:rPr>
          <w:rFonts w:ascii="Verdana" w:hAnsi="Verdana"/>
          <w:sz w:val="18"/>
          <w:szCs w:val="18"/>
        </w:rPr>
        <w:t>Kořenov ON -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227C20C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35A5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35A5B" w:rsidRPr="00635A5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35A5B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71BC3-D83F-402E-B345-40D892B03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6</cp:revision>
  <cp:lastPrinted>2016-08-01T07:54:00Z</cp:lastPrinted>
  <dcterms:created xsi:type="dcterms:W3CDTF">2020-06-02T09:57:00Z</dcterms:created>
  <dcterms:modified xsi:type="dcterms:W3CDTF">2023-01-25T08:57:00Z</dcterms:modified>
</cp:coreProperties>
</file>