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p w:rsidR="003F2CBE" w:rsidRPr="003F2CBE" w:rsidRDefault="003F2CBE" w:rsidP="003F2CBE">
      <w:pPr>
        <w:pStyle w:val="Titul2"/>
        <w:rPr>
          <w:szCs w:val="36"/>
        </w:rPr>
      </w:pPr>
      <w:r w:rsidRPr="003F2CBE">
        <w:rPr>
          <w:szCs w:val="36"/>
        </w:rPr>
        <w:t>„Zvýšení bezpečnosti na přejezdu P6303 v km 5,854 na trati Tábor – Bechyně“</w:t>
      </w:r>
    </w:p>
    <w:p w:rsidR="003F2CBE" w:rsidRPr="003F2CBE" w:rsidRDefault="003F2CBE" w:rsidP="003F2CBE">
      <w:pPr>
        <w:pStyle w:val="Titul2"/>
        <w:rPr>
          <w:szCs w:val="36"/>
        </w:rPr>
      </w:pPr>
      <w:r w:rsidRPr="003F2CBE">
        <w:rPr>
          <w:szCs w:val="36"/>
        </w:rPr>
        <w:t>„Zvýšení bezpečnosti na přejezdu P6311 v km 12,993 na trati Tábor – Bechyně“</w:t>
      </w:r>
    </w:p>
    <w:p w:rsidR="00826B7B" w:rsidRPr="006C2343" w:rsidRDefault="003F2CBE" w:rsidP="003F2CBE">
      <w:pPr>
        <w:pStyle w:val="Titul2"/>
      </w:pPr>
      <w:r w:rsidRPr="003F2CBE">
        <w:rPr>
          <w:szCs w:val="36"/>
        </w:rPr>
        <w:t>„Zvýšení bezpečnosti na přejezdu P6322 v km 20,180 na trati Tábor – Bechyně“</w:t>
      </w:r>
      <w:bookmarkStart w:id="0" w:name="_GoBack"/>
      <w:bookmarkEnd w:id="0"/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C035CA" w:rsidRPr="00067458">
        <w:t>27</w:t>
      </w:r>
      <w:r w:rsidRPr="00067458">
        <w:t xml:space="preserve">. </w:t>
      </w:r>
      <w:r w:rsidR="00C035CA" w:rsidRPr="00067458">
        <w:t>6</w:t>
      </w:r>
      <w:r w:rsidRPr="00067458">
        <w:t>. 20</w:t>
      </w:r>
      <w:r w:rsidR="00A616BE" w:rsidRPr="00067458">
        <w:t>2</w:t>
      </w:r>
      <w:r w:rsidR="00CF2D65" w:rsidRPr="00067458">
        <w:t>2</w:t>
      </w:r>
      <w:r w:rsidR="000008ED">
        <w:t xml:space="preserve"> </w:t>
      </w:r>
    </w:p>
    <w:p w:rsidR="00826B7B" w:rsidRDefault="00826B7B">
      <w:r>
        <w:br w:type="page"/>
      </w:r>
    </w:p>
    <w:p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:rsidR="006E4DDA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66946380" w:history="1">
        <w:r w:rsidR="006E4DDA" w:rsidRPr="00E97B1B">
          <w:rPr>
            <w:rStyle w:val="Hypertextovodkaz"/>
          </w:rPr>
          <w:t>SEZNAM ZKRATEK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_Toc66946380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1262D7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B1671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1" w:history="1">
        <w:r w:rsidR="006E4DDA" w:rsidRPr="00E97B1B">
          <w:rPr>
            <w:rStyle w:val="Hypertextovodkaz"/>
          </w:rPr>
          <w:t>1.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POJMY A DEFINICE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_Toc66946381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1262D7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B1671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2" w:history="1">
        <w:r w:rsidR="006E4DDA" w:rsidRPr="00E97B1B">
          <w:rPr>
            <w:rStyle w:val="Hypertextovodkaz"/>
            <w:rFonts w:asciiTheme="majorHAnsi" w:hAnsiTheme="majorHAnsi"/>
          </w:rPr>
          <w:t>1.2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Soupis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_Toc66946382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1262D7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B1671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3" w:history="1">
        <w:r w:rsidR="006E4DDA" w:rsidRPr="00E97B1B">
          <w:rPr>
            <w:rStyle w:val="Hypertextovodkaz"/>
            <w:rFonts w:asciiTheme="majorHAnsi" w:hAnsiTheme="majorHAnsi"/>
          </w:rPr>
          <w:t>1.3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Cenová soustava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_Toc66946383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1262D7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B1671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4" w:history="1">
        <w:r w:rsidR="006E4DDA" w:rsidRPr="00E97B1B">
          <w:rPr>
            <w:rStyle w:val="Hypertextovodkaz"/>
            <w:rFonts w:asciiTheme="majorHAnsi" w:hAnsiTheme="majorHAnsi"/>
          </w:rPr>
          <w:t>1.4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Měrné jednotky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_Toc66946384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1262D7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B1671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5" w:history="1">
        <w:r w:rsidR="006E4DDA" w:rsidRPr="00E97B1B">
          <w:rPr>
            <w:rStyle w:val="Hypertextovodkaz"/>
          </w:rPr>
          <w:t>2.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ZÁKLADNÍ PRAVIDLA PRO OCEŇOVÁNÍ SOUPISU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_Toc66946385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1262D7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B1671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6" w:history="1">
        <w:r w:rsidR="006E4DDA" w:rsidRPr="00E97B1B">
          <w:rPr>
            <w:rStyle w:val="Hypertextovodkaz"/>
          </w:rPr>
          <w:t>3.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MĚŘENÍ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_Toc66946386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1262D7">
          <w:rPr>
            <w:noProof/>
            <w:webHidden/>
          </w:rPr>
          <w:t>6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B1671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7" w:history="1">
        <w:r w:rsidR="006E4DDA" w:rsidRPr="00E97B1B">
          <w:rPr>
            <w:rStyle w:val="Hypertextovodkaz"/>
          </w:rPr>
          <w:t>4.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SROVNATELNÉ VÝROBKY, ALTERNATIVY MATERIÁLŮ A PROVEDENÍ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_Toc66946387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1262D7">
          <w:rPr>
            <w:noProof/>
            <w:webHidden/>
          </w:rPr>
          <w:t>6</w:t>
        </w:r>
        <w:r w:rsidR="006E4DDA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1" w:name="_Toc66946380"/>
      <w:r>
        <w:t>SEZNAM ZKRATEK</w:t>
      </w:r>
      <w:bookmarkEnd w:id="1"/>
      <w:r w:rsidR="0076790E">
        <w:t xml:space="preserve"> </w:t>
      </w:r>
    </w:p>
    <w:p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B32B7">
            <w:pPr>
              <w:pStyle w:val="Zkratky2"/>
            </w:pPr>
            <w:r w:rsidRPr="006115D3">
              <w:t>České dráhy, a.s.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041EC8" w:rsidRDefault="00041EC8" w:rsidP="00AD0C7B"/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2" w:name="_Toc66946381"/>
      <w:bookmarkStart w:id="3" w:name="_Toc389559699"/>
      <w:bookmarkStart w:id="4" w:name="_Toc397429847"/>
      <w:bookmarkStart w:id="5" w:name="_Ref433028040"/>
      <w:bookmarkStart w:id="6" w:name="_Toc1048197"/>
      <w:r>
        <w:lastRenderedPageBreak/>
        <w:t xml:space="preserve">POJMY A </w:t>
      </w:r>
      <w:r w:rsidRPr="005E07BA">
        <w:t>DEFINICE</w:t>
      </w:r>
      <w:bookmarkEnd w:id="2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7" w:name="_Toc66946382"/>
      <w:r>
        <w:t>Soupis prací</w:t>
      </w:r>
      <w:bookmarkEnd w:id="7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>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:rsidR="005E07BA" w:rsidRDefault="005E07BA" w:rsidP="005E07BA">
      <w:pPr>
        <w:pStyle w:val="Nadpis2-2"/>
      </w:pPr>
      <w:bookmarkStart w:id="8" w:name="_Toc66946383"/>
      <w:r>
        <w:t>Cenová soustava</w:t>
      </w:r>
      <w:bookmarkEnd w:id="8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soustava - Oborový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:rsidR="005E07BA" w:rsidRDefault="005E07BA" w:rsidP="005E07BA">
      <w:pPr>
        <w:pStyle w:val="Nadpis2-2"/>
      </w:pPr>
      <w:bookmarkStart w:id="9" w:name="_Toc66946384"/>
      <w:r>
        <w:t>Měrné jednotky</w:t>
      </w:r>
      <w:bookmarkEnd w:id="9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10" w:name="_Toc66946385"/>
      <w:r>
        <w:t>ZÁKLADNÍ PRAVIDLA PRO OCEŇOVÁNÍ SOUPISU PRACÍ</w:t>
      </w:r>
      <w:bookmarkEnd w:id="10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</w:t>
      </w:r>
      <w:proofErr w:type="gramStart"/>
      <w:r>
        <w:t>na</w:t>
      </w:r>
      <w:proofErr w:type="gramEnd"/>
      <w:r>
        <w:t xml:space="preserve">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</w:t>
      </w:r>
      <w:proofErr w:type="spellStart"/>
      <w:r>
        <w:t>přípomocí</w:t>
      </w:r>
      <w:proofErr w:type="spellEnd"/>
      <w:r>
        <w:t xml:space="preserve">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</w:t>
      </w:r>
      <w:r w:rsidR="00067458">
        <w:t>ční stroj).</w:t>
      </w:r>
    </w:p>
    <w:p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Pr="00067458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Pr="00067458">
        <w:t>Správce stavby</w:t>
      </w:r>
      <w:r w:rsidR="000B48A8" w:rsidRPr="00067458">
        <w:t>/Objednatele</w:t>
      </w:r>
      <w:r w:rsidRPr="00067458">
        <w:t>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222434" w:rsidRPr="009E56ED" w:rsidRDefault="00222434" w:rsidP="00222434">
      <w:pPr>
        <w:pStyle w:val="ZTPinfo-text"/>
        <w:rPr>
          <w:b/>
        </w:rPr>
      </w:pPr>
    </w:p>
    <w:p w:rsidR="005E07BA" w:rsidRDefault="005E07BA" w:rsidP="005E07BA">
      <w:pPr>
        <w:pStyle w:val="Text2-1"/>
      </w:pPr>
      <w:r>
        <w:lastRenderedPageBreak/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proofErr w:type="spellStart"/>
      <w:r>
        <w:t>xls</w:t>
      </w:r>
      <w:r w:rsidR="0095076E">
        <w:t>x</w:t>
      </w:r>
      <w:proofErr w:type="spellEnd"/>
      <w:r>
        <w:t>.</w:t>
      </w:r>
    </w:p>
    <w:p w:rsidR="005E07BA" w:rsidRDefault="005E07BA" w:rsidP="005E07BA">
      <w:pPr>
        <w:pStyle w:val="Nadpis2-1"/>
      </w:pPr>
      <w:bookmarkStart w:id="11" w:name="_Toc66946386"/>
      <w:r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66946387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Pr="00067458">
        <w:t>Správcem stavby</w:t>
      </w:r>
      <w:r w:rsidR="00906F80" w:rsidRPr="00067458">
        <w:t>/Objednatelem</w:t>
      </w:r>
      <w:r w:rsidRPr="00067458">
        <w:t xml:space="preserve"> k zabudování</w:t>
      </w:r>
      <w:r>
        <w:t xml:space="preserve">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3"/>
      <w:bookmarkEnd w:id="4"/>
      <w:bookmarkEnd w:id="5"/>
      <w:bookmarkEnd w:id="6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671C" w:rsidRDefault="00B1671C" w:rsidP="00962258">
      <w:pPr>
        <w:spacing w:after="0" w:line="240" w:lineRule="auto"/>
      </w:pPr>
      <w:r>
        <w:separator/>
      </w:r>
    </w:p>
  </w:endnote>
  <w:endnote w:type="continuationSeparator" w:id="0">
    <w:p w:rsidR="00B1671C" w:rsidRDefault="00B1671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F2CB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F2CBE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Default="00CF0EF4" w:rsidP="00C87634">
          <w:pPr>
            <w:pStyle w:val="Zpatvle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067458" w:rsidP="00C87634">
          <w:pPr>
            <w:pStyle w:val="Zpatvpravo"/>
          </w:pPr>
          <w:r>
            <w:t>T</w:t>
          </w:r>
          <w:r w:rsidR="00CF0EF4" w:rsidRPr="003462EB">
            <w:t>echnická specifikace</w:t>
          </w: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F2CBE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F2CBE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671C" w:rsidRDefault="00B1671C" w:rsidP="00962258">
      <w:pPr>
        <w:spacing w:after="0" w:line="240" w:lineRule="auto"/>
      </w:pPr>
      <w:r>
        <w:separator/>
      </w:r>
    </w:p>
  </w:footnote>
  <w:footnote w:type="continuationSeparator" w:id="0">
    <w:p w:rsidR="00B1671C" w:rsidRDefault="00B1671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2D7"/>
    <w:rsid w:val="000008ED"/>
    <w:rsid w:val="00017F3C"/>
    <w:rsid w:val="000373DC"/>
    <w:rsid w:val="00041EC8"/>
    <w:rsid w:val="000537B2"/>
    <w:rsid w:val="0006465A"/>
    <w:rsid w:val="0006588D"/>
    <w:rsid w:val="00067458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2C4"/>
    <w:rsid w:val="000D27D1"/>
    <w:rsid w:val="000E1A7F"/>
    <w:rsid w:val="000F034C"/>
    <w:rsid w:val="000F7B8B"/>
    <w:rsid w:val="00104A51"/>
    <w:rsid w:val="001062DA"/>
    <w:rsid w:val="00112864"/>
    <w:rsid w:val="00114472"/>
    <w:rsid w:val="00114988"/>
    <w:rsid w:val="00115069"/>
    <w:rsid w:val="001150F2"/>
    <w:rsid w:val="00122865"/>
    <w:rsid w:val="001262D7"/>
    <w:rsid w:val="0014647F"/>
    <w:rsid w:val="00146BCB"/>
    <w:rsid w:val="0015027B"/>
    <w:rsid w:val="0015369F"/>
    <w:rsid w:val="001656A2"/>
    <w:rsid w:val="00170EC5"/>
    <w:rsid w:val="001747C1"/>
    <w:rsid w:val="00177D6B"/>
    <w:rsid w:val="00187261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166C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15041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3E61DC"/>
    <w:rsid w:val="003F2CBE"/>
    <w:rsid w:val="004078F3"/>
    <w:rsid w:val="00427794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D0DDB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50CE8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5076E"/>
    <w:rsid w:val="00957DF0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35F6C"/>
    <w:rsid w:val="00A4050F"/>
    <w:rsid w:val="00A41C27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1E97"/>
    <w:rsid w:val="00AD5F1A"/>
    <w:rsid w:val="00AD6731"/>
    <w:rsid w:val="00B008D5"/>
    <w:rsid w:val="00B02F73"/>
    <w:rsid w:val="00B0619F"/>
    <w:rsid w:val="00B101FD"/>
    <w:rsid w:val="00B13A26"/>
    <w:rsid w:val="00B15D0D"/>
    <w:rsid w:val="00B1671C"/>
    <w:rsid w:val="00B22106"/>
    <w:rsid w:val="00B5431A"/>
    <w:rsid w:val="00B7049C"/>
    <w:rsid w:val="00B75EE1"/>
    <w:rsid w:val="00B77481"/>
    <w:rsid w:val="00B8518B"/>
    <w:rsid w:val="00B97CC3"/>
    <w:rsid w:val="00BB32B7"/>
    <w:rsid w:val="00BC06B4"/>
    <w:rsid w:val="00BC06C4"/>
    <w:rsid w:val="00BC38B5"/>
    <w:rsid w:val="00BD7E91"/>
    <w:rsid w:val="00BD7F0D"/>
    <w:rsid w:val="00BE6548"/>
    <w:rsid w:val="00C02D0A"/>
    <w:rsid w:val="00C035C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7C8F"/>
    <w:rsid w:val="00CD1FC4"/>
    <w:rsid w:val="00CF0EF4"/>
    <w:rsid w:val="00CF2D65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14F5"/>
    <w:rsid w:val="00DF4DDD"/>
    <w:rsid w:val="00E16FF7"/>
    <w:rsid w:val="00E1732F"/>
    <w:rsid w:val="00E2263C"/>
    <w:rsid w:val="00E26D68"/>
    <w:rsid w:val="00E44045"/>
    <w:rsid w:val="00E618C4"/>
    <w:rsid w:val="00E63509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04E6F"/>
    <w:rsid w:val="00F12DEC"/>
    <w:rsid w:val="00F1715C"/>
    <w:rsid w:val="00F24034"/>
    <w:rsid w:val="00F27B7C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1A15"/>
    <w:rsid w:val="00FB5DE8"/>
    <w:rsid w:val="00FB6342"/>
    <w:rsid w:val="00FB7C0C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  <w15:docId w15:val="{17EEC20A-6820-4DAC-9FA7-38F429467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edova\V&#253;zvy%202022\09_R_V&#253;stavba%20PZS%20P4646%20a%20P4642%20MB-Star&#225;%20Paka\Vzorov&#225;%20ZD\KSP_R(R-F)_VZOR_220627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E2AF3C5F-E4C7-46A9-A6E4-F7609088E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KSP_R(R-F)_VZOR_220627</Template>
  <TotalTime>8</TotalTime>
  <Pages>6</Pages>
  <Words>1914</Words>
  <Characters>11296</Characters>
  <Application>Microsoft Office Word</Application>
  <DocSecurity>0</DocSecurity>
  <Lines>94</Lines>
  <Paragraphs>26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KSP_210627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KSP_210627</dc:title>
  <dc:creator>Šedová Jana, Ing.</dc:creator>
  <cp:lastModifiedBy>Fučíková Veronika, Bc.</cp:lastModifiedBy>
  <cp:revision>8</cp:revision>
  <cp:lastPrinted>2019-03-13T10:28:00Z</cp:lastPrinted>
  <dcterms:created xsi:type="dcterms:W3CDTF">2022-10-17T11:07:00Z</dcterms:created>
  <dcterms:modified xsi:type="dcterms:W3CDTF">2023-02-03T07:52:00Z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