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01D80" w:rsidRPr="001E595B" w:rsidRDefault="00501D80" w:rsidP="00FC6A85">
      <w:pPr>
        <w:jc w:val="both"/>
        <w:rPr>
          <w:rFonts w:ascii="Verdana" w:hAnsi="Verdana"/>
          <w:szCs w:val="22"/>
        </w:rPr>
      </w:pPr>
    </w:p>
    <w:p w:rsidR="009B402F" w:rsidRPr="001E595B" w:rsidRDefault="005B4BA5" w:rsidP="009722A9">
      <w:pPr>
        <w:pStyle w:val="Nzev"/>
        <w:spacing w:after="240"/>
        <w:jc w:val="left"/>
        <w:rPr>
          <w:rFonts w:ascii="Verdana" w:hAnsi="Verdana"/>
          <w:b/>
          <w:sz w:val="36"/>
          <w:szCs w:val="36"/>
        </w:rPr>
      </w:pPr>
      <w:r w:rsidRPr="001E595B">
        <w:rPr>
          <w:rFonts w:ascii="Verdana" w:hAnsi="Verdana"/>
          <w:b/>
          <w:sz w:val="36"/>
          <w:szCs w:val="36"/>
        </w:rPr>
        <w:t xml:space="preserve">Čestné prohlášení </w:t>
      </w:r>
      <w:r w:rsidR="00944E68" w:rsidRPr="00944E68">
        <w:rPr>
          <w:rFonts w:ascii="Verdana" w:hAnsi="Verdana"/>
          <w:b/>
          <w:sz w:val="36"/>
          <w:szCs w:val="36"/>
        </w:rPr>
        <w:t>k prokázání základní způsobilosti</w:t>
      </w:r>
    </w:p>
    <w:p w:rsidR="00BE1004" w:rsidRPr="00EF2B56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Účastník</w:t>
      </w:r>
      <w:r w:rsidR="00BE1004" w:rsidRPr="00EF2B56">
        <w:rPr>
          <w:rFonts w:ascii="Verdana" w:hAnsi="Verdana"/>
          <w:b/>
          <w:sz w:val="18"/>
          <w:szCs w:val="18"/>
        </w:rPr>
        <w:t>:</w:t>
      </w:r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EF2B56">
        <w:rPr>
          <w:rFonts w:ascii="Verdana" w:hAnsi="Verdana"/>
          <w:b/>
          <w:sz w:val="18"/>
          <w:szCs w:val="18"/>
        </w:rPr>
        <w:t>Obchodní firma/jméno</w:t>
      </w:r>
      <w:r w:rsidR="00AD3797" w:rsidRPr="00EF2B56">
        <w:rPr>
          <w:rFonts w:ascii="Verdana" w:hAnsi="Verdana"/>
          <w:b/>
          <w:sz w:val="18"/>
          <w:szCs w:val="18"/>
        </w:rPr>
        <w:tab/>
      </w:r>
      <w:r w:rsidRPr="00EF2B56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Sídlo/místo podnikání</w:t>
      </w:r>
      <w:r w:rsidRPr="00EF2B56">
        <w:rPr>
          <w:rFonts w:ascii="Verdana" w:hAnsi="Verdana"/>
          <w:sz w:val="18"/>
          <w:szCs w:val="18"/>
        </w:rPr>
        <w:tab/>
      </w:r>
      <w:r w:rsidRPr="00EF2B56">
        <w:rPr>
          <w:rFonts w:ascii="Verdana" w:hAnsi="Verdana"/>
          <w:sz w:val="18"/>
          <w:szCs w:val="18"/>
        </w:rPr>
        <w:tab/>
      </w:r>
      <w:r w:rsidR="00581554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5E1B11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IČO</w:t>
      </w:r>
      <w:r w:rsidR="00BE1004" w:rsidRPr="00EF2B56">
        <w:rPr>
          <w:rFonts w:ascii="Verdana" w:hAnsi="Verdana"/>
          <w:sz w:val="18"/>
          <w:szCs w:val="18"/>
        </w:rPr>
        <w:tab/>
      </w:r>
      <w:r w:rsidR="001E595B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BE1004" w:rsidRPr="00EF2B56" w:rsidRDefault="00B45DCD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Právní forma</w:t>
      </w:r>
      <w:r w:rsidR="00BE1004" w:rsidRPr="00EF2B56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r w:rsidR="00756D7A">
        <w:rPr>
          <w:rFonts w:ascii="Verdana" w:hAnsi="Verdana"/>
          <w:sz w:val="18"/>
          <w:szCs w:val="18"/>
        </w:rPr>
        <w:tab/>
      </w:r>
      <w:r w:rsidR="00BE1004" w:rsidRPr="00EF2B56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EF2B56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:rsidR="007E4088" w:rsidRPr="00EF2B56" w:rsidRDefault="007E4088" w:rsidP="005B4BA5">
      <w:pPr>
        <w:rPr>
          <w:rFonts w:ascii="Verdana" w:hAnsi="Verdana"/>
          <w:sz w:val="18"/>
          <w:szCs w:val="18"/>
        </w:rPr>
      </w:pPr>
    </w:p>
    <w:p w:rsidR="005B4BA5" w:rsidRPr="00EF2B56" w:rsidRDefault="00AD3797" w:rsidP="00F01186">
      <w:p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který podává nabídku </w:t>
      </w:r>
      <w:r w:rsidR="00BB5F55" w:rsidRPr="00EF2B56">
        <w:rPr>
          <w:rFonts w:ascii="Verdana" w:hAnsi="Verdana"/>
          <w:sz w:val="18"/>
          <w:szCs w:val="18"/>
        </w:rPr>
        <w:t xml:space="preserve">na veřejnou </w:t>
      </w:r>
      <w:r w:rsidRPr="00EF2B56">
        <w:rPr>
          <w:rFonts w:ascii="Verdana" w:hAnsi="Verdana"/>
          <w:sz w:val="18"/>
          <w:szCs w:val="18"/>
        </w:rPr>
        <w:t xml:space="preserve">zakázku s názvem </w:t>
      </w:r>
      <w:bookmarkStart w:id="0" w:name="_GoBack"/>
      <w:r w:rsidRPr="00244DA4">
        <w:rPr>
          <w:rFonts w:ascii="Verdana" w:hAnsi="Verdana"/>
          <w:b/>
          <w:sz w:val="18"/>
          <w:szCs w:val="18"/>
        </w:rPr>
        <w:t>„</w:t>
      </w:r>
      <w:r w:rsidR="00244DA4" w:rsidRPr="00244DA4">
        <w:rPr>
          <w:rFonts w:ascii="Verdana" w:hAnsi="Verdana"/>
          <w:b/>
          <w:sz w:val="18"/>
          <w:szCs w:val="18"/>
        </w:rPr>
        <w:t>Dodávka neperlivé pitné vody 0,5l a 1,5l pro OŘ Praha na rok 2023</w:t>
      </w:r>
      <w:r w:rsidRPr="00244DA4">
        <w:rPr>
          <w:rFonts w:ascii="Verdana" w:hAnsi="Verdana"/>
          <w:b/>
          <w:sz w:val="18"/>
          <w:szCs w:val="18"/>
        </w:rPr>
        <w:t>“</w:t>
      </w:r>
      <w:bookmarkEnd w:id="0"/>
      <w:r w:rsidRPr="00EF2B56">
        <w:rPr>
          <w:rFonts w:ascii="Verdana" w:hAnsi="Verdana"/>
          <w:sz w:val="18"/>
          <w:szCs w:val="18"/>
        </w:rPr>
        <w:t>, tímto čestně prohlašuje</w:t>
      </w:r>
      <w:r w:rsidR="003B09D8" w:rsidRPr="00EF2B56">
        <w:rPr>
          <w:rFonts w:ascii="Verdana" w:hAnsi="Verdana"/>
          <w:sz w:val="18"/>
          <w:szCs w:val="18"/>
        </w:rPr>
        <w:t xml:space="preserve">, že </w:t>
      </w:r>
      <w:r w:rsidR="008A2005" w:rsidRPr="00EF2B56">
        <w:rPr>
          <w:rFonts w:ascii="Verdana" w:hAnsi="Verdana"/>
          <w:sz w:val="18"/>
          <w:szCs w:val="18"/>
        </w:rPr>
        <w:t>není účastníkem, který</w:t>
      </w:r>
      <w:r w:rsidR="00E12A77" w:rsidRPr="00EF2B56">
        <w:rPr>
          <w:rFonts w:ascii="Verdana" w:hAnsi="Verdana"/>
          <w:sz w:val="18"/>
          <w:szCs w:val="18"/>
        </w:rPr>
        <w:t>: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v evidenci daní zachycen splatný daňový nedoplatek,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veřejné zdravotní pojištění,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017AFD" w:rsidRPr="00EF2B56" w:rsidRDefault="00017AFD" w:rsidP="00017AFD">
      <w:pPr>
        <w:numPr>
          <w:ilvl w:val="0"/>
          <w:numId w:val="5"/>
        </w:numPr>
        <w:spacing w:after="240"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</w:p>
    <w:p w:rsidR="00017AFD" w:rsidRPr="00EF2B56" w:rsidRDefault="00017AFD" w:rsidP="00017AFD">
      <w:pPr>
        <w:tabs>
          <w:tab w:val="left" w:pos="1134"/>
        </w:tabs>
        <w:spacing w:before="120"/>
        <w:contextualSpacing/>
        <w:jc w:val="both"/>
        <w:rPr>
          <w:rFonts w:ascii="Verdana" w:hAnsi="Verdana"/>
          <w:sz w:val="18"/>
          <w:szCs w:val="18"/>
        </w:rPr>
      </w:pPr>
      <w:r w:rsidRPr="00EF2B56">
        <w:rPr>
          <w:rFonts w:ascii="Verdana" w:hAnsi="Verdana"/>
          <w:sz w:val="18"/>
          <w:szCs w:val="18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E32F0" w:rsidRPr="00EF2B56" w:rsidRDefault="004E32F0" w:rsidP="004E32F0">
      <w:pPr>
        <w:tabs>
          <w:tab w:val="num" w:pos="360"/>
        </w:tabs>
        <w:ind w:left="360"/>
        <w:jc w:val="both"/>
        <w:rPr>
          <w:rFonts w:ascii="Verdana" w:hAnsi="Verdana"/>
          <w:sz w:val="18"/>
          <w:szCs w:val="18"/>
        </w:rPr>
      </w:pPr>
    </w:p>
    <w:p w:rsidR="000627AF" w:rsidRPr="00EF2B56" w:rsidRDefault="000627AF" w:rsidP="007B0A9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EF2B56" w:rsidSect="002F3737">
      <w:footerReference w:type="default" r:id="rId11"/>
      <w:headerReference w:type="first" r:id="rId12"/>
      <w:footerReference w:type="first" r:id="rId13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A7230" w:rsidRDefault="006A7230">
      <w:r>
        <w:separator/>
      </w:r>
    </w:p>
  </w:endnote>
  <w:endnote w:type="continuationSeparator" w:id="0">
    <w:p w:rsidR="006A7230" w:rsidRDefault="006A7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45048D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5048D" w:rsidRPr="00993004" w:rsidRDefault="001E595B" w:rsidP="00993004">
    <w:pPr>
      <w:pStyle w:val="Zpat"/>
      <w:spacing w:line="200" w:lineRule="exact"/>
      <w:jc w:val="center"/>
      <w:rPr>
        <w:rStyle w:val="slostrnky"/>
        <w:rFonts w:ascii="Calibri" w:hAnsi="Calibri" w:cs="Arial"/>
        <w:color w:val="006BAF"/>
        <w:sz w:val="14"/>
        <w:szCs w:val="14"/>
        <w:lang w:eastAsia="en-US"/>
      </w:rPr>
    </w:pP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>PAGE   \* MERGEFORMAT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15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t>/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begin"/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instrText xml:space="preserve"> NUMPAGES   \* MERGEFORMAT </w:instrTex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separate"/>
    </w:r>
    <w:r w:rsidR="00581554">
      <w:rPr>
        <w:rFonts w:ascii="Verdana" w:eastAsia="Verdana" w:hAnsi="Verdana"/>
        <w:b/>
        <w:noProof/>
        <w:color w:val="FF5200"/>
        <w:sz w:val="14"/>
        <w:szCs w:val="18"/>
        <w:lang w:eastAsia="en-US"/>
      </w:rPr>
      <w:t>1</w:t>
    </w:r>
    <w:r w:rsidRPr="001E595B">
      <w:rPr>
        <w:rFonts w:ascii="Verdana" w:eastAsia="Verdana" w:hAnsi="Verdana"/>
        <w:b/>
        <w:color w:val="FF5200"/>
        <w:sz w:val="14"/>
        <w:szCs w:val="18"/>
        <w:lang w:eastAsia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A7230" w:rsidRDefault="006A7230">
      <w:r>
        <w:separator/>
      </w:r>
    </w:p>
  </w:footnote>
  <w:footnote w:type="continuationSeparator" w:id="0">
    <w:p w:rsidR="006A7230" w:rsidRDefault="006A7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Tr="0045048D">
      <w:trPr>
        <w:trHeight w:val="925"/>
      </w:trPr>
      <w:tc>
        <w:tcPr>
          <w:tcW w:w="5041" w:type="dxa"/>
          <w:vAlign w:val="center"/>
        </w:tcPr>
        <w:p w:rsidR="0075099A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Příloha 3a </w:t>
          </w:r>
          <w:r w:rsidR="0075099A" w:rsidRPr="009722A9">
            <w:rPr>
              <w:rFonts w:ascii="Verdana" w:eastAsia="Calibri" w:hAnsi="Verdana"/>
              <w:sz w:val="18"/>
              <w:szCs w:val="18"/>
            </w:rPr>
            <w:t>Zadávací dokumentace:</w:t>
          </w:r>
        </w:p>
        <w:p w:rsidR="0045048D" w:rsidRPr="009722A9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/>
              <w:sz w:val="18"/>
              <w:szCs w:val="18"/>
            </w:rPr>
          </w:pPr>
          <w:r w:rsidRPr="009722A9">
            <w:rPr>
              <w:rFonts w:ascii="Verdana" w:eastAsia="Calibri" w:hAnsi="Verdana"/>
              <w:sz w:val="18"/>
              <w:szCs w:val="18"/>
            </w:rPr>
            <w:t xml:space="preserve">Čestné prohlášení k prokázání základní </w:t>
          </w:r>
          <w:r w:rsidR="00944E68">
            <w:rPr>
              <w:rFonts w:ascii="Verdana" w:eastAsia="Calibri" w:hAnsi="Verdana"/>
              <w:sz w:val="18"/>
              <w:szCs w:val="18"/>
            </w:rPr>
            <w:t>způsobilosti</w:t>
          </w:r>
        </w:p>
        <w:p w:rsidR="0045048D" w:rsidRPr="00DC177F" w:rsidRDefault="0045048D" w:rsidP="0045048D">
          <w:pPr>
            <w:pStyle w:val="Zhlav"/>
            <w:jc w:val="center"/>
            <w:rPr>
              <w:b/>
              <w:sz w:val="16"/>
              <w:szCs w:val="16"/>
            </w:rPr>
          </w:pPr>
        </w:p>
      </w:tc>
      <w:tc>
        <w:tcPr>
          <w:tcW w:w="5119" w:type="dxa"/>
          <w:vAlign w:val="center"/>
        </w:tcPr>
        <w:p w:rsidR="0045048D" w:rsidRDefault="0045048D" w:rsidP="001F6978">
          <w:pPr>
            <w:pStyle w:val="Zhlav"/>
            <w:jc w:val="right"/>
          </w:pPr>
        </w:p>
      </w:tc>
    </w:tr>
  </w:tbl>
  <w:p w:rsidR="0045048D" w:rsidRPr="0045048D" w:rsidRDefault="0045048D" w:rsidP="0045048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4"/>
  </w:num>
  <w:num w:numId="5">
    <w:abstractNumId w:val="0"/>
  </w:num>
  <w:num w:numId="6">
    <w:abstractNumId w:val="6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17AFD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A6B84"/>
    <w:rsid w:val="001C4D6D"/>
    <w:rsid w:val="001D0F6F"/>
    <w:rsid w:val="001D4541"/>
    <w:rsid w:val="001E595B"/>
    <w:rsid w:val="001F6978"/>
    <w:rsid w:val="001F76EA"/>
    <w:rsid w:val="00206F39"/>
    <w:rsid w:val="00244DA4"/>
    <w:rsid w:val="00245048"/>
    <w:rsid w:val="00262D0B"/>
    <w:rsid w:val="0027354A"/>
    <w:rsid w:val="00277793"/>
    <w:rsid w:val="00295687"/>
    <w:rsid w:val="00296B60"/>
    <w:rsid w:val="002A79C9"/>
    <w:rsid w:val="002B7954"/>
    <w:rsid w:val="002E284A"/>
    <w:rsid w:val="002F3737"/>
    <w:rsid w:val="00333895"/>
    <w:rsid w:val="003426BA"/>
    <w:rsid w:val="00352F97"/>
    <w:rsid w:val="003A7F39"/>
    <w:rsid w:val="003B09D8"/>
    <w:rsid w:val="00401691"/>
    <w:rsid w:val="00432D39"/>
    <w:rsid w:val="0043756B"/>
    <w:rsid w:val="00441A3F"/>
    <w:rsid w:val="0045048D"/>
    <w:rsid w:val="004618DB"/>
    <w:rsid w:val="0047006B"/>
    <w:rsid w:val="00476276"/>
    <w:rsid w:val="004818EF"/>
    <w:rsid w:val="004835F2"/>
    <w:rsid w:val="00487B92"/>
    <w:rsid w:val="004962FC"/>
    <w:rsid w:val="00497CF1"/>
    <w:rsid w:val="004A61D6"/>
    <w:rsid w:val="004C4B7A"/>
    <w:rsid w:val="004D6E4F"/>
    <w:rsid w:val="004D7047"/>
    <w:rsid w:val="004D70E5"/>
    <w:rsid w:val="004D7F0F"/>
    <w:rsid w:val="004E32F0"/>
    <w:rsid w:val="00501D80"/>
    <w:rsid w:val="00503629"/>
    <w:rsid w:val="005074D5"/>
    <w:rsid w:val="0052391F"/>
    <w:rsid w:val="0052754B"/>
    <w:rsid w:val="00540E39"/>
    <w:rsid w:val="00553CEF"/>
    <w:rsid w:val="0057585E"/>
    <w:rsid w:val="00581554"/>
    <w:rsid w:val="00592FD3"/>
    <w:rsid w:val="005957BC"/>
    <w:rsid w:val="005B1740"/>
    <w:rsid w:val="005B4BA5"/>
    <w:rsid w:val="005E1B11"/>
    <w:rsid w:val="00605E5C"/>
    <w:rsid w:val="0061111B"/>
    <w:rsid w:val="00627F3F"/>
    <w:rsid w:val="00642292"/>
    <w:rsid w:val="0065036B"/>
    <w:rsid w:val="00651A5C"/>
    <w:rsid w:val="0065482C"/>
    <w:rsid w:val="00671BDD"/>
    <w:rsid w:val="006979DB"/>
    <w:rsid w:val="006A2376"/>
    <w:rsid w:val="006A6E4F"/>
    <w:rsid w:val="006A7230"/>
    <w:rsid w:val="007042D7"/>
    <w:rsid w:val="0075099A"/>
    <w:rsid w:val="00756D7A"/>
    <w:rsid w:val="00771970"/>
    <w:rsid w:val="00791FB1"/>
    <w:rsid w:val="007B0A93"/>
    <w:rsid w:val="007B55B1"/>
    <w:rsid w:val="007B7F33"/>
    <w:rsid w:val="007E34A4"/>
    <w:rsid w:val="007E4088"/>
    <w:rsid w:val="00810333"/>
    <w:rsid w:val="00822E9C"/>
    <w:rsid w:val="008315BA"/>
    <w:rsid w:val="008333D3"/>
    <w:rsid w:val="008934DC"/>
    <w:rsid w:val="008A044A"/>
    <w:rsid w:val="008A2005"/>
    <w:rsid w:val="008C248D"/>
    <w:rsid w:val="008D0741"/>
    <w:rsid w:val="008D1FBE"/>
    <w:rsid w:val="00917C0D"/>
    <w:rsid w:val="00944E68"/>
    <w:rsid w:val="00960A8A"/>
    <w:rsid w:val="009722A9"/>
    <w:rsid w:val="009731BC"/>
    <w:rsid w:val="00973872"/>
    <w:rsid w:val="00977EDD"/>
    <w:rsid w:val="00991BD3"/>
    <w:rsid w:val="00993004"/>
    <w:rsid w:val="009B402F"/>
    <w:rsid w:val="009B7AC0"/>
    <w:rsid w:val="009C2335"/>
    <w:rsid w:val="009C25D7"/>
    <w:rsid w:val="009F321F"/>
    <w:rsid w:val="00A14A5A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3273"/>
    <w:rsid w:val="00AB6C3C"/>
    <w:rsid w:val="00AC0DA0"/>
    <w:rsid w:val="00AD0090"/>
    <w:rsid w:val="00AD3797"/>
    <w:rsid w:val="00AF40B4"/>
    <w:rsid w:val="00B02F1F"/>
    <w:rsid w:val="00B11C4F"/>
    <w:rsid w:val="00B245A1"/>
    <w:rsid w:val="00B44579"/>
    <w:rsid w:val="00B45DCD"/>
    <w:rsid w:val="00B47F7D"/>
    <w:rsid w:val="00B564BD"/>
    <w:rsid w:val="00B6462C"/>
    <w:rsid w:val="00B8323E"/>
    <w:rsid w:val="00B87A19"/>
    <w:rsid w:val="00BA24EC"/>
    <w:rsid w:val="00BA3135"/>
    <w:rsid w:val="00BB5F55"/>
    <w:rsid w:val="00BB7706"/>
    <w:rsid w:val="00BC2FB3"/>
    <w:rsid w:val="00BC30E7"/>
    <w:rsid w:val="00BC530B"/>
    <w:rsid w:val="00BC611E"/>
    <w:rsid w:val="00BC7710"/>
    <w:rsid w:val="00BD27F8"/>
    <w:rsid w:val="00BE1004"/>
    <w:rsid w:val="00BF5507"/>
    <w:rsid w:val="00C07425"/>
    <w:rsid w:val="00C31013"/>
    <w:rsid w:val="00C33418"/>
    <w:rsid w:val="00C44701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23CEA"/>
    <w:rsid w:val="00D607ED"/>
    <w:rsid w:val="00D817C7"/>
    <w:rsid w:val="00D9176F"/>
    <w:rsid w:val="00D9470F"/>
    <w:rsid w:val="00DC6384"/>
    <w:rsid w:val="00DC7EB9"/>
    <w:rsid w:val="00E12A77"/>
    <w:rsid w:val="00E55FE0"/>
    <w:rsid w:val="00E7211F"/>
    <w:rsid w:val="00E876D3"/>
    <w:rsid w:val="00E87BDB"/>
    <w:rsid w:val="00E92A17"/>
    <w:rsid w:val="00EA0204"/>
    <w:rsid w:val="00EB4DD5"/>
    <w:rsid w:val="00ED307F"/>
    <w:rsid w:val="00ED6E7A"/>
    <w:rsid w:val="00EE212A"/>
    <w:rsid w:val="00EF2B56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2A80DC7"/>
  <w15:docId w15:val="{6238C545-8B40-4087-BFE9-3144D5F0F0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0A33D2"/>
    <w:rsid w:val="000C4C75"/>
    <w:rsid w:val="00333A22"/>
    <w:rsid w:val="0042059D"/>
    <w:rsid w:val="00482B79"/>
    <w:rsid w:val="004A5424"/>
    <w:rsid w:val="00573D4E"/>
    <w:rsid w:val="00581A86"/>
    <w:rsid w:val="00607CAF"/>
    <w:rsid w:val="00613E25"/>
    <w:rsid w:val="00696616"/>
    <w:rsid w:val="006F7CDA"/>
    <w:rsid w:val="00791F94"/>
    <w:rsid w:val="007C4980"/>
    <w:rsid w:val="00895471"/>
    <w:rsid w:val="00940E9B"/>
    <w:rsid w:val="00CB3255"/>
    <w:rsid w:val="00D06F3E"/>
    <w:rsid w:val="00D466B7"/>
    <w:rsid w:val="00F52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CA58A60-C5D1-4EC9-A217-F8F7777BC3E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542A1AA-167A-4B4C-930D-214ED13A8F32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F7BD48D9-8A60-4A2C-961E-CCCEE46AEB0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AAC7CBE5-17E3-4024-9AE3-3D50D2F8D3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341</Words>
  <Characters>1929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2266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Uhlíř Ladislav, Mgr.</cp:lastModifiedBy>
  <cp:revision>5</cp:revision>
  <cp:lastPrinted>2016-08-01T07:54:00Z</cp:lastPrinted>
  <dcterms:created xsi:type="dcterms:W3CDTF">2021-06-24T08:20:00Z</dcterms:created>
  <dcterms:modified xsi:type="dcterms:W3CDTF">2023-01-16T12:54:00Z</dcterms:modified>
</cp:coreProperties>
</file>