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6C2343" w:rsidRDefault="007D0DDB" w:rsidP="003E61DC">
      <w:pPr>
        <w:pStyle w:val="Tituldatum"/>
        <w:rPr>
          <w:highlight w:val="green"/>
        </w:rPr>
      </w:pPr>
      <w:r w:rsidRPr="007D0DDB">
        <w:rPr>
          <w:b/>
          <w:sz w:val="36"/>
          <w:szCs w:val="36"/>
        </w:rPr>
        <w:t>„</w:t>
      </w:r>
      <w:r w:rsidR="003E61DC" w:rsidRPr="003E61DC">
        <w:rPr>
          <w:b/>
          <w:sz w:val="36"/>
          <w:szCs w:val="36"/>
        </w:rPr>
        <w:t>Doplnění závor na přejezdu P3340 trati Lovosice - Česká Lípa</w:t>
      </w:r>
      <w:r w:rsidR="00067458" w:rsidRPr="005C5E5C">
        <w:t>“</w:t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067458">
        <w:t>27</w:t>
      </w:r>
      <w:r w:rsidRPr="00067458">
        <w:t xml:space="preserve">. </w:t>
      </w:r>
      <w:r w:rsidR="00C035CA" w:rsidRPr="00067458">
        <w:t>6</w:t>
      </w:r>
      <w:r w:rsidRPr="00067458">
        <w:t>. 20</w:t>
      </w:r>
      <w:r w:rsidR="00A616BE" w:rsidRPr="00067458">
        <w:t>2</w:t>
      </w:r>
      <w:r w:rsidR="00CF2D65" w:rsidRPr="00067458">
        <w:t>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5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5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5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104A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262D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</w:t>
      </w:r>
      <w:bookmarkStart w:id="7" w:name="_GoBack"/>
      <w:bookmarkEnd w:id="7"/>
      <w:r>
        <w:t>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</w:t>
      </w:r>
      <w:r w:rsidR="00067458">
        <w:t>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067458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067458">
        <w:t>Správce stavby</w:t>
      </w:r>
      <w:r w:rsidR="000B48A8" w:rsidRPr="00067458">
        <w:t>/Objednatele</w:t>
      </w:r>
      <w:r w:rsidRPr="00067458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222434" w:rsidRPr="009E56ED" w:rsidRDefault="00222434" w:rsidP="00222434">
      <w:pPr>
        <w:pStyle w:val="ZTPinfo-text"/>
        <w:rPr>
          <w:b/>
        </w:rPr>
      </w:pP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95076E">
        <w:t>x</w:t>
      </w:r>
      <w:proofErr w:type="spellEnd"/>
      <w:r>
        <w:t>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067458">
        <w:t>Správcem stavby</w:t>
      </w:r>
      <w:r w:rsidR="00906F80" w:rsidRPr="00067458">
        <w:t>/Objednatelem</w:t>
      </w:r>
      <w:r w:rsidRPr="00067458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A51" w:rsidRDefault="00104A51" w:rsidP="00962258">
      <w:pPr>
        <w:spacing w:after="0" w:line="240" w:lineRule="auto"/>
      </w:pPr>
      <w:r>
        <w:separator/>
      </w:r>
    </w:p>
  </w:endnote>
  <w:endnote w:type="continuationSeparator" w:id="0">
    <w:p w:rsidR="00104A51" w:rsidRDefault="00104A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61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1D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67458" w:rsidP="00C87634">
          <w:pPr>
            <w:pStyle w:val="Zpatvpravo"/>
          </w:pPr>
          <w:r>
            <w:t>T</w:t>
          </w:r>
          <w:r w:rsidR="00CF0EF4" w:rsidRPr="003462EB">
            <w:t>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61D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1D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A51" w:rsidRDefault="00104A51" w:rsidP="00962258">
      <w:pPr>
        <w:spacing w:after="0" w:line="240" w:lineRule="auto"/>
      </w:pPr>
      <w:r>
        <w:separator/>
      </w:r>
    </w:p>
  </w:footnote>
  <w:footnote w:type="continuationSeparator" w:id="0">
    <w:p w:rsidR="00104A51" w:rsidRDefault="00104A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D7"/>
    <w:rsid w:val="000008ED"/>
    <w:rsid w:val="00017F3C"/>
    <w:rsid w:val="000373DC"/>
    <w:rsid w:val="00041EC8"/>
    <w:rsid w:val="000537B2"/>
    <w:rsid w:val="0006465A"/>
    <w:rsid w:val="0006588D"/>
    <w:rsid w:val="00067458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4A51"/>
    <w:rsid w:val="001062DA"/>
    <w:rsid w:val="00112864"/>
    <w:rsid w:val="00114472"/>
    <w:rsid w:val="00114988"/>
    <w:rsid w:val="00115069"/>
    <w:rsid w:val="001150F2"/>
    <w:rsid w:val="00122865"/>
    <w:rsid w:val="001262D7"/>
    <w:rsid w:val="0014647F"/>
    <w:rsid w:val="00146BCB"/>
    <w:rsid w:val="0015027B"/>
    <w:rsid w:val="0015369F"/>
    <w:rsid w:val="001656A2"/>
    <w:rsid w:val="00170EC5"/>
    <w:rsid w:val="001747C1"/>
    <w:rsid w:val="00177D6B"/>
    <w:rsid w:val="00187261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E61DC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D0DDB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50CE8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076E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1E97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63509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04E6F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B7C0C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17EEC20A-6820-4DAC-9FA7-38F42946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2\09_R_V&#253;stavba%20PZS%20P4646%20a%20P4642%20MB-Star&#225;%20Paka\Vzorov&#225;%20ZD\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D61D02-1FFD-43AB-8FFB-1C21A3B8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7</TotalTime>
  <Pages>6</Pages>
  <Words>1890</Words>
  <Characters>11154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Šedová Jana, Ing.</dc:creator>
  <cp:lastModifiedBy>Fučíková Veronika, Bc.</cp:lastModifiedBy>
  <cp:revision>7</cp:revision>
  <cp:lastPrinted>2019-03-13T10:28:00Z</cp:lastPrinted>
  <dcterms:created xsi:type="dcterms:W3CDTF">2022-10-17T11:07:00Z</dcterms:created>
  <dcterms:modified xsi:type="dcterms:W3CDTF">2022-12-15T09:50:00Z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