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22A38662" w:rsidR="00F422D3" w:rsidRPr="000079D0" w:rsidRDefault="00F422D3" w:rsidP="00BB1390">
      <w:pPr>
        <w:pStyle w:val="Titul2"/>
        <w:rPr>
          <w:sz w:val="18"/>
          <w:szCs w:val="18"/>
        </w:rPr>
      </w:pPr>
      <w:r>
        <w:t xml:space="preserve">Název </w:t>
      </w:r>
      <w:r w:rsidRPr="00BB1390">
        <w:t>zakázky</w:t>
      </w:r>
      <w:r>
        <w:t>: „</w:t>
      </w:r>
      <w:r w:rsidR="008C2F8F" w:rsidRPr="00DD4E14">
        <w:t>Výstavba DOK v traťovém úseku Kralupy nad Vltavou – Kladno-Ostrovec</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Pr="008C2F8F" w:rsidRDefault="00F422D3" w:rsidP="00B42F40">
      <w:pPr>
        <w:pStyle w:val="Textbezodsazen"/>
        <w:spacing w:after="0"/>
      </w:pPr>
      <w:r>
        <w:t xml:space="preserve">IČO: </w:t>
      </w:r>
      <w:r w:rsidRPr="008C2F8F">
        <w:t>70994234 DIČ: CZ70994234</w:t>
      </w:r>
    </w:p>
    <w:p w14:paraId="17DE9C27" w14:textId="77777777" w:rsidR="00F422D3" w:rsidRPr="008C2F8F" w:rsidRDefault="00F422D3" w:rsidP="00B42F40">
      <w:pPr>
        <w:pStyle w:val="Textbezodsazen"/>
        <w:spacing w:after="0"/>
      </w:pPr>
      <w:r w:rsidRPr="008C2F8F">
        <w:t>zapsaná</w:t>
      </w:r>
      <w:r w:rsidR="00A349C6" w:rsidRPr="008C2F8F">
        <w:t xml:space="preserve"> v </w:t>
      </w:r>
      <w:r w:rsidRPr="008C2F8F">
        <w:t>obchodním rejstříku vedeném Městským soudem</w:t>
      </w:r>
      <w:r w:rsidR="00A349C6" w:rsidRPr="008C2F8F">
        <w:t xml:space="preserve"> v </w:t>
      </w:r>
      <w:r w:rsidRPr="008C2F8F">
        <w:t>Praze,</w:t>
      </w:r>
    </w:p>
    <w:p w14:paraId="52193CAA" w14:textId="77777777" w:rsidR="00F422D3" w:rsidRPr="008C2F8F" w:rsidRDefault="00F422D3" w:rsidP="00B42F40">
      <w:pPr>
        <w:pStyle w:val="Textbezodsazen"/>
        <w:spacing w:after="0"/>
      </w:pPr>
      <w:r w:rsidRPr="008C2F8F">
        <w:t>spisová značka A 48384</w:t>
      </w:r>
    </w:p>
    <w:p w14:paraId="033EC51A" w14:textId="3410D519" w:rsidR="00F422D3" w:rsidRPr="008C2F8F" w:rsidRDefault="00F422D3" w:rsidP="008C2F8F">
      <w:pPr>
        <w:pStyle w:val="Textbezodsazen"/>
        <w:spacing w:after="0"/>
      </w:pPr>
      <w:r w:rsidRPr="008C2F8F">
        <w:t xml:space="preserve">zastoupena: Ing. </w:t>
      </w:r>
      <w:r w:rsidR="008C2F8F" w:rsidRPr="008C2F8F">
        <w:t xml:space="preserve">Petrem </w:t>
      </w:r>
      <w:proofErr w:type="spellStart"/>
      <w:r w:rsidR="008C2F8F" w:rsidRPr="008C2F8F">
        <w:t>Hofhanzlem</w:t>
      </w:r>
      <w:proofErr w:type="spellEnd"/>
      <w:r w:rsidR="008C2F8F" w:rsidRPr="008C2F8F">
        <w:t>, ředitel Stavební správy západ</w:t>
      </w:r>
    </w:p>
    <w:p w14:paraId="001DE1E5" w14:textId="77777777" w:rsidR="008C2F8F" w:rsidRDefault="008C2F8F" w:rsidP="00B42F40">
      <w:pPr>
        <w:pStyle w:val="Textbezodsazen"/>
        <w:spacing w:after="0"/>
        <w:rPr>
          <w:rStyle w:val="Zdraznnjemn"/>
          <w:b/>
          <w:iCs w:val="0"/>
          <w:color w:val="auto"/>
        </w:rPr>
      </w:pPr>
    </w:p>
    <w:p w14:paraId="1A1C3769" w14:textId="360BDCAE" w:rsidR="00F422D3" w:rsidRPr="00B42F40" w:rsidRDefault="00F422D3" w:rsidP="00B42F40">
      <w:pPr>
        <w:pStyle w:val="Textbezodsazen"/>
        <w:spacing w:after="0"/>
        <w:rPr>
          <w:rStyle w:val="Zdraznnjemn"/>
          <w:b/>
          <w:iCs w:val="0"/>
          <w:color w:val="auto"/>
        </w:rPr>
      </w:pPr>
      <w:r w:rsidRPr="008C2F8F">
        <w:rPr>
          <w:rStyle w:val="Zdraznnjemn"/>
          <w:b/>
          <w:iCs w:val="0"/>
          <w:color w:val="auto"/>
        </w:rPr>
        <w:t>Korespondenční adresa</w:t>
      </w:r>
      <w:r w:rsidRPr="00B42F40">
        <w:rPr>
          <w:rStyle w:val="Zdraznnjemn"/>
          <w:b/>
          <w:iCs w:val="0"/>
          <w:color w:val="auto"/>
        </w:rPr>
        <w:t xml:space="preserve">: </w:t>
      </w:r>
    </w:p>
    <w:p w14:paraId="2D394501" w14:textId="77777777" w:rsidR="008C2F8F" w:rsidRDefault="008C2F8F" w:rsidP="008C2F8F">
      <w:pPr>
        <w:pStyle w:val="Textbezodsazen"/>
        <w:spacing w:after="0"/>
      </w:pPr>
      <w:r w:rsidRPr="00C2004D">
        <w:t xml:space="preserve">Správa železnic, </w:t>
      </w:r>
      <w:r>
        <w:t>státní organizace</w:t>
      </w:r>
    </w:p>
    <w:p w14:paraId="0D7B3E7F" w14:textId="091908D0" w:rsidR="00F422D3" w:rsidRDefault="008C2F8F" w:rsidP="008C2F8F">
      <w:pPr>
        <w:pStyle w:val="Textbezodsazen"/>
      </w:pPr>
      <w:r w:rsidRPr="00B42F40">
        <w:t>Stavební</w:t>
      </w:r>
      <w:r>
        <w:t xml:space="preserve"> správa</w:t>
      </w:r>
      <w:r w:rsidRPr="00C2004D">
        <w:t xml:space="preserve"> západ, Sokolovská 278/1955, 190 00 Praha 9</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11DFB45E" w:rsidR="00F422D3" w:rsidRDefault="00F422D3" w:rsidP="00B42F40">
      <w:pPr>
        <w:pStyle w:val="Textbezodsazen"/>
      </w:pPr>
      <w:r>
        <w:t xml:space="preserve">ISPROFOND: </w:t>
      </w:r>
      <w:r w:rsidR="008C2F8F">
        <w:t>5213520083</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63752253"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předávat </w:t>
      </w:r>
      <w:r w:rsidR="0030081D">
        <w:t xml:space="preserve">na vyžádání </w:t>
      </w:r>
      <w:r>
        <w:t>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0B2EF7A1"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dne pod evidenčním číslem "[</w:t>
      </w:r>
      <w:r w:rsidRPr="007D26F9">
        <w:rPr>
          <w:highlight w:val="green"/>
        </w:rPr>
        <w:t>VLOŽÍ OBJEDNATEL</w:t>
      </w:r>
      <w:r>
        <w:t>]" svůj úmysl zadat veřejnou zakázku</w:t>
      </w:r>
      <w:r w:rsidR="00A349C6">
        <w:t xml:space="preserve"> s </w:t>
      </w:r>
      <w:r>
        <w:t xml:space="preserve">názvem </w:t>
      </w:r>
      <w:r w:rsidRPr="00383FCE">
        <w:rPr>
          <w:b/>
        </w:rPr>
        <w:t>„</w:t>
      </w:r>
      <w:r w:rsidR="00383FCE" w:rsidRPr="00383FCE">
        <w:rPr>
          <w:b/>
        </w:rPr>
        <w:t>Výstavba DOK v traťovém úseku Kralupy nad Vltavou – Kladno-Ostrovec</w:t>
      </w:r>
      <w:r w:rsidRPr="00383FCE">
        <w:rPr>
          <w:b/>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0487AAE7" w14:textId="77777777" w:rsidR="009A3E79" w:rsidRDefault="009A3E79" w:rsidP="00BC5BDD">
      <w:pPr>
        <w:pStyle w:val="Textbezslovn"/>
      </w:pPr>
    </w:p>
    <w:p w14:paraId="7F694D8B" w14:textId="20DACA17"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6DE54537" w:rsidR="008911C8" w:rsidRDefault="008911C8" w:rsidP="008911C8">
      <w:pPr>
        <w:pStyle w:val="Textbezslovn"/>
      </w:pPr>
      <w:r>
        <w:t xml:space="preserve">Celková lhůta pro provedení Díla činí celkem </w:t>
      </w:r>
      <w:r w:rsidR="00AE33AD">
        <w:rPr>
          <w:rStyle w:val="Tun"/>
        </w:rPr>
        <w:t>19</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150D27D2" w14:textId="2B404EB3" w:rsidR="008911C8" w:rsidRPr="00F00153" w:rsidRDefault="008911C8" w:rsidP="008911C8">
      <w:pPr>
        <w:pStyle w:val="Textbezslovn"/>
      </w:pPr>
      <w:r>
        <w:t xml:space="preserve">Zpracování a předání dílčí části Projektové </w:t>
      </w:r>
      <w:r w:rsidRPr="00F00153">
        <w:t xml:space="preserve">dokumentace v rozsahu Přílohy č. 3 vyhlášky č.146/2008 Sb. spolu se zajištěním stavebního povolení </w:t>
      </w:r>
      <w:r w:rsidR="00285ED8" w:rsidRPr="00F00153">
        <w:t xml:space="preserve">v právní moci </w:t>
      </w:r>
      <w:r w:rsidRPr="00F00153">
        <w:t xml:space="preserve">bude provedeno do </w:t>
      </w:r>
      <w:r w:rsidR="00AE33AD">
        <w:rPr>
          <w:rStyle w:val="Tun"/>
        </w:rPr>
        <w:t>4</w:t>
      </w:r>
      <w:r w:rsidRPr="00F00153">
        <w:rPr>
          <w:rStyle w:val="Tun"/>
        </w:rPr>
        <w:t> měsíců</w:t>
      </w:r>
      <w:r w:rsidRPr="00F00153">
        <w:t xml:space="preserve"> ode dne nabytí účinnosti Smlouvy.</w:t>
      </w:r>
    </w:p>
    <w:p w14:paraId="34BD7111" w14:textId="11A12FFF"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AE33AD">
        <w:rPr>
          <w:rStyle w:val="Tun"/>
        </w:rPr>
        <w:t>16</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781BFF56" w:rsidR="008911C8" w:rsidRDefault="008911C8" w:rsidP="00CB2DC6">
      <w:pPr>
        <w:pStyle w:val="Textbezslovn"/>
      </w:pPr>
      <w:r w:rsidRPr="00AE33AD">
        <w:t xml:space="preserve">Předání posouzení interoperability, včetně zajištění všech souvisejících dokladů, podle </w:t>
      </w:r>
      <w:proofErr w:type="spellStart"/>
      <w:r w:rsidRPr="00AE33AD">
        <w:t>ust</w:t>
      </w:r>
      <w:proofErr w:type="spellEnd"/>
      <w:r w:rsidRPr="00AE33AD">
        <w:t>. § 49b zákona 266/1994 Sb. ve znění pozdějších předpisů, předání osvědčení o</w:t>
      </w:r>
      <w:r w:rsidR="00CB2DC6" w:rsidRPr="00AE33AD">
        <w:t> </w:t>
      </w:r>
      <w:r w:rsidRPr="00AE33AD">
        <w:t>bezpečnosti zpracovaného nezávislým posuzovatelem podle prováděcího</w:t>
      </w:r>
      <w:r>
        <w:t xml:space="preserve">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AE33AD">
        <w:rPr>
          <w:rStyle w:val="Tun"/>
        </w:rPr>
        <w:t>3</w:t>
      </w:r>
      <w:r w:rsidRPr="00CB2DC6">
        <w:rPr>
          <w:rStyle w:val="Tun"/>
        </w:rPr>
        <w:t xml:space="preserve"> měsíců</w:t>
      </w:r>
      <w:r>
        <w:t xml:space="preserve"> ode dne podpisu posledního Zápisu o předání a převzetí Díla.</w:t>
      </w:r>
    </w:p>
    <w:p w14:paraId="02D7049A" w14:textId="6F308A23" w:rsidR="008911C8" w:rsidRDefault="008911C8" w:rsidP="00CB2DC6">
      <w:pPr>
        <w:pStyle w:val="Textbezslovn"/>
      </w:pPr>
      <w:r>
        <w:t>Lhůty stanovené v odst</w:t>
      </w:r>
      <w:r w:rsidRPr="00394474">
        <w:rPr>
          <w:color w:val="000000" w:themeColor="text1"/>
        </w:rPr>
        <w:t xml:space="preserve">. </w:t>
      </w:r>
      <w:r w:rsidR="00534258">
        <w:rPr>
          <w:color w:val="000000" w:themeColor="text1"/>
        </w:rPr>
        <w:t>8</w:t>
      </w:r>
      <w:r w:rsidRPr="00394474">
        <w:rPr>
          <w:color w:val="000000" w:themeColor="text1"/>
        </w:rPr>
        <w:t xml:space="preserve">.3.3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3F5BD44F"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69912451" w14:textId="4955DD51" w:rsidR="007D26F9" w:rsidRDefault="00755679" w:rsidP="00BC5BDD">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t>odst.4.</w:t>
      </w:r>
      <w:r w:rsidR="004A17ED" w:rsidRPr="00BB31AD">
        <w:t>7</w:t>
      </w:r>
      <w:r w:rsidRPr="00BB31AD">
        <w:t>.1</w:t>
      </w:r>
      <w:proofErr w:type="gramEnd"/>
      <w:r w:rsidRPr="00BB31AD">
        <w:t xml:space="preserve">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w:t>
      </w:r>
      <w:proofErr w:type="spellStart"/>
      <w:r w:rsidRPr="00BB31AD">
        <w:rPr>
          <w:rFonts w:eastAsia="Times New Roman" w:cs="Times New Roman"/>
        </w:rPr>
        <w:t>Teams</w:t>
      </w:r>
      <w:proofErr w:type="spellEnd"/>
      <w:r w:rsidRPr="00BB31AD">
        <w:rPr>
          <w:rFonts w:eastAsia="Times New Roman" w:cs="Times New Roman"/>
        </w:rPr>
        <w:t xml:space="preserve">, Google </w:t>
      </w:r>
      <w:proofErr w:type="spellStart"/>
      <w:r w:rsidRPr="00BB31AD">
        <w:rPr>
          <w:rFonts w:eastAsia="Times New Roman" w:cs="Times New Roman"/>
        </w:rPr>
        <w:t>meet</w:t>
      </w:r>
      <w:proofErr w:type="spellEnd"/>
      <w:r w:rsidRPr="00BB31AD">
        <w:rPr>
          <w:rFonts w:eastAsia="Times New Roman" w:cs="Times New Roman"/>
        </w:rPr>
        <w:t>, atp.), pokud nebude nutné, aby byly spojeny s místním šetřením.</w:t>
      </w:r>
    </w:p>
    <w:p w14:paraId="73FC2E81" w14:textId="4101AFE1" w:rsidR="00AE0550" w:rsidRPr="00AE0550" w:rsidRDefault="00DB0CD2" w:rsidP="00AE0550">
      <w:pPr>
        <w:pStyle w:val="Text1-2"/>
      </w:pPr>
      <w:r w:rsidRPr="00BB31AD">
        <w:t xml:space="preserve">Zhotovitel se zavazuje, že v průběhu plnění Díla umožní v souvislosti </w:t>
      </w:r>
      <w:r w:rsidR="006F680F" w:rsidRPr="00BB31AD">
        <w:t xml:space="preserve">s prováděním prací na Díle </w:t>
      </w:r>
      <w:r w:rsidRPr="00BB31AD">
        <w:t>provedení studentské exkurze,</w:t>
      </w:r>
      <w:r w:rsidR="00173349">
        <w:t xml:space="preserve"> </w:t>
      </w:r>
      <w:r w:rsidRPr="00BB31AD">
        <w:t xml:space="preserve">a to v kancelářích Zhotovitele nebo přímo na </w:t>
      </w:r>
      <w:r w:rsidR="001B0C6A" w:rsidRPr="00BB31AD">
        <w:t>S</w:t>
      </w:r>
      <w:r w:rsidRPr="00BB31AD">
        <w:t xml:space="preserve">taveništi. </w:t>
      </w:r>
      <w:r w:rsidR="009F1A9B">
        <w:t>Podrobnosti k provedení exkurze jsou uvedeny v Obchodních podmínkách.</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55AF9B0C" w14:textId="23F421CC" w:rsidR="00AE0550" w:rsidRPr="008A3BF4" w:rsidRDefault="00AE0550" w:rsidP="008A3BF4">
      <w:pPr>
        <w:pStyle w:val="Text1-1"/>
      </w:pPr>
      <w:r w:rsidRPr="008A3BF4">
        <w:t>NEOBSAZENO.</w:t>
      </w:r>
    </w:p>
    <w:p w14:paraId="1FEFAC58" w14:textId="3DF93895" w:rsidR="000C7DA9"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3CC713" w14:textId="77777777" w:rsidR="00784F4D" w:rsidRDefault="00784F4D" w:rsidP="00784F4D">
      <w:pPr>
        <w:pStyle w:val="Text1-1"/>
      </w:pPr>
      <w:r>
        <w:t>Mezinárodní sankce</w:t>
      </w:r>
    </w:p>
    <w:p w14:paraId="08AE0E61" w14:textId="77777777" w:rsidR="00784F4D" w:rsidRPr="00922189" w:rsidRDefault="00784F4D" w:rsidP="00784F4D">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186A5710" w14:textId="77777777" w:rsidR="00784F4D" w:rsidRDefault="00784F4D" w:rsidP="00784F4D">
      <w:pPr>
        <w:pStyle w:val="Text1-2"/>
      </w:pPr>
      <w:r>
        <w:t>Je-li Zhotovitelem sdružení více osob, platí výše podmínky dle tohoto odst. 4.12 také jednotlivě pro všechny osoby v rámci Zhotovitele sdružené, a to bez ohledu na právní formu tohoto sdružení.</w:t>
      </w:r>
    </w:p>
    <w:p w14:paraId="429AC0A7" w14:textId="77777777" w:rsidR="00784F4D" w:rsidRDefault="00784F4D" w:rsidP="00784F4D">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5DD9737" w14:textId="77777777" w:rsidR="00784F4D" w:rsidRDefault="00784F4D" w:rsidP="00784F4D">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60FEFCEF" w14:textId="77777777" w:rsidR="00784F4D" w:rsidRDefault="00784F4D" w:rsidP="00784F4D">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A4281" w14:textId="77777777" w:rsidR="00784F4D" w:rsidRDefault="00784F4D" w:rsidP="00784F4D">
      <w:pPr>
        <w:pStyle w:val="Text1-2"/>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3161500" w14:textId="77777777" w:rsidR="00784F4D" w:rsidRPr="00B459C0" w:rsidRDefault="00784F4D" w:rsidP="00784F4D">
      <w:pPr>
        <w:pStyle w:val="Text1-1"/>
      </w:pPr>
      <w:r w:rsidRPr="00B459C0">
        <w:t>Požadavek na Poddodavatele</w:t>
      </w:r>
    </w:p>
    <w:p w14:paraId="21305514" w14:textId="77777777" w:rsidR="00784F4D" w:rsidRPr="00B459C0" w:rsidRDefault="00784F4D" w:rsidP="00784F4D">
      <w:pPr>
        <w:pStyle w:val="Text1-2"/>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63C9CF5" w14:textId="77777777" w:rsidR="00784F4D" w:rsidRPr="00B459C0" w:rsidRDefault="00784F4D" w:rsidP="00784F4D">
      <w:pPr>
        <w:pStyle w:val="Text1-2"/>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6E5E41C9" w14:textId="2944A19C" w:rsidR="00784F4D" w:rsidRDefault="00784F4D" w:rsidP="00784F4D">
      <w:pPr>
        <w:pStyle w:val="Text1-2"/>
      </w:pPr>
      <w:r w:rsidRPr="00B459C0">
        <w:t>Objednatel může požadovat nahrazení Poddodavatele, který přestal splňovat podmínky dle odst. 4.1</w:t>
      </w:r>
      <w:r>
        <w:t>3</w:t>
      </w:r>
      <w:r w:rsidRPr="00B459C0">
        <w:t>.1 této Smlouvy.</w:t>
      </w:r>
    </w:p>
    <w:p w14:paraId="1CFC727D" w14:textId="23DDFA27" w:rsidR="00784F4D" w:rsidRPr="00F00153" w:rsidRDefault="00784F4D" w:rsidP="00784F4D">
      <w:pPr>
        <w:pStyle w:val="Text1-2"/>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AC51B92" w14:textId="06E8EF5D" w:rsidR="00960B34" w:rsidRPr="00973C4B" w:rsidRDefault="00960B34" w:rsidP="003478F1">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210D0" w:rsidRDefault="007D26F9" w:rsidP="00BB1F16">
      <w:pPr>
        <w:pStyle w:val="Text1-1"/>
        <w:rPr>
          <w:b/>
        </w:rPr>
      </w:pPr>
      <w:r w:rsidRPr="00B210D0">
        <w:rPr>
          <w:rStyle w:val="Tun"/>
          <w:b w:val="0"/>
        </w:rPr>
        <w:t>Součást Smlouvy tvoří tyto přílohy:</w:t>
      </w:r>
    </w:p>
    <w:p w14:paraId="3E5A6428" w14:textId="14A67B75" w:rsidR="007D26F9" w:rsidRDefault="007D26F9" w:rsidP="00342DC7">
      <w:pPr>
        <w:pStyle w:val="Textbezslovn"/>
      </w:pPr>
      <w:r w:rsidRPr="00A349C6">
        <w:rPr>
          <w:b/>
        </w:rPr>
        <w:t>Příloha č. 1:</w:t>
      </w:r>
      <w:r w:rsidR="008F7242">
        <w:t xml:space="preserve"> </w:t>
      </w:r>
      <w:r w:rsidR="008F7242">
        <w:tab/>
      </w:r>
      <w:r>
        <w:t xml:space="preserve">Obchodní podmínky – </w:t>
      </w:r>
      <w:r w:rsidR="00C30347">
        <w:t>OP/P+R/26/22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4CFF2184" w:rsidR="007D26F9" w:rsidRDefault="00F43D42" w:rsidP="00F43D42">
      <w:pPr>
        <w:pStyle w:val="Textbezslovn"/>
        <w:ind w:left="2127"/>
      </w:pPr>
      <w:r>
        <w:t xml:space="preserve">b) </w:t>
      </w:r>
      <w:r w:rsidR="007D26F9">
        <w:t xml:space="preserve">Všeobecné technické podmínky – </w:t>
      </w:r>
      <w:r w:rsidR="00C30347">
        <w:t>VTP/</w:t>
      </w:r>
      <w:r w:rsidR="00E64B49">
        <w:t>DOKUMENTACE/05/22</w:t>
      </w:r>
      <w:r w:rsidR="006F545D">
        <w:t xml:space="preserve"> a VTP/R/16/22</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6858553"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11D3E268" w14:textId="16A22E40" w:rsidR="00BE5FD5" w:rsidRDefault="00BE5FD5" w:rsidP="00342DC7">
      <w:pPr>
        <w:pStyle w:val="Textbezslovn"/>
      </w:pPr>
      <w:r>
        <w:rPr>
          <w:b/>
        </w:rPr>
        <w:t xml:space="preserve">Příloha </w:t>
      </w:r>
      <w:r w:rsidRPr="00BE5FD5">
        <w:rPr>
          <w:b/>
        </w:rPr>
        <w:t>č.</w:t>
      </w:r>
      <w:r w:rsidR="006E21EB">
        <w:rPr>
          <w:b/>
        </w:rPr>
        <w:t xml:space="preserve"> </w:t>
      </w:r>
      <w:r w:rsidRPr="00BE5FD5">
        <w:rPr>
          <w:b/>
        </w:rPr>
        <w:t>10</w:t>
      </w:r>
      <w:r>
        <w:t xml:space="preserve">: </w:t>
      </w:r>
      <w:r w:rsidRPr="00BB31AD">
        <w:t xml:space="preserve">Osvědčení </w:t>
      </w:r>
    </w:p>
    <w:p w14:paraId="572649D2" w14:textId="625593D9" w:rsidR="006E21EB" w:rsidRPr="007A089C" w:rsidRDefault="006E21EB" w:rsidP="00342DC7">
      <w:pPr>
        <w:pStyle w:val="Textbezslovn"/>
        <w:rPr>
          <w:i/>
          <w:color w:val="FF0000"/>
        </w:rPr>
      </w:pPr>
      <w:r w:rsidRPr="00BC327A">
        <w:rPr>
          <w:b/>
        </w:rPr>
        <w:t>Příloha č. 11:</w:t>
      </w:r>
      <w:r>
        <w:rPr>
          <w:b/>
        </w:rPr>
        <w:tab/>
      </w:r>
      <w:r>
        <w:rPr>
          <w:lang w:eastAsia="cs-CZ"/>
        </w:rPr>
        <w:t>Čestné prohlášení o splnění podmínek v souvislosti se situací na Ukrajině</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21FBD570" w:rsidR="00F422D3" w:rsidRDefault="00F422D3" w:rsidP="009F0867">
      <w:pPr>
        <w:pStyle w:val="Textbezodsazen"/>
      </w:pPr>
      <w:r>
        <w:t>………………………</w:t>
      </w:r>
      <w:r w:rsidR="003149C0">
        <w:t>..........</w:t>
      </w:r>
      <w:r>
        <w:t>……</w:t>
      </w:r>
      <w:r w:rsidR="00342DC7">
        <w:t>…….</w:t>
      </w:r>
      <w:r>
        <w:t>…………</w:t>
      </w:r>
      <w:r>
        <w:tab/>
      </w:r>
      <w:r>
        <w:tab/>
      </w:r>
      <w:r w:rsidR="005C2313">
        <w:t xml:space="preserve">             </w:t>
      </w:r>
      <w:r>
        <w:tab/>
        <w:t>………………………</w:t>
      </w:r>
      <w:r w:rsidR="00342DC7">
        <w:t>….</w:t>
      </w:r>
      <w:r>
        <w:t>……………….</w:t>
      </w:r>
    </w:p>
    <w:p w14:paraId="5D45C0BF" w14:textId="77777777" w:rsidR="005C2313" w:rsidRPr="00AD730F" w:rsidRDefault="005C2313" w:rsidP="005C2313">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58005267" w14:textId="77777777" w:rsidR="005C2313" w:rsidRDefault="005C2313" w:rsidP="005C2313">
      <w:pPr>
        <w:spacing w:after="0"/>
        <w:rPr>
          <w:sz w:val="18"/>
          <w:szCs w:val="18"/>
        </w:rPr>
      </w:pPr>
      <w:r w:rsidRPr="00AD730F">
        <w:rPr>
          <w:sz w:val="18"/>
          <w:szCs w:val="18"/>
        </w:rPr>
        <w:t>ředitel Stavební správy západ</w:t>
      </w:r>
    </w:p>
    <w:p w14:paraId="1F660C4A" w14:textId="77777777" w:rsidR="005C2313" w:rsidRPr="00AD730F" w:rsidRDefault="005C2313" w:rsidP="005C2313">
      <w:pPr>
        <w:spacing w:after="0"/>
        <w:rPr>
          <w:sz w:val="18"/>
          <w:szCs w:val="18"/>
        </w:rPr>
      </w:pPr>
      <w:r>
        <w:rPr>
          <w:sz w:val="18"/>
          <w:szCs w:val="18"/>
        </w:rPr>
        <w:t>Správa železnic, státní organizace</w:t>
      </w:r>
    </w:p>
    <w:p w14:paraId="4A86FB40" w14:textId="28F248AD" w:rsidR="00342DC7" w:rsidRDefault="005C2313" w:rsidP="005C2313">
      <w:pPr>
        <w:pStyle w:val="Textbezodsazen"/>
        <w:spacing w:after="0"/>
      </w:pPr>
      <w:r w:rsidRPr="00AD730F">
        <w:t>(podepsáno elektronicky)</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7E7F7DD1" w:rsidR="00CB4F6D" w:rsidRPr="00CB4F6D" w:rsidRDefault="00A21B17" w:rsidP="00CB4F6D">
      <w:pPr>
        <w:pStyle w:val="Textbezodsazen"/>
      </w:pPr>
      <w:r>
        <w:t>OP/P+R/26/22</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5A5F273F" w:rsidR="00342DC7" w:rsidRPr="00AE4B52" w:rsidRDefault="00342DC7" w:rsidP="00342DC7">
      <w:pPr>
        <w:pStyle w:val="Odstavec1-1a"/>
        <w:rPr>
          <w:rStyle w:val="Tun"/>
        </w:rPr>
      </w:pPr>
      <w:r w:rsidRPr="00AE4B52">
        <w:rPr>
          <w:rStyle w:val="Tun"/>
        </w:rPr>
        <w:t xml:space="preserve">Všeobecné technické podmínky </w:t>
      </w:r>
      <w:r w:rsidR="00A21B17">
        <w:t>VTP/</w:t>
      </w:r>
      <w:r w:rsidR="00A21B17" w:rsidRPr="006F545D">
        <w:t>DOKUMENTACE/05/22</w:t>
      </w:r>
      <w:r w:rsidRPr="006F545D">
        <w:rPr>
          <w:rStyle w:val="Tun"/>
        </w:rPr>
        <w:t xml:space="preserve"> </w:t>
      </w:r>
      <w:r w:rsidR="006F545D" w:rsidRPr="006F545D">
        <w:rPr>
          <w:rStyle w:val="Tun"/>
          <w:b w:val="0"/>
        </w:rPr>
        <w:t>a VTP/R/16/22</w:t>
      </w:r>
    </w:p>
    <w:p w14:paraId="13B99178" w14:textId="6BB7AF8F" w:rsidR="00342DC7" w:rsidRPr="00AE4B52" w:rsidRDefault="00342DC7" w:rsidP="00342DC7">
      <w:pPr>
        <w:pStyle w:val="Odstavec1-1a"/>
        <w:rPr>
          <w:rStyle w:val="Tun"/>
        </w:rPr>
      </w:pPr>
      <w:r w:rsidRPr="00AE4B52">
        <w:rPr>
          <w:rStyle w:val="Tun"/>
        </w:rPr>
        <w:t xml:space="preserve">Zvláštní technické podmínky </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bookmarkStart w:id="1" w:name="_GoBack"/>
      <w:bookmarkEnd w:id="1"/>
    </w:p>
    <w:p w14:paraId="024FB55B" w14:textId="77777777" w:rsidR="00AE4B52" w:rsidRPr="00AE4B52" w:rsidRDefault="00AE4B52" w:rsidP="00AE4B52">
      <w:pPr>
        <w:pStyle w:val="Nadpisbezsl1-1"/>
      </w:pPr>
      <w:r w:rsidRPr="00AE4B52">
        <w:t>Příloha č. 3</w:t>
      </w:r>
    </w:p>
    <w:p w14:paraId="46ED2339" w14:textId="77777777" w:rsidR="00AE4B52" w:rsidRDefault="00AE4B52" w:rsidP="001F518E">
      <w:pPr>
        <w:pStyle w:val="Nadpisbezsl1-2"/>
      </w:pPr>
      <w:r w:rsidRPr="001F518E">
        <w:t>Související dokumenty</w:t>
      </w:r>
    </w:p>
    <w:p w14:paraId="6D7C6FA0" w14:textId="6B4AB743" w:rsidR="00124E9C" w:rsidRDefault="00124E9C" w:rsidP="00124E9C">
      <w:pPr>
        <w:pStyle w:val="Odrka1-1"/>
      </w:pPr>
      <w:r>
        <w:t xml:space="preserve">Schvalovací protokol s posuzovací částí ze dne </w:t>
      </w:r>
      <w:proofErr w:type="gramStart"/>
      <w:r>
        <w:t>25.4.2022</w:t>
      </w:r>
      <w:proofErr w:type="gramEnd"/>
      <w:r>
        <w:t xml:space="preserve"> (bude předán vybranému dodavateli)</w:t>
      </w:r>
    </w:p>
    <w:p w14:paraId="7F7BCA62" w14:textId="097BCD37" w:rsidR="002D3591" w:rsidRDefault="00124E9C" w:rsidP="00124E9C">
      <w:pPr>
        <w:pStyle w:val="Odrka1-1"/>
      </w:pPr>
      <w:r>
        <w:t xml:space="preserve">Územní rozhodnutí </w:t>
      </w:r>
      <w:proofErr w:type="gramStart"/>
      <w:r>
        <w:t>č.j.</w:t>
      </w:r>
      <w:proofErr w:type="gramEnd"/>
      <w:r>
        <w:t xml:space="preserve">: </w:t>
      </w:r>
      <w:r w:rsidRPr="00D15441">
        <w:rPr>
          <w:rFonts w:asciiTheme="majorHAnsi" w:hAnsiTheme="majorHAnsi" w:cs="Arial"/>
          <w:shd w:val="clear" w:color="auto" w:fill="F5F5F5"/>
        </w:rPr>
        <w:t>OV/3633/21-10/</w:t>
      </w:r>
      <w:proofErr w:type="spellStart"/>
      <w:r w:rsidRPr="00D15441">
        <w:rPr>
          <w:rFonts w:asciiTheme="majorHAnsi" w:hAnsiTheme="majorHAnsi" w:cs="Arial"/>
          <w:shd w:val="clear" w:color="auto" w:fill="F5F5F5"/>
        </w:rPr>
        <w:t>Pol</w:t>
      </w:r>
      <w:proofErr w:type="spellEnd"/>
      <w:r>
        <w:rPr>
          <w:rFonts w:ascii="Arial" w:hAnsi="Arial" w:cs="Arial"/>
          <w:color w:val="676A6C"/>
          <w:sz w:val="20"/>
          <w:szCs w:val="20"/>
          <w:shd w:val="clear" w:color="auto" w:fill="F5F5F5"/>
        </w:rPr>
        <w:t xml:space="preserve">, </w:t>
      </w:r>
      <w:r>
        <w:t xml:space="preserve">ze dne </w:t>
      </w:r>
      <w:proofErr w:type="gramStart"/>
      <w:r>
        <w:t>4.2.2022</w:t>
      </w:r>
      <w:proofErr w:type="gramEnd"/>
      <w:r w:rsidRPr="0077778B">
        <w:rPr>
          <w:highlight w:val="green"/>
        </w:rPr>
        <w:t xml:space="preserve"> </w:t>
      </w:r>
      <w:r w:rsidR="002D3591">
        <w:t xml:space="preserve"> </w:t>
      </w:r>
    </w:p>
    <w:p w14:paraId="4270DE9E" w14:textId="71D22613" w:rsidR="002D3591" w:rsidRDefault="00124E9C" w:rsidP="00AE4B52">
      <w:pPr>
        <w:pStyle w:val="Odrka1-1"/>
      </w:pPr>
      <w:r>
        <w:t>Dokumentace pro územní řízení „</w:t>
      </w:r>
      <w:r w:rsidRPr="002B4C1F">
        <w:t>Výstavba DOK v traťovém úseku Kralupy nad Vltavou – Kladno-Ostrovec</w:t>
      </w:r>
      <w:r>
        <w:t>“, datum 05/2021</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0D422144"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00EB1E23">
        <w:rPr>
          <w:sz w:val="18"/>
          <w:szCs w:val="18"/>
          <w:highlight w:val="yellow"/>
        </w:rPr>
        <w:t>.</w:t>
      </w:r>
      <w:r w:rsidR="00EB1E23" w:rsidRPr="00EB1E23">
        <w:rPr>
          <w:sz w:val="18"/>
          <w:szCs w:val="18"/>
          <w:highlight w:val="yellow"/>
        </w:rPr>
        <w:t xml:space="preserve"> </w:t>
      </w:r>
      <w:r w:rsidR="00EB1E23" w:rsidRPr="006A698D">
        <w:rPr>
          <w:sz w:val="18"/>
          <w:szCs w:val="18"/>
          <w:highlight w:val="yellow"/>
        </w:rPr>
        <w:t>VLOŽÍ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152A7E"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152A7E" w:rsidRPr="00F95FBD" w:rsidRDefault="00152A7E" w:rsidP="00152A7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A070DD5" w14:textId="7625B969" w:rsidR="00152A7E" w:rsidRPr="00152A7E" w:rsidRDefault="00152A7E" w:rsidP="00152A7E">
            <w:pPr>
              <w:pStyle w:val="Tabulka"/>
              <w:cnfStyle w:val="100000000000" w:firstRow="1" w:lastRow="0" w:firstColumn="0" w:lastColumn="0" w:oddVBand="0" w:evenVBand="0" w:oddHBand="0" w:evenHBand="0" w:firstRowFirstColumn="0" w:firstRowLastColumn="0" w:lastRowFirstColumn="0" w:lastRowLastColumn="0"/>
            </w:pPr>
            <w:r w:rsidRPr="00152A7E">
              <w:t>JUDr Richard Cihlář</w:t>
            </w:r>
          </w:p>
        </w:tc>
      </w:tr>
      <w:tr w:rsidR="00152A7E"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152A7E" w:rsidRPr="00F95FBD" w:rsidRDefault="00152A7E" w:rsidP="00152A7E">
            <w:pPr>
              <w:pStyle w:val="Tabulka"/>
            </w:pPr>
            <w:r w:rsidRPr="00F95FBD">
              <w:t>Adresa</w:t>
            </w:r>
          </w:p>
        </w:tc>
        <w:tc>
          <w:tcPr>
            <w:tcW w:w="5812" w:type="dxa"/>
          </w:tcPr>
          <w:p w14:paraId="23571F85" w14:textId="59025EFB" w:rsidR="00152A7E" w:rsidRPr="00152A7E" w:rsidRDefault="00152A7E" w:rsidP="00152A7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eastAsiaTheme="minorEastAsia"/>
                <w:noProof/>
              </w:rPr>
              <w:t>Ke Štvanici 656/3, 186 00 Praha 8 - Karlín</w:t>
            </w:r>
          </w:p>
        </w:tc>
      </w:tr>
      <w:tr w:rsidR="00152A7E"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152A7E" w:rsidRPr="00F95FBD" w:rsidRDefault="00152A7E" w:rsidP="00152A7E">
            <w:pPr>
              <w:pStyle w:val="Tabulka"/>
            </w:pPr>
            <w:r w:rsidRPr="00F95FBD">
              <w:t>E-mail</w:t>
            </w:r>
          </w:p>
        </w:tc>
        <w:tc>
          <w:tcPr>
            <w:tcW w:w="5812" w:type="dxa"/>
          </w:tcPr>
          <w:p w14:paraId="6C5AB5A6" w14:textId="3E296288" w:rsidR="00152A7E" w:rsidRPr="00152A7E" w:rsidRDefault="00152A7E" w:rsidP="00152A7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t>CihlarR@spravazeleznic.cz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6D05FCF9" w:rsidR="002038D5" w:rsidRPr="00152A7E" w:rsidRDefault="00152A7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t>702 163 402</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52A7E"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152A7E" w:rsidRPr="00F95FBD" w:rsidRDefault="00152A7E" w:rsidP="00152A7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EAAE726" w14:textId="50B467ED" w:rsidR="00152A7E" w:rsidRPr="00152A7E" w:rsidRDefault="00152A7E" w:rsidP="00152A7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2A7E">
              <w:t>Ing. Jaroslava Techmanová</w:t>
            </w:r>
          </w:p>
        </w:tc>
      </w:tr>
      <w:tr w:rsidR="00152A7E"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152A7E" w:rsidRPr="00F95FBD" w:rsidRDefault="00152A7E" w:rsidP="00152A7E">
            <w:pPr>
              <w:pStyle w:val="Tabulka"/>
            </w:pPr>
            <w:r w:rsidRPr="00F95FBD">
              <w:t>Adresa</w:t>
            </w:r>
          </w:p>
        </w:tc>
        <w:tc>
          <w:tcPr>
            <w:tcW w:w="5812" w:type="dxa"/>
          </w:tcPr>
          <w:p w14:paraId="18261CB5" w14:textId="13AD296B" w:rsidR="00152A7E" w:rsidRPr="00152A7E" w:rsidRDefault="00152A7E" w:rsidP="00152A7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eastAsiaTheme="minorEastAsia"/>
                <w:noProof/>
              </w:rPr>
              <w:t>Ke Štvanici 656/3, 186 00 Praha 8 - Karlín</w:t>
            </w:r>
          </w:p>
        </w:tc>
      </w:tr>
      <w:tr w:rsidR="00152A7E"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152A7E" w:rsidRPr="00152A7E" w:rsidRDefault="00152A7E" w:rsidP="00152A7E">
            <w:pPr>
              <w:pStyle w:val="Tabulka"/>
            </w:pPr>
            <w:r w:rsidRPr="00152A7E">
              <w:t>E-mail</w:t>
            </w:r>
          </w:p>
        </w:tc>
        <w:tc>
          <w:tcPr>
            <w:tcW w:w="5812" w:type="dxa"/>
          </w:tcPr>
          <w:p w14:paraId="4C9F2091" w14:textId="1AF73622" w:rsidR="00152A7E" w:rsidRPr="00152A7E" w:rsidRDefault="00AB4FB5" w:rsidP="00152A7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152A7E" w:rsidRPr="00152A7E">
                <w:rPr>
                  <w:rStyle w:val="Hypertextovodkaz"/>
                  <w:noProof w:val="0"/>
                  <w:color w:val="auto"/>
                  <w:u w:val="none"/>
                </w:rPr>
                <w:t>techmanova@spravazeleznic.cz</w:t>
              </w:r>
            </w:hyperlink>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4816261C" w:rsidR="002038D5" w:rsidRPr="00152A7E" w:rsidRDefault="00152A7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t>724 576 123</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152A7E"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152A7E" w:rsidRPr="00F95FBD" w:rsidRDefault="00152A7E" w:rsidP="00152A7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FDCF34E" w14:textId="6DACC973" w:rsidR="00152A7E" w:rsidRPr="00152A7E" w:rsidRDefault="00152A7E" w:rsidP="00152A7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2A7E">
              <w:t>Bc. Pavel Žejdl</w:t>
            </w:r>
          </w:p>
        </w:tc>
      </w:tr>
      <w:tr w:rsidR="00152A7E"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152A7E" w:rsidRPr="00F95FBD" w:rsidRDefault="00152A7E" w:rsidP="00152A7E">
            <w:pPr>
              <w:pStyle w:val="Tabulka"/>
            </w:pPr>
            <w:r w:rsidRPr="00F95FBD">
              <w:t>Adresa</w:t>
            </w:r>
          </w:p>
        </w:tc>
        <w:tc>
          <w:tcPr>
            <w:tcW w:w="5812" w:type="dxa"/>
          </w:tcPr>
          <w:p w14:paraId="2B63564A" w14:textId="15AE328E" w:rsidR="00152A7E" w:rsidRPr="00152A7E" w:rsidRDefault="00152A7E" w:rsidP="00152A7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eastAsiaTheme="minorEastAsia"/>
                <w:noProof/>
              </w:rPr>
              <w:t>Ke Štvanici 656/3, 186 00 Praha 8 - Karlín</w:t>
            </w:r>
          </w:p>
        </w:tc>
      </w:tr>
      <w:tr w:rsidR="00152A7E"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152A7E" w:rsidRPr="00F95FBD" w:rsidRDefault="00152A7E" w:rsidP="00152A7E">
            <w:pPr>
              <w:pStyle w:val="Tabulka"/>
            </w:pPr>
            <w:r w:rsidRPr="00F95FBD">
              <w:t>E-mail</w:t>
            </w:r>
          </w:p>
        </w:tc>
        <w:tc>
          <w:tcPr>
            <w:tcW w:w="5812" w:type="dxa"/>
          </w:tcPr>
          <w:p w14:paraId="4BFE5CCF" w14:textId="715E3CB7" w:rsidR="00152A7E" w:rsidRPr="00152A7E" w:rsidRDefault="00AB4FB5" w:rsidP="00152A7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152A7E" w:rsidRPr="00152A7E">
                <w:rPr>
                  <w:rStyle w:val="Hypertextovodkaz"/>
                  <w:rFonts w:cs="Arial"/>
                  <w:color w:val="auto"/>
                  <w:u w:val="none"/>
                </w:rPr>
                <w:t>Zejdl@spravazeleznic.cz</w:t>
              </w:r>
            </w:hyperlink>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1C67D4FA" w:rsidR="002038D5" w:rsidRPr="00152A7E" w:rsidRDefault="00152A7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cs="Arial"/>
              </w:rPr>
              <w:t>607 040 074</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152A7E"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152A7E" w:rsidRPr="00F95FBD" w:rsidRDefault="00152A7E" w:rsidP="00152A7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1BC2769" w14:textId="6F1A8915" w:rsidR="00152A7E" w:rsidRPr="00152A7E" w:rsidRDefault="00152A7E" w:rsidP="00152A7E">
            <w:pPr>
              <w:pStyle w:val="Tabulka"/>
              <w:cnfStyle w:val="100000000000" w:firstRow="1" w:lastRow="0" w:firstColumn="0" w:lastColumn="0" w:oddVBand="0" w:evenVBand="0" w:oddHBand="0" w:evenHBand="0" w:firstRowFirstColumn="0" w:firstRowLastColumn="0" w:lastRowFirstColumn="0" w:lastRowLastColumn="0"/>
            </w:pPr>
            <w:r w:rsidRPr="00152A7E">
              <w:t>Nikolas Nitran</w:t>
            </w:r>
          </w:p>
        </w:tc>
      </w:tr>
      <w:tr w:rsidR="00152A7E"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152A7E" w:rsidRPr="00F95FBD" w:rsidRDefault="00152A7E" w:rsidP="00152A7E">
            <w:pPr>
              <w:pStyle w:val="Tabulka"/>
            </w:pPr>
            <w:r w:rsidRPr="00F95FBD">
              <w:t>Adresa</w:t>
            </w:r>
          </w:p>
        </w:tc>
        <w:tc>
          <w:tcPr>
            <w:tcW w:w="5812" w:type="dxa"/>
          </w:tcPr>
          <w:p w14:paraId="69E1FFBB" w14:textId="4A2CF9DC" w:rsidR="00152A7E" w:rsidRPr="00152A7E" w:rsidRDefault="00152A7E" w:rsidP="00152A7E">
            <w:pPr>
              <w:pStyle w:val="Tabulka"/>
              <w:cnfStyle w:val="000000000000" w:firstRow="0" w:lastRow="0" w:firstColumn="0" w:lastColumn="0" w:oddVBand="0" w:evenVBand="0" w:oddHBand="0" w:evenHBand="0" w:firstRowFirstColumn="0" w:firstRowLastColumn="0" w:lastRowFirstColumn="0" w:lastRowLastColumn="0"/>
            </w:pPr>
            <w:r w:rsidRPr="00152A7E">
              <w:rPr>
                <w:rFonts w:eastAsiaTheme="minorEastAsia"/>
                <w:noProof/>
              </w:rPr>
              <w:t>Ke Štvanici 656/3, 186 00 Praha 8 - Karlín</w:t>
            </w:r>
          </w:p>
        </w:tc>
      </w:tr>
      <w:tr w:rsidR="00152A7E"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152A7E" w:rsidRPr="00F95FBD" w:rsidRDefault="00152A7E" w:rsidP="00152A7E">
            <w:pPr>
              <w:pStyle w:val="Tabulka"/>
            </w:pPr>
            <w:r w:rsidRPr="00F95FBD">
              <w:t>E-mail</w:t>
            </w:r>
          </w:p>
        </w:tc>
        <w:tc>
          <w:tcPr>
            <w:tcW w:w="5812" w:type="dxa"/>
          </w:tcPr>
          <w:p w14:paraId="2AEF7C06" w14:textId="34182FAA" w:rsidR="00152A7E" w:rsidRPr="00152A7E" w:rsidRDefault="00152A7E" w:rsidP="00152A7E">
            <w:pPr>
              <w:pStyle w:val="Tabulka"/>
              <w:cnfStyle w:val="000000000000" w:firstRow="0" w:lastRow="0" w:firstColumn="0" w:lastColumn="0" w:oddVBand="0" w:evenVBand="0" w:oddHBand="0" w:evenHBand="0" w:firstRowFirstColumn="0" w:firstRowLastColumn="0" w:lastRowFirstColumn="0" w:lastRowLastColumn="0"/>
            </w:pPr>
            <w:r w:rsidRPr="00152A7E">
              <w:t>Nitran@spravazeleznic.cz</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7941DBC" w:rsidR="002038D5" w:rsidRPr="00152A7E" w:rsidRDefault="00152A7E" w:rsidP="00590C91">
            <w:pPr>
              <w:pStyle w:val="Tabulka"/>
              <w:cnfStyle w:val="000000000000" w:firstRow="0" w:lastRow="0" w:firstColumn="0" w:lastColumn="0" w:oddVBand="0" w:evenVBand="0" w:oddHBand="0" w:evenHBand="0" w:firstRowFirstColumn="0" w:firstRowLastColumn="0" w:lastRowFirstColumn="0" w:lastRowLastColumn="0"/>
            </w:pPr>
            <w:r w:rsidRPr="00152A7E">
              <w:t>724 863 591</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33770"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33770" w:rsidRPr="00F95FBD" w:rsidRDefault="00233770" w:rsidP="0023377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C26FCA9" w14:textId="3DAEA257" w:rsidR="00233770" w:rsidRPr="00233770" w:rsidRDefault="00233770" w:rsidP="0023377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33770">
              <w:t>Ing. Ondřej Göpfert</w:t>
            </w:r>
          </w:p>
        </w:tc>
      </w:tr>
      <w:tr w:rsidR="00233770"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33770" w:rsidRPr="00F95FBD" w:rsidRDefault="00233770" w:rsidP="00233770">
            <w:pPr>
              <w:pStyle w:val="Tabulka"/>
            </w:pPr>
            <w:r w:rsidRPr="00F95FBD">
              <w:t>Adresa</w:t>
            </w:r>
          </w:p>
        </w:tc>
        <w:tc>
          <w:tcPr>
            <w:tcW w:w="5812" w:type="dxa"/>
          </w:tcPr>
          <w:p w14:paraId="6BC823FE" w14:textId="03CF1D06" w:rsidR="00233770" w:rsidRPr="00233770" w:rsidRDefault="00233770" w:rsidP="0023377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3770">
              <w:rPr>
                <w:rFonts w:eastAsiaTheme="minorEastAsia"/>
                <w:noProof/>
              </w:rPr>
              <w:t>Ke Štvanici 656/3, 186 00 Praha 8 - Karlín</w:t>
            </w:r>
          </w:p>
        </w:tc>
      </w:tr>
      <w:tr w:rsidR="00233770"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33770" w:rsidRPr="00F95FBD" w:rsidRDefault="00233770" w:rsidP="00233770">
            <w:pPr>
              <w:pStyle w:val="Tabulka"/>
            </w:pPr>
            <w:r w:rsidRPr="00F95FBD">
              <w:t>E-mail</w:t>
            </w:r>
          </w:p>
        </w:tc>
        <w:tc>
          <w:tcPr>
            <w:tcW w:w="5812" w:type="dxa"/>
          </w:tcPr>
          <w:p w14:paraId="164A6E74" w14:textId="7B4C6A4A" w:rsidR="00233770" w:rsidRPr="00233770" w:rsidRDefault="00233770" w:rsidP="0023377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3770">
              <w:t>gopfert@spravazeleznic.cz</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603D080C" w:rsidR="002038D5" w:rsidRPr="00233770" w:rsidRDefault="0023377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3770">
              <w:t>724 343 005</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233770"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233770" w:rsidRPr="00F95FBD" w:rsidRDefault="00233770" w:rsidP="0023377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47A4CDD4" w:rsidR="00233770" w:rsidRPr="00233770" w:rsidRDefault="00233770" w:rsidP="00233770">
            <w:pPr>
              <w:pStyle w:val="Tabulka"/>
              <w:cnfStyle w:val="100000000000" w:firstRow="1" w:lastRow="0" w:firstColumn="0" w:lastColumn="0" w:oddVBand="0" w:evenVBand="0" w:oddHBand="0" w:evenHBand="0" w:firstRowFirstColumn="0" w:firstRowLastColumn="0" w:lastRowFirstColumn="0" w:lastRowLastColumn="0"/>
              <w:rPr>
                <w:rFonts w:asciiTheme="majorHAnsi" w:hAnsiTheme="majorHAnsi"/>
                <w:highlight w:val="green"/>
              </w:rPr>
            </w:pPr>
            <w:r w:rsidRPr="00233770">
              <w:rPr>
                <w:rFonts w:asciiTheme="majorHAnsi" w:hAnsiTheme="majorHAnsi"/>
              </w:rPr>
              <w:t>Ing. Vladimír Pokorný</w:t>
            </w:r>
          </w:p>
        </w:tc>
      </w:tr>
      <w:tr w:rsidR="00233770"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233770" w:rsidRPr="00F95FBD" w:rsidRDefault="00233770" w:rsidP="00233770">
            <w:pPr>
              <w:pStyle w:val="Tabulka"/>
            </w:pPr>
            <w:r w:rsidRPr="00F95FBD">
              <w:t>Adresa</w:t>
            </w:r>
          </w:p>
        </w:tc>
        <w:tc>
          <w:tcPr>
            <w:tcW w:w="5812" w:type="dxa"/>
          </w:tcPr>
          <w:p w14:paraId="35F28F00" w14:textId="7B667DC4" w:rsidR="00233770" w:rsidRPr="00233770" w:rsidRDefault="00233770" w:rsidP="00233770">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highlight w:val="green"/>
              </w:rPr>
            </w:pPr>
            <w:r w:rsidRPr="00233770">
              <w:rPr>
                <w:rFonts w:asciiTheme="majorHAnsi" w:hAnsiTheme="majorHAnsi"/>
              </w:rPr>
              <w:t>Václavkova 169/1, 160 00 PRAHA 6</w:t>
            </w:r>
          </w:p>
        </w:tc>
      </w:tr>
      <w:tr w:rsidR="00233770"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233770" w:rsidRPr="00F95FBD" w:rsidRDefault="00233770" w:rsidP="00233770">
            <w:pPr>
              <w:pStyle w:val="Tabulka"/>
            </w:pPr>
            <w:r w:rsidRPr="00F95FBD">
              <w:t>E-mail</w:t>
            </w:r>
          </w:p>
        </w:tc>
        <w:tc>
          <w:tcPr>
            <w:tcW w:w="5812" w:type="dxa"/>
          </w:tcPr>
          <w:p w14:paraId="73A9AAA6" w14:textId="14816DC6" w:rsidR="00233770" w:rsidRPr="00233770" w:rsidRDefault="00AB4FB5" w:rsidP="00233770">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highlight w:val="green"/>
              </w:rPr>
            </w:pPr>
            <w:hyperlink r:id="rId33" w:history="1">
              <w:r w:rsidR="00233770" w:rsidRPr="00233770">
                <w:rPr>
                  <w:rStyle w:val="Hypertextovodkaz"/>
                  <w:rFonts w:asciiTheme="majorHAnsi" w:hAnsiTheme="majorHAnsi" w:cs="Arial"/>
                  <w:noProof w:val="0"/>
                  <w:color w:val="auto"/>
                  <w:u w:val="none"/>
                  <w:shd w:val="clear" w:color="auto" w:fill="FFFFFF"/>
                </w:rPr>
                <w:t>PokornyV@spravazeleznic.cz</w:t>
              </w:r>
            </w:hyperlink>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2FC2F884" w:rsidR="00C717BC" w:rsidRPr="00233770" w:rsidRDefault="00233770" w:rsidP="00D86204">
            <w:pPr>
              <w:pStyle w:val="Tabulka"/>
              <w:cnfStyle w:val="000000000000" w:firstRow="0" w:lastRow="0" w:firstColumn="0" w:lastColumn="0" w:oddVBand="0" w:evenVBand="0" w:oddHBand="0" w:evenHBand="0" w:firstRowFirstColumn="0" w:firstRowLastColumn="0" w:lastRowFirstColumn="0" w:lastRowLastColumn="0"/>
              <w:rPr>
                <w:rFonts w:asciiTheme="majorHAnsi" w:hAnsiTheme="majorHAnsi"/>
                <w:highlight w:val="green"/>
              </w:rPr>
            </w:pPr>
            <w:r w:rsidRPr="00233770">
              <w:rPr>
                <w:rFonts w:asciiTheme="majorHAnsi" w:hAnsiTheme="majorHAnsi" w:cs="Arial"/>
                <w:shd w:val="clear" w:color="auto" w:fill="FFFFFF"/>
              </w:rPr>
              <w:t>724 275 182</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407EF8"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407EF8" w:rsidRPr="00F95FBD" w:rsidRDefault="00407EF8" w:rsidP="00407EF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EA1AC77" w:rsidR="00407EF8" w:rsidRPr="00407EF8" w:rsidRDefault="00407EF8" w:rsidP="00407EF8">
            <w:pPr>
              <w:pStyle w:val="Tabulka"/>
              <w:cnfStyle w:val="100000000000" w:firstRow="1" w:lastRow="0" w:firstColumn="0" w:lastColumn="0" w:oddVBand="0" w:evenVBand="0" w:oddHBand="0" w:evenHBand="0" w:firstRowFirstColumn="0" w:firstRowLastColumn="0" w:lastRowFirstColumn="0" w:lastRowLastColumn="0"/>
            </w:pPr>
            <w:r w:rsidRPr="00407EF8">
              <w:t>Ing. Tomáš Pils</w:t>
            </w:r>
          </w:p>
        </w:tc>
      </w:tr>
      <w:tr w:rsidR="00407EF8"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407EF8" w:rsidRPr="00F95FBD" w:rsidRDefault="00407EF8" w:rsidP="00407EF8">
            <w:pPr>
              <w:pStyle w:val="Tabulka"/>
            </w:pPr>
            <w:r w:rsidRPr="00F95FBD">
              <w:t>Adresa</w:t>
            </w:r>
          </w:p>
        </w:tc>
        <w:tc>
          <w:tcPr>
            <w:tcW w:w="5812" w:type="dxa"/>
          </w:tcPr>
          <w:p w14:paraId="7C5C17DE" w14:textId="0F8DE0A9" w:rsidR="00407EF8" w:rsidRPr="00407EF8" w:rsidRDefault="00407EF8" w:rsidP="00407EF8">
            <w:pPr>
              <w:pStyle w:val="Tabulka"/>
              <w:cnfStyle w:val="000000000000" w:firstRow="0" w:lastRow="0" w:firstColumn="0" w:lastColumn="0" w:oddVBand="0" w:evenVBand="0" w:oddHBand="0" w:evenHBand="0" w:firstRowFirstColumn="0" w:firstRowLastColumn="0" w:lastRowFirstColumn="0" w:lastRowLastColumn="0"/>
            </w:pPr>
            <w:r w:rsidRPr="00407EF8">
              <w:rPr>
                <w:rFonts w:eastAsiaTheme="minorEastAsia"/>
                <w:noProof/>
              </w:rPr>
              <w:t>Ke Štvanici 656/3, 186 00 Praha 8 - Karlín</w:t>
            </w:r>
          </w:p>
        </w:tc>
      </w:tr>
      <w:tr w:rsidR="00407EF8"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407EF8" w:rsidRPr="00F95FBD" w:rsidRDefault="00407EF8" w:rsidP="00407EF8">
            <w:pPr>
              <w:pStyle w:val="Tabulka"/>
            </w:pPr>
            <w:r w:rsidRPr="00F95FBD">
              <w:t>E-mail</w:t>
            </w:r>
          </w:p>
        </w:tc>
        <w:tc>
          <w:tcPr>
            <w:tcW w:w="5812" w:type="dxa"/>
          </w:tcPr>
          <w:p w14:paraId="05B2C576" w14:textId="503DB1A4" w:rsidR="00407EF8" w:rsidRPr="00407EF8" w:rsidRDefault="00407EF8" w:rsidP="00407EF8">
            <w:pPr>
              <w:pStyle w:val="Tabulka"/>
              <w:cnfStyle w:val="000000000000" w:firstRow="0" w:lastRow="0" w:firstColumn="0" w:lastColumn="0" w:oddVBand="0" w:evenVBand="0" w:oddHBand="0" w:evenHBand="0" w:firstRowFirstColumn="0" w:firstRowLastColumn="0" w:lastRowFirstColumn="0" w:lastRowLastColumn="0"/>
            </w:pPr>
            <w:r w:rsidRPr="00407EF8">
              <w:t>Pils@spravazeleznic.cz</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1808908F" w:rsidR="00C717BC" w:rsidRPr="00407EF8" w:rsidRDefault="00407EF8" w:rsidP="00D86204">
            <w:pPr>
              <w:pStyle w:val="Tabulka"/>
              <w:cnfStyle w:val="000000000000" w:firstRow="0" w:lastRow="0" w:firstColumn="0" w:lastColumn="0" w:oddVBand="0" w:evenVBand="0" w:oddHBand="0" w:evenHBand="0" w:firstRowFirstColumn="0" w:firstRowLastColumn="0" w:lastRowFirstColumn="0" w:lastRowLastColumn="0"/>
            </w:pPr>
            <w:r w:rsidRPr="00407EF8">
              <w:t>720 067 026</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1BC68CD"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7E78DB71" w14:textId="1F9C2A66"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78AF1260"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2B73CC2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60F63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D29A3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8B9949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6CFF91" w14:textId="77777777" w:rsidR="00165977" w:rsidRPr="00F95FBD" w:rsidRDefault="00165977" w:rsidP="00165977">
            <w:pPr>
              <w:pStyle w:val="Tabulka"/>
            </w:pPr>
            <w:r w:rsidRPr="00F95FBD">
              <w:t>Adresa</w:t>
            </w:r>
          </w:p>
        </w:tc>
        <w:tc>
          <w:tcPr>
            <w:tcW w:w="5812" w:type="dxa"/>
          </w:tcPr>
          <w:p w14:paraId="3495250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CCF1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856C85" w14:textId="77777777" w:rsidR="00165977" w:rsidRPr="00F95FBD" w:rsidRDefault="00165977" w:rsidP="00165977">
            <w:pPr>
              <w:pStyle w:val="Tabulka"/>
            </w:pPr>
            <w:r w:rsidRPr="00F95FBD">
              <w:t>E-mail</w:t>
            </w:r>
          </w:p>
        </w:tc>
        <w:tc>
          <w:tcPr>
            <w:tcW w:w="5812" w:type="dxa"/>
          </w:tcPr>
          <w:p w14:paraId="33A10F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F9F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52BC52" w14:textId="77777777" w:rsidR="00165977" w:rsidRPr="00F95FBD" w:rsidRDefault="00165977" w:rsidP="00165977">
            <w:pPr>
              <w:pStyle w:val="Tabulka"/>
            </w:pPr>
            <w:r w:rsidRPr="00F95FBD">
              <w:t>Telefon</w:t>
            </w:r>
          </w:p>
        </w:tc>
        <w:tc>
          <w:tcPr>
            <w:tcW w:w="5812" w:type="dxa"/>
          </w:tcPr>
          <w:p w14:paraId="520F4D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77777777" w:rsidR="007C5289" w:rsidRPr="00F95FBD" w:rsidRDefault="007C5289" w:rsidP="007C5289">
      <w:pPr>
        <w:pStyle w:val="Tabulka"/>
      </w:pPr>
    </w:p>
    <w:p w14:paraId="448A86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3262596C"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01619BD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0D601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2C6D1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9F61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A47674" w14:textId="77777777" w:rsidR="007C5289" w:rsidRPr="00F95FBD" w:rsidRDefault="007C5289" w:rsidP="003149C0">
            <w:pPr>
              <w:pStyle w:val="Tabulka"/>
            </w:pPr>
            <w:r w:rsidRPr="00F95FBD">
              <w:t>Adresa</w:t>
            </w:r>
          </w:p>
        </w:tc>
        <w:tc>
          <w:tcPr>
            <w:tcW w:w="5812" w:type="dxa"/>
          </w:tcPr>
          <w:p w14:paraId="7860F07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741BB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DD56B5" w14:textId="77777777" w:rsidR="007C5289" w:rsidRPr="00F95FBD" w:rsidRDefault="007C5289" w:rsidP="003149C0">
            <w:pPr>
              <w:pStyle w:val="Tabulka"/>
            </w:pPr>
            <w:r w:rsidRPr="00F95FBD">
              <w:t>E-mail</w:t>
            </w:r>
          </w:p>
        </w:tc>
        <w:tc>
          <w:tcPr>
            <w:tcW w:w="5812" w:type="dxa"/>
          </w:tcPr>
          <w:p w14:paraId="3654335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A3E5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B9D774" w14:textId="77777777" w:rsidR="007C5289" w:rsidRPr="00F95FBD" w:rsidRDefault="007C5289" w:rsidP="003149C0">
            <w:pPr>
              <w:pStyle w:val="Tabulka"/>
            </w:pPr>
            <w:r w:rsidRPr="00F95FBD">
              <w:t>Telefon</w:t>
            </w:r>
          </w:p>
        </w:tc>
        <w:tc>
          <w:tcPr>
            <w:tcW w:w="5812" w:type="dxa"/>
          </w:tcPr>
          <w:p w14:paraId="678B36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2270E" w14:textId="77777777" w:rsidR="007C5289" w:rsidRPr="00F95FBD" w:rsidRDefault="007C5289" w:rsidP="007C5289">
      <w:pPr>
        <w:pStyle w:val="Tabulka"/>
      </w:pPr>
    </w:p>
    <w:p w14:paraId="01912D4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D73E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324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12D0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8372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7C5B32" w14:textId="77777777" w:rsidR="007C5289" w:rsidRPr="00F95FBD" w:rsidRDefault="007C5289" w:rsidP="003149C0">
            <w:pPr>
              <w:pStyle w:val="Tabulka"/>
            </w:pPr>
            <w:r w:rsidRPr="00F95FBD">
              <w:t>Adresa</w:t>
            </w:r>
          </w:p>
        </w:tc>
        <w:tc>
          <w:tcPr>
            <w:tcW w:w="5812" w:type="dxa"/>
          </w:tcPr>
          <w:p w14:paraId="48C3523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E3C4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A95F2" w14:textId="77777777" w:rsidR="007C5289" w:rsidRPr="00F95FBD" w:rsidRDefault="007C5289" w:rsidP="003149C0">
            <w:pPr>
              <w:pStyle w:val="Tabulka"/>
            </w:pPr>
            <w:r w:rsidRPr="00F95FBD">
              <w:t>E-mail</w:t>
            </w:r>
          </w:p>
        </w:tc>
        <w:tc>
          <w:tcPr>
            <w:tcW w:w="5812" w:type="dxa"/>
          </w:tcPr>
          <w:p w14:paraId="4AB73E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04D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EEA7D9" w14:textId="77777777" w:rsidR="007C5289" w:rsidRPr="00F95FBD" w:rsidRDefault="007C5289" w:rsidP="003149C0">
            <w:pPr>
              <w:pStyle w:val="Tabulka"/>
            </w:pPr>
            <w:r w:rsidRPr="00F95FBD">
              <w:t>Telefon</w:t>
            </w:r>
          </w:p>
        </w:tc>
        <w:tc>
          <w:tcPr>
            <w:tcW w:w="5812" w:type="dxa"/>
          </w:tcPr>
          <w:p w14:paraId="2CA9FCA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27F3" w14:textId="77777777"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EA12C66" w:rsidR="007C5289" w:rsidRPr="007C5289" w:rsidRDefault="007C5289" w:rsidP="00D62A87">
            <w:pPr>
              <w:pStyle w:val="Tabulka"/>
              <w:cnfStyle w:val="000000000000" w:firstRow="0" w:lastRow="0" w:firstColumn="0" w:lastColumn="0" w:oddVBand="0" w:evenVBand="0" w:oddHBand="0" w:evenHBand="0" w:firstRowFirstColumn="0" w:firstRowLastColumn="0" w:lastRowFirstColumn="0" w:lastRowLastColumn="0"/>
            </w:pPr>
            <w:r w:rsidRPr="00D62A87">
              <w:t xml:space="preserve">Minimálně </w:t>
            </w:r>
            <w:r w:rsidR="00D62A87" w:rsidRPr="00D62A87">
              <w:t>50</w:t>
            </w:r>
            <w:r w:rsidRPr="00D62A87">
              <w:t xml:space="preserve"> mil. Kč na jednu pojistnou událost</w:t>
            </w:r>
            <w:r w:rsidR="00A349C6" w:rsidRPr="00D62A87">
              <w:t xml:space="preserve"> a </w:t>
            </w:r>
            <w:r w:rsidR="00D62A87" w:rsidRPr="00D62A87">
              <w:t>1</w:t>
            </w:r>
            <w:r w:rsidRPr="00D62A87">
              <w:t>00 mil. Kč</w:t>
            </w:r>
            <w:r w:rsidR="00A349C6" w:rsidRPr="00D62A87">
              <w:t xml:space="preserve"> v </w:t>
            </w:r>
            <w:r w:rsidRPr="00D62A87">
              <w:t>úhrnu za</w:t>
            </w:r>
            <w:r w:rsidRPr="007C5289">
              <w:t xml:space="preserve">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4F7C44D8" w14:textId="77777777" w:rsidR="0073761E" w:rsidRDefault="0073761E" w:rsidP="00F762A8">
      <w:pPr>
        <w:pStyle w:val="Textbezodsazen"/>
        <w:sectPr w:rsidR="0073761E" w:rsidSect="00F203EA">
          <w:headerReference w:type="default" r:id="rId46"/>
          <w:footerReference w:type="default" r:id="rId47"/>
          <w:pgSz w:w="11906" w:h="16838" w:code="9"/>
          <w:pgMar w:top="1077" w:right="1588" w:bottom="1474" w:left="1588" w:header="595" w:footer="624" w:gutter="0"/>
          <w:pgNumType w:start="1"/>
          <w:cols w:space="708"/>
          <w:docGrid w:linePitch="360"/>
        </w:sectPr>
      </w:pPr>
    </w:p>
    <w:p w14:paraId="0C0394EF" w14:textId="77777777" w:rsidR="0073761E" w:rsidRDefault="0073761E" w:rsidP="0073761E">
      <w:pPr>
        <w:pStyle w:val="Textbezodsazen"/>
        <w:rPr>
          <w:b/>
          <w:sz w:val="22"/>
          <w:szCs w:val="22"/>
        </w:rPr>
      </w:pPr>
      <w:r w:rsidRPr="003751F1">
        <w:rPr>
          <w:b/>
          <w:caps/>
          <w:sz w:val="22"/>
          <w:szCs w:val="22"/>
        </w:rPr>
        <w:t>Příloha</w:t>
      </w:r>
      <w:r>
        <w:rPr>
          <w:b/>
          <w:sz w:val="22"/>
          <w:szCs w:val="22"/>
        </w:rPr>
        <w:t xml:space="preserve"> Č. 11</w:t>
      </w:r>
    </w:p>
    <w:p w14:paraId="00754BC0" w14:textId="77777777" w:rsidR="0073761E" w:rsidRDefault="0073761E" w:rsidP="0073761E">
      <w:pPr>
        <w:pStyle w:val="Textbezodsazen"/>
        <w:rPr>
          <w:b/>
          <w:sz w:val="20"/>
          <w:szCs w:val="20"/>
          <w:lang w:eastAsia="cs-CZ"/>
        </w:rPr>
      </w:pPr>
      <w:r w:rsidRPr="00A812C8">
        <w:rPr>
          <w:b/>
          <w:sz w:val="20"/>
          <w:szCs w:val="20"/>
          <w:lang w:eastAsia="cs-CZ"/>
        </w:rPr>
        <w:t>Čestné prohlášení o splnění podmínek v souvislosti se situací na Ukrajině</w:t>
      </w:r>
    </w:p>
    <w:p w14:paraId="2EE7BDB2" w14:textId="77777777" w:rsidR="0073761E" w:rsidRPr="00FA4C65" w:rsidRDefault="0073761E" w:rsidP="0073761E">
      <w:pPr>
        <w:pStyle w:val="Text1-1"/>
        <w:numPr>
          <w:ilvl w:val="0"/>
          <w:numId w:val="0"/>
        </w:numPr>
        <w:ind w:left="737" w:hanging="737"/>
      </w:pPr>
      <w:r w:rsidRPr="00FA4C65">
        <w:t xml:space="preserve">Zhotovitel prohlašuje, že: </w:t>
      </w:r>
    </w:p>
    <w:p w14:paraId="0B65314E" w14:textId="77777777" w:rsidR="0073761E" w:rsidRPr="00FA4C65" w:rsidRDefault="0073761E" w:rsidP="0073761E">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42141EF" w14:textId="77777777" w:rsidR="0073761E" w:rsidRPr="00FA4C65" w:rsidRDefault="0073761E" w:rsidP="0073761E">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AEB3FAF" w14:textId="77777777" w:rsidR="0073761E" w:rsidRPr="00FA4C65" w:rsidRDefault="0073761E" w:rsidP="0073761E">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3DF6F43E" w14:textId="77777777" w:rsidR="0073761E" w:rsidRPr="00FA4C65" w:rsidRDefault="0073761E" w:rsidP="0073761E">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604B5EE" w14:textId="77777777" w:rsidR="0073761E" w:rsidRPr="00FA4C65" w:rsidRDefault="0073761E" w:rsidP="0073761E">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DC44946" w14:textId="77777777" w:rsidR="0073761E" w:rsidRDefault="0073761E" w:rsidP="0073761E">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AA7DD6A" w14:textId="2E3BC5CB" w:rsidR="000E65EA" w:rsidRDefault="0073761E" w:rsidP="00D45639">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0E65EA" w:rsidSect="00F203EA">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6C509" w14:textId="77777777" w:rsidR="00AB4FB5" w:rsidRDefault="00AB4FB5" w:rsidP="00962258">
      <w:pPr>
        <w:spacing w:after="0" w:line="240" w:lineRule="auto"/>
      </w:pPr>
      <w:r>
        <w:separator/>
      </w:r>
    </w:p>
  </w:endnote>
  <w:endnote w:type="continuationSeparator" w:id="0">
    <w:p w14:paraId="4BEED87D" w14:textId="77777777" w:rsidR="00AB4FB5" w:rsidRDefault="00AB4F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BF4" w:rsidRPr="003462EB" w14:paraId="0C3BB159" w14:textId="77777777" w:rsidTr="00F13FDA">
      <w:tc>
        <w:tcPr>
          <w:tcW w:w="1021" w:type="dxa"/>
          <w:vAlign w:val="bottom"/>
        </w:tcPr>
        <w:p w14:paraId="636207E5" w14:textId="5924809C" w:rsidR="008A3BF4" w:rsidRPr="00B8518B" w:rsidRDefault="008A3BF4"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10</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3BF4" w:rsidRDefault="008A3BF4" w:rsidP="00F13FDA">
          <w:pPr>
            <w:pStyle w:val="Zpatvlevo"/>
          </w:pPr>
          <w:r w:rsidRPr="00B41CFD">
            <w:t>Smlouva o dílo</w:t>
          </w:r>
        </w:p>
        <w:p w14:paraId="20698C65" w14:textId="77777777" w:rsidR="008A3BF4" w:rsidRPr="003462EB" w:rsidRDefault="008A3BF4" w:rsidP="00B63BD1">
          <w:pPr>
            <w:pStyle w:val="Zpatvlevo"/>
          </w:pPr>
          <w:r>
            <w:t>Z</w:t>
          </w:r>
          <w:r w:rsidRPr="00B63BD1">
            <w:t>hotovení Projektové dokumentace a stavby</w:t>
          </w:r>
        </w:p>
      </w:tc>
    </w:tr>
  </w:tbl>
  <w:p w14:paraId="690F4EB7" w14:textId="77777777" w:rsidR="008A3BF4" w:rsidRPr="00F13FDA" w:rsidRDefault="008A3BF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BF4" w:rsidRPr="003462EB" w14:paraId="178176A4" w14:textId="77777777" w:rsidTr="00F13FDA">
      <w:tc>
        <w:tcPr>
          <w:tcW w:w="1021" w:type="dxa"/>
          <w:vAlign w:val="bottom"/>
        </w:tcPr>
        <w:p w14:paraId="74A79D6D" w14:textId="77777777" w:rsidR="008A3BF4" w:rsidRPr="00B8518B" w:rsidRDefault="008A3B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3BF4" w:rsidRPr="00DD4862" w:rsidRDefault="008A3BF4" w:rsidP="00F13FDA">
          <w:pPr>
            <w:pStyle w:val="Zpatvlevo"/>
            <w:rPr>
              <w:b/>
            </w:rPr>
          </w:pPr>
          <w:r>
            <w:rPr>
              <w:b/>
            </w:rPr>
            <w:t>Příloha č. 4</w:t>
          </w:r>
        </w:p>
        <w:p w14:paraId="485C5726" w14:textId="77777777" w:rsidR="008A3BF4" w:rsidRDefault="008A3BF4" w:rsidP="00F13FDA">
          <w:pPr>
            <w:pStyle w:val="Zpatvlevo"/>
          </w:pPr>
          <w:r w:rsidRPr="00B41CFD">
            <w:t>Smlouva o dílo</w:t>
          </w:r>
        </w:p>
        <w:p w14:paraId="1988285F" w14:textId="77777777" w:rsidR="008A3BF4" w:rsidRPr="003462EB" w:rsidRDefault="008A3BF4" w:rsidP="00F13FDA">
          <w:pPr>
            <w:pStyle w:val="Zpatvlevo"/>
          </w:pPr>
          <w:r>
            <w:t>Z</w:t>
          </w:r>
          <w:r w:rsidRPr="00B63BD1">
            <w:t>hotovení Projektové dokumentace a stavby</w:t>
          </w:r>
        </w:p>
      </w:tc>
    </w:tr>
  </w:tbl>
  <w:p w14:paraId="5CB138E9" w14:textId="77777777" w:rsidR="008A3BF4" w:rsidRPr="00F13FDA" w:rsidRDefault="008A3BF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BF4" w:rsidRPr="009E09BE" w14:paraId="6642596F" w14:textId="77777777" w:rsidTr="00934B6B">
      <w:tc>
        <w:tcPr>
          <w:tcW w:w="0" w:type="auto"/>
          <w:tcMar>
            <w:left w:w="0" w:type="dxa"/>
            <w:right w:w="0" w:type="dxa"/>
          </w:tcMar>
          <w:vAlign w:val="bottom"/>
        </w:tcPr>
        <w:p w14:paraId="779B97E4" w14:textId="77777777" w:rsidR="008A3BF4" w:rsidRPr="00DD4862" w:rsidRDefault="008A3BF4" w:rsidP="00934B6B">
          <w:pPr>
            <w:pStyle w:val="Zpatvpravo"/>
            <w:rPr>
              <w:b/>
            </w:rPr>
          </w:pPr>
          <w:r w:rsidRPr="00DD4862">
            <w:rPr>
              <w:b/>
            </w:rPr>
            <w:t xml:space="preserve">Příloha č. </w:t>
          </w:r>
          <w:r>
            <w:rPr>
              <w:b/>
            </w:rPr>
            <w:t>4</w:t>
          </w:r>
        </w:p>
        <w:p w14:paraId="271EEA9C" w14:textId="77777777" w:rsidR="008A3BF4" w:rsidRPr="003462EB" w:rsidRDefault="008A3BF4" w:rsidP="00934B6B">
          <w:pPr>
            <w:pStyle w:val="Zpatvpravo"/>
          </w:pPr>
          <w:r>
            <w:t>Smlouva o dílo</w:t>
          </w:r>
        </w:p>
        <w:p w14:paraId="681B21FC" w14:textId="77777777" w:rsidR="008A3BF4" w:rsidRPr="003462EB" w:rsidRDefault="008A3BF4"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5EEB279" w:rsidR="008A3BF4" w:rsidRPr="009E09BE" w:rsidRDefault="008A3BF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45D">
            <w:rPr>
              <w:rStyle w:val="slostrnky"/>
              <w:noProof/>
            </w:rPr>
            <w:t>1</w:t>
          </w:r>
          <w:r>
            <w:rPr>
              <w:rStyle w:val="slostrnky"/>
            </w:rPr>
            <w:fldChar w:fldCharType="end"/>
          </w:r>
        </w:p>
      </w:tc>
    </w:tr>
  </w:tbl>
  <w:p w14:paraId="1A6DDA75" w14:textId="77777777" w:rsidR="008A3BF4" w:rsidRPr="00B8518B" w:rsidRDefault="008A3BF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BF4" w:rsidRPr="003462EB" w14:paraId="3B5DA880" w14:textId="77777777" w:rsidTr="00F13FDA">
      <w:tc>
        <w:tcPr>
          <w:tcW w:w="1021" w:type="dxa"/>
          <w:vAlign w:val="bottom"/>
        </w:tcPr>
        <w:p w14:paraId="73EB134A" w14:textId="77777777" w:rsidR="008A3BF4" w:rsidRPr="00B8518B" w:rsidRDefault="008A3B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3BF4" w:rsidRPr="00DD4862" w:rsidRDefault="008A3BF4" w:rsidP="00F13FDA">
          <w:pPr>
            <w:pStyle w:val="Zpatvlevo"/>
            <w:rPr>
              <w:b/>
            </w:rPr>
          </w:pPr>
          <w:r>
            <w:rPr>
              <w:b/>
            </w:rPr>
            <w:t>Příloha č. 5</w:t>
          </w:r>
        </w:p>
        <w:p w14:paraId="434C49BE" w14:textId="77777777" w:rsidR="008A3BF4" w:rsidRDefault="008A3BF4" w:rsidP="00F13FDA">
          <w:pPr>
            <w:pStyle w:val="Zpatvlevo"/>
          </w:pPr>
          <w:r w:rsidRPr="00B41CFD">
            <w:t>Smlouva o dílo</w:t>
          </w:r>
        </w:p>
        <w:p w14:paraId="60B5D949" w14:textId="77777777" w:rsidR="008A3BF4" w:rsidRPr="003462EB" w:rsidRDefault="008A3BF4" w:rsidP="00F13FDA">
          <w:pPr>
            <w:pStyle w:val="Zpatvlevo"/>
          </w:pPr>
          <w:r>
            <w:t>Z</w:t>
          </w:r>
          <w:r w:rsidRPr="00B63BD1">
            <w:t>hotovení Projektové dokumentace a stavby</w:t>
          </w:r>
        </w:p>
      </w:tc>
    </w:tr>
  </w:tbl>
  <w:p w14:paraId="13160E52" w14:textId="77777777" w:rsidR="008A3BF4" w:rsidRPr="00F13FDA" w:rsidRDefault="008A3BF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BF4" w:rsidRPr="009E09BE" w14:paraId="4C440C92" w14:textId="77777777" w:rsidTr="00934B6B">
      <w:tc>
        <w:tcPr>
          <w:tcW w:w="0" w:type="auto"/>
          <w:tcMar>
            <w:left w:w="0" w:type="dxa"/>
            <w:right w:w="0" w:type="dxa"/>
          </w:tcMar>
          <w:vAlign w:val="bottom"/>
        </w:tcPr>
        <w:p w14:paraId="5EB37122" w14:textId="77777777" w:rsidR="008A3BF4" w:rsidRPr="00DD4862" w:rsidRDefault="008A3BF4" w:rsidP="00934B6B">
          <w:pPr>
            <w:pStyle w:val="Zpatvpravo"/>
            <w:rPr>
              <w:b/>
            </w:rPr>
          </w:pPr>
          <w:r w:rsidRPr="00DD4862">
            <w:rPr>
              <w:b/>
            </w:rPr>
            <w:t xml:space="preserve">Příloha č. </w:t>
          </w:r>
          <w:r>
            <w:rPr>
              <w:b/>
            </w:rPr>
            <w:t>5</w:t>
          </w:r>
        </w:p>
        <w:p w14:paraId="25080FD4" w14:textId="77777777" w:rsidR="008A3BF4" w:rsidRPr="003462EB" w:rsidRDefault="008A3BF4" w:rsidP="00934B6B">
          <w:pPr>
            <w:pStyle w:val="Zpatvpravo"/>
          </w:pPr>
          <w:r>
            <w:t>Smlouva o dílo</w:t>
          </w:r>
        </w:p>
        <w:p w14:paraId="4153EFC3" w14:textId="77777777" w:rsidR="008A3BF4" w:rsidRPr="003462EB" w:rsidRDefault="008A3BF4"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197DB73E" w:rsidR="008A3BF4" w:rsidRPr="009E09BE" w:rsidRDefault="008A3BF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45D">
            <w:rPr>
              <w:rStyle w:val="slostrnky"/>
              <w:noProof/>
            </w:rPr>
            <w:t>1</w:t>
          </w:r>
          <w:r>
            <w:rPr>
              <w:rStyle w:val="slostrnky"/>
            </w:rPr>
            <w:fldChar w:fldCharType="end"/>
          </w:r>
        </w:p>
      </w:tc>
    </w:tr>
  </w:tbl>
  <w:p w14:paraId="69A3209E" w14:textId="77777777" w:rsidR="008A3BF4" w:rsidRPr="00B8518B" w:rsidRDefault="008A3BF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BF4" w:rsidRPr="003462EB" w14:paraId="0B4FB1A6" w14:textId="77777777" w:rsidTr="00F13FDA">
      <w:tc>
        <w:tcPr>
          <w:tcW w:w="1021" w:type="dxa"/>
          <w:vAlign w:val="bottom"/>
        </w:tcPr>
        <w:p w14:paraId="3EFBE15C" w14:textId="2AF3BD5B" w:rsidR="008A3BF4" w:rsidRPr="00B8518B" w:rsidRDefault="008A3B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F545D">
            <w:rPr>
              <w:rStyle w:val="slostrnky"/>
              <w:noProof/>
            </w:rPr>
            <w:t>4</w:t>
          </w:r>
          <w:r>
            <w:rPr>
              <w:rStyle w:val="slostrnky"/>
            </w:rPr>
            <w:fldChar w:fldCharType="end"/>
          </w:r>
        </w:p>
      </w:tc>
      <w:tc>
        <w:tcPr>
          <w:tcW w:w="0" w:type="auto"/>
          <w:vAlign w:val="bottom"/>
        </w:tcPr>
        <w:p w14:paraId="60015924" w14:textId="77777777" w:rsidR="008A3BF4" w:rsidRPr="00DD4862" w:rsidRDefault="008A3BF4" w:rsidP="00F13FDA">
          <w:pPr>
            <w:pStyle w:val="Zpatvlevo"/>
            <w:rPr>
              <w:b/>
            </w:rPr>
          </w:pPr>
          <w:r>
            <w:rPr>
              <w:b/>
            </w:rPr>
            <w:t>Příloha č. 6</w:t>
          </w:r>
        </w:p>
        <w:p w14:paraId="2EC5A84D" w14:textId="77777777" w:rsidR="008A3BF4" w:rsidRDefault="008A3BF4" w:rsidP="00F13FDA">
          <w:pPr>
            <w:pStyle w:val="Zpatvlevo"/>
          </w:pPr>
          <w:r w:rsidRPr="00B41CFD">
            <w:t>Smlouva o dílo</w:t>
          </w:r>
        </w:p>
        <w:p w14:paraId="6FD64CDD" w14:textId="77777777" w:rsidR="008A3BF4" w:rsidRPr="003462EB" w:rsidRDefault="008A3BF4" w:rsidP="00F13FDA">
          <w:pPr>
            <w:pStyle w:val="Zpatvlevo"/>
          </w:pPr>
          <w:r>
            <w:t>Z</w:t>
          </w:r>
          <w:r w:rsidRPr="00B63BD1">
            <w:t>hotovení Projektové dokumentace a stavby</w:t>
          </w:r>
        </w:p>
      </w:tc>
    </w:tr>
  </w:tbl>
  <w:p w14:paraId="0B5EEE6C" w14:textId="77777777" w:rsidR="008A3BF4" w:rsidRPr="00F13FDA" w:rsidRDefault="008A3BF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BF4" w:rsidRPr="009E09BE" w14:paraId="076217E4" w14:textId="77777777" w:rsidTr="00934B6B">
      <w:tc>
        <w:tcPr>
          <w:tcW w:w="0" w:type="auto"/>
          <w:tcMar>
            <w:left w:w="0" w:type="dxa"/>
            <w:right w:w="0" w:type="dxa"/>
          </w:tcMar>
          <w:vAlign w:val="bottom"/>
        </w:tcPr>
        <w:p w14:paraId="528DFA01" w14:textId="77777777" w:rsidR="008A3BF4" w:rsidRPr="00DD4862" w:rsidRDefault="008A3BF4" w:rsidP="00934B6B">
          <w:pPr>
            <w:pStyle w:val="Zpatvpravo"/>
            <w:rPr>
              <w:b/>
            </w:rPr>
          </w:pPr>
          <w:r w:rsidRPr="00DD4862">
            <w:rPr>
              <w:b/>
            </w:rPr>
            <w:t xml:space="preserve">Příloha č. </w:t>
          </w:r>
          <w:r>
            <w:rPr>
              <w:b/>
            </w:rPr>
            <w:t>6</w:t>
          </w:r>
        </w:p>
        <w:p w14:paraId="2BBCE469" w14:textId="77777777" w:rsidR="008A3BF4" w:rsidRPr="003462EB" w:rsidRDefault="008A3BF4" w:rsidP="00934B6B">
          <w:pPr>
            <w:pStyle w:val="Zpatvpravo"/>
          </w:pPr>
          <w:r>
            <w:t>Smlouva o dílo</w:t>
          </w:r>
        </w:p>
        <w:p w14:paraId="08936724" w14:textId="77777777" w:rsidR="008A3BF4" w:rsidRPr="003462EB" w:rsidRDefault="008A3BF4"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56BBD138" w:rsidR="008A3BF4" w:rsidRPr="009E09BE" w:rsidRDefault="008A3BF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45D">
            <w:rPr>
              <w:rStyle w:val="slostrnky"/>
              <w:noProof/>
            </w:rPr>
            <w:t>4</w:t>
          </w:r>
          <w:r>
            <w:rPr>
              <w:rStyle w:val="slostrnky"/>
            </w:rPr>
            <w:fldChar w:fldCharType="end"/>
          </w:r>
        </w:p>
      </w:tc>
    </w:tr>
  </w:tbl>
  <w:p w14:paraId="593B45D1" w14:textId="77777777" w:rsidR="008A3BF4" w:rsidRPr="00B8518B" w:rsidRDefault="008A3BF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BF4" w:rsidRPr="003462EB" w14:paraId="475B86B7" w14:textId="77777777" w:rsidTr="00F13FDA">
      <w:tc>
        <w:tcPr>
          <w:tcW w:w="1021" w:type="dxa"/>
          <w:vAlign w:val="bottom"/>
        </w:tcPr>
        <w:p w14:paraId="4168F800" w14:textId="77777777" w:rsidR="008A3BF4" w:rsidRPr="00B8518B" w:rsidRDefault="008A3B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3BF4" w:rsidRPr="00DD4862" w:rsidRDefault="008A3BF4" w:rsidP="00F13FDA">
          <w:pPr>
            <w:pStyle w:val="Zpatvlevo"/>
            <w:rPr>
              <w:b/>
            </w:rPr>
          </w:pPr>
          <w:r>
            <w:rPr>
              <w:b/>
            </w:rPr>
            <w:t>Příloha č. 7</w:t>
          </w:r>
        </w:p>
        <w:p w14:paraId="393A5AA8" w14:textId="77777777" w:rsidR="008A3BF4" w:rsidRDefault="008A3BF4" w:rsidP="00F13FDA">
          <w:pPr>
            <w:pStyle w:val="Zpatvlevo"/>
          </w:pPr>
          <w:r w:rsidRPr="00B41CFD">
            <w:t>Smlouva o dílo</w:t>
          </w:r>
        </w:p>
        <w:p w14:paraId="0EB4C0F7" w14:textId="77777777" w:rsidR="008A3BF4" w:rsidRPr="003462EB" w:rsidRDefault="008A3BF4" w:rsidP="00F13FDA">
          <w:pPr>
            <w:pStyle w:val="Zpatvlevo"/>
          </w:pPr>
          <w:r>
            <w:t>Z</w:t>
          </w:r>
          <w:r w:rsidRPr="00B63BD1">
            <w:t>hotovení Projektové dokumentace a stavby</w:t>
          </w:r>
        </w:p>
      </w:tc>
    </w:tr>
  </w:tbl>
  <w:p w14:paraId="1D4C0328" w14:textId="77777777" w:rsidR="008A3BF4" w:rsidRPr="00F13FDA" w:rsidRDefault="008A3BF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BF4" w:rsidRPr="009E09BE" w14:paraId="376722D6" w14:textId="77777777" w:rsidTr="00934B6B">
      <w:tc>
        <w:tcPr>
          <w:tcW w:w="0" w:type="auto"/>
          <w:tcMar>
            <w:left w:w="0" w:type="dxa"/>
            <w:right w:w="0" w:type="dxa"/>
          </w:tcMar>
          <w:vAlign w:val="bottom"/>
        </w:tcPr>
        <w:p w14:paraId="177BD19C" w14:textId="77777777" w:rsidR="008A3BF4" w:rsidRPr="00DD4862" w:rsidRDefault="008A3BF4" w:rsidP="00934B6B">
          <w:pPr>
            <w:pStyle w:val="Zpatvpravo"/>
            <w:rPr>
              <w:b/>
            </w:rPr>
          </w:pPr>
          <w:r w:rsidRPr="00DD4862">
            <w:rPr>
              <w:b/>
            </w:rPr>
            <w:t xml:space="preserve">Příloha č. </w:t>
          </w:r>
          <w:r>
            <w:rPr>
              <w:b/>
            </w:rPr>
            <w:t>7</w:t>
          </w:r>
        </w:p>
        <w:p w14:paraId="0425195A" w14:textId="77777777" w:rsidR="008A3BF4" w:rsidRPr="003462EB" w:rsidRDefault="008A3BF4" w:rsidP="00934B6B">
          <w:pPr>
            <w:pStyle w:val="Zpatvpravo"/>
          </w:pPr>
          <w:r>
            <w:t>Smlouva o dílo</w:t>
          </w:r>
        </w:p>
        <w:p w14:paraId="1E4A56B5" w14:textId="77777777" w:rsidR="008A3BF4" w:rsidRPr="003462EB" w:rsidRDefault="008A3BF4"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BD9E351" w:rsidR="008A3BF4" w:rsidRPr="009E09BE" w:rsidRDefault="008A3BF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45D">
            <w:rPr>
              <w:rStyle w:val="slostrnky"/>
              <w:noProof/>
            </w:rPr>
            <w:t>1</w:t>
          </w:r>
          <w:r>
            <w:rPr>
              <w:rStyle w:val="slostrnky"/>
            </w:rPr>
            <w:fldChar w:fldCharType="end"/>
          </w:r>
        </w:p>
      </w:tc>
    </w:tr>
  </w:tbl>
  <w:p w14:paraId="0AB044E9" w14:textId="77777777" w:rsidR="008A3BF4" w:rsidRPr="00B8518B" w:rsidRDefault="008A3BF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BF4" w:rsidRPr="003462EB" w14:paraId="37043566" w14:textId="77777777" w:rsidTr="00F13FDA">
      <w:tc>
        <w:tcPr>
          <w:tcW w:w="1021" w:type="dxa"/>
          <w:vAlign w:val="bottom"/>
        </w:tcPr>
        <w:p w14:paraId="7FB47E05" w14:textId="77777777" w:rsidR="008A3BF4" w:rsidRPr="00B8518B" w:rsidRDefault="008A3B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3BF4" w:rsidRPr="00DD4862" w:rsidRDefault="008A3BF4" w:rsidP="00F13FDA">
          <w:pPr>
            <w:pStyle w:val="Zpatvlevo"/>
            <w:rPr>
              <w:b/>
            </w:rPr>
          </w:pPr>
          <w:r>
            <w:rPr>
              <w:b/>
            </w:rPr>
            <w:t>Příloha č. 8</w:t>
          </w:r>
        </w:p>
        <w:p w14:paraId="7E46E238" w14:textId="77777777" w:rsidR="008A3BF4" w:rsidRDefault="008A3BF4" w:rsidP="00F13FDA">
          <w:pPr>
            <w:pStyle w:val="Zpatvlevo"/>
          </w:pPr>
          <w:r w:rsidRPr="00B41CFD">
            <w:t>Smlouva o dílo</w:t>
          </w:r>
        </w:p>
        <w:p w14:paraId="00617CFA" w14:textId="77777777" w:rsidR="008A3BF4" w:rsidRPr="003462EB" w:rsidRDefault="008A3BF4" w:rsidP="00F13FDA">
          <w:pPr>
            <w:pStyle w:val="Zpatvlevo"/>
          </w:pPr>
          <w:r>
            <w:t>Z</w:t>
          </w:r>
          <w:r w:rsidRPr="00B63BD1">
            <w:t>hotovení Projektové dokumentace a stavby</w:t>
          </w:r>
        </w:p>
      </w:tc>
    </w:tr>
  </w:tbl>
  <w:p w14:paraId="378154D6" w14:textId="77777777" w:rsidR="008A3BF4" w:rsidRPr="00F13FDA" w:rsidRDefault="008A3BF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BF4" w:rsidRPr="009E09BE" w14:paraId="4400289A" w14:textId="77777777" w:rsidTr="00934B6B">
      <w:tc>
        <w:tcPr>
          <w:tcW w:w="0" w:type="auto"/>
          <w:tcMar>
            <w:left w:w="0" w:type="dxa"/>
            <w:right w:w="0" w:type="dxa"/>
          </w:tcMar>
          <w:vAlign w:val="bottom"/>
        </w:tcPr>
        <w:p w14:paraId="5EE5CFD2" w14:textId="77777777" w:rsidR="008A3BF4" w:rsidRPr="00DD4862" w:rsidRDefault="008A3BF4" w:rsidP="00934B6B">
          <w:pPr>
            <w:pStyle w:val="Zpatvpravo"/>
            <w:rPr>
              <w:b/>
            </w:rPr>
          </w:pPr>
          <w:r w:rsidRPr="00DD4862">
            <w:rPr>
              <w:b/>
            </w:rPr>
            <w:t xml:space="preserve">Příloha č. </w:t>
          </w:r>
          <w:r>
            <w:rPr>
              <w:b/>
            </w:rPr>
            <w:t>8</w:t>
          </w:r>
        </w:p>
        <w:p w14:paraId="31628953" w14:textId="77777777" w:rsidR="008A3BF4" w:rsidRPr="003462EB" w:rsidRDefault="008A3BF4" w:rsidP="00934B6B">
          <w:pPr>
            <w:pStyle w:val="Zpatvpravo"/>
          </w:pPr>
          <w:r>
            <w:t>Smlouva o dílo</w:t>
          </w:r>
        </w:p>
        <w:p w14:paraId="2C3B0D6B" w14:textId="77777777" w:rsidR="008A3BF4" w:rsidRPr="003462EB" w:rsidRDefault="008A3BF4"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B0697F3" w:rsidR="008A3BF4" w:rsidRPr="009E09BE" w:rsidRDefault="008A3BF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45D">
            <w:rPr>
              <w:rStyle w:val="slostrnky"/>
              <w:noProof/>
            </w:rPr>
            <w:t>1</w:t>
          </w:r>
          <w:r>
            <w:rPr>
              <w:rStyle w:val="slostrnky"/>
            </w:rPr>
            <w:fldChar w:fldCharType="end"/>
          </w:r>
        </w:p>
      </w:tc>
    </w:tr>
  </w:tbl>
  <w:p w14:paraId="5522624D" w14:textId="77777777" w:rsidR="008A3BF4" w:rsidRPr="00B8518B" w:rsidRDefault="008A3B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BF4" w:rsidRPr="009E09BE" w14:paraId="68DD1CBE" w14:textId="77777777" w:rsidTr="00F13FDA">
      <w:tc>
        <w:tcPr>
          <w:tcW w:w="0" w:type="auto"/>
          <w:tcMar>
            <w:left w:w="0" w:type="dxa"/>
            <w:right w:w="0" w:type="dxa"/>
          </w:tcMar>
          <w:vAlign w:val="bottom"/>
        </w:tcPr>
        <w:p w14:paraId="6FB2DC35" w14:textId="77777777" w:rsidR="008A3BF4" w:rsidRPr="003462EB" w:rsidRDefault="008A3BF4" w:rsidP="00F13FDA">
          <w:pPr>
            <w:pStyle w:val="Zpatvpravo"/>
          </w:pPr>
          <w:r>
            <w:t>Smlouva o dílo</w:t>
          </w:r>
        </w:p>
        <w:p w14:paraId="3BB6CFBF" w14:textId="77777777" w:rsidR="008A3BF4" w:rsidRPr="003462EB" w:rsidRDefault="008A3BF4"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8928D81" w:rsidR="008A3BF4" w:rsidRPr="009E09BE" w:rsidRDefault="008A3BF4"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9</w:t>
          </w:r>
          <w:r w:rsidRPr="00B8518B">
            <w:rPr>
              <w:rStyle w:val="slostrnky"/>
            </w:rPr>
            <w:fldChar w:fldCharType="end"/>
          </w:r>
          <w:r w:rsidRPr="00B8518B">
            <w:rPr>
              <w:rStyle w:val="slostrnky"/>
            </w:rPr>
            <w:t>/</w:t>
          </w:r>
          <w:r>
            <w:rPr>
              <w:rStyle w:val="slostrnky"/>
            </w:rPr>
            <w:t>9</w:t>
          </w:r>
        </w:p>
      </w:tc>
    </w:tr>
  </w:tbl>
  <w:p w14:paraId="05A4A1EF" w14:textId="77777777" w:rsidR="008A3BF4" w:rsidRPr="00B8518B" w:rsidRDefault="008A3BF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BF4" w:rsidRPr="003462EB" w14:paraId="17A00C67" w14:textId="77777777" w:rsidTr="00F13FDA">
      <w:tc>
        <w:tcPr>
          <w:tcW w:w="1021" w:type="dxa"/>
          <w:vAlign w:val="bottom"/>
        </w:tcPr>
        <w:p w14:paraId="391F9ADB" w14:textId="0DA096DF" w:rsidR="008A3BF4" w:rsidRPr="00B8518B" w:rsidRDefault="008A3B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F545D">
            <w:rPr>
              <w:rStyle w:val="slostrnky"/>
              <w:noProof/>
            </w:rPr>
            <w:t>4</w:t>
          </w:r>
          <w:r>
            <w:rPr>
              <w:rStyle w:val="slostrnky"/>
            </w:rPr>
            <w:fldChar w:fldCharType="end"/>
          </w:r>
        </w:p>
      </w:tc>
      <w:tc>
        <w:tcPr>
          <w:tcW w:w="0" w:type="auto"/>
          <w:vAlign w:val="bottom"/>
        </w:tcPr>
        <w:p w14:paraId="0C84A86A" w14:textId="09C7F556" w:rsidR="008A3BF4" w:rsidRPr="00DD4862" w:rsidRDefault="008A3BF4" w:rsidP="00F13FDA">
          <w:pPr>
            <w:pStyle w:val="Zpatvlevo"/>
            <w:rPr>
              <w:b/>
            </w:rPr>
          </w:pPr>
          <w:r>
            <w:rPr>
              <w:b/>
            </w:rPr>
            <w:t>Příloha č. 10</w:t>
          </w:r>
        </w:p>
        <w:p w14:paraId="583DB0B7" w14:textId="77777777" w:rsidR="008A3BF4" w:rsidRDefault="008A3BF4" w:rsidP="00F13FDA">
          <w:pPr>
            <w:pStyle w:val="Zpatvlevo"/>
          </w:pPr>
          <w:r w:rsidRPr="00B41CFD">
            <w:t>Smlouva o dílo</w:t>
          </w:r>
        </w:p>
        <w:p w14:paraId="51B13DE3" w14:textId="77777777" w:rsidR="008A3BF4" w:rsidRPr="003462EB" w:rsidRDefault="008A3BF4" w:rsidP="00F13FDA">
          <w:pPr>
            <w:pStyle w:val="Zpatvlevo"/>
          </w:pPr>
          <w:r>
            <w:t>Z</w:t>
          </w:r>
          <w:r w:rsidRPr="00B63BD1">
            <w:t>hotovení Projektové dokumentace a stavby</w:t>
          </w:r>
        </w:p>
      </w:tc>
    </w:tr>
  </w:tbl>
  <w:p w14:paraId="72088436" w14:textId="77777777" w:rsidR="008A3BF4" w:rsidRPr="00F13FDA" w:rsidRDefault="008A3BF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BF4" w:rsidRPr="009E09BE" w14:paraId="481F7ED1" w14:textId="77777777" w:rsidTr="00934B6B">
      <w:tc>
        <w:tcPr>
          <w:tcW w:w="0" w:type="auto"/>
          <w:tcMar>
            <w:left w:w="0" w:type="dxa"/>
            <w:right w:w="0" w:type="dxa"/>
          </w:tcMar>
          <w:vAlign w:val="bottom"/>
        </w:tcPr>
        <w:p w14:paraId="5F919DFC" w14:textId="77777777" w:rsidR="008A3BF4" w:rsidRPr="00DD4862" w:rsidRDefault="008A3BF4" w:rsidP="00934B6B">
          <w:pPr>
            <w:pStyle w:val="Zpatvpravo"/>
            <w:rPr>
              <w:b/>
            </w:rPr>
          </w:pPr>
          <w:r w:rsidRPr="00DD4862">
            <w:rPr>
              <w:b/>
            </w:rPr>
            <w:t xml:space="preserve">Příloha č. </w:t>
          </w:r>
          <w:r>
            <w:rPr>
              <w:b/>
            </w:rPr>
            <w:t>9</w:t>
          </w:r>
        </w:p>
        <w:p w14:paraId="7066BC56" w14:textId="77777777" w:rsidR="008A3BF4" w:rsidRPr="003462EB" w:rsidRDefault="008A3BF4" w:rsidP="00934B6B">
          <w:pPr>
            <w:pStyle w:val="Zpatvpravo"/>
          </w:pPr>
          <w:r>
            <w:t>Smlouva o dílo</w:t>
          </w:r>
        </w:p>
        <w:p w14:paraId="30542FBF" w14:textId="77777777" w:rsidR="008A3BF4" w:rsidRPr="003462EB" w:rsidRDefault="008A3BF4"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4A647AC7" w:rsidR="008A3BF4" w:rsidRPr="009E09BE" w:rsidRDefault="008A3BF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45D">
            <w:rPr>
              <w:rStyle w:val="slostrnky"/>
              <w:noProof/>
            </w:rPr>
            <w:t>1</w:t>
          </w:r>
          <w:r>
            <w:rPr>
              <w:rStyle w:val="slostrnky"/>
            </w:rPr>
            <w:fldChar w:fldCharType="end"/>
          </w:r>
        </w:p>
      </w:tc>
    </w:tr>
  </w:tbl>
  <w:p w14:paraId="7B50E386" w14:textId="77777777" w:rsidR="008A3BF4" w:rsidRPr="00B8518B" w:rsidRDefault="008A3BF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BF4" w:rsidRPr="009E09BE" w14:paraId="6CFE5A53" w14:textId="77777777" w:rsidTr="00934B6B">
      <w:tc>
        <w:tcPr>
          <w:tcW w:w="0" w:type="auto"/>
          <w:tcMar>
            <w:left w:w="0" w:type="dxa"/>
            <w:right w:w="0" w:type="dxa"/>
          </w:tcMar>
          <w:vAlign w:val="bottom"/>
        </w:tcPr>
        <w:p w14:paraId="1415EFFB" w14:textId="6A561E21" w:rsidR="008A3BF4" w:rsidRPr="00DD4862" w:rsidRDefault="008A3BF4" w:rsidP="00934B6B">
          <w:pPr>
            <w:pStyle w:val="Zpatvpravo"/>
            <w:rPr>
              <w:b/>
            </w:rPr>
          </w:pPr>
          <w:r w:rsidRPr="00DD4862">
            <w:rPr>
              <w:b/>
            </w:rPr>
            <w:t xml:space="preserve">Příloha č. </w:t>
          </w:r>
          <w:r>
            <w:rPr>
              <w:b/>
            </w:rPr>
            <w:t>10</w:t>
          </w:r>
        </w:p>
        <w:p w14:paraId="28A41979" w14:textId="77777777" w:rsidR="008A3BF4" w:rsidRPr="003462EB" w:rsidRDefault="008A3BF4" w:rsidP="00934B6B">
          <w:pPr>
            <w:pStyle w:val="Zpatvpravo"/>
          </w:pPr>
          <w:r>
            <w:t>Smlouva o dílo</w:t>
          </w:r>
        </w:p>
        <w:p w14:paraId="3A71EDA8" w14:textId="77777777" w:rsidR="008A3BF4" w:rsidRPr="003462EB" w:rsidRDefault="008A3BF4"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089A5A6D" w:rsidR="008A3BF4" w:rsidRPr="009E09BE" w:rsidRDefault="008A3BF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45D">
            <w:rPr>
              <w:rStyle w:val="slostrnky"/>
              <w:noProof/>
            </w:rPr>
            <w:t>4</w:t>
          </w:r>
          <w:r>
            <w:rPr>
              <w:rStyle w:val="slostrnky"/>
            </w:rPr>
            <w:fldChar w:fldCharType="end"/>
          </w:r>
        </w:p>
      </w:tc>
    </w:tr>
  </w:tbl>
  <w:p w14:paraId="74DC007C" w14:textId="77777777" w:rsidR="008A3BF4" w:rsidRPr="00B8518B" w:rsidRDefault="008A3BF4"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761E" w:rsidRPr="009E09BE" w14:paraId="0F6F3B2E" w14:textId="77777777" w:rsidTr="00934B6B">
      <w:tc>
        <w:tcPr>
          <w:tcW w:w="0" w:type="auto"/>
          <w:tcMar>
            <w:left w:w="0" w:type="dxa"/>
            <w:right w:w="0" w:type="dxa"/>
          </w:tcMar>
          <w:vAlign w:val="bottom"/>
        </w:tcPr>
        <w:p w14:paraId="6895963E" w14:textId="560A0A9D" w:rsidR="0073761E" w:rsidRPr="00DD4862" w:rsidRDefault="0073761E" w:rsidP="00934B6B">
          <w:pPr>
            <w:pStyle w:val="Zpatvpravo"/>
            <w:rPr>
              <w:b/>
            </w:rPr>
          </w:pPr>
          <w:r w:rsidRPr="00DD4862">
            <w:rPr>
              <w:b/>
            </w:rPr>
            <w:t xml:space="preserve">Příloha č. </w:t>
          </w:r>
          <w:r>
            <w:rPr>
              <w:b/>
            </w:rPr>
            <w:t>11</w:t>
          </w:r>
        </w:p>
        <w:p w14:paraId="4DB1A6B5" w14:textId="77777777" w:rsidR="0073761E" w:rsidRPr="003462EB" w:rsidRDefault="0073761E" w:rsidP="00934B6B">
          <w:pPr>
            <w:pStyle w:val="Zpatvpravo"/>
          </w:pPr>
          <w:r>
            <w:t>Smlouva o dílo</w:t>
          </w:r>
        </w:p>
        <w:p w14:paraId="335553F5" w14:textId="77777777" w:rsidR="0073761E" w:rsidRPr="003462EB" w:rsidRDefault="0073761E" w:rsidP="00934B6B">
          <w:pPr>
            <w:pStyle w:val="Zpatvpravo"/>
            <w:rPr>
              <w:rStyle w:val="slostrnky"/>
              <w:b w:val="0"/>
              <w:color w:val="auto"/>
              <w:sz w:val="12"/>
            </w:rPr>
          </w:pPr>
          <w:r>
            <w:t>Z</w:t>
          </w:r>
          <w:r w:rsidRPr="00B63BD1">
            <w:t>hotovení Projektové dokumentace a stavby</w:t>
          </w:r>
        </w:p>
      </w:tc>
      <w:tc>
        <w:tcPr>
          <w:tcW w:w="1021" w:type="dxa"/>
          <w:vAlign w:val="bottom"/>
        </w:tcPr>
        <w:p w14:paraId="6B82AE8D" w14:textId="2B156038" w:rsidR="0073761E" w:rsidRPr="009E09BE" w:rsidRDefault="0073761E"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45D">
            <w:rPr>
              <w:rStyle w:val="slostrnky"/>
              <w:noProof/>
            </w:rPr>
            <w:t>1</w:t>
          </w:r>
          <w:r>
            <w:rPr>
              <w:rStyle w:val="slostrnky"/>
            </w:rPr>
            <w:fldChar w:fldCharType="end"/>
          </w:r>
        </w:p>
      </w:tc>
    </w:tr>
  </w:tbl>
  <w:p w14:paraId="393E132D" w14:textId="77777777" w:rsidR="0073761E" w:rsidRPr="00B8518B" w:rsidRDefault="0073761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70686" w14:textId="6794AC22" w:rsidR="008A3BF4" w:rsidRPr="00222785" w:rsidRDefault="008A3BF4" w:rsidP="008C2F8F">
    <w:pPr>
      <w:pStyle w:val="Zpat"/>
      <w:rPr>
        <w:i/>
        <w:color w:val="00B050"/>
        <w:sz w:val="12"/>
        <w:szCs w:val="12"/>
      </w:rPr>
    </w:pPr>
  </w:p>
  <w:p w14:paraId="564FBF04" w14:textId="4674E1E6" w:rsidR="008A3BF4" w:rsidRDefault="008A3BF4">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BF4" w:rsidRPr="003462EB" w14:paraId="642DC659" w14:textId="77777777" w:rsidTr="00F13FDA">
      <w:tc>
        <w:tcPr>
          <w:tcW w:w="1021" w:type="dxa"/>
          <w:vAlign w:val="bottom"/>
        </w:tcPr>
        <w:p w14:paraId="05B06B54" w14:textId="77777777" w:rsidR="008A3BF4" w:rsidRPr="00B8518B" w:rsidRDefault="008A3B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3BF4" w:rsidRPr="00DD4862" w:rsidRDefault="008A3BF4" w:rsidP="00F13FDA">
          <w:pPr>
            <w:pStyle w:val="Zpatvlevo"/>
            <w:rPr>
              <w:b/>
            </w:rPr>
          </w:pPr>
          <w:r w:rsidRPr="00DD4862">
            <w:rPr>
              <w:b/>
            </w:rPr>
            <w:t>Příloha č. 1</w:t>
          </w:r>
        </w:p>
        <w:p w14:paraId="407EE127" w14:textId="77777777" w:rsidR="008A3BF4" w:rsidRDefault="008A3BF4" w:rsidP="00F13FDA">
          <w:pPr>
            <w:pStyle w:val="Zpatvlevo"/>
          </w:pPr>
          <w:r w:rsidRPr="00B41CFD">
            <w:t>Smlouva o dílo</w:t>
          </w:r>
        </w:p>
        <w:p w14:paraId="5E9062DE" w14:textId="77777777" w:rsidR="008A3BF4" w:rsidRPr="003462EB" w:rsidRDefault="008A3BF4" w:rsidP="00F13FDA">
          <w:pPr>
            <w:pStyle w:val="Zpatvlevo"/>
          </w:pPr>
          <w:r>
            <w:t>Z</w:t>
          </w:r>
          <w:r w:rsidRPr="00B63BD1">
            <w:t>hotovení Projektové dokumentace a stavby</w:t>
          </w:r>
        </w:p>
      </w:tc>
    </w:tr>
  </w:tbl>
  <w:p w14:paraId="4B1F2D28" w14:textId="77777777" w:rsidR="008A3BF4" w:rsidRPr="00F13FDA" w:rsidRDefault="008A3BF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8A3BF4" w:rsidRDefault="008A3BF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BF4" w:rsidRPr="009E09BE" w14:paraId="640C53A3" w14:textId="77777777" w:rsidTr="00934B6B">
      <w:tc>
        <w:tcPr>
          <w:tcW w:w="0" w:type="auto"/>
          <w:tcMar>
            <w:left w:w="0" w:type="dxa"/>
            <w:right w:w="0" w:type="dxa"/>
          </w:tcMar>
          <w:vAlign w:val="bottom"/>
        </w:tcPr>
        <w:p w14:paraId="1F3DDB04" w14:textId="77777777" w:rsidR="008A3BF4" w:rsidRPr="00DD4862" w:rsidRDefault="008A3BF4" w:rsidP="00934B6B">
          <w:pPr>
            <w:pStyle w:val="Zpatvpravo"/>
            <w:rPr>
              <w:b/>
            </w:rPr>
          </w:pPr>
          <w:r w:rsidRPr="00DD4862">
            <w:rPr>
              <w:b/>
            </w:rPr>
            <w:t>Příloha č. 1</w:t>
          </w:r>
        </w:p>
        <w:p w14:paraId="2307E66C" w14:textId="77777777" w:rsidR="008A3BF4" w:rsidRPr="003462EB" w:rsidRDefault="008A3BF4" w:rsidP="00934B6B">
          <w:pPr>
            <w:pStyle w:val="Zpatvpravo"/>
          </w:pPr>
          <w:r>
            <w:t>Smlouva o dílo</w:t>
          </w:r>
        </w:p>
        <w:p w14:paraId="011F7908" w14:textId="77777777" w:rsidR="008A3BF4" w:rsidRPr="003462EB" w:rsidRDefault="008A3BF4"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0FC9EB10" w:rsidR="008A3BF4" w:rsidRPr="009E09BE" w:rsidRDefault="008A3BF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45D">
            <w:rPr>
              <w:rStyle w:val="slostrnky"/>
              <w:noProof/>
            </w:rPr>
            <w:t>1</w:t>
          </w:r>
          <w:r>
            <w:rPr>
              <w:rStyle w:val="slostrnky"/>
            </w:rPr>
            <w:fldChar w:fldCharType="end"/>
          </w:r>
        </w:p>
      </w:tc>
    </w:tr>
  </w:tbl>
  <w:p w14:paraId="47F1712A" w14:textId="77777777" w:rsidR="008A3BF4" w:rsidRPr="00B8518B" w:rsidRDefault="008A3B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BF4" w:rsidRPr="003462EB" w14:paraId="0BBEB616" w14:textId="77777777" w:rsidTr="00F13FDA">
      <w:tc>
        <w:tcPr>
          <w:tcW w:w="1021" w:type="dxa"/>
          <w:vAlign w:val="bottom"/>
        </w:tcPr>
        <w:p w14:paraId="6D2FDC0A" w14:textId="77777777" w:rsidR="008A3BF4" w:rsidRPr="00B8518B" w:rsidRDefault="008A3B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3BF4" w:rsidRPr="00DD4862" w:rsidRDefault="008A3BF4" w:rsidP="00F13FDA">
          <w:pPr>
            <w:pStyle w:val="Zpatvlevo"/>
            <w:rPr>
              <w:b/>
            </w:rPr>
          </w:pPr>
          <w:r>
            <w:rPr>
              <w:b/>
            </w:rPr>
            <w:t>Příloha č. 2</w:t>
          </w:r>
        </w:p>
        <w:p w14:paraId="49286FA0" w14:textId="77777777" w:rsidR="008A3BF4" w:rsidRDefault="008A3BF4" w:rsidP="00F13FDA">
          <w:pPr>
            <w:pStyle w:val="Zpatvlevo"/>
          </w:pPr>
          <w:r w:rsidRPr="00B41CFD">
            <w:t>Smlouva o dílo</w:t>
          </w:r>
        </w:p>
        <w:p w14:paraId="2F4F2EAF" w14:textId="77777777" w:rsidR="008A3BF4" w:rsidRPr="003462EB" w:rsidRDefault="008A3BF4" w:rsidP="00F13FDA">
          <w:pPr>
            <w:pStyle w:val="Zpatvlevo"/>
          </w:pPr>
          <w:r>
            <w:t>Z</w:t>
          </w:r>
          <w:r w:rsidRPr="00B63BD1">
            <w:t>hotovení Projektové dokumentace a stavby</w:t>
          </w:r>
        </w:p>
      </w:tc>
    </w:tr>
  </w:tbl>
  <w:p w14:paraId="2E5C1A8C" w14:textId="77777777" w:rsidR="008A3BF4" w:rsidRPr="00F13FDA" w:rsidRDefault="008A3BF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BF4" w:rsidRPr="009E09BE" w14:paraId="39F222F1" w14:textId="77777777" w:rsidTr="00934B6B">
      <w:tc>
        <w:tcPr>
          <w:tcW w:w="0" w:type="auto"/>
          <w:tcMar>
            <w:left w:w="0" w:type="dxa"/>
            <w:right w:w="0" w:type="dxa"/>
          </w:tcMar>
          <w:vAlign w:val="bottom"/>
        </w:tcPr>
        <w:p w14:paraId="45B7265B" w14:textId="77777777" w:rsidR="008A3BF4" w:rsidRPr="00DD4862" w:rsidRDefault="008A3BF4" w:rsidP="00934B6B">
          <w:pPr>
            <w:pStyle w:val="Zpatvpravo"/>
            <w:rPr>
              <w:b/>
            </w:rPr>
          </w:pPr>
          <w:r w:rsidRPr="00DD4862">
            <w:rPr>
              <w:b/>
            </w:rPr>
            <w:t>Příloha č. 2</w:t>
          </w:r>
        </w:p>
        <w:p w14:paraId="1E47570A" w14:textId="77777777" w:rsidR="008A3BF4" w:rsidRPr="003462EB" w:rsidRDefault="008A3BF4" w:rsidP="00934B6B">
          <w:pPr>
            <w:pStyle w:val="Zpatvpravo"/>
          </w:pPr>
          <w:r>
            <w:t>Smlouva o dílo</w:t>
          </w:r>
        </w:p>
        <w:p w14:paraId="31E2D647" w14:textId="77777777" w:rsidR="008A3BF4" w:rsidRPr="003462EB" w:rsidRDefault="008A3BF4"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308B7AA1" w:rsidR="008A3BF4" w:rsidRPr="009E09BE" w:rsidRDefault="008A3BF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45D">
            <w:rPr>
              <w:rStyle w:val="slostrnky"/>
              <w:noProof/>
            </w:rPr>
            <w:t>1</w:t>
          </w:r>
          <w:r>
            <w:rPr>
              <w:rStyle w:val="slostrnky"/>
            </w:rPr>
            <w:fldChar w:fldCharType="end"/>
          </w:r>
        </w:p>
      </w:tc>
    </w:tr>
  </w:tbl>
  <w:p w14:paraId="19334840" w14:textId="77777777" w:rsidR="008A3BF4" w:rsidRPr="00B8518B" w:rsidRDefault="008A3B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BF4" w:rsidRPr="003462EB" w14:paraId="5F7BD0FA" w14:textId="77777777" w:rsidTr="00F13FDA">
      <w:tc>
        <w:tcPr>
          <w:tcW w:w="1021" w:type="dxa"/>
          <w:vAlign w:val="bottom"/>
        </w:tcPr>
        <w:p w14:paraId="6ED25A52" w14:textId="77777777" w:rsidR="008A3BF4" w:rsidRPr="00B8518B" w:rsidRDefault="008A3B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3BF4" w:rsidRPr="00DD4862" w:rsidRDefault="008A3BF4" w:rsidP="00F13FDA">
          <w:pPr>
            <w:pStyle w:val="Zpatvlevo"/>
            <w:rPr>
              <w:b/>
            </w:rPr>
          </w:pPr>
          <w:r>
            <w:rPr>
              <w:b/>
            </w:rPr>
            <w:t>Příloha č. 3</w:t>
          </w:r>
        </w:p>
        <w:p w14:paraId="2507A82B" w14:textId="77777777" w:rsidR="008A3BF4" w:rsidRDefault="008A3BF4" w:rsidP="00F13FDA">
          <w:pPr>
            <w:pStyle w:val="Zpatvlevo"/>
          </w:pPr>
          <w:r w:rsidRPr="00B41CFD">
            <w:t>Smlouva o dílo</w:t>
          </w:r>
        </w:p>
        <w:p w14:paraId="31CB4DFE" w14:textId="77777777" w:rsidR="008A3BF4" w:rsidRPr="003462EB" w:rsidRDefault="008A3BF4" w:rsidP="00F13FDA">
          <w:pPr>
            <w:pStyle w:val="Zpatvlevo"/>
          </w:pPr>
          <w:r>
            <w:t>Z</w:t>
          </w:r>
          <w:r w:rsidRPr="00B63BD1">
            <w:t>hotovení Projektové dokumentace a stavby</w:t>
          </w:r>
        </w:p>
      </w:tc>
    </w:tr>
  </w:tbl>
  <w:p w14:paraId="2C0D0081" w14:textId="77777777" w:rsidR="008A3BF4" w:rsidRPr="00F13FDA" w:rsidRDefault="008A3BF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BF4" w:rsidRPr="009E09BE" w14:paraId="1724B44A" w14:textId="77777777" w:rsidTr="00934B6B">
      <w:tc>
        <w:tcPr>
          <w:tcW w:w="0" w:type="auto"/>
          <w:tcMar>
            <w:left w:w="0" w:type="dxa"/>
            <w:right w:w="0" w:type="dxa"/>
          </w:tcMar>
          <w:vAlign w:val="bottom"/>
        </w:tcPr>
        <w:p w14:paraId="6BCA8218" w14:textId="77777777" w:rsidR="008A3BF4" w:rsidRPr="00DD4862" w:rsidRDefault="008A3BF4" w:rsidP="00934B6B">
          <w:pPr>
            <w:pStyle w:val="Zpatvpravo"/>
            <w:rPr>
              <w:b/>
            </w:rPr>
          </w:pPr>
          <w:r w:rsidRPr="00DD4862">
            <w:rPr>
              <w:b/>
            </w:rPr>
            <w:t xml:space="preserve">Příloha č. </w:t>
          </w:r>
          <w:r>
            <w:rPr>
              <w:b/>
            </w:rPr>
            <w:t>3</w:t>
          </w:r>
        </w:p>
        <w:p w14:paraId="52EDCD13" w14:textId="77777777" w:rsidR="008A3BF4" w:rsidRPr="003462EB" w:rsidRDefault="008A3BF4" w:rsidP="00934B6B">
          <w:pPr>
            <w:pStyle w:val="Zpatvpravo"/>
          </w:pPr>
          <w:r>
            <w:t>Smlouva o dílo</w:t>
          </w:r>
        </w:p>
        <w:p w14:paraId="07E14393" w14:textId="77777777" w:rsidR="008A3BF4" w:rsidRPr="003462EB" w:rsidRDefault="008A3BF4"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CA03999" w:rsidR="008A3BF4" w:rsidRPr="009E09BE" w:rsidRDefault="008A3BF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F545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F545D">
            <w:rPr>
              <w:rStyle w:val="slostrnky"/>
              <w:noProof/>
            </w:rPr>
            <w:t>1</w:t>
          </w:r>
          <w:r>
            <w:rPr>
              <w:rStyle w:val="slostrnky"/>
            </w:rPr>
            <w:fldChar w:fldCharType="end"/>
          </w:r>
        </w:p>
      </w:tc>
    </w:tr>
  </w:tbl>
  <w:p w14:paraId="762526CA" w14:textId="77777777" w:rsidR="008A3BF4" w:rsidRPr="00B8518B" w:rsidRDefault="008A3B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70702" w14:textId="77777777" w:rsidR="00AB4FB5" w:rsidRDefault="00AB4FB5" w:rsidP="00962258">
      <w:pPr>
        <w:spacing w:after="0" w:line="240" w:lineRule="auto"/>
      </w:pPr>
      <w:r>
        <w:separator/>
      </w:r>
    </w:p>
  </w:footnote>
  <w:footnote w:type="continuationSeparator" w:id="0">
    <w:p w14:paraId="11713AA9" w14:textId="77777777" w:rsidR="00AB4FB5" w:rsidRDefault="00AB4F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3BF4" w14:paraId="15F803D2" w14:textId="77777777" w:rsidTr="00B22106">
      <w:trPr>
        <w:trHeight w:hRule="exact" w:val="936"/>
      </w:trPr>
      <w:tc>
        <w:tcPr>
          <w:tcW w:w="1361" w:type="dxa"/>
          <w:tcMar>
            <w:left w:w="0" w:type="dxa"/>
            <w:right w:w="0" w:type="dxa"/>
          </w:tcMar>
        </w:tcPr>
        <w:p w14:paraId="4641E639" w14:textId="77777777" w:rsidR="008A3BF4" w:rsidRPr="00B8518B" w:rsidRDefault="008A3BF4" w:rsidP="00FC6389">
          <w:pPr>
            <w:pStyle w:val="Zpat"/>
            <w:rPr>
              <w:rStyle w:val="slostrnky"/>
            </w:rPr>
          </w:pPr>
        </w:p>
      </w:tc>
      <w:tc>
        <w:tcPr>
          <w:tcW w:w="3458" w:type="dxa"/>
          <w:shd w:val="clear" w:color="auto" w:fill="auto"/>
          <w:tcMar>
            <w:left w:w="0" w:type="dxa"/>
            <w:right w:w="0" w:type="dxa"/>
          </w:tcMar>
        </w:tcPr>
        <w:p w14:paraId="6929FCCF" w14:textId="77777777" w:rsidR="008A3BF4" w:rsidRDefault="008A3BF4"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8A3BF4" w:rsidRPr="00D6163D" w:rsidRDefault="008A3BF4" w:rsidP="00FC6389">
          <w:pPr>
            <w:pStyle w:val="Druhdokumentu"/>
          </w:pPr>
        </w:p>
      </w:tc>
    </w:tr>
    <w:tr w:rsidR="008A3BF4" w14:paraId="76D44D13" w14:textId="77777777" w:rsidTr="00B22106">
      <w:trPr>
        <w:trHeight w:hRule="exact" w:val="936"/>
      </w:trPr>
      <w:tc>
        <w:tcPr>
          <w:tcW w:w="1361" w:type="dxa"/>
          <w:tcMar>
            <w:left w:w="0" w:type="dxa"/>
            <w:right w:w="0" w:type="dxa"/>
          </w:tcMar>
        </w:tcPr>
        <w:p w14:paraId="66B7441D" w14:textId="77777777" w:rsidR="008A3BF4" w:rsidRPr="00B8518B" w:rsidRDefault="008A3BF4" w:rsidP="00FC6389">
          <w:pPr>
            <w:pStyle w:val="Zpat"/>
            <w:rPr>
              <w:rStyle w:val="slostrnky"/>
            </w:rPr>
          </w:pPr>
        </w:p>
      </w:tc>
      <w:tc>
        <w:tcPr>
          <w:tcW w:w="3458" w:type="dxa"/>
          <w:shd w:val="clear" w:color="auto" w:fill="auto"/>
          <w:tcMar>
            <w:left w:w="0" w:type="dxa"/>
            <w:right w:w="0" w:type="dxa"/>
          </w:tcMar>
        </w:tcPr>
        <w:p w14:paraId="1FBCE88D" w14:textId="77777777" w:rsidR="008A3BF4" w:rsidRDefault="008A3BF4" w:rsidP="00FC6389">
          <w:pPr>
            <w:pStyle w:val="Zpat"/>
          </w:pPr>
        </w:p>
      </w:tc>
      <w:tc>
        <w:tcPr>
          <w:tcW w:w="5756" w:type="dxa"/>
          <w:shd w:val="clear" w:color="auto" w:fill="auto"/>
          <w:tcMar>
            <w:left w:w="0" w:type="dxa"/>
            <w:right w:w="0" w:type="dxa"/>
          </w:tcMar>
        </w:tcPr>
        <w:p w14:paraId="2D321ECC" w14:textId="77777777" w:rsidR="008A3BF4" w:rsidRPr="00D6163D" w:rsidRDefault="008A3BF4" w:rsidP="00FC6389">
          <w:pPr>
            <w:pStyle w:val="Druhdokumentu"/>
          </w:pPr>
        </w:p>
      </w:tc>
    </w:tr>
  </w:tbl>
  <w:p w14:paraId="499DD15B" w14:textId="77777777" w:rsidR="008A3BF4" w:rsidRPr="00D6163D" w:rsidRDefault="008A3BF4" w:rsidP="00FC6389">
    <w:pPr>
      <w:pStyle w:val="Zhlav"/>
      <w:rPr>
        <w:sz w:val="8"/>
        <w:szCs w:val="8"/>
      </w:rPr>
    </w:pPr>
  </w:p>
  <w:p w14:paraId="467568D9" w14:textId="77777777" w:rsidR="008A3BF4" w:rsidRPr="00460660" w:rsidRDefault="008A3BF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8A3BF4" w:rsidRPr="00D6163D" w:rsidRDefault="008A3B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8A3BF4" w:rsidRPr="00D6163D" w:rsidRDefault="008A3BF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8A3BF4" w:rsidRPr="00D6163D" w:rsidRDefault="008A3B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8A3BF4" w:rsidRPr="00D6163D" w:rsidRDefault="008A3B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8A3BF4" w:rsidRPr="00D6163D" w:rsidRDefault="008A3BF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8A3BF4" w:rsidRPr="00D6163D" w:rsidRDefault="008A3BF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8A3BF4" w:rsidRPr="00D6163D" w:rsidRDefault="008A3BF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8A3BF4" w:rsidRPr="00D6163D" w:rsidRDefault="008A3BF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8A3BF4" w:rsidRPr="00D6163D" w:rsidRDefault="008A3B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98E8AEA"/>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0"/>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1"/>
  </w:num>
  <w:num w:numId="11">
    <w:abstractNumId w:val="14"/>
  </w:num>
  <w:num w:numId="12">
    <w:abstractNumId w:val="6"/>
  </w:num>
  <w:num w:numId="13">
    <w:abstractNumId w:val="9"/>
  </w:num>
  <w:num w:numId="14">
    <w:abstractNumId w:val="10"/>
  </w:num>
  <w:num w:numId="15">
    <w:abstractNumId w:val="0"/>
  </w:num>
  <w:num w:numId="16">
    <w:abstractNumId w:val="2"/>
  </w:num>
  <w:num w:numId="17">
    <w:abstractNumId w:val="13"/>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79D0"/>
    <w:rsid w:val="00017F3C"/>
    <w:rsid w:val="00022F72"/>
    <w:rsid w:val="00041EC8"/>
    <w:rsid w:val="000432C2"/>
    <w:rsid w:val="0004706B"/>
    <w:rsid w:val="0006588D"/>
    <w:rsid w:val="00067A5E"/>
    <w:rsid w:val="000719BB"/>
    <w:rsid w:val="00072A65"/>
    <w:rsid w:val="00072C1E"/>
    <w:rsid w:val="000A1915"/>
    <w:rsid w:val="000B4EB8"/>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472"/>
    <w:rsid w:val="00114988"/>
    <w:rsid w:val="00115069"/>
    <w:rsid w:val="001150F2"/>
    <w:rsid w:val="00124A35"/>
    <w:rsid w:val="00124E9C"/>
    <w:rsid w:val="00133726"/>
    <w:rsid w:val="00143EC0"/>
    <w:rsid w:val="00152A7E"/>
    <w:rsid w:val="00155EB3"/>
    <w:rsid w:val="001656A2"/>
    <w:rsid w:val="00165977"/>
    <w:rsid w:val="00170EC5"/>
    <w:rsid w:val="00173349"/>
    <w:rsid w:val="00173A70"/>
    <w:rsid w:val="001747C1"/>
    <w:rsid w:val="00177D6B"/>
    <w:rsid w:val="00182075"/>
    <w:rsid w:val="00183FBA"/>
    <w:rsid w:val="00187660"/>
    <w:rsid w:val="00191689"/>
    <w:rsid w:val="00191F90"/>
    <w:rsid w:val="001A14B8"/>
    <w:rsid w:val="001B0C6A"/>
    <w:rsid w:val="001B4E74"/>
    <w:rsid w:val="001C5817"/>
    <w:rsid w:val="001C645F"/>
    <w:rsid w:val="001C68BE"/>
    <w:rsid w:val="001E678E"/>
    <w:rsid w:val="001F518E"/>
    <w:rsid w:val="002038D5"/>
    <w:rsid w:val="002071BB"/>
    <w:rsid w:val="00207DF5"/>
    <w:rsid w:val="00225027"/>
    <w:rsid w:val="00225674"/>
    <w:rsid w:val="002333E5"/>
    <w:rsid w:val="00233770"/>
    <w:rsid w:val="00237604"/>
    <w:rsid w:val="00237B02"/>
    <w:rsid w:val="00240B81"/>
    <w:rsid w:val="00247D01"/>
    <w:rsid w:val="00252206"/>
    <w:rsid w:val="00255B10"/>
    <w:rsid w:val="00261A5B"/>
    <w:rsid w:val="00262E5B"/>
    <w:rsid w:val="00276AFE"/>
    <w:rsid w:val="00284B29"/>
    <w:rsid w:val="00285ED8"/>
    <w:rsid w:val="00286E07"/>
    <w:rsid w:val="002A3B57"/>
    <w:rsid w:val="002B4972"/>
    <w:rsid w:val="002C31BF"/>
    <w:rsid w:val="002D1625"/>
    <w:rsid w:val="002D3591"/>
    <w:rsid w:val="002D6EE5"/>
    <w:rsid w:val="002D7FD6"/>
    <w:rsid w:val="002E0CD7"/>
    <w:rsid w:val="002E0CFB"/>
    <w:rsid w:val="002E5C7B"/>
    <w:rsid w:val="002F2DC5"/>
    <w:rsid w:val="002F4333"/>
    <w:rsid w:val="002F52D1"/>
    <w:rsid w:val="0030003A"/>
    <w:rsid w:val="0030081D"/>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83FCE"/>
    <w:rsid w:val="0039231C"/>
    <w:rsid w:val="00392910"/>
    <w:rsid w:val="00392EB6"/>
    <w:rsid w:val="00394474"/>
    <w:rsid w:val="003956C6"/>
    <w:rsid w:val="003B23D6"/>
    <w:rsid w:val="003C33F2"/>
    <w:rsid w:val="003D6859"/>
    <w:rsid w:val="003D756E"/>
    <w:rsid w:val="003E420D"/>
    <w:rsid w:val="003E4C13"/>
    <w:rsid w:val="00401D55"/>
    <w:rsid w:val="004078F3"/>
    <w:rsid w:val="00407EF8"/>
    <w:rsid w:val="004160CB"/>
    <w:rsid w:val="00423195"/>
    <w:rsid w:val="00427794"/>
    <w:rsid w:val="004328E4"/>
    <w:rsid w:val="00450F07"/>
    <w:rsid w:val="00450F44"/>
    <w:rsid w:val="00453CD3"/>
    <w:rsid w:val="00455CE8"/>
    <w:rsid w:val="00460660"/>
    <w:rsid w:val="00464BA9"/>
    <w:rsid w:val="00483969"/>
    <w:rsid w:val="00486107"/>
    <w:rsid w:val="00491827"/>
    <w:rsid w:val="004A17ED"/>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2A4A"/>
    <w:rsid w:val="00523BB5"/>
    <w:rsid w:val="00523EA7"/>
    <w:rsid w:val="00534258"/>
    <w:rsid w:val="005406EB"/>
    <w:rsid w:val="00544816"/>
    <w:rsid w:val="00553375"/>
    <w:rsid w:val="00555884"/>
    <w:rsid w:val="005614AC"/>
    <w:rsid w:val="0056278A"/>
    <w:rsid w:val="005736B7"/>
    <w:rsid w:val="00575E5A"/>
    <w:rsid w:val="0057614D"/>
    <w:rsid w:val="00576B4D"/>
    <w:rsid w:val="00580245"/>
    <w:rsid w:val="00582A82"/>
    <w:rsid w:val="00590C91"/>
    <w:rsid w:val="005967E0"/>
    <w:rsid w:val="005A1F44"/>
    <w:rsid w:val="005B778D"/>
    <w:rsid w:val="005C2313"/>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3FDC"/>
    <w:rsid w:val="00653EB8"/>
    <w:rsid w:val="0065610E"/>
    <w:rsid w:val="006606A7"/>
    <w:rsid w:val="00660AD3"/>
    <w:rsid w:val="00665701"/>
    <w:rsid w:val="006776B6"/>
    <w:rsid w:val="00693150"/>
    <w:rsid w:val="006A32ED"/>
    <w:rsid w:val="006A5570"/>
    <w:rsid w:val="006A5576"/>
    <w:rsid w:val="006A689C"/>
    <w:rsid w:val="006A698D"/>
    <w:rsid w:val="006B3D79"/>
    <w:rsid w:val="006B6FE4"/>
    <w:rsid w:val="006C2343"/>
    <w:rsid w:val="006C442A"/>
    <w:rsid w:val="006D31F5"/>
    <w:rsid w:val="006E0578"/>
    <w:rsid w:val="006E21EB"/>
    <w:rsid w:val="006E314D"/>
    <w:rsid w:val="006E7799"/>
    <w:rsid w:val="006F46CA"/>
    <w:rsid w:val="006F545D"/>
    <w:rsid w:val="006F680F"/>
    <w:rsid w:val="006F782C"/>
    <w:rsid w:val="00704D1E"/>
    <w:rsid w:val="00710723"/>
    <w:rsid w:val="007145F3"/>
    <w:rsid w:val="00723ED1"/>
    <w:rsid w:val="00725742"/>
    <w:rsid w:val="0073761E"/>
    <w:rsid w:val="00740AF5"/>
    <w:rsid w:val="00743525"/>
    <w:rsid w:val="007470DC"/>
    <w:rsid w:val="007541A2"/>
    <w:rsid w:val="00755679"/>
    <w:rsid w:val="00755818"/>
    <w:rsid w:val="007616C2"/>
    <w:rsid w:val="0076286B"/>
    <w:rsid w:val="007629F8"/>
    <w:rsid w:val="00766846"/>
    <w:rsid w:val="00773071"/>
    <w:rsid w:val="00773E76"/>
    <w:rsid w:val="0077673A"/>
    <w:rsid w:val="00780051"/>
    <w:rsid w:val="007846E1"/>
    <w:rsid w:val="007847D6"/>
    <w:rsid w:val="00784F4D"/>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6789"/>
    <w:rsid w:val="008527C7"/>
    <w:rsid w:val="00855469"/>
    <w:rsid w:val="00866994"/>
    <w:rsid w:val="008760DD"/>
    <w:rsid w:val="00883098"/>
    <w:rsid w:val="008911C8"/>
    <w:rsid w:val="008924AF"/>
    <w:rsid w:val="008928D0"/>
    <w:rsid w:val="008A3568"/>
    <w:rsid w:val="008A3BF4"/>
    <w:rsid w:val="008A7656"/>
    <w:rsid w:val="008B2F29"/>
    <w:rsid w:val="008B48D3"/>
    <w:rsid w:val="008B78DF"/>
    <w:rsid w:val="008C2F8F"/>
    <w:rsid w:val="008C50F3"/>
    <w:rsid w:val="008C7539"/>
    <w:rsid w:val="008C7EFE"/>
    <w:rsid w:val="008D03B9"/>
    <w:rsid w:val="008D30C7"/>
    <w:rsid w:val="008D4A07"/>
    <w:rsid w:val="008F18D6"/>
    <w:rsid w:val="008F2C9B"/>
    <w:rsid w:val="008F7242"/>
    <w:rsid w:val="008F797B"/>
    <w:rsid w:val="00904780"/>
    <w:rsid w:val="0090635B"/>
    <w:rsid w:val="009152C2"/>
    <w:rsid w:val="00922385"/>
    <w:rsid w:val="009223DF"/>
    <w:rsid w:val="00934B6B"/>
    <w:rsid w:val="00935992"/>
    <w:rsid w:val="00936091"/>
    <w:rsid w:val="00940D8A"/>
    <w:rsid w:val="00946FE9"/>
    <w:rsid w:val="00960B34"/>
    <w:rsid w:val="00960C0C"/>
    <w:rsid w:val="00962258"/>
    <w:rsid w:val="009678B7"/>
    <w:rsid w:val="00973C4B"/>
    <w:rsid w:val="00974722"/>
    <w:rsid w:val="0098100D"/>
    <w:rsid w:val="00985DF9"/>
    <w:rsid w:val="00992D9C"/>
    <w:rsid w:val="00995DF9"/>
    <w:rsid w:val="009969F8"/>
    <w:rsid w:val="00996CB8"/>
    <w:rsid w:val="009A3E79"/>
    <w:rsid w:val="009A522E"/>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6FC4"/>
    <w:rsid w:val="00A0740E"/>
    <w:rsid w:val="00A21A01"/>
    <w:rsid w:val="00A21B17"/>
    <w:rsid w:val="00A21B2B"/>
    <w:rsid w:val="00A2666C"/>
    <w:rsid w:val="00A349C6"/>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0369"/>
    <w:rsid w:val="00AB34E2"/>
    <w:rsid w:val="00AB4FB5"/>
    <w:rsid w:val="00AB5342"/>
    <w:rsid w:val="00AB5F0F"/>
    <w:rsid w:val="00AD056F"/>
    <w:rsid w:val="00AD0C7B"/>
    <w:rsid w:val="00AD57AF"/>
    <w:rsid w:val="00AD5F1A"/>
    <w:rsid w:val="00AD6731"/>
    <w:rsid w:val="00AE0550"/>
    <w:rsid w:val="00AE33AD"/>
    <w:rsid w:val="00AE4B52"/>
    <w:rsid w:val="00AF7AEE"/>
    <w:rsid w:val="00B008D5"/>
    <w:rsid w:val="00B02F73"/>
    <w:rsid w:val="00B05B31"/>
    <w:rsid w:val="00B0619F"/>
    <w:rsid w:val="00B13A26"/>
    <w:rsid w:val="00B15D0D"/>
    <w:rsid w:val="00B16773"/>
    <w:rsid w:val="00B210D0"/>
    <w:rsid w:val="00B22106"/>
    <w:rsid w:val="00B25797"/>
    <w:rsid w:val="00B42F40"/>
    <w:rsid w:val="00B5431A"/>
    <w:rsid w:val="00B63BD1"/>
    <w:rsid w:val="00B675F5"/>
    <w:rsid w:val="00B75EE1"/>
    <w:rsid w:val="00B77228"/>
    <w:rsid w:val="00B77481"/>
    <w:rsid w:val="00B8518B"/>
    <w:rsid w:val="00B97CC3"/>
    <w:rsid w:val="00BA4169"/>
    <w:rsid w:val="00BB1390"/>
    <w:rsid w:val="00BB1F16"/>
    <w:rsid w:val="00BB31AD"/>
    <w:rsid w:val="00BC06C4"/>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30347"/>
    <w:rsid w:val="00C42FE6"/>
    <w:rsid w:val="00C44F6A"/>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45639"/>
    <w:rsid w:val="00D50FE6"/>
    <w:rsid w:val="00D6163D"/>
    <w:rsid w:val="00D62A87"/>
    <w:rsid w:val="00D63033"/>
    <w:rsid w:val="00D701DC"/>
    <w:rsid w:val="00D765EC"/>
    <w:rsid w:val="00D831A3"/>
    <w:rsid w:val="00D86204"/>
    <w:rsid w:val="00D97BE3"/>
    <w:rsid w:val="00DA3711"/>
    <w:rsid w:val="00DA6ED7"/>
    <w:rsid w:val="00DB0CD2"/>
    <w:rsid w:val="00DB20D5"/>
    <w:rsid w:val="00DD11B7"/>
    <w:rsid w:val="00DD46F3"/>
    <w:rsid w:val="00DD4862"/>
    <w:rsid w:val="00DE56F2"/>
    <w:rsid w:val="00DF116D"/>
    <w:rsid w:val="00DF2BFF"/>
    <w:rsid w:val="00DF7604"/>
    <w:rsid w:val="00E16FF7"/>
    <w:rsid w:val="00E26D68"/>
    <w:rsid w:val="00E30910"/>
    <w:rsid w:val="00E31C62"/>
    <w:rsid w:val="00E44045"/>
    <w:rsid w:val="00E618C4"/>
    <w:rsid w:val="00E62689"/>
    <w:rsid w:val="00E64B49"/>
    <w:rsid w:val="00E7415D"/>
    <w:rsid w:val="00E7745D"/>
    <w:rsid w:val="00E865D7"/>
    <w:rsid w:val="00E878EE"/>
    <w:rsid w:val="00E901A3"/>
    <w:rsid w:val="00EA585B"/>
    <w:rsid w:val="00EA6EC7"/>
    <w:rsid w:val="00EB0103"/>
    <w:rsid w:val="00EB104F"/>
    <w:rsid w:val="00EB1E23"/>
    <w:rsid w:val="00EB46E5"/>
    <w:rsid w:val="00EC6AEA"/>
    <w:rsid w:val="00ED14BD"/>
    <w:rsid w:val="00EE2D3D"/>
    <w:rsid w:val="00EE7A4C"/>
    <w:rsid w:val="00F00153"/>
    <w:rsid w:val="00F016C7"/>
    <w:rsid w:val="00F12DEC"/>
    <w:rsid w:val="00F13FDA"/>
    <w:rsid w:val="00F1715C"/>
    <w:rsid w:val="00F203EA"/>
    <w:rsid w:val="00F21E6B"/>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7822"/>
    <w:rsid w:val="00F86BA6"/>
    <w:rsid w:val="00F95BCB"/>
    <w:rsid w:val="00F95FBD"/>
    <w:rsid w:val="00FB6342"/>
    <w:rsid w:val="00FB7CA8"/>
    <w:rsid w:val="00FC6389"/>
    <w:rsid w:val="00FE125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PokornyV@spravazeleznic.cz" TargetMode="External"/><Relationship Id="rId38" Type="http://schemas.openxmlformats.org/officeDocument/2006/relationships/footer" Target="footer16.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yperlink" Target="mailto:Zejdl@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techmanova@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 Id="rId48" Type="http://schemas.openxmlformats.org/officeDocument/2006/relationships/footer" Target="footer2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E23922-BCDB-4A3D-A467-B792C6723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172</TotalTime>
  <Pages>35</Pages>
  <Words>6862</Words>
  <Characters>40492</Characters>
  <Application>Microsoft Office Word</Application>
  <DocSecurity>0</DocSecurity>
  <Lines>337</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54</cp:revision>
  <cp:lastPrinted>2021-01-18T08:04:00Z</cp:lastPrinted>
  <dcterms:created xsi:type="dcterms:W3CDTF">2021-12-15T16:31:00Z</dcterms:created>
  <dcterms:modified xsi:type="dcterms:W3CDTF">2022-12-15T08:27:00Z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