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5FE6C6B7" w14:textId="77777777" w:rsidTr="00F862D6">
        <w:tc>
          <w:tcPr>
            <w:tcW w:w="1020" w:type="dxa"/>
          </w:tcPr>
          <w:p w14:paraId="0616E8AD" w14:textId="77777777" w:rsidR="00F64786" w:rsidRDefault="00F64786" w:rsidP="0077673A"/>
        </w:tc>
        <w:tc>
          <w:tcPr>
            <w:tcW w:w="2552" w:type="dxa"/>
          </w:tcPr>
          <w:p w14:paraId="37E8F1B1" w14:textId="77777777" w:rsidR="00F64786" w:rsidRDefault="00F64786" w:rsidP="0077673A"/>
        </w:tc>
        <w:tc>
          <w:tcPr>
            <w:tcW w:w="823" w:type="dxa"/>
          </w:tcPr>
          <w:p w14:paraId="7E8CD9A8" w14:textId="77777777" w:rsidR="00F64786" w:rsidRDefault="00F64786" w:rsidP="0077673A"/>
        </w:tc>
        <w:tc>
          <w:tcPr>
            <w:tcW w:w="3685" w:type="dxa"/>
          </w:tcPr>
          <w:p w14:paraId="7C86F15F" w14:textId="77777777" w:rsidR="00F64786" w:rsidRDefault="00F64786" w:rsidP="0077673A"/>
        </w:tc>
      </w:tr>
      <w:tr w:rsidR="00F862D6" w14:paraId="3A7CA7EC" w14:textId="77777777" w:rsidTr="00596C7E">
        <w:tc>
          <w:tcPr>
            <w:tcW w:w="1020" w:type="dxa"/>
          </w:tcPr>
          <w:p w14:paraId="33624867" w14:textId="77777777" w:rsidR="00F862D6" w:rsidRDefault="00F862D6" w:rsidP="0077673A"/>
        </w:tc>
        <w:tc>
          <w:tcPr>
            <w:tcW w:w="2552" w:type="dxa"/>
          </w:tcPr>
          <w:p w14:paraId="5C805CCD" w14:textId="77777777" w:rsidR="00F862D6" w:rsidRDefault="00F862D6" w:rsidP="00764595"/>
        </w:tc>
        <w:tc>
          <w:tcPr>
            <w:tcW w:w="823" w:type="dxa"/>
          </w:tcPr>
          <w:p w14:paraId="437505F4" w14:textId="77777777" w:rsidR="00F862D6" w:rsidRDefault="00F862D6" w:rsidP="0077673A"/>
        </w:tc>
        <w:tc>
          <w:tcPr>
            <w:tcW w:w="3685" w:type="dxa"/>
            <w:vMerge w:val="restart"/>
          </w:tcPr>
          <w:p w14:paraId="7B72478A" w14:textId="77777777" w:rsidR="00596C7E" w:rsidRDefault="00596C7E" w:rsidP="00596C7E">
            <w:pPr>
              <w:rPr>
                <w:rStyle w:val="Potovnadresa"/>
              </w:rPr>
            </w:pPr>
          </w:p>
          <w:p w14:paraId="6A2F7A88" w14:textId="77777777" w:rsidR="00F862D6" w:rsidRPr="000A1192" w:rsidRDefault="000A1192" w:rsidP="00596C7E">
            <w:pPr>
              <w:rPr>
                <w:rStyle w:val="Potovnadresa"/>
                <w:b/>
              </w:rPr>
            </w:pPr>
            <w:r w:rsidRPr="000A1192">
              <w:rPr>
                <w:rStyle w:val="Potovnadresa"/>
                <w:b/>
              </w:rPr>
              <w:t>Uveřejněno na Profilu zadavatele</w:t>
            </w:r>
          </w:p>
        </w:tc>
      </w:tr>
      <w:tr w:rsidR="00F862D6" w14:paraId="286C0706" w14:textId="77777777" w:rsidTr="00F862D6">
        <w:tc>
          <w:tcPr>
            <w:tcW w:w="1020" w:type="dxa"/>
          </w:tcPr>
          <w:p w14:paraId="5B42C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CD3376B" w14:textId="71B459AA" w:rsidR="00F862D6" w:rsidRPr="003E6B9A" w:rsidRDefault="00122F43" w:rsidP="0037111D">
            <w:r w:rsidRPr="00122F43">
              <w:rPr>
                <w:rFonts w:ascii="Helvetica" w:hAnsi="Helvetica"/>
              </w:rPr>
              <w:t>734/2023-SŽ-SSV-Ú3</w:t>
            </w:r>
          </w:p>
        </w:tc>
        <w:tc>
          <w:tcPr>
            <w:tcW w:w="823" w:type="dxa"/>
          </w:tcPr>
          <w:p w14:paraId="3E01BE04" w14:textId="77777777" w:rsidR="00F862D6" w:rsidRDefault="00F862D6" w:rsidP="0077673A"/>
        </w:tc>
        <w:tc>
          <w:tcPr>
            <w:tcW w:w="3685" w:type="dxa"/>
            <w:vMerge/>
          </w:tcPr>
          <w:p w14:paraId="63E3777E" w14:textId="77777777" w:rsidR="00F862D6" w:rsidRDefault="00F862D6" w:rsidP="0077673A"/>
        </w:tc>
      </w:tr>
      <w:tr w:rsidR="00F862D6" w14:paraId="7D9BCCDC" w14:textId="77777777" w:rsidTr="00F862D6">
        <w:tc>
          <w:tcPr>
            <w:tcW w:w="1020" w:type="dxa"/>
          </w:tcPr>
          <w:p w14:paraId="53563A62" w14:textId="77777777" w:rsidR="00F862D6" w:rsidRPr="00ED26B4" w:rsidRDefault="00F862D6" w:rsidP="0077673A">
            <w:r w:rsidRPr="00ED26B4">
              <w:t>Listů/příloh</w:t>
            </w:r>
          </w:p>
        </w:tc>
        <w:tc>
          <w:tcPr>
            <w:tcW w:w="2552" w:type="dxa"/>
          </w:tcPr>
          <w:p w14:paraId="2E0AAD33" w14:textId="6296D35D" w:rsidR="00F862D6" w:rsidRPr="00ED26B4" w:rsidRDefault="003A1EFB" w:rsidP="00CC1E2B">
            <w:r>
              <w:t>3/1</w:t>
            </w:r>
          </w:p>
        </w:tc>
        <w:tc>
          <w:tcPr>
            <w:tcW w:w="823" w:type="dxa"/>
          </w:tcPr>
          <w:p w14:paraId="6AA35112" w14:textId="77777777" w:rsidR="00F862D6" w:rsidRDefault="00F862D6" w:rsidP="0077673A"/>
        </w:tc>
        <w:tc>
          <w:tcPr>
            <w:tcW w:w="3685" w:type="dxa"/>
            <w:vMerge/>
          </w:tcPr>
          <w:p w14:paraId="166A0DB0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1D279C94" w14:textId="77777777" w:rsidTr="00B23CA3">
        <w:trPr>
          <w:trHeight w:val="77"/>
        </w:trPr>
        <w:tc>
          <w:tcPr>
            <w:tcW w:w="1020" w:type="dxa"/>
          </w:tcPr>
          <w:p w14:paraId="5D0F0F67" w14:textId="77777777" w:rsidR="00F862D6" w:rsidRDefault="00F862D6" w:rsidP="0077673A"/>
        </w:tc>
        <w:tc>
          <w:tcPr>
            <w:tcW w:w="2552" w:type="dxa"/>
          </w:tcPr>
          <w:p w14:paraId="25CEC972" w14:textId="77777777" w:rsidR="00F862D6" w:rsidRPr="003E6B9A" w:rsidRDefault="00F862D6" w:rsidP="0077673A"/>
        </w:tc>
        <w:tc>
          <w:tcPr>
            <w:tcW w:w="823" w:type="dxa"/>
          </w:tcPr>
          <w:p w14:paraId="0912EAE4" w14:textId="77777777" w:rsidR="00F862D6" w:rsidRDefault="00F862D6" w:rsidP="0077673A"/>
        </w:tc>
        <w:tc>
          <w:tcPr>
            <w:tcW w:w="3685" w:type="dxa"/>
            <w:vMerge/>
          </w:tcPr>
          <w:p w14:paraId="35C9E374" w14:textId="77777777" w:rsidR="00F862D6" w:rsidRDefault="00F862D6" w:rsidP="0077673A"/>
        </w:tc>
      </w:tr>
      <w:tr w:rsidR="00F862D6" w14:paraId="54B6D659" w14:textId="77777777" w:rsidTr="00F862D6">
        <w:tc>
          <w:tcPr>
            <w:tcW w:w="1020" w:type="dxa"/>
          </w:tcPr>
          <w:p w14:paraId="13AE9F87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D2AB5A4" w14:textId="77777777" w:rsidR="00F862D6" w:rsidRPr="003E6B9A" w:rsidRDefault="000A1192" w:rsidP="00FE3455">
            <w:r>
              <w:t>Ing. Kamila Přerovská</w:t>
            </w:r>
          </w:p>
        </w:tc>
        <w:tc>
          <w:tcPr>
            <w:tcW w:w="823" w:type="dxa"/>
          </w:tcPr>
          <w:p w14:paraId="5A8725E0" w14:textId="77777777" w:rsidR="00F862D6" w:rsidRDefault="00F862D6" w:rsidP="0077673A"/>
        </w:tc>
        <w:tc>
          <w:tcPr>
            <w:tcW w:w="3685" w:type="dxa"/>
            <w:vMerge/>
          </w:tcPr>
          <w:p w14:paraId="0DC4DF4A" w14:textId="77777777" w:rsidR="00F862D6" w:rsidRDefault="00F862D6" w:rsidP="0077673A"/>
        </w:tc>
      </w:tr>
      <w:tr w:rsidR="009A7568" w14:paraId="69DF0006" w14:textId="77777777" w:rsidTr="00F862D6">
        <w:tc>
          <w:tcPr>
            <w:tcW w:w="1020" w:type="dxa"/>
          </w:tcPr>
          <w:p w14:paraId="054A0494" w14:textId="77777777" w:rsidR="009A7568" w:rsidRDefault="009A7568" w:rsidP="009A7568"/>
        </w:tc>
        <w:tc>
          <w:tcPr>
            <w:tcW w:w="2552" w:type="dxa"/>
          </w:tcPr>
          <w:p w14:paraId="039E58FE" w14:textId="77777777" w:rsidR="009A7568" w:rsidRPr="003E6B9A" w:rsidRDefault="009A7568" w:rsidP="009A7568"/>
        </w:tc>
        <w:tc>
          <w:tcPr>
            <w:tcW w:w="823" w:type="dxa"/>
          </w:tcPr>
          <w:p w14:paraId="6CC8B6BA" w14:textId="77777777" w:rsidR="009A7568" w:rsidRDefault="009A7568" w:rsidP="009A7568"/>
        </w:tc>
        <w:tc>
          <w:tcPr>
            <w:tcW w:w="3685" w:type="dxa"/>
            <w:vMerge/>
          </w:tcPr>
          <w:p w14:paraId="6B16EF16" w14:textId="77777777" w:rsidR="009A7568" w:rsidRDefault="009A7568" w:rsidP="009A7568"/>
        </w:tc>
      </w:tr>
      <w:tr w:rsidR="009A7568" w14:paraId="0244AC96" w14:textId="77777777" w:rsidTr="00F862D6">
        <w:tc>
          <w:tcPr>
            <w:tcW w:w="1020" w:type="dxa"/>
          </w:tcPr>
          <w:p w14:paraId="2B10C8B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DF0C27D" w14:textId="77777777" w:rsidR="009A7568" w:rsidRPr="003E6B9A" w:rsidRDefault="000A1192" w:rsidP="009A7568">
            <w:r>
              <w:t>702 164 086</w:t>
            </w:r>
          </w:p>
        </w:tc>
        <w:tc>
          <w:tcPr>
            <w:tcW w:w="823" w:type="dxa"/>
          </w:tcPr>
          <w:p w14:paraId="5861FD1E" w14:textId="77777777" w:rsidR="009A7568" w:rsidRDefault="009A7568" w:rsidP="009A7568"/>
        </w:tc>
        <w:tc>
          <w:tcPr>
            <w:tcW w:w="3685" w:type="dxa"/>
            <w:vMerge/>
          </w:tcPr>
          <w:p w14:paraId="42383B38" w14:textId="77777777" w:rsidR="009A7568" w:rsidRDefault="009A7568" w:rsidP="009A7568"/>
        </w:tc>
      </w:tr>
      <w:tr w:rsidR="009A7568" w14:paraId="064FBE2B" w14:textId="77777777" w:rsidTr="00F862D6">
        <w:tc>
          <w:tcPr>
            <w:tcW w:w="1020" w:type="dxa"/>
          </w:tcPr>
          <w:p w14:paraId="1F9DB6C8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0079EAA8" w14:textId="77777777" w:rsidR="009A7568" w:rsidRPr="003E6B9A" w:rsidRDefault="001333E7" w:rsidP="006104F6">
            <w:hyperlink r:id="rId11" w:history="1">
              <w:r w:rsidR="000A1192" w:rsidRPr="002D532E">
                <w:rPr>
                  <w:rStyle w:val="Hypertextovodkaz"/>
                </w:rPr>
                <w:t>Prerovska@spravazeleznic.cz</w:t>
              </w:r>
            </w:hyperlink>
            <w:r w:rsidR="000A1192">
              <w:t xml:space="preserve"> </w:t>
            </w:r>
          </w:p>
        </w:tc>
        <w:tc>
          <w:tcPr>
            <w:tcW w:w="823" w:type="dxa"/>
          </w:tcPr>
          <w:p w14:paraId="602BEAE6" w14:textId="77777777" w:rsidR="009A7568" w:rsidRDefault="009A7568" w:rsidP="009A7568"/>
        </w:tc>
        <w:tc>
          <w:tcPr>
            <w:tcW w:w="3685" w:type="dxa"/>
            <w:vMerge/>
          </w:tcPr>
          <w:p w14:paraId="0FDF586B" w14:textId="77777777" w:rsidR="009A7568" w:rsidRDefault="009A7568" w:rsidP="009A7568"/>
        </w:tc>
      </w:tr>
      <w:tr w:rsidR="009A7568" w14:paraId="77698424" w14:textId="77777777" w:rsidTr="00F862D6">
        <w:tc>
          <w:tcPr>
            <w:tcW w:w="1020" w:type="dxa"/>
          </w:tcPr>
          <w:p w14:paraId="3C3F1B10" w14:textId="77777777" w:rsidR="009A7568" w:rsidRDefault="009A7568" w:rsidP="009A7568"/>
        </w:tc>
        <w:tc>
          <w:tcPr>
            <w:tcW w:w="2552" w:type="dxa"/>
          </w:tcPr>
          <w:p w14:paraId="5BFE0B6E" w14:textId="77777777" w:rsidR="009A7568" w:rsidRPr="003E6B9A" w:rsidRDefault="009A7568" w:rsidP="009A7568"/>
        </w:tc>
        <w:tc>
          <w:tcPr>
            <w:tcW w:w="823" w:type="dxa"/>
          </w:tcPr>
          <w:p w14:paraId="3C0953E7" w14:textId="77777777" w:rsidR="009A7568" w:rsidRDefault="009A7568" w:rsidP="009A7568"/>
        </w:tc>
        <w:tc>
          <w:tcPr>
            <w:tcW w:w="3685" w:type="dxa"/>
          </w:tcPr>
          <w:p w14:paraId="4CE48FB2" w14:textId="77777777" w:rsidR="009A7568" w:rsidRDefault="009A7568" w:rsidP="009A7568"/>
        </w:tc>
      </w:tr>
      <w:tr w:rsidR="009A7568" w14:paraId="5EA34A25" w14:textId="77777777" w:rsidTr="00F862D6">
        <w:tc>
          <w:tcPr>
            <w:tcW w:w="1020" w:type="dxa"/>
          </w:tcPr>
          <w:p w14:paraId="25FF492C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4DA6ECA2" w14:textId="3D2FC476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333E7">
              <w:rPr>
                <w:noProof/>
              </w:rPr>
              <w:t>18. ledna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7D0DFEA" w14:textId="77777777" w:rsidR="009A7568" w:rsidRDefault="009A7568" w:rsidP="009A7568"/>
        </w:tc>
        <w:tc>
          <w:tcPr>
            <w:tcW w:w="3685" w:type="dxa"/>
          </w:tcPr>
          <w:p w14:paraId="432ADE69" w14:textId="77777777" w:rsidR="009A7568" w:rsidRDefault="009A7568" w:rsidP="009A7568"/>
        </w:tc>
      </w:tr>
      <w:tr w:rsidR="00F64786" w14:paraId="0F4EF29F" w14:textId="77777777" w:rsidTr="00F862D6">
        <w:tc>
          <w:tcPr>
            <w:tcW w:w="1020" w:type="dxa"/>
          </w:tcPr>
          <w:p w14:paraId="39604BC7" w14:textId="77777777" w:rsidR="00F64786" w:rsidRDefault="00F64786" w:rsidP="0077673A"/>
        </w:tc>
        <w:tc>
          <w:tcPr>
            <w:tcW w:w="2552" w:type="dxa"/>
          </w:tcPr>
          <w:p w14:paraId="3E47DF12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6457DD8" w14:textId="77777777" w:rsidR="00F64786" w:rsidRDefault="00F64786" w:rsidP="0077673A"/>
        </w:tc>
        <w:tc>
          <w:tcPr>
            <w:tcW w:w="3685" w:type="dxa"/>
          </w:tcPr>
          <w:p w14:paraId="12F9AC2D" w14:textId="77777777" w:rsidR="00F64786" w:rsidRDefault="00F64786" w:rsidP="0077673A"/>
        </w:tc>
      </w:tr>
      <w:tr w:rsidR="00F862D6" w14:paraId="520FCF5B" w14:textId="77777777" w:rsidTr="00B45E9E">
        <w:trPr>
          <w:trHeight w:val="794"/>
        </w:trPr>
        <w:tc>
          <w:tcPr>
            <w:tcW w:w="1020" w:type="dxa"/>
          </w:tcPr>
          <w:p w14:paraId="62BE810C" w14:textId="77777777" w:rsidR="00F862D6" w:rsidRDefault="00F862D6" w:rsidP="0077673A"/>
        </w:tc>
        <w:tc>
          <w:tcPr>
            <w:tcW w:w="2552" w:type="dxa"/>
          </w:tcPr>
          <w:p w14:paraId="4169878B" w14:textId="77777777" w:rsidR="00F862D6" w:rsidRDefault="00F862D6" w:rsidP="00F310F8"/>
        </w:tc>
        <w:tc>
          <w:tcPr>
            <w:tcW w:w="823" w:type="dxa"/>
          </w:tcPr>
          <w:p w14:paraId="0881C5B4" w14:textId="77777777" w:rsidR="00F862D6" w:rsidRDefault="00F862D6" w:rsidP="0077673A"/>
        </w:tc>
        <w:tc>
          <w:tcPr>
            <w:tcW w:w="3685" w:type="dxa"/>
          </w:tcPr>
          <w:p w14:paraId="758A3493" w14:textId="77777777" w:rsidR="00F862D6" w:rsidRDefault="00F862D6" w:rsidP="0077673A"/>
        </w:tc>
      </w:tr>
    </w:tbl>
    <w:p w14:paraId="4392BBE3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0A1192">
        <w:rPr>
          <w:rFonts w:eastAsia="Calibri" w:cs="Times New Roman"/>
          <w:b/>
          <w:lang w:eastAsia="cs-CZ"/>
        </w:rPr>
        <w:t>Náhrada přejezdu P6532 v km 204,392 trati Přerov – Olomouc</w:t>
      </w:r>
    </w:p>
    <w:p w14:paraId="6F3EC788" w14:textId="4A6F73AE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6A4F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E46A4F">
        <w:rPr>
          <w:rFonts w:eastAsia="Times New Roman" w:cs="Times New Roman"/>
          <w:lang w:eastAsia="cs-CZ"/>
        </w:rPr>
        <w:t>8</w:t>
      </w:r>
      <w:r w:rsidRPr="00CB7B5A">
        <w:rPr>
          <w:rFonts w:eastAsia="Calibri" w:cs="Times New Roman"/>
          <w:lang w:eastAsia="cs-CZ"/>
        </w:rPr>
        <w:t xml:space="preserve"> </w:t>
      </w:r>
    </w:p>
    <w:p w14:paraId="5679A4F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3BA7B9D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424EE61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7D9EFDB" w14:textId="196113A2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 w:rsidR="00E46A4F">
        <w:rPr>
          <w:rFonts w:eastAsia="Calibri" w:cs="Times New Roman"/>
          <w:b/>
          <w:lang w:eastAsia="cs-CZ"/>
        </w:rPr>
        <w:t>2</w:t>
      </w:r>
      <w:r w:rsidRPr="00BD5319">
        <w:rPr>
          <w:rFonts w:eastAsia="Calibri" w:cs="Times New Roman"/>
          <w:b/>
          <w:lang w:eastAsia="cs-CZ"/>
        </w:rPr>
        <w:t>:</w:t>
      </w:r>
    </w:p>
    <w:p w14:paraId="6F22A229" w14:textId="77777777" w:rsidR="00B04761" w:rsidRDefault="00B04761" w:rsidP="00B04761">
      <w:r>
        <w:t>VV SO 710 obsahuje položku:</w:t>
      </w:r>
    </w:p>
    <w:tbl>
      <w:tblPr>
        <w:tblW w:w="0" w:type="auto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"/>
        <w:gridCol w:w="1142"/>
        <w:gridCol w:w="196"/>
        <w:gridCol w:w="6080"/>
        <w:gridCol w:w="263"/>
        <w:gridCol w:w="752"/>
      </w:tblGrid>
      <w:tr w:rsidR="00B04761" w14:paraId="7AA2E245" w14:textId="77777777" w:rsidTr="00C05354">
        <w:trPr>
          <w:trHeight w:val="51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B3DEBB" w14:textId="77777777" w:rsidR="00B04761" w:rsidRDefault="00B04761" w:rsidP="00C0535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746BB2" w14:textId="77777777" w:rsidR="00B04761" w:rsidRDefault="00B04761" w:rsidP="00C0535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171201221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E547B9C" w14:textId="77777777" w:rsidR="00B04761" w:rsidRDefault="00B04761" w:rsidP="00C053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16D188" w14:textId="77777777" w:rsidR="00B04761" w:rsidRDefault="00B04761" w:rsidP="00C053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Poplatek za uložení na skládce (skládkovné) zeminy a kamení kód odpadu 17 05 04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7141A6" w14:textId="77777777" w:rsidR="00B04761" w:rsidRDefault="00B04761" w:rsidP="00C053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F03EB7" w14:textId="77777777" w:rsidR="00B04761" w:rsidRDefault="00B04761" w:rsidP="00C053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25,770</w:t>
            </w:r>
          </w:p>
        </w:tc>
      </w:tr>
      <w:tr w:rsidR="00B04761" w14:paraId="10F5D567" w14:textId="77777777" w:rsidTr="00C05354">
        <w:trPr>
          <w:trHeight w:val="510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CF7191" w14:textId="77777777" w:rsidR="00B04761" w:rsidRDefault="00B04761" w:rsidP="00C053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44B54D" w14:textId="77777777" w:rsidR="00B04761" w:rsidRDefault="00B04761" w:rsidP="00C053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EBF47B" w14:textId="77777777" w:rsidR="00B04761" w:rsidRDefault="00B04761" w:rsidP="00C053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0F04A7" w14:textId="77777777" w:rsidR="00B04761" w:rsidRDefault="00B04761" w:rsidP="00C053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Poplatek za uložení stavebního odpadu na skládce (skládkovné) zeminy a kamení zatříděného do Katalogu odpadů pod kódem 17 05 04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3238CA" w14:textId="77777777" w:rsidR="00B04761" w:rsidRDefault="00B04761" w:rsidP="00C053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B940C0" w14:textId="77777777" w:rsidR="00B04761" w:rsidRDefault="00B04761" w:rsidP="00C053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4761" w14:paraId="38474054" w14:textId="77777777" w:rsidTr="00C05354">
        <w:trPr>
          <w:trHeight w:val="25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08871E" w14:textId="77777777" w:rsidR="00B04761" w:rsidRDefault="00B04761" w:rsidP="00C053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34544D" w14:textId="77777777" w:rsidR="00B04761" w:rsidRDefault="00B04761" w:rsidP="00C053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92F5F9" w14:textId="77777777" w:rsidR="00B04761" w:rsidRDefault="00B04761" w:rsidP="00C053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F32FCB" w14:textId="77777777" w:rsidR="00B04761" w:rsidRDefault="00B04761" w:rsidP="00C0535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13.563*1.900=25,770 [A]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7D4C85" w14:textId="77777777" w:rsidR="00B04761" w:rsidRDefault="00B04761" w:rsidP="00C0535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ED78FD" w14:textId="77777777" w:rsidR="00B04761" w:rsidRDefault="00B04761" w:rsidP="00C053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07B95C2" w14:textId="77777777" w:rsidR="00B04761" w:rsidRDefault="00B04761" w:rsidP="00B04761"/>
    <w:p w14:paraId="402CF2A4" w14:textId="77777777" w:rsidR="00B04761" w:rsidRDefault="00B04761" w:rsidP="00B04761">
      <w:r>
        <w:t>V zadávací dokumentaci je uvedeno, jak postupovat při ocenění pol. pro odpadové hospodářství:</w:t>
      </w:r>
    </w:p>
    <w:p w14:paraId="268C8D66" w14:textId="4FF92F1B" w:rsidR="00B04761" w:rsidRDefault="00B04761" w:rsidP="00B04761">
      <w:r>
        <w:rPr>
          <w:noProof/>
          <w:lang w:eastAsia="cs-CZ"/>
        </w:rPr>
        <w:drawing>
          <wp:inline distT="0" distB="0" distL="0" distR="0" wp14:anchorId="5947CE0A" wp14:editId="32B83551">
            <wp:extent cx="5760720" cy="1146810"/>
            <wp:effectExtent l="0" t="0" r="11430" b="1524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46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C4577" w14:textId="329CE24B" w:rsidR="00B04761" w:rsidRDefault="00B04761" w:rsidP="00B04761">
      <w:r>
        <w:t>Zřejmě chybou zůstala tato položka ve výkazu výměr neoznačena jako „evidenční“ a tudíž není jasné, zda ji ocenit nulou. Navíc k této pol. v soupise ještě existují položky pro vodorovné přemístění na skládku, které by také mělo být součástí objektu SO 90-90 Odpadové hospodářství.</w:t>
      </w:r>
    </w:p>
    <w:p w14:paraId="4CB1BA60" w14:textId="77777777" w:rsidR="00B04761" w:rsidRDefault="00B04761" w:rsidP="00B04761">
      <w:r>
        <w:t>Můžete upravit soupis prací?</w:t>
      </w:r>
    </w:p>
    <w:p w14:paraId="3C3AE18D" w14:textId="77777777" w:rsidR="00B04761" w:rsidRDefault="00B04761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1FB4B55" w14:textId="77777777" w:rsidR="00122F43" w:rsidRPr="00BD5319" w:rsidRDefault="00122F43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ED37EB3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2B0603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6C3D2BE3" w14:textId="4FDFAE74" w:rsidR="00CE371A" w:rsidRPr="00861AFD" w:rsidRDefault="00CE371A" w:rsidP="00CE371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61AFD">
        <w:rPr>
          <w:rFonts w:eastAsia="Calibri" w:cs="Times New Roman"/>
          <w:b/>
          <w:lang w:eastAsia="cs-CZ"/>
        </w:rPr>
        <w:t>Zadavatel provedl kontrolu zadávací dokumentace, respektive soupis prací. Níže je výpis změn, které byly provedeny.</w:t>
      </w:r>
    </w:p>
    <w:p w14:paraId="53346BE9" w14:textId="4861A969" w:rsidR="00CE371A" w:rsidRPr="00861AFD" w:rsidRDefault="00CE371A" w:rsidP="00CE371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0AE4CE4" w14:textId="77777777" w:rsidR="00CE371A" w:rsidRPr="00861AFD" w:rsidRDefault="00CE371A" w:rsidP="00CE371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61AFD">
        <w:rPr>
          <w:rFonts w:eastAsia="Calibri" w:cs="Times New Roman"/>
          <w:b/>
          <w:lang w:eastAsia="cs-CZ"/>
        </w:rPr>
        <w:t>Zrušeny položky:</w:t>
      </w:r>
    </w:p>
    <w:p w14:paraId="19C8AC5C" w14:textId="77777777" w:rsidR="00CE371A" w:rsidRPr="00861AFD" w:rsidRDefault="00CE371A" w:rsidP="00CE371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61AFD">
        <w:rPr>
          <w:rFonts w:eastAsia="Calibri" w:cs="Times New Roman"/>
          <w:b/>
          <w:lang w:eastAsia="cs-CZ"/>
        </w:rPr>
        <w:t>-</w:t>
      </w:r>
      <w:r w:rsidRPr="00861AFD">
        <w:rPr>
          <w:rFonts w:eastAsia="Calibri" w:cs="Times New Roman"/>
          <w:b/>
          <w:lang w:eastAsia="cs-CZ"/>
        </w:rPr>
        <w:tab/>
        <w:t>171201221 - Poplatek za uložení na skládce (skládkovné) zeminy a kamení kód odpadu 17 05 04 – 25,770 T</w:t>
      </w:r>
    </w:p>
    <w:p w14:paraId="4288FD9E" w14:textId="77777777" w:rsidR="00CE371A" w:rsidRPr="00861AFD" w:rsidRDefault="00CE371A" w:rsidP="00CE371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61AFD">
        <w:rPr>
          <w:rFonts w:eastAsia="Calibri" w:cs="Times New Roman"/>
          <w:b/>
          <w:lang w:eastAsia="cs-CZ"/>
        </w:rPr>
        <w:t>-</w:t>
      </w:r>
      <w:r w:rsidRPr="00861AFD">
        <w:rPr>
          <w:rFonts w:eastAsia="Calibri" w:cs="Times New Roman"/>
          <w:b/>
          <w:lang w:eastAsia="cs-CZ"/>
        </w:rPr>
        <w:tab/>
        <w:t>162751117 - Vodorovné přemístění přes 9 000 do 10000 m výkopku/sypaniny z horniny třídy těžitelnosti I skupiny 1 až 3 – 13,563 M3</w:t>
      </w:r>
    </w:p>
    <w:p w14:paraId="1C767915" w14:textId="77777777" w:rsidR="00CE371A" w:rsidRPr="00861AFD" w:rsidRDefault="00CE371A" w:rsidP="00CE371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61AFD">
        <w:rPr>
          <w:rFonts w:eastAsia="Calibri" w:cs="Times New Roman"/>
          <w:b/>
          <w:lang w:eastAsia="cs-CZ"/>
        </w:rPr>
        <w:t>-</w:t>
      </w:r>
      <w:r w:rsidRPr="00861AFD">
        <w:rPr>
          <w:rFonts w:eastAsia="Calibri" w:cs="Times New Roman"/>
          <w:b/>
          <w:lang w:eastAsia="cs-CZ"/>
        </w:rPr>
        <w:tab/>
        <w:t>162751157 - Vodorovné přemístění přes 9 000 do 10000 m výkopku/sypaniny z horniny třídy těžitelnosti III skupiny 6 a 7 – 6,570 M3</w:t>
      </w:r>
    </w:p>
    <w:p w14:paraId="080FD693" w14:textId="77777777" w:rsidR="00CE371A" w:rsidRPr="00861AFD" w:rsidRDefault="00CE371A" w:rsidP="00CE371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2A784DD" w14:textId="77777777" w:rsidR="00CE371A" w:rsidRPr="00861AFD" w:rsidRDefault="00CE371A" w:rsidP="00CE371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61AFD">
        <w:rPr>
          <w:rFonts w:eastAsia="Calibri" w:cs="Times New Roman"/>
          <w:b/>
          <w:lang w:eastAsia="cs-CZ"/>
        </w:rPr>
        <w:t>Přidána nová položka:</w:t>
      </w:r>
    </w:p>
    <w:p w14:paraId="4FA10CB8" w14:textId="77777777" w:rsidR="00CE371A" w:rsidRPr="00861AFD" w:rsidRDefault="00CE371A" w:rsidP="00CE371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61AFD">
        <w:rPr>
          <w:rFonts w:eastAsia="Calibri" w:cs="Times New Roman"/>
          <w:b/>
          <w:lang w:eastAsia="cs-CZ"/>
        </w:rPr>
        <w:t>-</w:t>
      </w:r>
      <w:r w:rsidRPr="00861AFD">
        <w:rPr>
          <w:rFonts w:eastAsia="Calibri" w:cs="Times New Roman"/>
          <w:b/>
          <w:lang w:eastAsia="cs-CZ"/>
        </w:rPr>
        <w:tab/>
        <w:t>R015111.901 - NEOCEŇOVAT - POPLATKY ZA LIKVIDACI ODPADŮ NEKONTAMINOVANÝCH - 17 05 04 VYTĚŽENÉ ZEMINY A HORNINY - I. TŘÍDA - TĚŽITELNOSTI, VČ. DOPRAVY NA SKLÁDKU A MANIPULACE – 13,287 T</w:t>
      </w:r>
    </w:p>
    <w:p w14:paraId="7071C10A" w14:textId="77777777" w:rsidR="00CE371A" w:rsidRPr="00861AFD" w:rsidRDefault="00CE371A" w:rsidP="00CE371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7078070" w14:textId="77777777" w:rsidR="00CE371A" w:rsidRPr="00861AFD" w:rsidRDefault="00CE371A" w:rsidP="00CE371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61AFD">
        <w:rPr>
          <w:rFonts w:eastAsia="Calibri" w:cs="Times New Roman"/>
          <w:b/>
          <w:lang w:eastAsia="cs-CZ"/>
        </w:rPr>
        <w:t>Upravena výměra položky:</w:t>
      </w:r>
    </w:p>
    <w:p w14:paraId="55D7206D" w14:textId="77777777" w:rsidR="00CE371A" w:rsidRPr="00861AFD" w:rsidRDefault="00CE371A" w:rsidP="00CE371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61AFD">
        <w:rPr>
          <w:rFonts w:eastAsia="Calibri" w:cs="Times New Roman"/>
          <w:b/>
          <w:lang w:eastAsia="cs-CZ"/>
        </w:rPr>
        <w:t>-</w:t>
      </w:r>
      <w:r w:rsidRPr="00861AFD">
        <w:rPr>
          <w:rFonts w:eastAsia="Calibri" w:cs="Times New Roman"/>
          <w:b/>
          <w:lang w:eastAsia="cs-CZ"/>
        </w:rPr>
        <w:tab/>
        <w:t xml:space="preserve">R015140.905 - NEOCEŇOVAT - POPLATKY ZA LIKVIDACI ODPADŮ NEKONTAMINOVANÝCH - 17 01 01  BETON Z DEMOLIC OBJEKTŮ, ZÁKLADŮ TV apod. VČ. DOPRAVY NA SKLÁDKU A MANIPULACE (prostý beton a </w:t>
      </w:r>
      <w:proofErr w:type="spellStart"/>
      <w:r w:rsidRPr="00861AFD">
        <w:rPr>
          <w:rFonts w:eastAsia="Calibri" w:cs="Times New Roman"/>
          <w:b/>
          <w:lang w:eastAsia="cs-CZ"/>
        </w:rPr>
        <w:t>armovan</w:t>
      </w:r>
      <w:proofErr w:type="spellEnd"/>
      <w:r w:rsidRPr="00861AFD">
        <w:rPr>
          <w:rFonts w:eastAsia="Calibri" w:cs="Times New Roman"/>
          <w:b/>
          <w:lang w:eastAsia="cs-CZ"/>
        </w:rPr>
        <w:t xml:space="preserve"> – 31,618 T</w:t>
      </w:r>
    </w:p>
    <w:p w14:paraId="3903EA56" w14:textId="77777777" w:rsidR="00CE371A" w:rsidRPr="00861AFD" w:rsidRDefault="00CE371A" w:rsidP="00CE371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641BEEE" w14:textId="77777777" w:rsidR="00CE371A" w:rsidRPr="00861AFD" w:rsidRDefault="00CE371A" w:rsidP="00CE371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61AFD">
        <w:rPr>
          <w:rFonts w:eastAsia="Calibri" w:cs="Times New Roman"/>
          <w:b/>
          <w:lang w:eastAsia="cs-CZ"/>
        </w:rPr>
        <w:t>V objektu SO 90-90 upraveny výměry položek:</w:t>
      </w:r>
    </w:p>
    <w:p w14:paraId="03469A90" w14:textId="77777777" w:rsidR="00CE371A" w:rsidRPr="00861AFD" w:rsidRDefault="00CE371A" w:rsidP="00CE371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61AFD">
        <w:rPr>
          <w:rFonts w:eastAsia="Calibri" w:cs="Times New Roman"/>
          <w:b/>
          <w:lang w:eastAsia="cs-CZ"/>
        </w:rPr>
        <w:t>-</w:t>
      </w:r>
      <w:r w:rsidRPr="00861AFD">
        <w:rPr>
          <w:rFonts w:eastAsia="Calibri" w:cs="Times New Roman"/>
          <w:b/>
          <w:lang w:eastAsia="cs-CZ"/>
        </w:rPr>
        <w:tab/>
        <w:t>R015111.901 - POPLATKY ZA LIKVIDACI ODPADŮ NEKONTAMINOVANÝCH - 17 05 04 VYTĚŽENÉ ZEMINY A HORNINY - I. TŘÍDA - TĚŽITELNOSTI, VČ. DOPRAVY NA SKLÁDKU A MANIPULACE</w:t>
      </w:r>
    </w:p>
    <w:p w14:paraId="65AD064C" w14:textId="46A44195" w:rsidR="00CE371A" w:rsidRPr="00861AFD" w:rsidRDefault="00CE371A" w:rsidP="00CE371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61AFD">
        <w:rPr>
          <w:rFonts w:eastAsia="Calibri" w:cs="Times New Roman"/>
          <w:b/>
          <w:lang w:eastAsia="cs-CZ"/>
        </w:rPr>
        <w:t>-</w:t>
      </w:r>
      <w:r w:rsidRPr="00861AFD">
        <w:rPr>
          <w:rFonts w:eastAsia="Calibri" w:cs="Times New Roman"/>
          <w:b/>
          <w:lang w:eastAsia="cs-CZ"/>
        </w:rPr>
        <w:tab/>
        <w:t>R015140.905 - POPLATKY ZA LIKVIDACI ODPADŮ NEKONTAMINOVANÝCH - 17 01 01  BETON Z DEMOLIC OBJEKTŮ, ZÁKLADŮ TV apod. VČ. DOPRAVY NA SKLÁDKU A MANIPULACE (prostý beton a armovaný beton)</w:t>
      </w:r>
    </w:p>
    <w:p w14:paraId="30CF8868" w14:textId="464FEE1C" w:rsidR="00BD5319" w:rsidRDefault="00BD5319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4B93670C" w14:textId="65640E66" w:rsidR="00861AFD" w:rsidRDefault="00861AFD" w:rsidP="00F355FD">
      <w:pPr>
        <w:jc w:val="both"/>
        <w:rPr>
          <w:b/>
          <w:lang w:eastAsia="cs-CZ"/>
        </w:rPr>
      </w:pPr>
    </w:p>
    <w:p w14:paraId="6F403BA5" w14:textId="77777777" w:rsidR="00407833" w:rsidRDefault="00407833" w:rsidP="00F355FD">
      <w:pPr>
        <w:jc w:val="both"/>
        <w:rPr>
          <w:b/>
          <w:lang w:eastAsia="cs-CZ"/>
        </w:rPr>
      </w:pPr>
      <w:r>
        <w:rPr>
          <w:b/>
          <w:lang w:eastAsia="cs-CZ"/>
        </w:rPr>
        <w:t>Doplnění zadávací dokumentace zadavatelem z vlastního podnětu:</w:t>
      </w:r>
    </w:p>
    <w:p w14:paraId="1FAC6666" w14:textId="2EAAF330" w:rsidR="00F355FD" w:rsidRPr="00407833" w:rsidRDefault="00F355FD" w:rsidP="00F355FD">
      <w:pPr>
        <w:jc w:val="both"/>
        <w:rPr>
          <w:b/>
          <w:lang w:eastAsia="cs-CZ"/>
        </w:rPr>
      </w:pPr>
      <w:r w:rsidRPr="00861AFD">
        <w:rPr>
          <w:lang w:eastAsia="cs-CZ"/>
        </w:rPr>
        <w:t xml:space="preserve">Zadavatel tímto dále podává doplnění zadávací dokumentace k výše uvedené veřejné zakázce bez předchozí žádosti. </w:t>
      </w:r>
    </w:p>
    <w:p w14:paraId="048CEA7E" w14:textId="05028ADD" w:rsidR="00F355FD" w:rsidRPr="00861AFD" w:rsidRDefault="00F355FD" w:rsidP="00F355FD">
      <w:pPr>
        <w:jc w:val="both"/>
        <w:rPr>
          <w:b/>
          <w:lang w:eastAsia="cs-CZ"/>
        </w:rPr>
      </w:pPr>
      <w:r w:rsidRPr="00861AFD">
        <w:rPr>
          <w:b/>
          <w:lang w:eastAsia="cs-CZ"/>
        </w:rPr>
        <w:t>V soupisu prací byl doplněn SO 001.5 – Odstranění pařezů.</w:t>
      </w:r>
    </w:p>
    <w:p w14:paraId="50FFE23F" w14:textId="77777777" w:rsidR="00F355FD" w:rsidRDefault="00F355FD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1449AD63" w14:textId="77777777" w:rsidR="00861AFD" w:rsidRDefault="00861AFD" w:rsidP="006A318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B0C557" w14:textId="2F0CACB0" w:rsidR="00BD5319" w:rsidRPr="00BD5319" w:rsidRDefault="00BD5319" w:rsidP="006A318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6A3184">
        <w:rPr>
          <w:rFonts w:eastAsia="Times New Roman" w:cs="Times New Roman"/>
          <w:b/>
          <w:lang w:eastAsia="cs-CZ"/>
        </w:rPr>
        <w:t>změny</w:t>
      </w:r>
      <w:r w:rsidR="00FB6EDC">
        <w:rPr>
          <w:rFonts w:eastAsia="Times New Roman" w:cs="Times New Roman"/>
          <w:b/>
          <w:lang w:eastAsia="cs-CZ"/>
        </w:rPr>
        <w:t xml:space="preserve"> a </w:t>
      </w:r>
      <w:r w:rsidRPr="006A3184">
        <w:rPr>
          <w:rFonts w:eastAsia="Times New Roman" w:cs="Times New Roman"/>
          <w:b/>
          <w:lang w:eastAsia="cs-CZ"/>
        </w:rPr>
        <w:t xml:space="preserve">doplnění </w:t>
      </w:r>
      <w:r w:rsidRPr="00BD5319">
        <w:rPr>
          <w:rFonts w:eastAsia="Times New Roman" w:cs="Times New Roman"/>
          <w:b/>
          <w:lang w:eastAsia="cs-CZ"/>
        </w:rPr>
        <w:t>zadávací 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>. § 99 odst. 2 ZZVZ a prodlužuje l</w:t>
      </w:r>
      <w:r w:rsidR="006A3184">
        <w:rPr>
          <w:rFonts w:eastAsia="Times New Roman" w:cs="Times New Roman"/>
          <w:lang w:eastAsia="cs-CZ"/>
        </w:rPr>
        <w:t xml:space="preserve">hůtu pro podání nabídek ze dne </w:t>
      </w:r>
      <w:r w:rsidR="006A3184" w:rsidRPr="00122F43">
        <w:rPr>
          <w:rFonts w:eastAsia="Times New Roman" w:cs="Times New Roman"/>
          <w:b/>
          <w:lang w:eastAsia="cs-CZ"/>
        </w:rPr>
        <w:t>24. 1. 2023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861AFD" w:rsidRPr="00861AFD">
        <w:rPr>
          <w:rFonts w:eastAsia="Times New Roman" w:cs="Times New Roman"/>
          <w:b/>
          <w:lang w:eastAsia="cs-CZ"/>
        </w:rPr>
        <w:t>27. 1. 2023</w:t>
      </w:r>
      <w:r w:rsidRPr="00BD5319">
        <w:rPr>
          <w:rFonts w:eastAsia="Times New Roman" w:cs="Times New Roman"/>
          <w:lang w:eastAsia="cs-CZ"/>
        </w:rPr>
        <w:t>.</w:t>
      </w:r>
    </w:p>
    <w:p w14:paraId="2C8F5FFE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3624E65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4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0A1192">
        <w:rPr>
          <w:rFonts w:eastAsia="Times New Roman" w:cs="Times New Roman"/>
          <w:lang w:eastAsia="cs-CZ"/>
        </w:rPr>
        <w:t>Z2022-051509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3D66383B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5880A79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1F069209" w14:textId="2E21C9F9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0A1192">
        <w:rPr>
          <w:rFonts w:eastAsia="Times New Roman" w:cs="Times New Roman"/>
          <w:lang w:eastAsia="cs-CZ"/>
        </w:rPr>
        <w:t>16. 1. 2023 v 09:3</w:t>
      </w:r>
      <w:r w:rsidR="000A1192" w:rsidRPr="00BD5319">
        <w:rPr>
          <w:rFonts w:eastAsia="Times New Roman" w:cs="Times New Roman"/>
          <w:lang w:eastAsia="cs-CZ"/>
        </w:rPr>
        <w:t xml:space="preserve">0 hod. a nahrazujeme datem </w:t>
      </w:r>
      <w:r w:rsidR="00861AFD" w:rsidRPr="00150785">
        <w:rPr>
          <w:rFonts w:eastAsia="Times New Roman" w:cs="Times New Roman"/>
          <w:b/>
          <w:lang w:eastAsia="cs-CZ"/>
        </w:rPr>
        <w:t>27. 1. 2023</w:t>
      </w:r>
      <w:r w:rsidR="000A1192" w:rsidRPr="00150785">
        <w:rPr>
          <w:rFonts w:eastAsia="Times New Roman" w:cs="Times New Roman"/>
          <w:b/>
          <w:lang w:eastAsia="cs-CZ"/>
        </w:rPr>
        <w:t xml:space="preserve"> v 09:30 hod.</w:t>
      </w:r>
      <w:r w:rsidRPr="00BD5319">
        <w:rPr>
          <w:rFonts w:eastAsia="Times New Roman" w:cs="Times New Roman"/>
          <w:lang w:eastAsia="cs-CZ"/>
        </w:rPr>
        <w:t>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5A1D2116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2A8B1D37" w14:textId="667B3E79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0A1192">
        <w:rPr>
          <w:rFonts w:eastAsia="Times New Roman" w:cs="Times New Roman"/>
          <w:lang w:eastAsia="cs-CZ"/>
        </w:rPr>
        <w:t>16. 1. 2023 v 09:30</w:t>
      </w:r>
      <w:r w:rsidR="000A1192" w:rsidRPr="00BD5319">
        <w:rPr>
          <w:rFonts w:eastAsia="Times New Roman" w:cs="Times New Roman"/>
          <w:lang w:eastAsia="cs-CZ"/>
        </w:rPr>
        <w:t xml:space="preserve"> hod. a nahrazujeme datem </w:t>
      </w:r>
      <w:r w:rsidR="00861AFD" w:rsidRPr="00150785">
        <w:rPr>
          <w:rFonts w:eastAsia="Times New Roman" w:cs="Times New Roman"/>
          <w:b/>
          <w:lang w:eastAsia="cs-CZ"/>
        </w:rPr>
        <w:t>27. 1. 2023</w:t>
      </w:r>
      <w:r w:rsidR="000A1192" w:rsidRPr="00150785">
        <w:rPr>
          <w:rFonts w:eastAsia="Times New Roman" w:cs="Times New Roman"/>
          <w:b/>
          <w:lang w:eastAsia="cs-CZ"/>
        </w:rPr>
        <w:t xml:space="preserve"> v 09:30 hod.</w:t>
      </w:r>
      <w:r w:rsidRPr="00BD5319">
        <w:rPr>
          <w:rFonts w:eastAsia="Times New Roman" w:cs="Times New Roman"/>
          <w:lang w:eastAsia="cs-CZ"/>
        </w:rPr>
        <w:t>.</w:t>
      </w:r>
    </w:p>
    <w:p w14:paraId="35EC80C0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4D142150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6A3184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5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84ED28E" w14:textId="78298648" w:rsid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C116FAA" w14:textId="5BC08EEC" w:rsidR="00ED26B4" w:rsidRDefault="00ED26B4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0537D512" w14:textId="068417C4" w:rsidR="00ED26B4" w:rsidRDefault="00ED26B4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907806" w14:textId="77777777" w:rsidR="00ED26B4" w:rsidRPr="00BD5319" w:rsidRDefault="00ED26B4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22F058EB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9900636" w14:textId="702E6064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D26B4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="00ED26B4">
        <w:rPr>
          <w:rFonts w:eastAsia="Calibri" w:cs="Times New Roman"/>
          <w:bCs/>
          <w:lang w:eastAsia="cs-CZ"/>
        </w:rPr>
        <w:t>Opravený soupis prací_18.01.2023</w:t>
      </w:r>
    </w:p>
    <w:p w14:paraId="254B3377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7CBBACD" w14:textId="4DB53F59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14:paraId="663771AE" w14:textId="3D9388D4" w:rsidR="006A3184" w:rsidRDefault="006A318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50635BC" w14:textId="09489ECD" w:rsidR="00261867" w:rsidRDefault="00261867" w:rsidP="006A3184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3DDE68D" w14:textId="77777777" w:rsidR="006A3184" w:rsidRDefault="006A3184" w:rsidP="006A3184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807E166" w14:textId="7CC81BC2" w:rsidR="006A3184" w:rsidRDefault="006A3184" w:rsidP="006A3184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Mgr. Štěpán Hošna</w:t>
      </w:r>
    </w:p>
    <w:p w14:paraId="715EE30A" w14:textId="77777777" w:rsidR="006A3184" w:rsidRDefault="006A3184" w:rsidP="006A3184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vedoucí odd. </w:t>
      </w:r>
      <w:proofErr w:type="gramStart"/>
      <w:r>
        <w:rPr>
          <w:rFonts w:eastAsia="Calibri" w:cs="Times New Roman"/>
          <w:lang w:eastAsia="cs-CZ"/>
        </w:rPr>
        <w:t>zadávání</w:t>
      </w:r>
      <w:proofErr w:type="gramEnd"/>
      <w:r>
        <w:rPr>
          <w:rFonts w:eastAsia="Calibri" w:cs="Times New Roman"/>
          <w:lang w:eastAsia="cs-CZ"/>
        </w:rPr>
        <w:t xml:space="preserve"> investic, odbor investiční</w:t>
      </w:r>
    </w:p>
    <w:p w14:paraId="6038EBE5" w14:textId="77777777" w:rsidR="006A3184" w:rsidRDefault="006A3184" w:rsidP="006A3184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na základě „Pověření“ č. 7-NM ze dne 24. 10. 2022</w:t>
      </w:r>
    </w:p>
    <w:p w14:paraId="02BE9460" w14:textId="77777777" w:rsidR="006A3184" w:rsidRDefault="006A3184" w:rsidP="006A3184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Správa železnic, státní organizace</w:t>
      </w:r>
    </w:p>
    <w:p w14:paraId="6D596648" w14:textId="77777777" w:rsidR="006A3184" w:rsidRPr="00BD5319" w:rsidRDefault="006A3184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720CAE6A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68D27794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6D425C61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07387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4A4ACDF6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167080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D26075" w14:textId="5EA3770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33E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33E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CB1F2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75F86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C8335A" w14:textId="77777777" w:rsidR="00F1715C" w:rsidRDefault="00F1715C" w:rsidP="00D831A3">
          <w:pPr>
            <w:pStyle w:val="Zpat"/>
          </w:pPr>
        </w:p>
      </w:tc>
    </w:tr>
  </w:tbl>
  <w:p w14:paraId="38AB794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1B48BED" wp14:editId="4668C7F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01ACE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CCBD912" wp14:editId="735363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07ABE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75C0E97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96A40CA" w14:textId="3D009B9D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33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33E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44381D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002962E4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C37AB3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3C4715DF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E1EE302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51F772C8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CFB3F32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DB42126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268B3A7" w14:textId="77777777" w:rsidR="00712ED1" w:rsidRDefault="00712ED1" w:rsidP="00331004">
          <w:pPr>
            <w:pStyle w:val="Zpat"/>
          </w:pPr>
        </w:p>
      </w:tc>
    </w:tr>
  </w:tbl>
  <w:p w14:paraId="04C8F48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AAF7AA4" wp14:editId="2900AF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CC0896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A637893" wp14:editId="751563B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0992B5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C5A0D1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53465C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2F3D801B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BC0F5F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1A3CD6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40C7BC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F56F70" w14:textId="77777777" w:rsidR="00F1715C" w:rsidRPr="00D6163D" w:rsidRDefault="00F1715C" w:rsidP="00D6163D">
          <w:pPr>
            <w:pStyle w:val="Druhdokumentu"/>
          </w:pPr>
        </w:p>
      </w:tc>
    </w:tr>
  </w:tbl>
  <w:p w14:paraId="14A94CF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CD180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C00E07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12D5383" wp14:editId="22E9AF52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F79163" wp14:editId="2991707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DAC61FB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E6ED2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8258787" w14:textId="77777777" w:rsidR="00F1715C" w:rsidRPr="00D6163D" w:rsidRDefault="00F1715C" w:rsidP="00FC6389">
          <w:pPr>
            <w:pStyle w:val="Druhdokumentu"/>
          </w:pPr>
        </w:p>
      </w:tc>
    </w:tr>
    <w:tr w:rsidR="00F64786" w14:paraId="36E6EE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11F205A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2900C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A1085BA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457000E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B933AB3" wp14:editId="6A3FBFD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CCD3A6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8A9F51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A1192"/>
    <w:rsid w:val="000B3A82"/>
    <w:rsid w:val="000B6C7E"/>
    <w:rsid w:val="000B7907"/>
    <w:rsid w:val="000C0429"/>
    <w:rsid w:val="000C45E8"/>
    <w:rsid w:val="00114472"/>
    <w:rsid w:val="00122F43"/>
    <w:rsid w:val="001333E7"/>
    <w:rsid w:val="00150785"/>
    <w:rsid w:val="00170EC5"/>
    <w:rsid w:val="001747C1"/>
    <w:rsid w:val="0018596A"/>
    <w:rsid w:val="001B69C2"/>
    <w:rsid w:val="001C4DA0"/>
    <w:rsid w:val="00207DF5"/>
    <w:rsid w:val="00261867"/>
    <w:rsid w:val="00267369"/>
    <w:rsid w:val="0026785D"/>
    <w:rsid w:val="002C31BF"/>
    <w:rsid w:val="002E0CD7"/>
    <w:rsid w:val="002F026B"/>
    <w:rsid w:val="00357BC6"/>
    <w:rsid w:val="0037111D"/>
    <w:rsid w:val="003756B9"/>
    <w:rsid w:val="003956C6"/>
    <w:rsid w:val="003A1EFB"/>
    <w:rsid w:val="003E6B9A"/>
    <w:rsid w:val="003E75CE"/>
    <w:rsid w:val="00407833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B6F0B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839"/>
    <w:rsid w:val="006104F6"/>
    <w:rsid w:val="0061068E"/>
    <w:rsid w:val="00660AD3"/>
    <w:rsid w:val="006A3184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61AFD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04761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A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46A4F"/>
    <w:rsid w:val="00E824F1"/>
    <w:rsid w:val="00EB104F"/>
    <w:rsid w:val="00ED14BD"/>
    <w:rsid w:val="00ED26B4"/>
    <w:rsid w:val="00F01440"/>
    <w:rsid w:val="00F12DEC"/>
    <w:rsid w:val="00F1715C"/>
    <w:rsid w:val="00F310F8"/>
    <w:rsid w:val="00F355FD"/>
    <w:rsid w:val="00F35939"/>
    <w:rsid w:val="00F45607"/>
    <w:rsid w:val="00F64786"/>
    <w:rsid w:val="00F659EB"/>
    <w:rsid w:val="00F804A7"/>
    <w:rsid w:val="00F862D6"/>
    <w:rsid w:val="00F86BA6"/>
    <w:rsid w:val="00FB6EDC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25574C0"/>
  <w14:defaultImageDpi w14:val="32767"/>
  <w15:docId w15:val="{5FB9302D-8A01-4BE1-BB64-E3A2DFC93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cid:image001.png@01D929C0.1080B3B0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vestnikverejnychzakazek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18A361B-7E50-488A-B5FF-86ACC72E0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9</TotalTime>
  <Pages>3</Pages>
  <Words>592</Words>
  <Characters>3497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9</cp:revision>
  <cp:lastPrinted>2019-02-22T13:28:00Z</cp:lastPrinted>
  <dcterms:created xsi:type="dcterms:W3CDTF">2023-01-18T11:19:00Z</dcterms:created>
  <dcterms:modified xsi:type="dcterms:W3CDTF">2023-01-18T17:41:00Z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