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625A8" w14:textId="77777777" w:rsidR="00F422D3" w:rsidRPr="005D6794" w:rsidRDefault="00F422D3" w:rsidP="005D6794">
      <w:pPr>
        <w:pStyle w:val="SoDTitul1"/>
      </w:pPr>
      <w:bookmarkStart w:id="0" w:name="_GoBack"/>
      <w:bookmarkEnd w:id="0"/>
      <w:r w:rsidRPr="005D6794">
        <w:t>S</w:t>
      </w:r>
      <w:r w:rsidR="001906C2">
        <w:t>mlouva o dílo na zhotovení stavby</w:t>
      </w:r>
      <w:r w:rsidR="00FE2EF5">
        <w:t xml:space="preserve"> </w:t>
      </w:r>
    </w:p>
    <w:p w14:paraId="375F9624" w14:textId="77777777" w:rsidR="00F422D3" w:rsidRDefault="00F422D3" w:rsidP="00B42F40">
      <w:pPr>
        <w:pStyle w:val="SoDTitul2"/>
      </w:pPr>
      <w:r>
        <w:t>Název zakázky: „</w:t>
      </w:r>
      <w:r w:rsidR="00A24D18" w:rsidRPr="006867EE">
        <w:t>Optimalizace trati</w:t>
      </w:r>
      <w:r w:rsidR="00A24D18">
        <w:t xml:space="preserve"> </w:t>
      </w:r>
      <w:r w:rsidR="00A24D18" w:rsidRPr="006867EE">
        <w:t>Karlštejn (mimo) – Beroun (mimo)</w:t>
      </w:r>
      <w:r>
        <w:t>“</w:t>
      </w:r>
    </w:p>
    <w:p w14:paraId="690FC36F" w14:textId="77777777" w:rsidR="00F422D3" w:rsidRPr="00B42F40" w:rsidRDefault="00F422D3" w:rsidP="00003F09">
      <w:pPr>
        <w:pStyle w:val="SoDNadpisbezsl1-2"/>
      </w:pPr>
      <w:r w:rsidRPr="00B42F40">
        <w:t>Smluvní strany:</w:t>
      </w:r>
    </w:p>
    <w:p w14:paraId="1CC969CB"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75EC5CDF" w14:textId="77777777" w:rsidR="00F422D3" w:rsidRDefault="00F422D3" w:rsidP="00B42F40">
      <w:pPr>
        <w:pStyle w:val="SoDTextbezodsazen"/>
        <w:spacing w:after="0"/>
      </w:pPr>
      <w:r>
        <w:t xml:space="preserve">se sídlem: Dlážděná 1003/7, 110 00 Praha 1 - Nové Město </w:t>
      </w:r>
    </w:p>
    <w:p w14:paraId="07B3C5D6" w14:textId="77777777" w:rsidR="00F422D3" w:rsidRDefault="00F422D3" w:rsidP="00B42F40">
      <w:pPr>
        <w:pStyle w:val="SoDTextbezodsazen"/>
        <w:spacing w:after="0"/>
      </w:pPr>
      <w:r>
        <w:t>IČO: 70994234 DIČ: CZ70994234</w:t>
      </w:r>
    </w:p>
    <w:p w14:paraId="16B948BC" w14:textId="77777777" w:rsidR="00F422D3" w:rsidRDefault="00F422D3" w:rsidP="00B42F40">
      <w:pPr>
        <w:pStyle w:val="SoDTextbezodsazen"/>
        <w:spacing w:after="0"/>
      </w:pPr>
      <w:r>
        <w:t>zapsaná v obchodním rejstříku vedeném Městským soudem v Praze,</w:t>
      </w:r>
    </w:p>
    <w:p w14:paraId="5D280B4B" w14:textId="77777777" w:rsidR="00F422D3" w:rsidRDefault="00F422D3" w:rsidP="00B42F40">
      <w:pPr>
        <w:pStyle w:val="SoDTextbezodsazen"/>
        <w:spacing w:after="0"/>
      </w:pPr>
      <w:r>
        <w:t>spisová značka A 48384</w:t>
      </w:r>
    </w:p>
    <w:p w14:paraId="64462285" w14:textId="77777777" w:rsidR="00F422D3" w:rsidRPr="00E2682B" w:rsidRDefault="00F422D3" w:rsidP="00B42F40">
      <w:pPr>
        <w:pStyle w:val="SoDTextbezodsazen"/>
        <w:spacing w:after="0"/>
      </w:pPr>
      <w:r w:rsidRPr="00E2682B">
        <w:t xml:space="preserve">zastoupena: Ing. Mojmírem Nejezchlebem, náměstkem GŘ pro modernizaci dráhy </w:t>
      </w:r>
    </w:p>
    <w:p w14:paraId="71A74631" w14:textId="77777777" w:rsidR="00F422D3" w:rsidRDefault="00F422D3" w:rsidP="00B42F40">
      <w:pPr>
        <w:pStyle w:val="SoDTextbezodsazen"/>
      </w:pPr>
      <w:r w:rsidRPr="00E2682B">
        <w:t>na základě Pověření č. 2372 ze dne 26. 2. 2018</w:t>
      </w:r>
    </w:p>
    <w:p w14:paraId="393CCC00"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C6ADBC3"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5A7DB7C8" w14:textId="77777777" w:rsidR="00F422D3" w:rsidRDefault="00F422D3" w:rsidP="00B42F40">
      <w:pPr>
        <w:pStyle w:val="SoDTextbezodsazen"/>
      </w:pPr>
      <w:r w:rsidRPr="00B42F40">
        <w:t>Stavební</w:t>
      </w:r>
      <w:r>
        <w:t xml:space="preserve"> správa</w:t>
      </w:r>
      <w:r w:rsidR="00CC5BEB">
        <w:t xml:space="preserve"> </w:t>
      </w:r>
      <w:r w:rsidR="00CC5BEB">
        <w:rPr>
          <w:highlight w:val="green"/>
        </w:rPr>
        <w:t>……………………………………………</w:t>
      </w:r>
    </w:p>
    <w:p w14:paraId="24005BE2" w14:textId="77777777" w:rsidR="00F422D3" w:rsidRDefault="00F422D3" w:rsidP="00B42F40">
      <w:pPr>
        <w:pStyle w:val="SoDTextbezodsazen"/>
      </w:pPr>
      <w:r>
        <w:t>(</w:t>
      </w:r>
      <w:r w:rsidRPr="00B42F40">
        <w:t>dále</w:t>
      </w:r>
      <w:r>
        <w:t xml:space="preserve"> jen „</w:t>
      </w:r>
      <w:r w:rsidRPr="00F422D3">
        <w:rPr>
          <w:b/>
        </w:rPr>
        <w:t>Objednatel</w:t>
      </w:r>
      <w:r>
        <w:t>“)</w:t>
      </w:r>
    </w:p>
    <w:p w14:paraId="3CD1B9FA" w14:textId="77777777" w:rsidR="00F422D3" w:rsidRDefault="00F422D3" w:rsidP="00B42F40">
      <w:pPr>
        <w:pStyle w:val="SoDTextbezodsazen"/>
        <w:spacing w:after="0"/>
      </w:pPr>
      <w:r>
        <w:t>číslo smlouvy: "</w:t>
      </w:r>
      <w:r w:rsidRPr="00F422D3">
        <w:rPr>
          <w:highlight w:val="green"/>
        </w:rPr>
        <w:t>VLOŽÍ OBJEDNATEL</w:t>
      </w:r>
      <w:r>
        <w:t xml:space="preserve">" </w:t>
      </w:r>
    </w:p>
    <w:p w14:paraId="54D89398" w14:textId="603DA3EA" w:rsidR="00F422D3" w:rsidRDefault="00F422D3" w:rsidP="00B42F40">
      <w:pPr>
        <w:pStyle w:val="SoDTextbezodsazen"/>
      </w:pPr>
      <w:r w:rsidRPr="00E2682B">
        <w:t>ISPROFOND: 5</w:t>
      </w:r>
      <w:r w:rsidR="00E2682B" w:rsidRPr="00E2682B">
        <w:t>213510015</w:t>
      </w:r>
    </w:p>
    <w:p w14:paraId="13A31E04" w14:textId="77777777" w:rsidR="00B42F40" w:rsidRDefault="00B42F40" w:rsidP="00B42F40">
      <w:pPr>
        <w:pStyle w:val="SoDTextbezodsazen"/>
      </w:pPr>
    </w:p>
    <w:p w14:paraId="73C3333A" w14:textId="77777777" w:rsidR="00F422D3" w:rsidRDefault="00F422D3" w:rsidP="00B42F40">
      <w:pPr>
        <w:pStyle w:val="SoDTextbezodsazen"/>
      </w:pPr>
      <w:r w:rsidRPr="00B42F40">
        <w:t>a</w:t>
      </w:r>
    </w:p>
    <w:p w14:paraId="2291259E" w14:textId="77777777" w:rsidR="00CC6517" w:rsidRPr="00B42F40" w:rsidRDefault="00CC6517" w:rsidP="00B42F40">
      <w:pPr>
        <w:pStyle w:val="SoDTextbezodsazen"/>
      </w:pPr>
    </w:p>
    <w:p w14:paraId="355CE774"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48282ACD"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47FED642" w14:textId="77777777" w:rsidR="00F422D3" w:rsidRPr="00B42F40" w:rsidRDefault="00F422D3" w:rsidP="00B42F40">
      <w:pPr>
        <w:pStyle w:val="SoD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66E8F60"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2A7F10D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67B6066F" w14:textId="77777777" w:rsidR="00F422D3" w:rsidRPr="00B42F40" w:rsidRDefault="00F422D3" w:rsidP="00B42F40">
      <w:pPr>
        <w:pStyle w:val="SoD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D21B39B"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20F40EA3"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4DE2481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CF3D7F7" w14:textId="77777777" w:rsidR="00F422D3" w:rsidRPr="00B42F40" w:rsidRDefault="00F422D3" w:rsidP="00B42F40">
      <w:pPr>
        <w:pStyle w:val="SoDTextbezodsazen"/>
      </w:pPr>
      <w:r w:rsidRPr="00B42F40">
        <w:t>(dále jen „</w:t>
      </w:r>
      <w:r w:rsidRPr="00B42F40">
        <w:rPr>
          <w:rStyle w:val="Tun"/>
        </w:rPr>
        <w:t>Zhotovitel</w:t>
      </w:r>
      <w:r w:rsidRPr="00B42F40">
        <w:t>“)</w:t>
      </w:r>
    </w:p>
    <w:p w14:paraId="31B1217B"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35E442C"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026A39AF" w14:textId="77777777" w:rsidR="00B42F40" w:rsidRDefault="00B42F40" w:rsidP="00B42F40">
      <w:pPr>
        <w:pStyle w:val="SoDTextbezodsazen"/>
      </w:pPr>
    </w:p>
    <w:p w14:paraId="40339F0E" w14:textId="77777777" w:rsidR="00B42F40" w:rsidRDefault="00B42F40" w:rsidP="00B42F40">
      <w:pPr>
        <w:pStyle w:val="SoDTextbezodsazen"/>
      </w:pPr>
    </w:p>
    <w:p w14:paraId="1769A393" w14:textId="77777777" w:rsidR="00B42F40" w:rsidRPr="00B42F40" w:rsidRDefault="00B42F40" w:rsidP="00B42F40">
      <w:pPr>
        <w:pStyle w:val="SoDTextbezodsazen"/>
      </w:pPr>
    </w:p>
    <w:p w14:paraId="4AB4ED75" w14:textId="002D8172" w:rsidR="00F422D3" w:rsidRDefault="00F422D3" w:rsidP="00B42F40">
      <w:pPr>
        <w:pStyle w:val="SoDTextbezodsazen"/>
      </w:pPr>
      <w:r w:rsidRPr="00B42F40">
        <w:lastRenderedPageBreak/>
        <w:t xml:space="preserve">Objednatel si přeje, aby Dílo </w:t>
      </w:r>
      <w:r w:rsidR="00EA7D79">
        <w:t>„</w:t>
      </w:r>
      <w:r w:rsidR="00EA7D79" w:rsidRPr="00EA7D79">
        <w:t>Optimalizace trati Karlštejn (mimo) – Beroun (mimo)</w:t>
      </w:r>
      <w:r w:rsidR="00EA7D79">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1A067E0B"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061E2BFD"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4E8A4108" w14:textId="69B3506E"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28EDAB9F" w14:textId="5845208C"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40DDB2D3"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4222E1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E4F9965"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4EBCC4DB" w14:textId="6520E81F"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E2682B">
        <w:t>R-F/14/22</w:t>
      </w:r>
      <w:r w:rsidR="007A0E0E" w:rsidRPr="0045180B">
        <w:t>, ZTP</w:t>
      </w:r>
      <w:r w:rsidR="00E2682B">
        <w:t xml:space="preserve"> ze dne </w:t>
      </w:r>
      <w:proofErr w:type="gramStart"/>
      <w:r w:rsidR="00E2682B">
        <w:t>16.12.2022</w:t>
      </w:r>
      <w:proofErr w:type="gramEnd"/>
      <w:r w:rsidR="007A0E0E" w:rsidRPr="0045180B">
        <w:t xml:space="preserve"> a další dle Pod-článku 1.1.1.5 Smluvních podmínek)</w:t>
      </w:r>
      <w:r w:rsidR="00AC383E">
        <w:t>,</w:t>
      </w:r>
    </w:p>
    <w:p w14:paraId="3AD8E77E" w14:textId="77777777" w:rsidR="00F422D3" w:rsidRPr="00C50C28" w:rsidRDefault="00F422D3" w:rsidP="00F54F3E">
      <w:pPr>
        <w:pStyle w:val="SoDslseznam-2"/>
      </w:pPr>
      <w:r w:rsidRPr="00C50C28">
        <w:t>Výkresy</w:t>
      </w:r>
      <w:r w:rsidR="00AC383E">
        <w:t>,</w:t>
      </w:r>
    </w:p>
    <w:p w14:paraId="2E358FC3" w14:textId="77777777" w:rsidR="00F422D3" w:rsidRPr="00C50C28" w:rsidRDefault="00F422D3" w:rsidP="00F54F3E">
      <w:pPr>
        <w:pStyle w:val="SoDslseznam-2"/>
      </w:pPr>
      <w:r w:rsidRPr="00C50C28">
        <w:t xml:space="preserve">Formuláře:  </w:t>
      </w:r>
    </w:p>
    <w:p w14:paraId="57D8EE26" w14:textId="2407B50D" w:rsidR="00F422D3" w:rsidRPr="00C50C28" w:rsidRDefault="00F422D3" w:rsidP="00003F09">
      <w:pPr>
        <w:pStyle w:val="SoDslseznam-3"/>
      </w:pPr>
      <w:r w:rsidRPr="00C50C28">
        <w:t>Soupis prac</w:t>
      </w:r>
      <w:r w:rsidRPr="005963E6">
        <w:t>í</w:t>
      </w:r>
      <w:r w:rsidR="00786252" w:rsidRPr="00BE30A3">
        <w:t>,</w:t>
      </w:r>
    </w:p>
    <w:p w14:paraId="38351E7E" w14:textId="6E1B4FB8" w:rsidR="00F422D3" w:rsidRDefault="00786252" w:rsidP="00F54F3E">
      <w:pPr>
        <w:pStyle w:val="SoDslseznam-3"/>
      </w:pPr>
      <w:r>
        <w:t>Formulář</w:t>
      </w:r>
      <w:r w:rsidR="00BE30A3">
        <w:t xml:space="preserve"> a technické upřesnění</w:t>
      </w:r>
      <w:r>
        <w:t xml:space="preserve"> </w:t>
      </w:r>
      <w:r w:rsidR="00C4647F">
        <w:t xml:space="preserve">dle nabídky Zhotovitele </w:t>
      </w:r>
      <w:r>
        <w:t>ke kritériu „Naplnění projektových cílů zadavatele</w:t>
      </w:r>
      <w:r w:rsidR="00BE30A3">
        <w:t>“</w:t>
      </w:r>
      <w:r w:rsidR="004E3170">
        <w:t xml:space="preserve"> a upřesnění dle ověřovací fáze v rámci čl. 19. 10 Pokynů </w:t>
      </w:r>
      <w:r w:rsidR="00BE30A3">
        <w:t xml:space="preserve"> </w:t>
      </w:r>
    </w:p>
    <w:p w14:paraId="71C909C3" w14:textId="7BEC3941" w:rsidR="00786252" w:rsidRDefault="00786252" w:rsidP="00F54F3E">
      <w:pPr>
        <w:pStyle w:val="SoDslseznam-3"/>
      </w:pPr>
      <w:r>
        <w:t>Navržený plán výluk</w:t>
      </w:r>
      <w:r w:rsidR="00BE30A3">
        <w:t xml:space="preserve"> předložený Zhotovitelem dle</w:t>
      </w:r>
      <w:r w:rsidR="00B31847">
        <w:t xml:space="preserve"> čl. 17.3 Pokynů a</w:t>
      </w:r>
      <w:r w:rsidR="00BE30A3">
        <w:t xml:space="preserve"> přílohy č. 16 Pokynů</w:t>
      </w:r>
      <w:r>
        <w:t>.</w:t>
      </w:r>
    </w:p>
    <w:p w14:paraId="68DF96D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64A9E854"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542C9E3"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04E9B414" w14:textId="09FFEE9A" w:rsidR="007A2245" w:rsidRDefault="00AC41C6" w:rsidP="00BE30A3">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389445BD" w14:textId="764DFBE0"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B443CD4"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73DE4A55"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31D69D5C"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115F9D47" w14:textId="77777777" w:rsidR="00F422D3" w:rsidRPr="00146B8C" w:rsidRDefault="00F422D3" w:rsidP="00F54F3E">
      <w:pPr>
        <w:pStyle w:val="SoDslseznam-2"/>
      </w:pPr>
      <w:r w:rsidRPr="002D4801">
        <w:lastRenderedPageBreak/>
        <w:t>Faktura</w:t>
      </w:r>
      <w:r w:rsidRPr="00146B8C">
        <w:t>,</w:t>
      </w:r>
    </w:p>
    <w:p w14:paraId="1C2171E1" w14:textId="77777777" w:rsidR="00F422D3" w:rsidRPr="00146B8C" w:rsidRDefault="00F422D3" w:rsidP="00F54F3E">
      <w:pPr>
        <w:pStyle w:val="SoDslseznam-2"/>
      </w:pPr>
      <w:r w:rsidRPr="00146B8C">
        <w:t>soupis zjišťovacích protokolů,</w:t>
      </w:r>
    </w:p>
    <w:p w14:paraId="4A1A8A59" w14:textId="77777777" w:rsidR="00F422D3" w:rsidRDefault="00E46737" w:rsidP="00F54F3E">
      <w:pPr>
        <w:pStyle w:val="SoDslseznam-2"/>
      </w:pPr>
      <w:r w:rsidRPr="00146B8C">
        <w:t>zjišťovací</w:t>
      </w:r>
      <w:r>
        <w:t xml:space="preserve"> protokoly.</w:t>
      </w:r>
    </w:p>
    <w:p w14:paraId="773A485A" w14:textId="77777777" w:rsidR="00F422D3" w:rsidRDefault="00F422D3" w:rsidP="00F54F3E">
      <w:pPr>
        <w:pStyle w:val="SoDslseznam-1"/>
      </w:pPr>
      <w:r w:rsidRPr="00222886">
        <w:t>Rekapitulace ceny je uvedena v příloze č. 1 této Smlouvy o dílo.</w:t>
      </w:r>
    </w:p>
    <w:p w14:paraId="11F6A49A" w14:textId="2E1C7A52" w:rsidR="002D7BAE" w:rsidRPr="00FA237E" w:rsidRDefault="002D7BAE" w:rsidP="00FC27A9">
      <w:pPr>
        <w:pStyle w:val="SoDslseznam-1"/>
        <w:keepNext/>
        <w:rPr>
          <w:i/>
          <w:color w:val="00B050"/>
        </w:rPr>
      </w:pPr>
      <w:r w:rsidRPr="002C6663">
        <w:t>Sociálně a environmentálně odpovědné zadávání</w:t>
      </w:r>
      <w:r w:rsidR="008B498E">
        <w:rPr>
          <w:i/>
          <w:color w:val="00B050"/>
        </w:rPr>
        <w:t>.</w:t>
      </w:r>
    </w:p>
    <w:p w14:paraId="3E155DD2"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54BD0BC4" w14:textId="77777777" w:rsidR="00C81A30" w:rsidRPr="002C6663" w:rsidRDefault="00C74AE9" w:rsidP="005925DB">
      <w:pPr>
        <w:pStyle w:val="SoDTextbezslovn"/>
      </w:pPr>
      <w:r w:rsidRPr="002C6663">
        <w:t>V rámci plnění Díla jde o dále uvedené požadavky:</w:t>
      </w:r>
    </w:p>
    <w:p w14:paraId="73794D2B" w14:textId="77777777" w:rsidR="00C74AE9" w:rsidRPr="002C6663" w:rsidRDefault="00C74AE9" w:rsidP="002C03C9">
      <w:pPr>
        <w:pStyle w:val="SoDodraka-1"/>
      </w:pPr>
      <w:r w:rsidRPr="005925DB">
        <w:t>rovnocenné</w:t>
      </w:r>
      <w:r w:rsidRPr="002C6663">
        <w:t xml:space="preserve"> platební podmínky v rámci dodavatelského řetězce,</w:t>
      </w:r>
    </w:p>
    <w:p w14:paraId="0F926B34" w14:textId="77777777" w:rsidR="00C74AE9" w:rsidRPr="002C6663" w:rsidRDefault="00C74AE9" w:rsidP="002C03C9">
      <w:pPr>
        <w:pStyle w:val="SoDodraka-1"/>
      </w:pPr>
      <w:r w:rsidRPr="002C6663">
        <w:t>jednání vedená primárně distančním způsobem,</w:t>
      </w:r>
    </w:p>
    <w:p w14:paraId="7F2751AD" w14:textId="77777777" w:rsidR="00C74AE9" w:rsidRPr="002C6663" w:rsidRDefault="00C74AE9" w:rsidP="002C03C9">
      <w:pPr>
        <w:pStyle w:val="SoDodraka-1"/>
      </w:pPr>
      <w:r w:rsidRPr="002C6663">
        <w:t>studentské exkurze,</w:t>
      </w:r>
    </w:p>
    <w:p w14:paraId="07E4BAE3" w14:textId="654FD01E" w:rsidR="00FE2EF5" w:rsidRPr="00146B8C" w:rsidRDefault="00C74AE9" w:rsidP="00CC71A0">
      <w:pPr>
        <w:pStyle w:val="SoDodraka-1"/>
      </w:pPr>
      <w:r w:rsidRPr="002C6663">
        <w:t>recyklace kameniva vyzískávaného z kolejového lože,</w:t>
      </w:r>
      <w:r w:rsidR="009178EF" w:rsidRPr="002C6663">
        <w:t xml:space="preserve"> </w:t>
      </w:r>
      <w:r w:rsidR="009178EF" w:rsidRPr="009178EF">
        <w:t>Pokud se tento požadavek s ohledem na charakter Díla neuplatní, vynechá se.</w:t>
      </w:r>
      <w:r w:rsidR="009178EF" w:rsidRPr="005925DB">
        <w:rPr>
          <w:color w:val="000000" w:themeColor="text1"/>
        </w:rPr>
        <w:t xml:space="preserve"> </w:t>
      </w:r>
    </w:p>
    <w:p w14:paraId="6CE25E8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4351F0A8"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398A481B"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8FCFCF1"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5E2052C6" w14:textId="1FA61DAF" w:rsidR="00F422D3" w:rsidRPr="00C50C28" w:rsidRDefault="004765CB" w:rsidP="00452F4B">
      <w:pPr>
        <w:pStyle w:val="SoDslseznam-1"/>
        <w:rPr>
          <w:color w:val="00B050"/>
          <w:szCs w:val="18"/>
        </w:rPr>
      </w:pPr>
      <w:r w:rsidRPr="00452F4B">
        <w:t>NEOBSAZENO</w:t>
      </w:r>
    </w:p>
    <w:p w14:paraId="191461AE"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DF40B54"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w:t>
      </w:r>
      <w:r w:rsidRPr="00C50C28">
        <w:lastRenderedPageBreak/>
        <w:t>ustanovení nahradit platným a vymahatelným ustanovením, které bude svým obsahem nejbližší účelu zdánlivého, neplatného či nevymahatelného ustanovení.</w:t>
      </w:r>
    </w:p>
    <w:p w14:paraId="56637B6B" w14:textId="77777777" w:rsidR="00F422D3" w:rsidRPr="00C50C28" w:rsidRDefault="00F422D3" w:rsidP="00FC27A9">
      <w:pPr>
        <w:pStyle w:val="SoDslseznam-1"/>
        <w:keepNext/>
      </w:pPr>
      <w:r w:rsidRPr="00C50C28">
        <w:t>Objednatel si vyhrazuje:</w:t>
      </w:r>
    </w:p>
    <w:p w14:paraId="418292E9"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3CAC59CF" w14:textId="153305A9" w:rsidR="00CC71A0" w:rsidRPr="00915187" w:rsidRDefault="00CC71A0" w:rsidP="004C5678">
      <w:pPr>
        <w:pStyle w:val="Textbezslovn"/>
        <w:numPr>
          <w:ilvl w:val="0"/>
          <w:numId w:val="49"/>
        </w:numPr>
        <w:spacing w:after="0"/>
      </w:pPr>
      <w:bookmarkStart w:id="1" w:name="_Hlk121678378"/>
      <w:r w:rsidRPr="00915187">
        <w:t>SO 13- 33-02.1 Odbočka Lom, železniční svršek</w:t>
      </w:r>
    </w:p>
    <w:p w14:paraId="3AFE37C9" w14:textId="77777777" w:rsidR="00CC71A0" w:rsidRPr="00915187" w:rsidRDefault="00CC71A0" w:rsidP="004C5678">
      <w:pPr>
        <w:pStyle w:val="Textbezslovn"/>
        <w:numPr>
          <w:ilvl w:val="0"/>
          <w:numId w:val="49"/>
        </w:numPr>
        <w:spacing w:after="0"/>
      </w:pPr>
      <w:r w:rsidRPr="00915187">
        <w:t>SO 12- 35-01 Karlštejn-</w:t>
      </w:r>
      <w:proofErr w:type="spellStart"/>
      <w:r w:rsidRPr="00915187">
        <w:t>Odb</w:t>
      </w:r>
      <w:proofErr w:type="spellEnd"/>
      <w:r w:rsidRPr="00915187">
        <w:t>. Lom, trakční vedení</w:t>
      </w:r>
    </w:p>
    <w:p w14:paraId="45AEEED7" w14:textId="77777777" w:rsidR="00CC71A0" w:rsidRPr="00915187" w:rsidRDefault="00CC71A0" w:rsidP="004C5678">
      <w:pPr>
        <w:pStyle w:val="Textbezslovn"/>
        <w:numPr>
          <w:ilvl w:val="0"/>
          <w:numId w:val="49"/>
        </w:numPr>
        <w:spacing w:after="0"/>
      </w:pPr>
      <w:r w:rsidRPr="00915187">
        <w:t>SO 13- 35-01 Odbočka Lom, trakční vedení</w:t>
      </w:r>
    </w:p>
    <w:p w14:paraId="630D7942" w14:textId="197C8772" w:rsidR="00CC71A0" w:rsidRDefault="00CC71A0" w:rsidP="004C5678">
      <w:pPr>
        <w:pStyle w:val="Textbezslovn"/>
        <w:numPr>
          <w:ilvl w:val="0"/>
          <w:numId w:val="49"/>
        </w:numPr>
        <w:spacing w:after="0"/>
      </w:pPr>
      <w:r w:rsidRPr="00915187">
        <w:t xml:space="preserve">SO 14- 35-01 </w:t>
      </w:r>
      <w:proofErr w:type="spellStart"/>
      <w:r w:rsidRPr="00915187">
        <w:t>Odb</w:t>
      </w:r>
      <w:proofErr w:type="spellEnd"/>
      <w:r w:rsidRPr="00915187">
        <w:t>. Lom - Beroun, trakční vedení</w:t>
      </w:r>
    </w:p>
    <w:bookmarkEnd w:id="1"/>
    <w:p w14:paraId="305AF430"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2C56B114" w14:textId="6D1F2609" w:rsidR="006467C2" w:rsidRPr="001B325A" w:rsidRDefault="006467C2" w:rsidP="00F54F3E">
      <w:pPr>
        <w:pStyle w:val="SoDslseznam-2"/>
      </w:pPr>
      <w:r w:rsidRPr="002C6663">
        <w:t>v souladu s § 100 odst.</w:t>
      </w:r>
      <w:r w:rsidR="000A2358">
        <w:t> </w:t>
      </w:r>
      <w:r w:rsidRPr="002C6663">
        <w:t xml:space="preserve">1 ZZVZ </w:t>
      </w:r>
      <w:r w:rsidR="00713432" w:rsidRPr="002C6663">
        <w:t xml:space="preserve">provedení činností </w:t>
      </w:r>
      <w:r w:rsidRPr="002C6663">
        <w:t xml:space="preserve">v souvislosti s publicitou Stavby spolufinancované Evropskou unií podle platných pravidel pro </w:t>
      </w:r>
      <w:r w:rsidR="00EA7D79">
        <w:t>CEF</w:t>
      </w:r>
      <w:r w:rsidR="00973C20">
        <w:t xml:space="preserve">. </w:t>
      </w:r>
      <w:r w:rsidRPr="002C6663">
        <w:t xml:space="preserve">Specifikace činností a podmínky pro jejich provedení jsou uvedeny v Technické specifikaci </w:t>
      </w:r>
      <w:r w:rsidR="00222886" w:rsidRPr="002C6663">
        <w:t>–</w:t>
      </w:r>
      <w:r w:rsidRPr="002C6663">
        <w:t xml:space="preserve"> </w:t>
      </w:r>
      <w:r w:rsidR="00222886" w:rsidRPr="002C6663">
        <w:t>Zvláštní technické podmínky</w:t>
      </w:r>
      <w:r w:rsidRPr="002C6663">
        <w:t xml:space="preserve">. V případě, že tato veřejná zakázka nebude spolufinancovaná z prostředků Evropské unie, zajištění publicity Stavby nebude Zhotovitelem provedeno. Zhotoviteli bude uhrazen jen skutečně provedený rozsah tohoto </w:t>
      </w:r>
      <w:r w:rsidRPr="001B325A">
        <w:t xml:space="preserve">plnění.  </w:t>
      </w:r>
    </w:p>
    <w:p w14:paraId="14D4055D"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4DE83FF"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77AA4DB"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91BAD62" w14:textId="0BE97F06" w:rsidR="00CB337C" w:rsidRPr="0045180B" w:rsidRDefault="00CB337C" w:rsidP="00F54F3E">
      <w:pPr>
        <w:pStyle w:val="SoDslseznam-1"/>
      </w:pPr>
      <w:r w:rsidRPr="0045180B">
        <w:t>Součástí dodávky na zhotovení Díla nejsou prvky mobiliáře, které jsou součástí SO</w:t>
      </w:r>
      <w:r w:rsidR="00EA7F41">
        <w:t xml:space="preserve"> 12-34-01</w:t>
      </w:r>
      <w:r w:rsidRPr="0045180B">
        <w:t xml:space="preserve"> </w:t>
      </w:r>
      <w:r w:rsidR="00EA7F41">
        <w:t xml:space="preserve">a 12-31-01 </w:t>
      </w:r>
      <w:r w:rsidRPr="0045180B">
        <w:t>dle technické specifikace v Soupisu prací jednotlivých položek.</w:t>
      </w:r>
    </w:p>
    <w:p w14:paraId="20C24A37" w14:textId="46E229A3" w:rsidR="00F07B17" w:rsidRDefault="00F07B17" w:rsidP="00F07B17">
      <w:pPr>
        <w:pStyle w:val="SoDslseznam-1"/>
      </w:pPr>
      <w:r w:rsidRPr="00F07B17">
        <w:t xml:space="preserve"> </w:t>
      </w:r>
      <w:r w:rsidRPr="00F1032B">
        <w:t xml:space="preserve">Zhotovitel se </w:t>
      </w:r>
      <w:r>
        <w:t xml:space="preserve">v souladu se svou nabídkou v zadávacím řízení </w:t>
      </w:r>
      <w:r w:rsidRPr="00F1032B">
        <w:t xml:space="preserve">zavazuje </w:t>
      </w:r>
      <w:r>
        <w:t>dodržet</w:t>
      </w:r>
      <w:r w:rsidRPr="00F1032B">
        <w:t xml:space="preserve"> nepřetržité výluky během níže uvedených stavebních postupů oproti maximální době nepřetržitých výluk uvedených v</w:t>
      </w:r>
      <w:r>
        <w:t> </w:t>
      </w:r>
      <w:r w:rsidRPr="00F1032B">
        <w:t>projektové</w:t>
      </w:r>
      <w:r>
        <w:t xml:space="preserve"> </w:t>
      </w:r>
      <w:r w:rsidRPr="00F1032B">
        <w:t>dokumentaci stavby. Výlukou traťové koleje se rozumí výluka traťové koleje</w:t>
      </w:r>
      <w:r>
        <w:t>,</w:t>
      </w:r>
      <w:r w:rsidRPr="00F1032B">
        <w:t xml:space="preserve"> trakčního vedení nad touto kolejí </w:t>
      </w:r>
      <w:r>
        <w:t>a</w:t>
      </w:r>
      <w:r w:rsidRPr="00F1032B">
        <w:t xml:space="preserve"> traťového zabezpečovacího zařízení pro tuto kolej</w:t>
      </w:r>
      <w:r>
        <w:t>.</w:t>
      </w:r>
    </w:p>
    <w:p w14:paraId="58A5E420" w14:textId="43CEEA8A" w:rsidR="00F07B17" w:rsidRDefault="00F07B17" w:rsidP="00452F4B">
      <w:pPr>
        <w:pStyle w:val="slovanseznam2"/>
      </w:pPr>
      <w:r>
        <w:t xml:space="preserve">Zhotovitel se zavazuje dodržet </w:t>
      </w:r>
      <w:r w:rsidR="0017090D">
        <w:t xml:space="preserve">zkrácenou </w:t>
      </w:r>
      <w:r>
        <w:t xml:space="preserve">dobu nepřetržitých výluk traťových kolejí v souladu se svou nabídkou </w:t>
      </w:r>
      <w:r w:rsidR="00452F4B">
        <w:t>a údaji uvedenými v</w:t>
      </w:r>
      <w:r w:rsidR="00452F4B" w:rsidRPr="00A0552F">
        <w:t xml:space="preserve"> </w:t>
      </w:r>
      <w:r w:rsidR="00452F4B">
        <w:t>p</w:t>
      </w:r>
      <w:r w:rsidR="00452F4B" w:rsidRPr="00A0552F">
        <w:t>řílo</w:t>
      </w:r>
      <w:r w:rsidR="00452F4B">
        <w:t>ze</w:t>
      </w:r>
      <w:r w:rsidR="00452F4B" w:rsidRPr="00A0552F">
        <w:t xml:space="preserve"> č. </w:t>
      </w:r>
      <w:r w:rsidR="00452F4B">
        <w:t xml:space="preserve">13 této smlouvy – </w:t>
      </w:r>
      <w:r w:rsidR="00452F4B" w:rsidRPr="00F07B17">
        <w:t>Formulář – Plán výluk</w:t>
      </w:r>
      <w:r w:rsidR="00452F4B">
        <w:t xml:space="preserve"> </w:t>
      </w:r>
      <w:r>
        <w:t>oproti maximální době výluk uvedených v projektové dokumentaci stavby</w:t>
      </w:r>
      <w:r w:rsidR="00452F4B">
        <w:t xml:space="preserve">. </w:t>
      </w:r>
    </w:p>
    <w:p w14:paraId="6F2D9466" w14:textId="5669F8C2" w:rsidR="00F07B17" w:rsidRDefault="00F07B17" w:rsidP="00F07B17">
      <w:pPr>
        <w:pStyle w:val="slovanseznam2"/>
      </w:pPr>
      <w:r>
        <w:lastRenderedPageBreak/>
        <w:t>Jestliže Zhotovitel nedodrží nabízenou a zkrácenou dobu výluk dle bodu 17.1 této Smlouvy</w:t>
      </w:r>
      <w:r w:rsidRPr="00A0552F">
        <w:t xml:space="preserve"> </w:t>
      </w:r>
      <w:r>
        <w:t xml:space="preserve">a dojde-li k rozšíření doby nepřetržité výluky nebo denní či noční výluky traťové koleje nebo </w:t>
      </w:r>
      <w:r w:rsidRPr="00F1032B">
        <w:t>trakčního vedení nad touto kolejí nebo traťového zabezpečovacího zařízení pro tuto kolej</w:t>
      </w:r>
      <w:r>
        <w:t xml:space="preserve"> nikoliv z viny či rizika Objednatele, zavazuje se </w:t>
      </w:r>
      <w:r w:rsidRPr="00F1032B">
        <w:t>Zhotovitel uhradit Objednateli smluvní pokutu</w:t>
      </w:r>
      <w:r>
        <w:t>:</w:t>
      </w:r>
    </w:p>
    <w:p w14:paraId="143C1866" w14:textId="795B1E2E" w:rsidR="008F4006" w:rsidRPr="004F132D" w:rsidRDefault="008F4006" w:rsidP="008F4006">
      <w:pPr>
        <w:pStyle w:val="slovanseznam3"/>
      </w:pPr>
      <w:r w:rsidRPr="004F132D">
        <w:t xml:space="preserve">v ID1 dle přílohy č. 13 této Smlouvy ve výši </w:t>
      </w:r>
      <w:r w:rsidR="00BC098E" w:rsidRPr="004F132D">
        <w:t>1</w:t>
      </w:r>
      <w:r w:rsidR="00FD1D6C" w:rsidRPr="004F132D">
        <w:t>5</w:t>
      </w:r>
      <w:r w:rsidR="00BC098E" w:rsidRPr="004F132D">
        <w:t>0</w:t>
      </w:r>
      <w:r w:rsidR="00BF0201" w:rsidRPr="004F132D">
        <w:t>.000</w:t>
      </w:r>
      <w:r w:rsidRPr="004F132D">
        <w:t xml:space="preserve">, - Kč za každou započatou hodinu výluky. Maximální výše smluvní pokuty dle tohoto bodu 17.2.1 je stanovena ve výši součinu </w:t>
      </w:r>
      <w:r w:rsidR="00BC098E" w:rsidRPr="004F132D">
        <w:t>1</w:t>
      </w:r>
      <w:r w:rsidR="00FD1D6C" w:rsidRPr="004F132D">
        <w:t>5</w:t>
      </w:r>
      <w:r w:rsidR="00BC098E" w:rsidRPr="004F132D">
        <w:t>0</w:t>
      </w:r>
      <w:r w:rsidR="00BF0201" w:rsidRPr="004F132D">
        <w:t>.000</w:t>
      </w:r>
      <w:r w:rsidRPr="004F132D">
        <w:t>, - Kč a počtu hodin (po přepočtu z počtu dnů), o které byly Zhotovitelem zkráceny nepřetržité výluky dle bodu 17.1 této Smlouvy;</w:t>
      </w:r>
    </w:p>
    <w:p w14:paraId="6080B6ED" w14:textId="3A1BD7F8" w:rsidR="008F4006" w:rsidRPr="004F132D" w:rsidRDefault="008F4006" w:rsidP="008F4006">
      <w:pPr>
        <w:pStyle w:val="slovanseznam3"/>
      </w:pPr>
      <w:r w:rsidRPr="004F132D">
        <w:t xml:space="preserve">v ID2 dle přílohy č. 13 této Smlouvy ve výši </w:t>
      </w:r>
      <w:r w:rsidR="0012079A">
        <w:t>35</w:t>
      </w:r>
      <w:r w:rsidR="00BC098E" w:rsidRPr="004F132D">
        <w:t>0</w:t>
      </w:r>
      <w:r w:rsidRPr="004F132D">
        <w:t xml:space="preserve">.000, - Kč za každou započatou hodinu výluky. Maximální výše smluvní pokuty dle tohoto bodu 17.2.2 je stanovena ve výši součinu </w:t>
      </w:r>
      <w:r w:rsidR="0012079A">
        <w:t>35</w:t>
      </w:r>
      <w:r w:rsidR="00BC098E" w:rsidRPr="004F132D">
        <w:t>0</w:t>
      </w:r>
      <w:r w:rsidRPr="004F132D">
        <w:t>.000, - Kč a počtu hodin (po přepočtu z počtu dnů), o které byly Zhotovitelem zkráceny nepřetržité výluky dle bodu 17.1 této Smlouvy;</w:t>
      </w:r>
    </w:p>
    <w:p w14:paraId="44F692F1" w14:textId="5C55F097" w:rsidR="008F4006" w:rsidRPr="004F132D" w:rsidRDefault="008F4006" w:rsidP="008F4006">
      <w:pPr>
        <w:pStyle w:val="slovanseznam3"/>
      </w:pPr>
      <w:r w:rsidRPr="004F132D">
        <w:t xml:space="preserve">v ID3 dle přílohy č. 13 této Smlouvy ve výši </w:t>
      </w:r>
      <w:r w:rsidR="00BC098E" w:rsidRPr="004F132D">
        <w:t>1</w:t>
      </w:r>
      <w:r w:rsidR="00FD1D6C" w:rsidRPr="004F132D">
        <w:t>5</w:t>
      </w:r>
      <w:r w:rsidR="00BC098E" w:rsidRPr="004F132D">
        <w:t>0</w:t>
      </w:r>
      <w:r w:rsidRPr="004F132D">
        <w:t xml:space="preserve">.000, - Kč za každou započatou hodinu výluky. Maximální výše smluvní pokuty dle tohoto bodu 17.2.3 je stanovena ve výši součinu </w:t>
      </w:r>
      <w:r w:rsidR="00BC098E" w:rsidRPr="004F132D">
        <w:t>1</w:t>
      </w:r>
      <w:r w:rsidR="00FD1D6C" w:rsidRPr="004F132D">
        <w:t>5</w:t>
      </w:r>
      <w:r w:rsidR="00BC098E" w:rsidRPr="004F132D">
        <w:t>0</w:t>
      </w:r>
      <w:r w:rsidRPr="004F132D">
        <w:t>.000, - Kč a počtu hodin (po přepočtu z počtu dnů), o které byly Zhotovitelem zkráceny nepřetržité výluky dle bodu 17.1 této Smlouvy;</w:t>
      </w:r>
    </w:p>
    <w:p w14:paraId="426FF028" w14:textId="6E27A6CF" w:rsidR="008F4006" w:rsidRPr="004F132D" w:rsidRDefault="008F4006" w:rsidP="008F4006">
      <w:pPr>
        <w:pStyle w:val="slovanseznam3"/>
      </w:pPr>
      <w:r w:rsidRPr="004F132D">
        <w:t xml:space="preserve">v ID4 dle přílohy č. 13 této Smlouvy ve výši </w:t>
      </w:r>
      <w:r w:rsidR="00FD1D6C" w:rsidRPr="004F132D">
        <w:t>75</w:t>
      </w:r>
      <w:r w:rsidRPr="004F132D">
        <w:t xml:space="preserve">.000, - Kč za každou započatou hodinu výluky. Maximální výše smluvní pokuty dle tohoto bodu 17.2.4 je stanovena ve výši součinu </w:t>
      </w:r>
      <w:r w:rsidR="00FD1D6C" w:rsidRPr="004F132D">
        <w:t>75</w:t>
      </w:r>
      <w:r w:rsidRPr="004F132D">
        <w:t>.000, - Kč a počtu hodin (po přepočtu z počtu dnů), o které byly Zhotovitelem zkráceny nepřetržité výluky dle bodu 17.1 této Smlouvy;</w:t>
      </w:r>
    </w:p>
    <w:p w14:paraId="5B5D08BE" w14:textId="197C33A3" w:rsidR="008F4006" w:rsidRPr="004F132D" w:rsidRDefault="008F4006" w:rsidP="008F4006">
      <w:pPr>
        <w:pStyle w:val="slovanseznam3"/>
      </w:pPr>
      <w:r w:rsidRPr="004F132D">
        <w:t xml:space="preserve">v ID5 dle přílohy č. 13 této Smlouvy ve výši </w:t>
      </w:r>
      <w:r w:rsidR="00FD1D6C" w:rsidRPr="004F132D">
        <w:t>75</w:t>
      </w:r>
      <w:r w:rsidRPr="004F132D">
        <w:t xml:space="preserve">.000, - Kč za každou započatou hodinu výluky. Maximální výše smluvní pokuty dle tohoto bodu 17.2.5 je stanovena ve výši součinu </w:t>
      </w:r>
      <w:r w:rsidR="00FD1D6C" w:rsidRPr="004F132D">
        <w:t>75</w:t>
      </w:r>
      <w:r w:rsidRPr="004F132D">
        <w:t>.000, - Kč a počtu hodin (po přepočtu z počtu dnů), o které byly Zhotovitelem zkráceny nepřetržité výluky dle bodu 17.1 této Smlouvy;</w:t>
      </w:r>
    </w:p>
    <w:p w14:paraId="1B25558A" w14:textId="29DC4870" w:rsidR="008F4006" w:rsidRPr="004F132D" w:rsidRDefault="008F4006" w:rsidP="008F4006">
      <w:pPr>
        <w:pStyle w:val="slovanseznam3"/>
      </w:pPr>
      <w:r w:rsidRPr="004F132D">
        <w:t xml:space="preserve">v ID6 dle přílohy č. 13 této Smlouvy ve výši </w:t>
      </w:r>
      <w:r w:rsidR="00FD1D6C" w:rsidRPr="004F132D">
        <w:t>75</w:t>
      </w:r>
      <w:r w:rsidRPr="004F132D">
        <w:t xml:space="preserve">.000, - Kč za každou započatou hodinu výluky. Maximální výše smluvní pokuty dle tohoto bodu 17.2.6 je stanovena ve výši součinu </w:t>
      </w:r>
      <w:r w:rsidR="00FD1D6C" w:rsidRPr="004F132D">
        <w:t>75</w:t>
      </w:r>
      <w:r w:rsidRPr="004F132D">
        <w:t>.000, - Kč a počtu hodin (po přepočtu z počtu dnů), o které byly Zhotovitelem zkráceny nepřetržité výluky dle bodu 17.1 této Smlouvy;</w:t>
      </w:r>
    </w:p>
    <w:p w14:paraId="024F53EC" w14:textId="0E6A189F" w:rsidR="008F4006" w:rsidRPr="004F132D" w:rsidRDefault="008F4006" w:rsidP="008F4006">
      <w:pPr>
        <w:pStyle w:val="slovanseznam3"/>
      </w:pPr>
      <w:r w:rsidRPr="004F132D">
        <w:t xml:space="preserve">v ID7 dle přílohy č. 13 této Smlouvy ve výši </w:t>
      </w:r>
      <w:r w:rsidR="00FD1D6C" w:rsidRPr="004F132D">
        <w:t>75</w:t>
      </w:r>
      <w:r w:rsidR="00BF0201" w:rsidRPr="004F132D">
        <w:t>.0</w:t>
      </w:r>
      <w:r w:rsidRPr="004F132D">
        <w:t xml:space="preserve">00, - Kč za každou započatou hodinu výluky. Maximální výše smluvní pokuty dle tohoto bodu 17.2.7 je stanovena ve výši součinu </w:t>
      </w:r>
      <w:r w:rsidR="00FD1D6C" w:rsidRPr="004F132D">
        <w:t>75</w:t>
      </w:r>
      <w:r w:rsidR="00BF0201" w:rsidRPr="004F132D">
        <w:t>.0</w:t>
      </w:r>
      <w:r w:rsidRPr="004F132D">
        <w:t>00, - Kč a počtu hodin (po přepočtu z počtu dnů), o které byly Zhotovitelem zkráceny nepřetržité výluky dle bodu 17.1 této Smlouvy;</w:t>
      </w:r>
    </w:p>
    <w:p w14:paraId="38532E78" w14:textId="0FEFE6E3" w:rsidR="008F4006" w:rsidRPr="004F132D" w:rsidRDefault="008F4006" w:rsidP="008F4006">
      <w:pPr>
        <w:pStyle w:val="slovanseznam3"/>
      </w:pPr>
      <w:r w:rsidRPr="004F132D">
        <w:t xml:space="preserve">v ID8 dle přílohy č. 13 této Smlouvy ve výši </w:t>
      </w:r>
      <w:r w:rsidR="00FD1D6C" w:rsidRPr="004F132D">
        <w:t>75</w:t>
      </w:r>
      <w:r w:rsidRPr="004F132D">
        <w:t xml:space="preserve">.000, - Kč za každou započatou hodinu výluky. Maximální výše smluvní pokuty dle tohoto bodu 17.2.8 je stanovena ve výši součinu </w:t>
      </w:r>
      <w:r w:rsidR="00FD1D6C" w:rsidRPr="004F132D">
        <w:t>75</w:t>
      </w:r>
      <w:r w:rsidRPr="004F132D">
        <w:t>.000, - Kč a počtu hodin (po přepočtu z počtu dnů), o které byly Zhotovitelem zkráceny nepřetržité výluky dle bodu 17.1 této Smlouvy.</w:t>
      </w:r>
    </w:p>
    <w:p w14:paraId="45D77339" w14:textId="742EDA5F" w:rsidR="00D20BF2" w:rsidRPr="0045180B" w:rsidRDefault="00F07B17" w:rsidP="00CC11CD">
      <w:pPr>
        <w:pStyle w:val="slovanseznam2"/>
      </w:pPr>
      <w:r w:rsidRPr="00F1032B">
        <w:t>Při rozšíření doby výluk traťových kolejí se postupuje dle Pod-článku 4.30 [</w:t>
      </w:r>
      <w:r w:rsidRPr="00F1032B">
        <w:rPr>
          <w:i/>
        </w:rPr>
        <w:t>Výluky</w:t>
      </w:r>
      <w:r w:rsidRPr="00F1032B">
        <w:t xml:space="preserve">] Smluvních podmínek. </w:t>
      </w:r>
    </w:p>
    <w:p w14:paraId="4A339D4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3926767A" w14:textId="77777777" w:rsidR="006D17CF" w:rsidRPr="00DA5988" w:rsidRDefault="006D17CF" w:rsidP="00F54F3E">
      <w:pPr>
        <w:pStyle w:val="SoDslseznam-1"/>
      </w:pPr>
      <w:r w:rsidRPr="00DA5988">
        <w:lastRenderedPageBreak/>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39C088E"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400E814"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1D445D3" w14:textId="77777777" w:rsidR="008C0E1A" w:rsidRPr="00DA5988" w:rsidRDefault="008C0E1A" w:rsidP="00F54F3E">
      <w:pPr>
        <w:pStyle w:val="SoDTextbezslovn"/>
        <w:ind w:left="567"/>
      </w:pPr>
      <w:r w:rsidRPr="00DA5988">
        <w:t xml:space="preserve">Součet hodnot dle výše uvedeného </w:t>
      </w:r>
      <w:proofErr w:type="spellStart"/>
      <w:r w:rsidRPr="00DA5988">
        <w:t>písm.a</w:t>
      </w:r>
      <w:proofErr w:type="spellEnd"/>
      <w:r w:rsidRPr="00DA5988">
        <w:t xml:space="preserve">) a </w:t>
      </w:r>
      <w:proofErr w:type="spellStart"/>
      <w:proofErr w:type="gramStart"/>
      <w:r w:rsidRPr="00DA5988">
        <w:t>písm.b</w:t>
      </w:r>
      <w:proofErr w:type="spellEnd"/>
      <w:r w:rsidRPr="00DA5988">
        <w:t>) se</w:t>
      </w:r>
      <w:proofErr w:type="gramEnd"/>
      <w:r w:rsidRPr="00DA5988">
        <w:t xml:space="preserve"> musí rovnat 100% hodnotě veškerých prací provedených v souladu se Smlouvou.</w:t>
      </w:r>
    </w:p>
    <w:p w14:paraId="17875B1D"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EBF2880"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46817C7C"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70916D8C"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6247F29" w14:textId="77777777" w:rsidR="007A08B0" w:rsidRPr="007A08B0" w:rsidRDefault="007A08B0" w:rsidP="00676F5B">
      <w:pPr>
        <w:pStyle w:val="SoDslseznam-1"/>
        <w:keepNext/>
      </w:pPr>
      <w:r w:rsidRPr="007A08B0">
        <w:t xml:space="preserve">Mezinárodní sankce </w:t>
      </w:r>
    </w:p>
    <w:p w14:paraId="112EFF92" w14:textId="77777777" w:rsidR="007A08B0" w:rsidRPr="007A08B0" w:rsidRDefault="007A08B0" w:rsidP="00676F5B">
      <w:pPr>
        <w:pStyle w:val="SoDslseznam-2"/>
        <w:keepNext/>
      </w:pPr>
      <w:r w:rsidRPr="007A08B0">
        <w:t xml:space="preserve">Zhotovitel prohlašuje, že: </w:t>
      </w:r>
    </w:p>
    <w:p w14:paraId="530F35F1" w14:textId="77777777" w:rsidR="007A08B0" w:rsidRPr="00F54F3E" w:rsidRDefault="007A08B0" w:rsidP="00956D52">
      <w:pPr>
        <w:pStyle w:val="SODslseznam-2a"/>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9953758" w14:textId="77777777" w:rsidR="007A08B0" w:rsidRPr="007A08B0" w:rsidRDefault="007A08B0" w:rsidP="00956D52">
      <w:pPr>
        <w:pStyle w:val="SODslseznam-2a"/>
      </w:pPr>
      <w:r w:rsidRPr="007A08B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A08B0">
        <w:rPr>
          <w:b/>
        </w:rPr>
        <w:t>„Sankční seznamy“</w:t>
      </w:r>
      <w:r w:rsidRPr="007A08B0">
        <w:t>),</w:t>
      </w:r>
    </w:p>
    <w:p w14:paraId="3C78E7D0" w14:textId="77777777" w:rsidR="007A08B0" w:rsidRPr="007A08B0" w:rsidRDefault="007A08B0" w:rsidP="00956D52">
      <w:pPr>
        <w:pStyle w:val="SoDslseznam-2"/>
      </w:pPr>
      <w:r w:rsidRPr="007A08B0">
        <w:lastRenderedPageBreak/>
        <w:t>Je-li Zhotovitelem sdružení více osob, platí výše podmínky dle tohoto odst. 21 také jednotlivě pro všechny osoby v rámci Zhotovitele sdružené, a to bez ohledu na právní formu tohoto sdružení.</w:t>
      </w:r>
    </w:p>
    <w:p w14:paraId="0561DCED"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166512B8"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8BCD2C"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44AF0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A0847DA" w14:textId="77777777" w:rsidR="007A08B0" w:rsidRPr="007A08B0" w:rsidRDefault="007A08B0" w:rsidP="00FC27A9">
      <w:pPr>
        <w:pStyle w:val="SoDslseznam-1"/>
        <w:keepNext/>
      </w:pPr>
      <w:r w:rsidRPr="007A08B0">
        <w:t>Požadavek na Poddodavatele</w:t>
      </w:r>
    </w:p>
    <w:p w14:paraId="4AB934A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270A25"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7ABD0ED8"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41EF79C4"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 xml:space="preserve">.2, je Objednatel </w:t>
      </w:r>
      <w:r w:rsidRPr="007A08B0">
        <w:lastRenderedPageBreak/>
        <w:t>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B1F3371" w14:textId="1DA52AD3" w:rsidR="00F422D3" w:rsidRDefault="00F422D3" w:rsidP="00BE30A3">
      <w:pPr>
        <w:pStyle w:val="SoDslseznam-1"/>
      </w:pPr>
      <w:r w:rsidRPr="00C50C28">
        <w:t>Smlouva o dílo se vyhotovuje v</w:t>
      </w:r>
      <w:r w:rsidR="00F40F41">
        <w:t>e</w:t>
      </w:r>
      <w:r w:rsidR="00F46939">
        <w:t> 2 tištěných</w:t>
      </w:r>
      <w:r w:rsidR="005925DB">
        <w:t> </w:t>
      </w:r>
      <w:r w:rsidRPr="00C50C28">
        <w:t xml:space="preserve"> vyhotoveních, z</w:t>
      </w:r>
      <w:r w:rsidR="002E4514" w:rsidRPr="00C50C28">
        <w:t> </w:t>
      </w:r>
      <w:r w:rsidRPr="00C50C28">
        <w:t xml:space="preserve">nich </w:t>
      </w:r>
      <w:r w:rsidR="00F46939">
        <w:t xml:space="preserve">1 </w:t>
      </w:r>
      <w:r w:rsidRPr="00C50C28">
        <w:t xml:space="preserve">vyhotovení obdrží Objednatel a </w:t>
      </w:r>
      <w:r w:rsidR="00F46939">
        <w:t xml:space="preserve">1 </w:t>
      </w:r>
      <w:r w:rsidRPr="00C50C28">
        <w:t>vyhotovení Zhotovitel.</w:t>
      </w:r>
    </w:p>
    <w:p w14:paraId="1E49486B" w14:textId="77777777" w:rsidR="00973C20" w:rsidRDefault="00F422D3" w:rsidP="00956D52">
      <w:pPr>
        <w:pStyle w:val="SoDslseznam-1"/>
      </w:pPr>
      <w:r w:rsidRPr="00C50C28">
        <w:t>Přílohy, které tvoří nedílnou součást této Smlouvy o dílo</w:t>
      </w:r>
      <w:r w:rsidRPr="005C06CE">
        <w:t xml:space="preserve">: </w:t>
      </w:r>
    </w:p>
    <w:p w14:paraId="52467A74" w14:textId="77777777" w:rsidR="00F422D3" w:rsidRPr="00C50C28" w:rsidRDefault="00F422D3" w:rsidP="005925DB">
      <w:pPr>
        <w:pStyle w:val="SoDTextbezslovn"/>
      </w:pPr>
      <w:r w:rsidRPr="00C50C28">
        <w:t>Příloha č. 1</w:t>
      </w:r>
      <w:r w:rsidRPr="00C50C28">
        <w:tab/>
        <w:t xml:space="preserve">Rekapitulace ceny dle Dopisu nabídky </w:t>
      </w:r>
    </w:p>
    <w:p w14:paraId="74D48296" w14:textId="77777777" w:rsidR="00F422D3" w:rsidRPr="00C50C28" w:rsidRDefault="00F422D3" w:rsidP="005925DB">
      <w:pPr>
        <w:pStyle w:val="SoDTextbezslovn"/>
      </w:pPr>
      <w:r w:rsidRPr="00C50C28">
        <w:t>Příloha č. 2</w:t>
      </w:r>
      <w:r w:rsidRPr="00C50C28">
        <w:tab/>
        <w:t>Oprávněné osoby</w:t>
      </w:r>
    </w:p>
    <w:p w14:paraId="17A2BB84" w14:textId="77777777" w:rsidR="00F422D3" w:rsidRPr="00C50C28" w:rsidRDefault="00F422D3" w:rsidP="005925DB">
      <w:pPr>
        <w:pStyle w:val="SoDTextbezslovn"/>
      </w:pPr>
      <w:r w:rsidRPr="00C50C28">
        <w:t>Příloha č. 3</w:t>
      </w:r>
      <w:r w:rsidRPr="00C50C28">
        <w:tab/>
        <w:t>Seznam poddodavatelů</w:t>
      </w:r>
    </w:p>
    <w:p w14:paraId="590076B7" w14:textId="5C963088" w:rsidR="00F422D3" w:rsidRPr="00C50C28" w:rsidRDefault="00F422D3" w:rsidP="005925DB">
      <w:pPr>
        <w:pStyle w:val="SoDTextbezslovn"/>
      </w:pPr>
      <w:r w:rsidRPr="000E03DC">
        <w:t>Příloha č. 4</w:t>
      </w:r>
      <w:r w:rsidRPr="000E03DC">
        <w:tab/>
      </w:r>
      <w:r w:rsidR="000E03DC">
        <w:t>NEOBSAZENO</w:t>
      </w:r>
    </w:p>
    <w:p w14:paraId="01D73A6D" w14:textId="77777777" w:rsidR="00F422D3" w:rsidRPr="00C50C28" w:rsidRDefault="00F422D3" w:rsidP="005925DB">
      <w:pPr>
        <w:pStyle w:val="SoDTextbezslovn"/>
      </w:pPr>
      <w:r w:rsidRPr="00C50C28">
        <w:t>Příloha č. 5</w:t>
      </w:r>
      <w:r w:rsidRPr="00C50C28">
        <w:tab/>
        <w:t>Smlouva o zpracování osobních údajů</w:t>
      </w:r>
    </w:p>
    <w:p w14:paraId="38E9294F" w14:textId="77777777" w:rsidR="00F465D8" w:rsidRPr="009F28B2"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 xml:space="preserve">zachováno dle Pod-článku </w:t>
      </w:r>
      <w:r w:rsidRPr="009F28B2">
        <w:t>1.5 Smluvních podmínek)</w:t>
      </w:r>
    </w:p>
    <w:p w14:paraId="63E2A101" w14:textId="77777777" w:rsidR="000E03DC" w:rsidRDefault="00F465D8" w:rsidP="005925DB">
      <w:pPr>
        <w:pStyle w:val="SoDTextbezslovn"/>
      </w:pPr>
      <w:r w:rsidRPr="009F28B2">
        <w:t>Příloha č. 7</w:t>
      </w:r>
      <w:r w:rsidRPr="009F28B2">
        <w:tab/>
      </w:r>
      <w:r w:rsidR="00047AA6" w:rsidRPr="009F28B2">
        <w:t>Zmocnění Vedoucího zhotovitele</w:t>
      </w:r>
      <w:r w:rsidR="00047AA6" w:rsidRPr="009F28B2">
        <w:rPr>
          <w:i/>
        </w:rPr>
        <w:t>;</w:t>
      </w:r>
      <w:r w:rsidR="00047AA6" w:rsidRPr="009F28B2">
        <w:t xml:space="preserve"> Rozsah participace na plnění předmětu Smlouvy o dílo</w:t>
      </w:r>
      <w:r w:rsidR="00047AA6" w:rsidRPr="00C50C28">
        <w:t xml:space="preserve"> </w:t>
      </w:r>
    </w:p>
    <w:p w14:paraId="08478406" w14:textId="77777777" w:rsidR="00F465D8" w:rsidRPr="009F28B2" w:rsidRDefault="00047AA6" w:rsidP="005925DB">
      <w:pPr>
        <w:pStyle w:val="SodTextbezsl-Zelen"/>
        <w:rPr>
          <w:color w:val="auto"/>
        </w:rPr>
      </w:pPr>
      <w:r w:rsidRPr="009F28B2">
        <w:rPr>
          <w:color w:val="auto"/>
        </w:rPr>
        <w:t>Pokud je vybráno více Zhotovit</w:t>
      </w:r>
      <w:r w:rsidR="000E03DC" w:rsidRPr="009F28B2">
        <w:rPr>
          <w:color w:val="auto"/>
        </w:rPr>
        <w:t>elů na základě společné nabídky</w:t>
      </w:r>
    </w:p>
    <w:p w14:paraId="3AA099CB" w14:textId="130EC888" w:rsidR="000E03DC" w:rsidRDefault="00F422D3" w:rsidP="005925DB">
      <w:pPr>
        <w:pStyle w:val="SoDTextbezslovn"/>
        <w:rPr>
          <w:color w:val="00B050"/>
        </w:rPr>
      </w:pPr>
      <w:r w:rsidRPr="004F132D">
        <w:t>Příloha č.</w:t>
      </w:r>
      <w:r w:rsidR="00973C20" w:rsidRPr="004F132D">
        <w:t xml:space="preserve"> </w:t>
      </w:r>
      <w:r w:rsidR="00F465D8" w:rsidRPr="004F132D">
        <w:t>8</w:t>
      </w:r>
      <w:r w:rsidR="00973C20" w:rsidRPr="004F132D">
        <w:tab/>
      </w:r>
      <w:r w:rsidR="004F132D" w:rsidRPr="004F132D">
        <w:t>NEOBSAZENO</w:t>
      </w:r>
      <w:r w:rsidR="005C06CE">
        <w:rPr>
          <w:color w:val="00B050"/>
        </w:rPr>
        <w:t xml:space="preserve"> </w:t>
      </w:r>
    </w:p>
    <w:p w14:paraId="275FD012" w14:textId="77777777" w:rsidR="000E03DC" w:rsidRDefault="00F422D3" w:rsidP="005925DB">
      <w:pPr>
        <w:pStyle w:val="SoDTextbezslovn"/>
        <w:rPr>
          <w:color w:val="00B050"/>
        </w:rPr>
      </w:pPr>
      <w:r w:rsidRPr="004F132D">
        <w:t>Příloha č.</w:t>
      </w:r>
      <w:r w:rsidR="00F465D8" w:rsidRPr="004F132D">
        <w:t xml:space="preserve"> 9</w:t>
      </w:r>
      <w:r w:rsidRPr="004F132D">
        <w:tab/>
        <w:t xml:space="preserve">Žádost o poskytnutí zálohové platby </w:t>
      </w:r>
      <w:r w:rsidR="005C06CE">
        <w:rPr>
          <w:color w:val="00B050"/>
        </w:rPr>
        <w:t xml:space="preserve"> </w:t>
      </w:r>
    </w:p>
    <w:p w14:paraId="112ED6A2" w14:textId="56F12D4B" w:rsidR="000E03DC" w:rsidRDefault="00077CE2" w:rsidP="005925DB">
      <w:pPr>
        <w:pStyle w:val="SoDTextbezslovn"/>
      </w:pPr>
      <w:r w:rsidRPr="009F28B2">
        <w:t>Příloha č.</w:t>
      </w:r>
      <w:r w:rsidR="000E03DC" w:rsidRPr="009F28B2">
        <w:t xml:space="preserve"> </w:t>
      </w:r>
      <w:r w:rsidRPr="009F28B2">
        <w:t>10</w:t>
      </w:r>
      <w:r w:rsidRPr="009F28B2">
        <w:tab/>
      </w:r>
      <w:r w:rsidR="004C5678" w:rsidRPr="009F28B2">
        <w:t>NEOBSAZENO</w:t>
      </w:r>
      <w:r w:rsidRPr="00DA5988">
        <w:t xml:space="preserve"> </w:t>
      </w:r>
    </w:p>
    <w:p w14:paraId="3402F6AD" w14:textId="601DADA0" w:rsidR="000E03DC" w:rsidRDefault="00DA5988" w:rsidP="005925DB">
      <w:pPr>
        <w:pStyle w:val="SoDTextbezslovn"/>
      </w:pPr>
      <w:r>
        <w:t>Příloha č.</w:t>
      </w:r>
      <w:r w:rsidR="000E03DC">
        <w:t xml:space="preserve"> </w:t>
      </w:r>
      <w:r>
        <w:t>11</w:t>
      </w:r>
      <w:r w:rsidR="000E03DC">
        <w:tab/>
      </w:r>
      <w:r w:rsidR="00070C69" w:rsidRPr="00070C69">
        <w:t>Osvědčení o řádném plnění veřejné zakázky</w:t>
      </w:r>
      <w:r w:rsidR="00F0114B">
        <w:t xml:space="preserve"> – samostatná příloha</w:t>
      </w:r>
      <w:r w:rsidR="00070C69">
        <w:t xml:space="preserve"> </w:t>
      </w:r>
      <w:r w:rsidR="00070C69" w:rsidRPr="00070C69">
        <w:t xml:space="preserve">  </w:t>
      </w:r>
      <w:r w:rsidR="00077CE2" w:rsidRPr="00DA5988">
        <w:t xml:space="preserve"> </w:t>
      </w:r>
    </w:p>
    <w:p w14:paraId="5FB0B0F4" w14:textId="28781B14" w:rsidR="00BB31F2" w:rsidRDefault="00BB31F2" w:rsidP="005925DB">
      <w:pPr>
        <w:pStyle w:val="SodTextbezsl-Zelen"/>
        <w:rPr>
          <w:i w:val="0"/>
          <w:color w:val="auto"/>
        </w:rPr>
      </w:pPr>
      <w:r w:rsidRPr="00BB31F2">
        <w:rPr>
          <w:i w:val="0"/>
          <w:color w:val="auto"/>
        </w:rPr>
        <w:t>Příloha č. 12</w:t>
      </w:r>
      <w:r>
        <w:rPr>
          <w:i w:val="0"/>
          <w:color w:val="auto"/>
        </w:rPr>
        <w:tab/>
      </w:r>
      <w:r w:rsidRPr="00BB31F2">
        <w:rPr>
          <w:i w:val="0"/>
          <w:color w:val="auto"/>
        </w:rPr>
        <w:t xml:space="preserve"> Formulář a technické upřesnění dle nabídky Zhotovitele ke kritériu „Naplnění projektových cílů zadavatele“ a upřesnění dle ověřovací fáze v rámci čl. 19. 10 Pokynů </w:t>
      </w:r>
      <w:r w:rsidR="00CC11CD">
        <w:rPr>
          <w:i w:val="0"/>
          <w:color w:val="auto"/>
        </w:rPr>
        <w:t>(bude doplněno dle nabídky Zhotovitele)</w:t>
      </w:r>
    </w:p>
    <w:p w14:paraId="014D664E" w14:textId="7BEB0A1C" w:rsidR="004C5678" w:rsidRPr="00BB31F2" w:rsidRDefault="004C5678" w:rsidP="005925DB">
      <w:pPr>
        <w:pStyle w:val="SodTextbezsl-Zelen"/>
        <w:rPr>
          <w:i w:val="0"/>
          <w:color w:val="auto"/>
        </w:rPr>
      </w:pPr>
      <w:r>
        <w:rPr>
          <w:i w:val="0"/>
          <w:color w:val="auto"/>
        </w:rPr>
        <w:t xml:space="preserve">Formulář </w:t>
      </w:r>
      <w:proofErr w:type="gramStart"/>
      <w:r>
        <w:rPr>
          <w:i w:val="0"/>
          <w:color w:val="auto"/>
        </w:rPr>
        <w:t>č.13</w:t>
      </w:r>
      <w:proofErr w:type="gramEnd"/>
      <w:r>
        <w:rPr>
          <w:i w:val="0"/>
          <w:color w:val="auto"/>
        </w:rPr>
        <w:t xml:space="preserve">       Formulář – </w:t>
      </w:r>
      <w:r w:rsidRPr="004C5678">
        <w:rPr>
          <w:i w:val="0"/>
          <w:color w:val="auto"/>
        </w:rPr>
        <w:t>Plán výluk</w:t>
      </w:r>
      <w:r>
        <w:rPr>
          <w:i w:val="0"/>
          <w:color w:val="auto"/>
        </w:rPr>
        <w:t xml:space="preserve"> </w:t>
      </w:r>
      <w:r w:rsidR="00CC11CD">
        <w:rPr>
          <w:i w:val="0"/>
          <w:color w:val="auto"/>
        </w:rPr>
        <w:t>(bude doplněno dle nabídky Zhotovitele)</w:t>
      </w:r>
    </w:p>
    <w:p w14:paraId="46BB0654" w14:textId="77777777" w:rsidR="00F422D3" w:rsidRPr="00C50C28" w:rsidRDefault="00F422D3" w:rsidP="005925DB">
      <w:pPr>
        <w:pStyle w:val="slovanseznam"/>
        <w:numPr>
          <w:ilvl w:val="0"/>
          <w:numId w:val="0"/>
        </w:numPr>
        <w:ind w:left="2127"/>
      </w:pPr>
    </w:p>
    <w:p w14:paraId="0FEEA4CD"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51350F9C" w14:textId="77777777" w:rsidR="00F422D3" w:rsidRPr="00C50C28" w:rsidRDefault="00F422D3" w:rsidP="009F0867">
      <w:pPr>
        <w:pStyle w:val="SoDTextbezodsazen"/>
      </w:pPr>
    </w:p>
    <w:p w14:paraId="7BA4A3EB" w14:textId="77777777" w:rsidR="00F422D3" w:rsidRPr="00C50C28" w:rsidRDefault="00F422D3" w:rsidP="009F0867">
      <w:pPr>
        <w:pStyle w:val="SoDTextbezodsazen"/>
      </w:pPr>
    </w:p>
    <w:p w14:paraId="76315CD0" w14:textId="77777777" w:rsidR="00F422D3" w:rsidRPr="00C50C28" w:rsidRDefault="00F422D3" w:rsidP="009F0867">
      <w:pPr>
        <w:pStyle w:val="SoDTextbezodsazen"/>
      </w:pPr>
    </w:p>
    <w:p w14:paraId="5EC28DDF" w14:textId="77777777" w:rsidR="00F422D3" w:rsidRPr="00C50C28" w:rsidRDefault="00F422D3" w:rsidP="009F0867">
      <w:pPr>
        <w:pStyle w:val="SoDTextbezodsazen"/>
      </w:pPr>
    </w:p>
    <w:p w14:paraId="68C99D0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999B012" w14:textId="77777777" w:rsidR="00F422D3" w:rsidRPr="00C50C28" w:rsidRDefault="00F422D3" w:rsidP="009F0867">
      <w:pPr>
        <w:pStyle w:val="SoDTextbezodsazen"/>
      </w:pPr>
    </w:p>
    <w:p w14:paraId="3804618E" w14:textId="77777777" w:rsidR="00F422D3" w:rsidRPr="00C50C28" w:rsidRDefault="00F422D3" w:rsidP="009F0867">
      <w:pPr>
        <w:pStyle w:val="SoDTextbezodsazen"/>
      </w:pPr>
    </w:p>
    <w:p w14:paraId="1B1F5536"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C14BD2E"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39BBB2CA" w14:textId="1F4ED863" w:rsidR="00CB4F6D" w:rsidRPr="00C50C28" w:rsidRDefault="00CB4F6D">
      <w:pPr>
        <w:rPr>
          <w:sz w:val="18"/>
          <w:szCs w:val="18"/>
        </w:rPr>
      </w:pPr>
    </w:p>
    <w:p w14:paraId="70C6C64C"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4B2466D" w14:textId="77777777" w:rsidR="00CB4F6D" w:rsidRPr="005925DB" w:rsidRDefault="00CB4F6D" w:rsidP="005925DB">
      <w:pPr>
        <w:pStyle w:val="SoDNadpisbezsl1"/>
      </w:pPr>
      <w:r w:rsidRPr="005925DB">
        <w:lastRenderedPageBreak/>
        <w:t>Příloha č. 1</w:t>
      </w:r>
    </w:p>
    <w:p w14:paraId="16447DF8" w14:textId="77777777" w:rsidR="00CB4F6D" w:rsidRPr="00F762A8" w:rsidRDefault="00CB4F6D" w:rsidP="00F762A8">
      <w:pPr>
        <w:pStyle w:val="SoDNadpisbezsl1-2"/>
      </w:pPr>
      <w:r w:rsidRPr="00F762A8">
        <w:t xml:space="preserve">Rekapitulace ceny dle Dopisu nabídky </w:t>
      </w:r>
    </w:p>
    <w:p w14:paraId="5CA159AD" w14:textId="77777777" w:rsidR="00B51939" w:rsidRPr="001F518E" w:rsidRDefault="00B51939" w:rsidP="00B51939">
      <w:pPr>
        <w:pStyle w:val="SoDTextbezodsazen"/>
      </w:pPr>
    </w:p>
    <w:p w14:paraId="34FA1FBC"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7AA0399F"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FCF9028" w14:textId="77777777" w:rsidR="00B51939" w:rsidRPr="00A0271B" w:rsidRDefault="00B51939" w:rsidP="00747C0A">
      <w:pPr>
        <w:pStyle w:val="SoDTextbezodsazen"/>
      </w:pPr>
    </w:p>
    <w:p w14:paraId="08DA3111" w14:textId="77777777" w:rsidR="007145F3" w:rsidRDefault="007145F3" w:rsidP="00CB4F6D">
      <w:pPr>
        <w:pStyle w:val="SoDTextbezodsazen"/>
      </w:pPr>
    </w:p>
    <w:p w14:paraId="35990742" w14:textId="77777777" w:rsidR="007145F3" w:rsidRDefault="007145F3" w:rsidP="00CB4F6D">
      <w:pPr>
        <w:pStyle w:val="SoDTextbezodsazen"/>
      </w:pPr>
    </w:p>
    <w:p w14:paraId="4AB83DA7" w14:textId="77777777" w:rsidR="00747C0A" w:rsidRDefault="00747C0A" w:rsidP="00CB4F6D">
      <w:pPr>
        <w:pStyle w:val="SoDTextbezodsazen"/>
      </w:pPr>
    </w:p>
    <w:p w14:paraId="1921FEDF" w14:textId="77777777" w:rsidR="00747C0A" w:rsidRDefault="00747C0A" w:rsidP="00CB4F6D">
      <w:pPr>
        <w:pStyle w:val="SoDTextbezodsazen"/>
      </w:pPr>
    </w:p>
    <w:p w14:paraId="483B6443"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9824179" w14:textId="77777777" w:rsidR="00502690" w:rsidRPr="00B26902" w:rsidRDefault="00502690" w:rsidP="001B325A">
      <w:pPr>
        <w:pStyle w:val="SoDNadpisbezsl1"/>
      </w:pPr>
      <w:r w:rsidRPr="00B26902">
        <w:lastRenderedPageBreak/>
        <w:t>Příloha č. 2</w:t>
      </w:r>
    </w:p>
    <w:p w14:paraId="05167E5A"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AF9E96F" w14:textId="77777777" w:rsidR="00CA52F9" w:rsidRPr="00CA52F9" w:rsidRDefault="00CA52F9" w:rsidP="005925DB">
      <w:pPr>
        <w:pStyle w:val="SoDTextbezodsazen"/>
      </w:pPr>
      <w:r>
        <w:t>(Pod-článek 6.9 Smluvních podmínek)</w:t>
      </w:r>
    </w:p>
    <w:p w14:paraId="707D1DA4"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w:t>
      </w:r>
      <w:proofErr w:type="gramStart"/>
      <w:r w:rsidRPr="004A363F">
        <w:t>směrnice</w:t>
      </w:r>
      <w:proofErr w:type="gramEnd"/>
      <w:r w:rsidRPr="004A363F">
        <w:t xml:space="preserve"> </w:t>
      </w:r>
      <w:r w:rsidR="00CA52F9">
        <w:t>SŽ SM</w:t>
      </w:r>
      <w:r w:rsidR="00D40E88">
        <w:t xml:space="preserve"> </w:t>
      </w:r>
      <w:r w:rsidR="00CA52F9">
        <w:t>105</w:t>
      </w:r>
      <w:r w:rsidR="004C0F01">
        <w:t>,</w:t>
      </w:r>
      <w:r w:rsidR="00CA52F9">
        <w:t xml:space="preserve"> Změny během výstavby</w:t>
      </w:r>
    </w:p>
    <w:p w14:paraId="0AE70003"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2FD32789"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F82810" w14:textId="77777777" w:rsidR="00502690" w:rsidRPr="00003F09" w:rsidRDefault="002038D5" w:rsidP="00003F09">
            <w:pPr>
              <w:pStyle w:val="SoDTabulka-Tun"/>
            </w:pPr>
            <w:r w:rsidRPr="00003F09">
              <w:t>Jméno a příjmení</w:t>
            </w:r>
          </w:p>
        </w:tc>
        <w:tc>
          <w:tcPr>
            <w:tcW w:w="5733" w:type="dxa"/>
          </w:tcPr>
          <w:p w14:paraId="7D25D7C2"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6F3BC943"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A08890" w14:textId="77777777" w:rsidR="00502690" w:rsidRPr="00F95FBD" w:rsidRDefault="002038D5" w:rsidP="002038D5">
            <w:pPr>
              <w:pStyle w:val="SoDTabulka"/>
            </w:pPr>
            <w:r w:rsidRPr="00F95FBD">
              <w:t>Adresa</w:t>
            </w:r>
          </w:p>
        </w:tc>
        <w:tc>
          <w:tcPr>
            <w:tcW w:w="5733" w:type="dxa"/>
          </w:tcPr>
          <w:p w14:paraId="73A3D553"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FFDE3E"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A4EFC5" w14:textId="77777777" w:rsidR="002038D5" w:rsidRPr="00F95FBD" w:rsidRDefault="002038D5" w:rsidP="002038D5">
            <w:pPr>
              <w:pStyle w:val="SoDTabulka"/>
            </w:pPr>
            <w:r w:rsidRPr="00F95FBD">
              <w:t>E-mail</w:t>
            </w:r>
          </w:p>
        </w:tc>
        <w:tc>
          <w:tcPr>
            <w:tcW w:w="5733" w:type="dxa"/>
          </w:tcPr>
          <w:p w14:paraId="498F501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5173B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FDB53D" w14:textId="77777777" w:rsidR="002038D5" w:rsidRPr="00F95FBD" w:rsidRDefault="002038D5" w:rsidP="002038D5">
            <w:pPr>
              <w:pStyle w:val="SoDTabulka"/>
            </w:pPr>
            <w:r w:rsidRPr="00F95FBD">
              <w:t>Telefon</w:t>
            </w:r>
          </w:p>
        </w:tc>
        <w:tc>
          <w:tcPr>
            <w:tcW w:w="5733" w:type="dxa"/>
          </w:tcPr>
          <w:p w14:paraId="2B1E87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17E3C" w14:textId="77777777" w:rsidR="002038D5" w:rsidRPr="00F95FBD" w:rsidRDefault="002038D5" w:rsidP="00502690">
      <w:pPr>
        <w:pStyle w:val="SoDTextbezodsazen"/>
      </w:pPr>
    </w:p>
    <w:p w14:paraId="27E4B19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376FFDB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7CE57D" w14:textId="77777777" w:rsidR="002038D5" w:rsidRPr="00003F09" w:rsidRDefault="002038D5" w:rsidP="00003F09">
            <w:pPr>
              <w:pStyle w:val="SoDTabulka-Tun"/>
            </w:pPr>
            <w:r w:rsidRPr="00003F09">
              <w:t>Jméno a příjmení</w:t>
            </w:r>
          </w:p>
        </w:tc>
        <w:tc>
          <w:tcPr>
            <w:tcW w:w="5733" w:type="dxa"/>
          </w:tcPr>
          <w:p w14:paraId="517CAFC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E7986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655DEC" w14:textId="77777777" w:rsidR="002038D5" w:rsidRPr="00F95FBD" w:rsidRDefault="002038D5" w:rsidP="002038D5">
            <w:pPr>
              <w:pStyle w:val="SoDTabulka"/>
            </w:pPr>
            <w:r w:rsidRPr="00F95FBD">
              <w:t>Adresa</w:t>
            </w:r>
          </w:p>
        </w:tc>
        <w:tc>
          <w:tcPr>
            <w:tcW w:w="5733" w:type="dxa"/>
          </w:tcPr>
          <w:p w14:paraId="71D11E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44D5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201666" w14:textId="77777777" w:rsidR="002038D5" w:rsidRPr="00F95FBD" w:rsidRDefault="002038D5" w:rsidP="002038D5">
            <w:pPr>
              <w:pStyle w:val="SoDTabulka"/>
            </w:pPr>
            <w:r w:rsidRPr="00F95FBD">
              <w:t>E-mail</w:t>
            </w:r>
          </w:p>
        </w:tc>
        <w:tc>
          <w:tcPr>
            <w:tcW w:w="5733" w:type="dxa"/>
          </w:tcPr>
          <w:p w14:paraId="4508161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DA278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BEE16C" w14:textId="77777777" w:rsidR="002038D5" w:rsidRPr="00F95FBD" w:rsidRDefault="002038D5" w:rsidP="002038D5">
            <w:pPr>
              <w:pStyle w:val="SoDTabulka"/>
            </w:pPr>
            <w:r w:rsidRPr="00F95FBD">
              <w:t>Telefon</w:t>
            </w:r>
          </w:p>
        </w:tc>
        <w:tc>
          <w:tcPr>
            <w:tcW w:w="5733" w:type="dxa"/>
          </w:tcPr>
          <w:p w14:paraId="06DAAAE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2AF27C" w14:textId="77777777" w:rsidR="002038D5" w:rsidRPr="00F95FBD" w:rsidRDefault="002038D5" w:rsidP="002038D5">
      <w:pPr>
        <w:pStyle w:val="SoDTextbezodsazen"/>
      </w:pPr>
    </w:p>
    <w:p w14:paraId="5BA5385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1D92581C"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C704643" w14:textId="77777777" w:rsidR="002038D5" w:rsidRPr="00003F09" w:rsidRDefault="002038D5" w:rsidP="00003F09">
            <w:pPr>
              <w:pStyle w:val="SoDTabulka-Tun"/>
              <w:rPr>
                <w:b/>
              </w:rPr>
            </w:pPr>
            <w:r w:rsidRPr="00003F09">
              <w:rPr>
                <w:b/>
              </w:rPr>
              <w:t>Jméno a příjmení</w:t>
            </w:r>
          </w:p>
        </w:tc>
        <w:tc>
          <w:tcPr>
            <w:tcW w:w="5733" w:type="dxa"/>
          </w:tcPr>
          <w:p w14:paraId="2A44698F"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633EB395" w14:textId="77777777" w:rsidTr="005925DB">
        <w:tc>
          <w:tcPr>
            <w:tcW w:w="3056" w:type="dxa"/>
          </w:tcPr>
          <w:p w14:paraId="124AF6C0" w14:textId="77777777" w:rsidR="002038D5" w:rsidRPr="00F95FBD" w:rsidRDefault="002038D5" w:rsidP="002038D5">
            <w:pPr>
              <w:pStyle w:val="SoDTabulka"/>
            </w:pPr>
            <w:r w:rsidRPr="00F95FBD">
              <w:t>Adresa</w:t>
            </w:r>
          </w:p>
        </w:tc>
        <w:tc>
          <w:tcPr>
            <w:tcW w:w="5733" w:type="dxa"/>
          </w:tcPr>
          <w:p w14:paraId="60E8EFA7" w14:textId="77777777" w:rsidR="002038D5" w:rsidRPr="00F95FBD" w:rsidRDefault="002038D5" w:rsidP="002038D5">
            <w:pPr>
              <w:pStyle w:val="SoDTabulka"/>
            </w:pPr>
            <w:r w:rsidRPr="00F95FBD">
              <w:rPr>
                <w:highlight w:val="yellow"/>
              </w:rPr>
              <w:t>[VLOŽÍ ZHOTOVITEL]</w:t>
            </w:r>
          </w:p>
        </w:tc>
      </w:tr>
      <w:tr w:rsidR="002038D5" w:rsidRPr="00F95FBD" w14:paraId="52169D7E" w14:textId="77777777" w:rsidTr="005925DB">
        <w:tc>
          <w:tcPr>
            <w:tcW w:w="3056" w:type="dxa"/>
          </w:tcPr>
          <w:p w14:paraId="777C33C4" w14:textId="77777777" w:rsidR="002038D5" w:rsidRPr="00F95FBD" w:rsidRDefault="002038D5" w:rsidP="002038D5">
            <w:pPr>
              <w:pStyle w:val="SoDTabulka"/>
            </w:pPr>
            <w:r w:rsidRPr="00F95FBD">
              <w:t>E-mail</w:t>
            </w:r>
          </w:p>
        </w:tc>
        <w:tc>
          <w:tcPr>
            <w:tcW w:w="5733" w:type="dxa"/>
          </w:tcPr>
          <w:p w14:paraId="72DAE1D5" w14:textId="77777777" w:rsidR="002038D5" w:rsidRPr="00F95FBD" w:rsidRDefault="002038D5" w:rsidP="002038D5">
            <w:pPr>
              <w:pStyle w:val="SoDTabulka"/>
            </w:pPr>
            <w:r w:rsidRPr="00F95FBD">
              <w:rPr>
                <w:highlight w:val="yellow"/>
              </w:rPr>
              <w:t>[VLOŽÍ ZHOTOVITEL]</w:t>
            </w:r>
          </w:p>
        </w:tc>
      </w:tr>
      <w:tr w:rsidR="002038D5" w:rsidRPr="00F95FBD" w14:paraId="1949FA65" w14:textId="77777777" w:rsidTr="005925DB">
        <w:tc>
          <w:tcPr>
            <w:tcW w:w="3056" w:type="dxa"/>
          </w:tcPr>
          <w:p w14:paraId="48A4C104" w14:textId="77777777" w:rsidR="002038D5" w:rsidRPr="00F95FBD" w:rsidRDefault="002038D5" w:rsidP="002038D5">
            <w:pPr>
              <w:pStyle w:val="SoDTabulka"/>
            </w:pPr>
            <w:r w:rsidRPr="00F95FBD">
              <w:t>Telefon</w:t>
            </w:r>
          </w:p>
        </w:tc>
        <w:tc>
          <w:tcPr>
            <w:tcW w:w="5733" w:type="dxa"/>
          </w:tcPr>
          <w:p w14:paraId="738D92E9" w14:textId="77777777" w:rsidR="002038D5" w:rsidRPr="00F95FBD" w:rsidRDefault="002038D5" w:rsidP="002038D5">
            <w:pPr>
              <w:pStyle w:val="SoDTabulka"/>
            </w:pPr>
            <w:r w:rsidRPr="00F95FBD">
              <w:rPr>
                <w:highlight w:val="yellow"/>
              </w:rPr>
              <w:t>[VLOŽÍ ZHOTOVITEL]</w:t>
            </w:r>
          </w:p>
        </w:tc>
      </w:tr>
    </w:tbl>
    <w:p w14:paraId="4617B102" w14:textId="77777777" w:rsidR="002038D5" w:rsidRDefault="002038D5" w:rsidP="002038D5">
      <w:pPr>
        <w:pStyle w:val="SoDTextbezodsazen"/>
      </w:pPr>
    </w:p>
    <w:p w14:paraId="15EE7C09"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791924B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824CF8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A3145E" w14:textId="77777777" w:rsidR="002038D5" w:rsidRPr="00003F09" w:rsidRDefault="002038D5" w:rsidP="00003F09">
            <w:pPr>
              <w:pStyle w:val="SoDTabulka-Tun"/>
            </w:pPr>
            <w:r w:rsidRPr="00003F09">
              <w:t>Jméno a příjmení</w:t>
            </w:r>
          </w:p>
        </w:tc>
        <w:tc>
          <w:tcPr>
            <w:tcW w:w="5733" w:type="dxa"/>
          </w:tcPr>
          <w:p w14:paraId="0F512C7F"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CD66A5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9CA73" w14:textId="77777777" w:rsidR="002038D5" w:rsidRPr="00F95FBD" w:rsidRDefault="002038D5" w:rsidP="002038D5">
            <w:pPr>
              <w:pStyle w:val="SoDTabulka"/>
            </w:pPr>
            <w:r w:rsidRPr="00F95FBD">
              <w:t>Adresa</w:t>
            </w:r>
          </w:p>
        </w:tc>
        <w:tc>
          <w:tcPr>
            <w:tcW w:w="5733" w:type="dxa"/>
          </w:tcPr>
          <w:p w14:paraId="7F18934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4E41A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BABFA8" w14:textId="77777777" w:rsidR="002038D5" w:rsidRPr="00F95FBD" w:rsidRDefault="002038D5" w:rsidP="002038D5">
            <w:pPr>
              <w:pStyle w:val="SoDTabulka"/>
            </w:pPr>
            <w:r w:rsidRPr="00F95FBD">
              <w:t>E-mail</w:t>
            </w:r>
          </w:p>
        </w:tc>
        <w:tc>
          <w:tcPr>
            <w:tcW w:w="5733" w:type="dxa"/>
          </w:tcPr>
          <w:p w14:paraId="2F577C7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76A7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3AC4B8" w14:textId="77777777" w:rsidR="002038D5" w:rsidRPr="00F95FBD" w:rsidRDefault="002038D5" w:rsidP="002038D5">
            <w:pPr>
              <w:pStyle w:val="SoDTabulka"/>
            </w:pPr>
            <w:r w:rsidRPr="00F95FBD">
              <w:t>Telefon</w:t>
            </w:r>
          </w:p>
        </w:tc>
        <w:tc>
          <w:tcPr>
            <w:tcW w:w="5733" w:type="dxa"/>
          </w:tcPr>
          <w:p w14:paraId="6499A12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4C649F" w14:textId="77777777" w:rsidR="002038D5" w:rsidRPr="00F95FBD" w:rsidRDefault="002038D5" w:rsidP="002038D5">
      <w:pPr>
        <w:pStyle w:val="SoDTextbezodsazen"/>
      </w:pPr>
    </w:p>
    <w:p w14:paraId="0ABCF850"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615BA7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8ED2A8"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18343659"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388A3D2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9F41AC" w14:textId="77777777" w:rsidR="002038D5" w:rsidRPr="00F95FBD" w:rsidRDefault="002038D5" w:rsidP="002038D5">
            <w:pPr>
              <w:pStyle w:val="SoDTabulka"/>
            </w:pPr>
            <w:r w:rsidRPr="00F95FBD">
              <w:t>Adresa</w:t>
            </w:r>
          </w:p>
        </w:tc>
        <w:tc>
          <w:tcPr>
            <w:tcW w:w="5733" w:type="dxa"/>
          </w:tcPr>
          <w:p w14:paraId="3AA720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0281E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581293" w14:textId="77777777" w:rsidR="002038D5" w:rsidRPr="00F95FBD" w:rsidRDefault="002038D5" w:rsidP="002038D5">
            <w:pPr>
              <w:pStyle w:val="SoDTabulka"/>
            </w:pPr>
            <w:r w:rsidRPr="00F95FBD">
              <w:t>E-mail</w:t>
            </w:r>
          </w:p>
        </w:tc>
        <w:tc>
          <w:tcPr>
            <w:tcW w:w="5733" w:type="dxa"/>
          </w:tcPr>
          <w:p w14:paraId="0FCD675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430F2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3F043D" w14:textId="77777777" w:rsidR="002038D5" w:rsidRPr="00F95FBD" w:rsidRDefault="002038D5" w:rsidP="002038D5">
            <w:pPr>
              <w:pStyle w:val="SoDTabulka"/>
            </w:pPr>
            <w:r w:rsidRPr="00F95FBD">
              <w:t>Telefon</w:t>
            </w:r>
          </w:p>
        </w:tc>
        <w:tc>
          <w:tcPr>
            <w:tcW w:w="5733" w:type="dxa"/>
          </w:tcPr>
          <w:p w14:paraId="4192794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A82E45" w14:textId="77777777" w:rsidR="002038D5" w:rsidRPr="00F95FBD" w:rsidRDefault="002038D5" w:rsidP="002038D5">
      <w:pPr>
        <w:pStyle w:val="SoDTextbezodsazen"/>
      </w:pPr>
    </w:p>
    <w:p w14:paraId="3D03D945" w14:textId="41559E40"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C9CF93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FB7D" w14:textId="77777777" w:rsidR="002038D5" w:rsidRPr="00003F09" w:rsidRDefault="002038D5" w:rsidP="00B44265">
            <w:pPr>
              <w:pStyle w:val="SoDTabulka-Tun"/>
            </w:pPr>
            <w:r w:rsidRPr="00003F09">
              <w:t>Jméno a příjmení</w:t>
            </w:r>
          </w:p>
        </w:tc>
        <w:tc>
          <w:tcPr>
            <w:tcW w:w="5733" w:type="dxa"/>
          </w:tcPr>
          <w:p w14:paraId="0866D8E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29B58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120CF2" w14:textId="77777777" w:rsidR="002038D5" w:rsidRPr="00F95FBD" w:rsidRDefault="002038D5" w:rsidP="00F762A8">
            <w:pPr>
              <w:pStyle w:val="SoDTabulka"/>
              <w:keepNext/>
            </w:pPr>
            <w:r w:rsidRPr="00F95FBD">
              <w:t>Adresa</w:t>
            </w:r>
          </w:p>
        </w:tc>
        <w:tc>
          <w:tcPr>
            <w:tcW w:w="5733" w:type="dxa"/>
          </w:tcPr>
          <w:p w14:paraId="188788E4"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754C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A53053" w14:textId="77777777" w:rsidR="002038D5" w:rsidRPr="00F95FBD" w:rsidRDefault="002038D5" w:rsidP="00F762A8">
            <w:pPr>
              <w:pStyle w:val="SoDTabulka"/>
              <w:keepNext/>
            </w:pPr>
            <w:r w:rsidRPr="00F95FBD">
              <w:t>E-mail</w:t>
            </w:r>
          </w:p>
        </w:tc>
        <w:tc>
          <w:tcPr>
            <w:tcW w:w="5733" w:type="dxa"/>
          </w:tcPr>
          <w:p w14:paraId="283BAD55"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7E2BC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1033C7" w14:textId="77777777" w:rsidR="002038D5" w:rsidRPr="00F95FBD" w:rsidRDefault="002038D5" w:rsidP="00165977">
            <w:pPr>
              <w:pStyle w:val="SoDTabulka"/>
            </w:pPr>
            <w:r w:rsidRPr="00F95FBD">
              <w:t>Telefon</w:t>
            </w:r>
          </w:p>
        </w:tc>
        <w:tc>
          <w:tcPr>
            <w:tcW w:w="5733" w:type="dxa"/>
          </w:tcPr>
          <w:p w14:paraId="4F9F5B4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CB1CBF" w14:textId="77777777" w:rsidR="004D6F76" w:rsidRDefault="004D6F76" w:rsidP="004D6F76">
      <w:pPr>
        <w:pStyle w:val="SoDNadpistabulky"/>
        <w:rPr>
          <w:sz w:val="18"/>
          <w:szCs w:val="18"/>
        </w:rPr>
      </w:pPr>
    </w:p>
    <w:p w14:paraId="18AEF270" w14:textId="3E026C7D" w:rsidR="004D6F76" w:rsidRPr="00F95FBD" w:rsidRDefault="004D6F76" w:rsidP="004D6F76">
      <w:pPr>
        <w:pStyle w:val="SoDNadpistabulky"/>
        <w:rPr>
          <w:sz w:val="18"/>
          <w:szCs w:val="18"/>
        </w:rPr>
      </w:pPr>
      <w:r w:rsidRPr="00F95FBD">
        <w:rPr>
          <w:sz w:val="18"/>
          <w:szCs w:val="18"/>
        </w:rPr>
        <w:t>Specialista</w:t>
      </w:r>
      <w:r>
        <w:rPr>
          <w:sz w:val="18"/>
          <w:szCs w:val="18"/>
        </w:rPr>
        <w:t xml:space="preserve"> (vedoucí prací) na železniční </w:t>
      </w:r>
      <w:r w:rsidRPr="00F95FBD">
        <w:rPr>
          <w:sz w:val="18"/>
          <w:szCs w:val="18"/>
        </w:rPr>
        <w:t>spodek</w:t>
      </w:r>
    </w:p>
    <w:tbl>
      <w:tblPr>
        <w:tblStyle w:val="TabulkaS-zahlzap"/>
        <w:tblW w:w="8789" w:type="dxa"/>
        <w:tblLook w:val="04A0" w:firstRow="1" w:lastRow="0" w:firstColumn="1" w:lastColumn="0" w:noHBand="0" w:noVBand="1"/>
      </w:tblPr>
      <w:tblGrid>
        <w:gridCol w:w="3056"/>
        <w:gridCol w:w="5733"/>
      </w:tblGrid>
      <w:tr w:rsidR="004D6F76" w:rsidRPr="00003F09" w14:paraId="78388BA2" w14:textId="77777777" w:rsidTr="001207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976FE8" w14:textId="77777777" w:rsidR="004D6F76" w:rsidRPr="00003F09" w:rsidRDefault="004D6F76" w:rsidP="0012079A">
            <w:pPr>
              <w:pStyle w:val="SoDTabulka-Tun"/>
            </w:pPr>
            <w:r w:rsidRPr="00003F09">
              <w:t>Jméno a příjmení</w:t>
            </w:r>
          </w:p>
        </w:tc>
        <w:tc>
          <w:tcPr>
            <w:tcW w:w="5733" w:type="dxa"/>
          </w:tcPr>
          <w:p w14:paraId="6EACDA1D" w14:textId="77777777" w:rsidR="004D6F76" w:rsidRPr="00003F09" w:rsidRDefault="004D6F76" w:rsidP="0012079A">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D6F76" w:rsidRPr="00F95FBD" w14:paraId="274FA57D"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2C51C4DB" w14:textId="77777777" w:rsidR="004D6F76" w:rsidRPr="00F95FBD" w:rsidRDefault="004D6F76" w:rsidP="0012079A">
            <w:pPr>
              <w:pStyle w:val="SoDTabulka"/>
              <w:keepNext/>
            </w:pPr>
            <w:r w:rsidRPr="00F95FBD">
              <w:t>Adresa</w:t>
            </w:r>
          </w:p>
        </w:tc>
        <w:tc>
          <w:tcPr>
            <w:tcW w:w="5733" w:type="dxa"/>
          </w:tcPr>
          <w:p w14:paraId="57F9DAE7" w14:textId="77777777" w:rsidR="004D6F76" w:rsidRPr="00F95FBD" w:rsidRDefault="004D6F76" w:rsidP="0012079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1E4340D5"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358C7085" w14:textId="77777777" w:rsidR="004D6F76" w:rsidRPr="00F95FBD" w:rsidRDefault="004D6F76" w:rsidP="0012079A">
            <w:pPr>
              <w:pStyle w:val="SoDTabulka"/>
              <w:keepNext/>
            </w:pPr>
            <w:r w:rsidRPr="00F95FBD">
              <w:t>E-mail</w:t>
            </w:r>
          </w:p>
        </w:tc>
        <w:tc>
          <w:tcPr>
            <w:tcW w:w="5733" w:type="dxa"/>
          </w:tcPr>
          <w:p w14:paraId="67C57C6D" w14:textId="77777777" w:rsidR="004D6F76" w:rsidRPr="00F95FBD" w:rsidRDefault="004D6F76" w:rsidP="0012079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1EB37364"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151B000D" w14:textId="77777777" w:rsidR="004D6F76" w:rsidRPr="00F95FBD" w:rsidRDefault="004D6F76" w:rsidP="0012079A">
            <w:pPr>
              <w:pStyle w:val="SoDTabulka"/>
            </w:pPr>
            <w:r w:rsidRPr="00F95FBD">
              <w:t>Telefon</w:t>
            </w:r>
          </w:p>
        </w:tc>
        <w:tc>
          <w:tcPr>
            <w:tcW w:w="5733" w:type="dxa"/>
          </w:tcPr>
          <w:p w14:paraId="47DDAFF0" w14:textId="77777777" w:rsidR="004D6F76" w:rsidRPr="00F95FBD" w:rsidRDefault="004D6F76" w:rsidP="0012079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6261D7" w14:textId="77777777" w:rsidR="002038D5" w:rsidRPr="00F95FBD" w:rsidRDefault="002038D5" w:rsidP="00165977">
      <w:pPr>
        <w:pStyle w:val="SoDTabulka"/>
      </w:pPr>
    </w:p>
    <w:p w14:paraId="575021D6"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06D3C4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2EF971" w14:textId="77777777" w:rsidR="002038D5" w:rsidRPr="00003F09" w:rsidRDefault="002038D5" w:rsidP="00B44265">
            <w:pPr>
              <w:pStyle w:val="SoDTabulka-Tun"/>
            </w:pPr>
            <w:r w:rsidRPr="00003F09">
              <w:t>Jméno a příjmení</w:t>
            </w:r>
          </w:p>
        </w:tc>
        <w:tc>
          <w:tcPr>
            <w:tcW w:w="5733" w:type="dxa"/>
          </w:tcPr>
          <w:p w14:paraId="7D2430B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C4D348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ADAC49" w14:textId="77777777" w:rsidR="002038D5" w:rsidRPr="00F95FBD" w:rsidRDefault="002038D5" w:rsidP="00165977">
            <w:pPr>
              <w:pStyle w:val="SoDTabulka"/>
            </w:pPr>
            <w:r w:rsidRPr="00F95FBD">
              <w:t>Adresa</w:t>
            </w:r>
          </w:p>
        </w:tc>
        <w:tc>
          <w:tcPr>
            <w:tcW w:w="5733" w:type="dxa"/>
          </w:tcPr>
          <w:p w14:paraId="06B72D3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A917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E5BBD8" w14:textId="77777777" w:rsidR="002038D5" w:rsidRPr="00F95FBD" w:rsidRDefault="002038D5" w:rsidP="00165977">
            <w:pPr>
              <w:pStyle w:val="SoDTabulka"/>
            </w:pPr>
            <w:r w:rsidRPr="00F95FBD">
              <w:t>E-mail</w:t>
            </w:r>
          </w:p>
        </w:tc>
        <w:tc>
          <w:tcPr>
            <w:tcW w:w="5733" w:type="dxa"/>
          </w:tcPr>
          <w:p w14:paraId="2064374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B1C60C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03D79D" w14:textId="77777777" w:rsidR="002038D5" w:rsidRPr="00F95FBD" w:rsidRDefault="002038D5" w:rsidP="00165977">
            <w:pPr>
              <w:pStyle w:val="SoDTabulka"/>
            </w:pPr>
            <w:r w:rsidRPr="00F95FBD">
              <w:t>Telefon</w:t>
            </w:r>
          </w:p>
        </w:tc>
        <w:tc>
          <w:tcPr>
            <w:tcW w:w="5733" w:type="dxa"/>
          </w:tcPr>
          <w:p w14:paraId="0F73735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BA0836" w14:textId="77777777" w:rsidR="002038D5" w:rsidRPr="00F95FBD" w:rsidRDefault="002038D5" w:rsidP="00165977">
      <w:pPr>
        <w:pStyle w:val="SoDTabulka"/>
      </w:pPr>
    </w:p>
    <w:p w14:paraId="7DD9EFDB"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0EE56F6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D3A882" w14:textId="77777777" w:rsidR="002038D5" w:rsidRPr="00003F09" w:rsidRDefault="002038D5" w:rsidP="00B44265">
            <w:pPr>
              <w:pStyle w:val="SoDTabulka-Tun"/>
            </w:pPr>
            <w:r w:rsidRPr="00003F09">
              <w:t>Jméno a příjmení</w:t>
            </w:r>
          </w:p>
        </w:tc>
        <w:tc>
          <w:tcPr>
            <w:tcW w:w="5733" w:type="dxa"/>
          </w:tcPr>
          <w:p w14:paraId="4EF4581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46E9A3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EEDF71" w14:textId="77777777" w:rsidR="002038D5" w:rsidRPr="00F95FBD" w:rsidRDefault="002038D5" w:rsidP="00165977">
            <w:pPr>
              <w:pStyle w:val="SoDTabulka"/>
            </w:pPr>
            <w:r w:rsidRPr="00F95FBD">
              <w:t>Adresa</w:t>
            </w:r>
          </w:p>
        </w:tc>
        <w:tc>
          <w:tcPr>
            <w:tcW w:w="5733" w:type="dxa"/>
          </w:tcPr>
          <w:p w14:paraId="70FEA7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72C3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1F59FE" w14:textId="77777777" w:rsidR="002038D5" w:rsidRPr="00F95FBD" w:rsidRDefault="002038D5" w:rsidP="00165977">
            <w:pPr>
              <w:pStyle w:val="SoDTabulka"/>
            </w:pPr>
            <w:r w:rsidRPr="00F95FBD">
              <w:t>E-mail</w:t>
            </w:r>
          </w:p>
        </w:tc>
        <w:tc>
          <w:tcPr>
            <w:tcW w:w="5733" w:type="dxa"/>
          </w:tcPr>
          <w:p w14:paraId="17CC44A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16C1A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C81F8D" w14:textId="77777777" w:rsidR="002038D5" w:rsidRPr="00F95FBD" w:rsidRDefault="002038D5" w:rsidP="00165977">
            <w:pPr>
              <w:pStyle w:val="SoDTabulka"/>
            </w:pPr>
            <w:r w:rsidRPr="00F95FBD">
              <w:t>Telefon</w:t>
            </w:r>
          </w:p>
        </w:tc>
        <w:tc>
          <w:tcPr>
            <w:tcW w:w="5733" w:type="dxa"/>
          </w:tcPr>
          <w:p w14:paraId="336F4E2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1105EF" w14:textId="77777777" w:rsidR="002038D5" w:rsidRPr="00F95FBD" w:rsidRDefault="002038D5" w:rsidP="00165977">
      <w:pPr>
        <w:pStyle w:val="SoDTabulka"/>
      </w:pPr>
    </w:p>
    <w:p w14:paraId="6C1D4D81" w14:textId="2F6223C5"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0E038C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34A18" w14:textId="77777777" w:rsidR="002038D5" w:rsidRPr="00003F09" w:rsidRDefault="002038D5" w:rsidP="00B44265">
            <w:pPr>
              <w:pStyle w:val="SoDTabulka-Tun"/>
            </w:pPr>
            <w:r w:rsidRPr="00003F09">
              <w:t>Jméno a příjmení</w:t>
            </w:r>
          </w:p>
        </w:tc>
        <w:tc>
          <w:tcPr>
            <w:tcW w:w="5733" w:type="dxa"/>
          </w:tcPr>
          <w:p w14:paraId="39AE5AD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9D66B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EE42F7" w14:textId="77777777" w:rsidR="002038D5" w:rsidRPr="00F95FBD" w:rsidRDefault="002038D5" w:rsidP="00165977">
            <w:pPr>
              <w:pStyle w:val="SoDTabulka"/>
            </w:pPr>
            <w:r w:rsidRPr="00F95FBD">
              <w:t>Adresa</w:t>
            </w:r>
          </w:p>
        </w:tc>
        <w:tc>
          <w:tcPr>
            <w:tcW w:w="5733" w:type="dxa"/>
          </w:tcPr>
          <w:p w14:paraId="238BEB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79AD30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1DF9F6C" w14:textId="77777777" w:rsidR="002038D5" w:rsidRPr="00F95FBD" w:rsidRDefault="002038D5" w:rsidP="00165977">
            <w:pPr>
              <w:pStyle w:val="SoDTabulka"/>
            </w:pPr>
            <w:r w:rsidRPr="00F95FBD">
              <w:t>E-mail</w:t>
            </w:r>
          </w:p>
        </w:tc>
        <w:tc>
          <w:tcPr>
            <w:tcW w:w="5733" w:type="dxa"/>
          </w:tcPr>
          <w:p w14:paraId="3AF3D76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3897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9F4448" w14:textId="77777777" w:rsidR="002038D5" w:rsidRPr="00F95FBD" w:rsidRDefault="002038D5" w:rsidP="00165977">
            <w:pPr>
              <w:pStyle w:val="SoDTabulka"/>
            </w:pPr>
            <w:r w:rsidRPr="00F95FBD">
              <w:t>Telefon</w:t>
            </w:r>
          </w:p>
        </w:tc>
        <w:tc>
          <w:tcPr>
            <w:tcW w:w="5733" w:type="dxa"/>
          </w:tcPr>
          <w:p w14:paraId="7E0B5E9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7368F6" w14:textId="77777777" w:rsidR="004D6F76" w:rsidRDefault="004D6F76" w:rsidP="004D6F76">
      <w:pPr>
        <w:pStyle w:val="SoDNadpistabulky"/>
        <w:rPr>
          <w:sz w:val="18"/>
          <w:szCs w:val="18"/>
        </w:rPr>
      </w:pPr>
    </w:p>
    <w:p w14:paraId="1F63BA9C" w14:textId="714A89C8" w:rsidR="004D6F76" w:rsidRPr="00F95FBD" w:rsidRDefault="004D6F76" w:rsidP="004D6F76">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4D6F76" w:rsidRPr="00003F09" w14:paraId="179396D4" w14:textId="77777777" w:rsidTr="001207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AAFAA" w14:textId="77777777" w:rsidR="004D6F76" w:rsidRPr="00003F09" w:rsidRDefault="004D6F76" w:rsidP="0012079A">
            <w:pPr>
              <w:pStyle w:val="SoDTabulka-Tun"/>
            </w:pPr>
            <w:r w:rsidRPr="00003F09">
              <w:t>Jméno a příjmení</w:t>
            </w:r>
          </w:p>
        </w:tc>
        <w:tc>
          <w:tcPr>
            <w:tcW w:w="5733" w:type="dxa"/>
          </w:tcPr>
          <w:p w14:paraId="5F31E10D" w14:textId="77777777" w:rsidR="004D6F76" w:rsidRPr="00003F09" w:rsidRDefault="004D6F76" w:rsidP="0012079A">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D6F76" w:rsidRPr="00F95FBD" w14:paraId="78FADF4D"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140DF419" w14:textId="77777777" w:rsidR="004D6F76" w:rsidRPr="00F95FBD" w:rsidRDefault="004D6F76" w:rsidP="0012079A">
            <w:pPr>
              <w:pStyle w:val="SoDTabulka"/>
            </w:pPr>
            <w:r w:rsidRPr="00F95FBD">
              <w:t>Adresa</w:t>
            </w:r>
          </w:p>
        </w:tc>
        <w:tc>
          <w:tcPr>
            <w:tcW w:w="5733" w:type="dxa"/>
          </w:tcPr>
          <w:p w14:paraId="765A1595" w14:textId="77777777" w:rsidR="004D6F76" w:rsidRPr="00F95FBD" w:rsidRDefault="004D6F76" w:rsidP="0012079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18729C69"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4B5575A6" w14:textId="77777777" w:rsidR="004D6F76" w:rsidRPr="00F95FBD" w:rsidRDefault="004D6F76" w:rsidP="0012079A">
            <w:pPr>
              <w:pStyle w:val="SoDTabulka"/>
            </w:pPr>
            <w:r w:rsidRPr="00F95FBD">
              <w:t>E-mail</w:t>
            </w:r>
          </w:p>
        </w:tc>
        <w:tc>
          <w:tcPr>
            <w:tcW w:w="5733" w:type="dxa"/>
          </w:tcPr>
          <w:p w14:paraId="288F31B4" w14:textId="77777777" w:rsidR="004D6F76" w:rsidRPr="00F95FBD" w:rsidRDefault="004D6F76" w:rsidP="0012079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0A057A91"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7FE72FB3" w14:textId="77777777" w:rsidR="004D6F76" w:rsidRPr="00F95FBD" w:rsidRDefault="004D6F76" w:rsidP="0012079A">
            <w:pPr>
              <w:pStyle w:val="SoDTabulka"/>
            </w:pPr>
            <w:r w:rsidRPr="00F95FBD">
              <w:t>Telefon</w:t>
            </w:r>
          </w:p>
        </w:tc>
        <w:tc>
          <w:tcPr>
            <w:tcW w:w="5733" w:type="dxa"/>
          </w:tcPr>
          <w:p w14:paraId="631DD1C6" w14:textId="77777777" w:rsidR="004D6F76" w:rsidRPr="00F95FBD" w:rsidRDefault="004D6F76" w:rsidP="0012079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294D9E" w14:textId="77777777" w:rsidR="002038D5" w:rsidRPr="00F95FBD" w:rsidRDefault="002038D5" w:rsidP="00165977">
      <w:pPr>
        <w:pStyle w:val="SoDTabulka"/>
      </w:pPr>
    </w:p>
    <w:p w14:paraId="46937D2A" w14:textId="51670BC9" w:rsidR="002038D5" w:rsidRPr="00F95FBD" w:rsidRDefault="00165977" w:rsidP="00EA056C">
      <w:pPr>
        <w:pStyle w:val="SoDNadpistabulky"/>
        <w:rPr>
          <w:sz w:val="18"/>
          <w:szCs w:val="18"/>
        </w:rPr>
      </w:pPr>
      <w:r w:rsidRPr="00F95FBD">
        <w:rPr>
          <w:sz w:val="18"/>
          <w:szCs w:val="18"/>
        </w:rPr>
        <w:lastRenderedPageBreak/>
        <w:t>Specialista (vedoucí prací) na trakční vedení</w:t>
      </w:r>
    </w:p>
    <w:tbl>
      <w:tblPr>
        <w:tblStyle w:val="TabulkaS-zahlzap"/>
        <w:tblW w:w="8789" w:type="dxa"/>
        <w:tblLook w:val="04A0" w:firstRow="1" w:lastRow="0" w:firstColumn="1" w:lastColumn="0" w:noHBand="0" w:noVBand="1"/>
      </w:tblPr>
      <w:tblGrid>
        <w:gridCol w:w="3056"/>
        <w:gridCol w:w="5733"/>
      </w:tblGrid>
      <w:tr w:rsidR="002038D5" w:rsidRPr="00003F09" w14:paraId="7A4C8C7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59B23" w14:textId="77777777" w:rsidR="002038D5" w:rsidRPr="00003F09" w:rsidRDefault="002038D5" w:rsidP="00B44265">
            <w:pPr>
              <w:pStyle w:val="SoDTabulka-Tun"/>
            </w:pPr>
            <w:r w:rsidRPr="00003F09">
              <w:t>Jméno a příjmení</w:t>
            </w:r>
          </w:p>
        </w:tc>
        <w:tc>
          <w:tcPr>
            <w:tcW w:w="5733" w:type="dxa"/>
          </w:tcPr>
          <w:p w14:paraId="5A8D504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DD017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5B60D5E" w14:textId="77777777" w:rsidR="002038D5" w:rsidRPr="00F95FBD" w:rsidRDefault="002038D5" w:rsidP="00003F09">
            <w:pPr>
              <w:pStyle w:val="SoDTabulka"/>
            </w:pPr>
            <w:r w:rsidRPr="00F95FBD">
              <w:t>Adresa</w:t>
            </w:r>
          </w:p>
        </w:tc>
        <w:tc>
          <w:tcPr>
            <w:tcW w:w="5733" w:type="dxa"/>
          </w:tcPr>
          <w:p w14:paraId="142BC27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B7F99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26A758" w14:textId="77777777" w:rsidR="002038D5" w:rsidRPr="00F95FBD" w:rsidRDefault="002038D5" w:rsidP="005925DB">
            <w:pPr>
              <w:pStyle w:val="SoDTabulka"/>
              <w:keepNext/>
            </w:pPr>
            <w:r w:rsidRPr="00F95FBD">
              <w:t>E-mail</w:t>
            </w:r>
          </w:p>
        </w:tc>
        <w:tc>
          <w:tcPr>
            <w:tcW w:w="5733" w:type="dxa"/>
          </w:tcPr>
          <w:p w14:paraId="5CEEB58E"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9D9E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EE794F" w14:textId="77777777" w:rsidR="002038D5" w:rsidRPr="00F95FBD" w:rsidRDefault="002038D5" w:rsidP="00165977">
            <w:pPr>
              <w:pStyle w:val="SoDTabulka"/>
            </w:pPr>
            <w:r w:rsidRPr="00F95FBD">
              <w:t>Telefon</w:t>
            </w:r>
          </w:p>
        </w:tc>
        <w:tc>
          <w:tcPr>
            <w:tcW w:w="5733" w:type="dxa"/>
          </w:tcPr>
          <w:p w14:paraId="7FB09DA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9C70C8" w14:textId="77777777" w:rsidR="004D6F76" w:rsidRDefault="004D6F76" w:rsidP="004D6F76">
      <w:pPr>
        <w:pStyle w:val="SoDNadpistabulky"/>
        <w:rPr>
          <w:sz w:val="18"/>
          <w:szCs w:val="18"/>
        </w:rPr>
      </w:pPr>
    </w:p>
    <w:p w14:paraId="7A506BCA" w14:textId="519415B8" w:rsidR="004D6F76" w:rsidRPr="00F95FBD" w:rsidRDefault="004D6F76" w:rsidP="004D6F76">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4D6F76" w:rsidRPr="00003F09" w14:paraId="450EDB56" w14:textId="77777777" w:rsidTr="001207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4414FF" w14:textId="77777777" w:rsidR="004D6F76" w:rsidRPr="00003F09" w:rsidRDefault="004D6F76" w:rsidP="0012079A">
            <w:pPr>
              <w:pStyle w:val="SoDTabulka-Tun"/>
            </w:pPr>
            <w:r w:rsidRPr="00003F09">
              <w:t>Jméno a příjmení</w:t>
            </w:r>
          </w:p>
        </w:tc>
        <w:tc>
          <w:tcPr>
            <w:tcW w:w="5733" w:type="dxa"/>
          </w:tcPr>
          <w:p w14:paraId="20E67B24" w14:textId="77777777" w:rsidR="004D6F76" w:rsidRPr="00003F09" w:rsidRDefault="004D6F76" w:rsidP="0012079A">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4D6F76" w:rsidRPr="00F95FBD" w14:paraId="441AC6E7"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6601421D" w14:textId="77777777" w:rsidR="004D6F76" w:rsidRPr="00F95FBD" w:rsidRDefault="004D6F76" w:rsidP="0012079A">
            <w:pPr>
              <w:pStyle w:val="SoDTabulka"/>
            </w:pPr>
            <w:r w:rsidRPr="00F95FBD">
              <w:t>Adresa</w:t>
            </w:r>
          </w:p>
        </w:tc>
        <w:tc>
          <w:tcPr>
            <w:tcW w:w="5733" w:type="dxa"/>
          </w:tcPr>
          <w:p w14:paraId="59524480" w14:textId="77777777" w:rsidR="004D6F76" w:rsidRPr="00F95FBD" w:rsidRDefault="004D6F76" w:rsidP="0012079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2E940DE4"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524D750B" w14:textId="77777777" w:rsidR="004D6F76" w:rsidRPr="00F95FBD" w:rsidRDefault="004D6F76" w:rsidP="0012079A">
            <w:pPr>
              <w:pStyle w:val="SoDTabulka"/>
              <w:keepNext/>
            </w:pPr>
            <w:r w:rsidRPr="00F95FBD">
              <w:t>E-mail</w:t>
            </w:r>
          </w:p>
        </w:tc>
        <w:tc>
          <w:tcPr>
            <w:tcW w:w="5733" w:type="dxa"/>
          </w:tcPr>
          <w:p w14:paraId="008FFAC5" w14:textId="77777777" w:rsidR="004D6F76" w:rsidRPr="00F95FBD" w:rsidRDefault="004D6F76" w:rsidP="0012079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04D02EAC"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00E5B1C2" w14:textId="77777777" w:rsidR="004D6F76" w:rsidRPr="00F95FBD" w:rsidRDefault="004D6F76" w:rsidP="0012079A">
            <w:pPr>
              <w:pStyle w:val="SoDTabulka"/>
            </w:pPr>
            <w:r w:rsidRPr="00F95FBD">
              <w:t>Telefon</w:t>
            </w:r>
          </w:p>
        </w:tc>
        <w:tc>
          <w:tcPr>
            <w:tcW w:w="5733" w:type="dxa"/>
          </w:tcPr>
          <w:p w14:paraId="06E11ADC" w14:textId="77777777" w:rsidR="004D6F76" w:rsidRPr="00F95FBD" w:rsidRDefault="004D6F76" w:rsidP="0012079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D1F9C7" w14:textId="77777777" w:rsidR="002038D5" w:rsidRPr="00F95FBD" w:rsidRDefault="002038D5" w:rsidP="00165977">
      <w:pPr>
        <w:pStyle w:val="SoDTabulka"/>
      </w:pPr>
    </w:p>
    <w:p w14:paraId="646841E0"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2E6359E0"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B40E83" w14:textId="77777777" w:rsidR="002038D5" w:rsidRPr="00003F09" w:rsidRDefault="002038D5" w:rsidP="00B44265">
            <w:pPr>
              <w:pStyle w:val="SoDTabulka-Tun"/>
            </w:pPr>
            <w:r w:rsidRPr="00003F09">
              <w:t>Jméno a příjmení</w:t>
            </w:r>
          </w:p>
        </w:tc>
        <w:tc>
          <w:tcPr>
            <w:tcW w:w="5733" w:type="dxa"/>
          </w:tcPr>
          <w:p w14:paraId="2C9D6CC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DFFE80F"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47BADB5" w14:textId="77777777" w:rsidR="002038D5" w:rsidRPr="00F95FBD" w:rsidRDefault="002038D5" w:rsidP="005925DB">
            <w:pPr>
              <w:pStyle w:val="SoDTabulka"/>
              <w:keepNext/>
            </w:pPr>
            <w:r w:rsidRPr="00F95FBD">
              <w:t>Adresa</w:t>
            </w:r>
          </w:p>
        </w:tc>
        <w:tc>
          <w:tcPr>
            <w:tcW w:w="5733" w:type="dxa"/>
          </w:tcPr>
          <w:p w14:paraId="07C3CF9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CF9DE8"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D769297" w14:textId="77777777" w:rsidR="002038D5" w:rsidRPr="00F95FBD" w:rsidRDefault="002038D5" w:rsidP="005925DB">
            <w:pPr>
              <w:pStyle w:val="SoDTabulka"/>
              <w:keepNext/>
            </w:pPr>
            <w:r w:rsidRPr="00F95FBD">
              <w:t>E-mail</w:t>
            </w:r>
          </w:p>
        </w:tc>
        <w:tc>
          <w:tcPr>
            <w:tcW w:w="5733" w:type="dxa"/>
          </w:tcPr>
          <w:p w14:paraId="28E2908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B2B2E51"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5E9815B" w14:textId="77777777" w:rsidR="002038D5" w:rsidRPr="00F95FBD" w:rsidRDefault="002038D5" w:rsidP="00165977">
            <w:pPr>
              <w:pStyle w:val="SoDTabulka"/>
            </w:pPr>
            <w:r w:rsidRPr="00F95FBD">
              <w:t>Telefon</w:t>
            </w:r>
          </w:p>
        </w:tc>
        <w:tc>
          <w:tcPr>
            <w:tcW w:w="5733" w:type="dxa"/>
          </w:tcPr>
          <w:p w14:paraId="5A14631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9CD103" w14:textId="77777777" w:rsidR="002038D5" w:rsidRPr="00F95FBD" w:rsidRDefault="002038D5" w:rsidP="00165977">
      <w:pPr>
        <w:pStyle w:val="SoDTabulka"/>
      </w:pPr>
    </w:p>
    <w:p w14:paraId="750B3608"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2056C27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24B7DC" w14:textId="77777777" w:rsidR="002038D5" w:rsidRPr="00B44265" w:rsidRDefault="002038D5" w:rsidP="00B44265">
            <w:pPr>
              <w:pStyle w:val="SoDTabulka-Tun"/>
            </w:pPr>
            <w:r w:rsidRPr="00B44265">
              <w:t>Jméno a příjmení</w:t>
            </w:r>
          </w:p>
        </w:tc>
        <w:tc>
          <w:tcPr>
            <w:tcW w:w="5733" w:type="dxa"/>
          </w:tcPr>
          <w:p w14:paraId="7DAE3C9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633A8A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6E70BF" w14:textId="77777777" w:rsidR="002038D5" w:rsidRPr="00F95FBD" w:rsidRDefault="002038D5" w:rsidP="005925DB">
            <w:pPr>
              <w:pStyle w:val="SoDTabulka"/>
              <w:keepNext/>
            </w:pPr>
            <w:r w:rsidRPr="00F95FBD">
              <w:t>Adresa</w:t>
            </w:r>
          </w:p>
        </w:tc>
        <w:tc>
          <w:tcPr>
            <w:tcW w:w="5733" w:type="dxa"/>
          </w:tcPr>
          <w:p w14:paraId="16E8275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FF44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F26625" w14:textId="77777777" w:rsidR="002038D5" w:rsidRPr="00F95FBD" w:rsidRDefault="002038D5" w:rsidP="005925DB">
            <w:pPr>
              <w:pStyle w:val="SoDTabulka"/>
              <w:keepNext/>
            </w:pPr>
            <w:r w:rsidRPr="00F95FBD">
              <w:t>E-mail</w:t>
            </w:r>
          </w:p>
        </w:tc>
        <w:tc>
          <w:tcPr>
            <w:tcW w:w="5733" w:type="dxa"/>
          </w:tcPr>
          <w:p w14:paraId="094584A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2C921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002F0A" w14:textId="77777777" w:rsidR="002038D5" w:rsidRPr="00F95FBD" w:rsidRDefault="002038D5" w:rsidP="00165977">
            <w:pPr>
              <w:pStyle w:val="SoDTabulka"/>
            </w:pPr>
            <w:r w:rsidRPr="00F95FBD">
              <w:t>Telefon</w:t>
            </w:r>
          </w:p>
        </w:tc>
        <w:tc>
          <w:tcPr>
            <w:tcW w:w="5733" w:type="dxa"/>
          </w:tcPr>
          <w:p w14:paraId="28196B0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ED30F5" w14:textId="77777777" w:rsidR="00165977" w:rsidRPr="00F95FBD" w:rsidRDefault="00165977" w:rsidP="00165977">
      <w:pPr>
        <w:pStyle w:val="SoDTabulka"/>
      </w:pPr>
    </w:p>
    <w:p w14:paraId="507BEE43"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95C4D8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705037" w14:textId="77777777" w:rsidR="00165977" w:rsidRPr="00B44265" w:rsidRDefault="00165977" w:rsidP="00B44265">
            <w:pPr>
              <w:pStyle w:val="SoDTabulka-Tun"/>
            </w:pPr>
            <w:r w:rsidRPr="00B44265">
              <w:t>Jméno a příjmení</w:t>
            </w:r>
          </w:p>
        </w:tc>
        <w:tc>
          <w:tcPr>
            <w:tcW w:w="5733" w:type="dxa"/>
          </w:tcPr>
          <w:p w14:paraId="18C2199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CBC770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174389" w14:textId="77777777" w:rsidR="00165977" w:rsidRPr="00F95FBD" w:rsidRDefault="00165977" w:rsidP="005925DB">
            <w:pPr>
              <w:pStyle w:val="SoDTabulka"/>
              <w:keepNext/>
            </w:pPr>
            <w:r w:rsidRPr="00F95FBD">
              <w:t>Adresa</w:t>
            </w:r>
          </w:p>
        </w:tc>
        <w:tc>
          <w:tcPr>
            <w:tcW w:w="5733" w:type="dxa"/>
          </w:tcPr>
          <w:p w14:paraId="38868C2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184E8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2F6233" w14:textId="77777777" w:rsidR="00165977" w:rsidRPr="00F95FBD" w:rsidRDefault="00165977" w:rsidP="005925DB">
            <w:pPr>
              <w:pStyle w:val="SoDTabulka"/>
              <w:keepNext/>
            </w:pPr>
            <w:r w:rsidRPr="00F95FBD">
              <w:t>E-mail</w:t>
            </w:r>
          </w:p>
        </w:tc>
        <w:tc>
          <w:tcPr>
            <w:tcW w:w="5733" w:type="dxa"/>
          </w:tcPr>
          <w:p w14:paraId="05D6EE6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AA5E6C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CE71E9" w14:textId="77777777" w:rsidR="00165977" w:rsidRPr="00F95FBD" w:rsidRDefault="00165977" w:rsidP="00165977">
            <w:pPr>
              <w:pStyle w:val="SoDTabulka"/>
            </w:pPr>
            <w:r w:rsidRPr="00F95FBD">
              <w:t>Telefon</w:t>
            </w:r>
          </w:p>
        </w:tc>
        <w:tc>
          <w:tcPr>
            <w:tcW w:w="5733" w:type="dxa"/>
          </w:tcPr>
          <w:p w14:paraId="44F4B3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94476D" w14:textId="77777777" w:rsidR="00165977" w:rsidRPr="00F95FBD" w:rsidRDefault="00165977" w:rsidP="00165977">
      <w:pPr>
        <w:pStyle w:val="SoDTabulka"/>
      </w:pPr>
    </w:p>
    <w:p w14:paraId="5884EB4D"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048656E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43C67B" w14:textId="77777777" w:rsidR="00165977" w:rsidRPr="00B44265" w:rsidRDefault="00165977" w:rsidP="00B44265">
            <w:pPr>
              <w:pStyle w:val="SoDTabulka-Tun"/>
            </w:pPr>
            <w:r w:rsidRPr="00B44265">
              <w:t>Jméno a příjmení</w:t>
            </w:r>
          </w:p>
        </w:tc>
        <w:tc>
          <w:tcPr>
            <w:tcW w:w="5733" w:type="dxa"/>
          </w:tcPr>
          <w:p w14:paraId="092250E7"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D672E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0C0C378" w14:textId="77777777" w:rsidR="00165977" w:rsidRPr="00F95FBD" w:rsidRDefault="00165977" w:rsidP="00165977">
            <w:pPr>
              <w:pStyle w:val="SoDTabulka"/>
            </w:pPr>
            <w:r w:rsidRPr="00F95FBD">
              <w:t>Adresa</w:t>
            </w:r>
          </w:p>
        </w:tc>
        <w:tc>
          <w:tcPr>
            <w:tcW w:w="5733" w:type="dxa"/>
          </w:tcPr>
          <w:p w14:paraId="6E17AD7B"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3485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63AD80" w14:textId="77777777" w:rsidR="00165977" w:rsidRPr="00F95FBD" w:rsidRDefault="00165977" w:rsidP="00165977">
            <w:pPr>
              <w:pStyle w:val="SoDTabulka"/>
            </w:pPr>
            <w:r w:rsidRPr="00F95FBD">
              <w:t>E-mail</w:t>
            </w:r>
          </w:p>
        </w:tc>
        <w:tc>
          <w:tcPr>
            <w:tcW w:w="5733" w:type="dxa"/>
          </w:tcPr>
          <w:p w14:paraId="7D03B49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7B9725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F1C489" w14:textId="77777777" w:rsidR="00165977" w:rsidRPr="00F95FBD" w:rsidRDefault="00165977" w:rsidP="00165977">
            <w:pPr>
              <w:pStyle w:val="SoDTabulka"/>
            </w:pPr>
            <w:r w:rsidRPr="00F95FBD">
              <w:t>Telefon</w:t>
            </w:r>
          </w:p>
        </w:tc>
        <w:tc>
          <w:tcPr>
            <w:tcW w:w="5733" w:type="dxa"/>
          </w:tcPr>
          <w:p w14:paraId="6D0D71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63BFAE" w14:textId="77777777" w:rsidR="00165977" w:rsidRPr="00F95FBD" w:rsidRDefault="00165977" w:rsidP="00165977">
      <w:pPr>
        <w:pStyle w:val="SoDTabulka"/>
      </w:pPr>
    </w:p>
    <w:p w14:paraId="6DBD54C5" w14:textId="77777777" w:rsidR="00165977" w:rsidRPr="00F95FBD" w:rsidRDefault="00165977" w:rsidP="00165977">
      <w:pPr>
        <w:pStyle w:val="SoDNadpistabulky"/>
        <w:rPr>
          <w:sz w:val="18"/>
          <w:szCs w:val="18"/>
        </w:rPr>
      </w:pPr>
      <w:r w:rsidRPr="00F95FBD">
        <w:rPr>
          <w:sz w:val="18"/>
          <w:szCs w:val="18"/>
        </w:rPr>
        <w:lastRenderedPageBreak/>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47EB908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69EC40" w14:textId="77777777" w:rsidR="00165977" w:rsidRPr="00B44265" w:rsidRDefault="00165977" w:rsidP="00B44265">
            <w:pPr>
              <w:pStyle w:val="SoDTabulka-Tun"/>
            </w:pPr>
            <w:r w:rsidRPr="00B44265">
              <w:t>Jméno a příjmení</w:t>
            </w:r>
          </w:p>
        </w:tc>
        <w:tc>
          <w:tcPr>
            <w:tcW w:w="5733" w:type="dxa"/>
          </w:tcPr>
          <w:p w14:paraId="61990F4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7D78A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134E73" w14:textId="77777777" w:rsidR="00165977" w:rsidRPr="00F95FBD" w:rsidRDefault="00165977" w:rsidP="00165977">
            <w:pPr>
              <w:pStyle w:val="SoDTabulka"/>
            </w:pPr>
            <w:r w:rsidRPr="00F95FBD">
              <w:t>Adresa</w:t>
            </w:r>
          </w:p>
        </w:tc>
        <w:tc>
          <w:tcPr>
            <w:tcW w:w="5733" w:type="dxa"/>
          </w:tcPr>
          <w:p w14:paraId="06B5645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88C21E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ED9289" w14:textId="77777777" w:rsidR="00165977" w:rsidRPr="00F95FBD" w:rsidRDefault="00165977" w:rsidP="00165977">
            <w:pPr>
              <w:pStyle w:val="SoDTabulka"/>
            </w:pPr>
            <w:r w:rsidRPr="00F95FBD">
              <w:t>E-mail</w:t>
            </w:r>
          </w:p>
        </w:tc>
        <w:tc>
          <w:tcPr>
            <w:tcW w:w="5733" w:type="dxa"/>
          </w:tcPr>
          <w:p w14:paraId="0F1B620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173DD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FD445B" w14:textId="77777777" w:rsidR="00165977" w:rsidRPr="00F95FBD" w:rsidRDefault="00165977" w:rsidP="00165977">
            <w:pPr>
              <w:pStyle w:val="SoDTabulka"/>
            </w:pPr>
            <w:r w:rsidRPr="00F95FBD">
              <w:t>Telefon</w:t>
            </w:r>
          </w:p>
        </w:tc>
        <w:tc>
          <w:tcPr>
            <w:tcW w:w="5733" w:type="dxa"/>
          </w:tcPr>
          <w:p w14:paraId="69341BB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ABB068" w14:textId="77777777" w:rsidR="00165977" w:rsidRPr="00F95FBD" w:rsidRDefault="00165977" w:rsidP="00165977">
      <w:pPr>
        <w:pStyle w:val="SoDTabulka"/>
      </w:pPr>
    </w:p>
    <w:p w14:paraId="1A9B36B6"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793442F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EAF0B" w14:textId="77777777" w:rsidR="00165977" w:rsidRPr="00B44265" w:rsidRDefault="00165977" w:rsidP="00B44265">
            <w:pPr>
              <w:pStyle w:val="SoDTabulka-Tun"/>
            </w:pPr>
            <w:r w:rsidRPr="00B44265">
              <w:t>Jméno a příjmení</w:t>
            </w:r>
          </w:p>
        </w:tc>
        <w:tc>
          <w:tcPr>
            <w:tcW w:w="5733" w:type="dxa"/>
          </w:tcPr>
          <w:p w14:paraId="2FDE2B6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20C9A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FB0108" w14:textId="77777777" w:rsidR="00165977" w:rsidRPr="00F95FBD" w:rsidRDefault="00165977" w:rsidP="005925DB">
            <w:pPr>
              <w:pStyle w:val="SoDTabulka"/>
              <w:keepNext/>
            </w:pPr>
            <w:r w:rsidRPr="00F95FBD">
              <w:t>Adresa</w:t>
            </w:r>
          </w:p>
        </w:tc>
        <w:tc>
          <w:tcPr>
            <w:tcW w:w="5733" w:type="dxa"/>
          </w:tcPr>
          <w:p w14:paraId="0C638C5E"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2AE29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88B054" w14:textId="77777777" w:rsidR="00165977" w:rsidRPr="00F95FBD" w:rsidRDefault="00165977" w:rsidP="005925DB">
            <w:pPr>
              <w:pStyle w:val="SoDTabulka"/>
              <w:keepNext/>
            </w:pPr>
            <w:r w:rsidRPr="00F95FBD">
              <w:t>E-mail</w:t>
            </w:r>
          </w:p>
        </w:tc>
        <w:tc>
          <w:tcPr>
            <w:tcW w:w="5733" w:type="dxa"/>
          </w:tcPr>
          <w:p w14:paraId="4EE14202"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883DD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6BDD9A" w14:textId="77777777" w:rsidR="00165977" w:rsidRPr="00F95FBD" w:rsidRDefault="00165977" w:rsidP="00165977">
            <w:pPr>
              <w:pStyle w:val="SoDTabulka"/>
            </w:pPr>
            <w:r w:rsidRPr="00F95FBD">
              <w:t>Telefon</w:t>
            </w:r>
          </w:p>
        </w:tc>
        <w:tc>
          <w:tcPr>
            <w:tcW w:w="5733" w:type="dxa"/>
          </w:tcPr>
          <w:p w14:paraId="6B21534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D7244A" w14:textId="77777777" w:rsidR="00165977" w:rsidRPr="00F95FBD" w:rsidRDefault="00165977" w:rsidP="00165977">
      <w:pPr>
        <w:pStyle w:val="SoDTabulka"/>
      </w:pPr>
    </w:p>
    <w:p w14:paraId="59982264" w14:textId="088B6696" w:rsidR="00165977" w:rsidRPr="00F95FBD" w:rsidRDefault="00165977" w:rsidP="00B44265">
      <w:pPr>
        <w:pStyle w:val="SoDNadpistabulky"/>
        <w:rPr>
          <w:sz w:val="18"/>
          <w:szCs w:val="18"/>
        </w:rPr>
      </w:pPr>
      <w:r w:rsidRPr="00F95FBD">
        <w:rPr>
          <w:sz w:val="18"/>
          <w:szCs w:val="18"/>
        </w:rPr>
        <w:t>Osoba odpovědná za</w:t>
      </w:r>
      <w:r w:rsidR="004D6F76">
        <w:rPr>
          <w:sz w:val="18"/>
          <w:szCs w:val="18"/>
        </w:rPr>
        <w:t xml:space="preserve">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72A3556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C4BBE" w14:textId="77777777" w:rsidR="00165977" w:rsidRPr="00B44265" w:rsidRDefault="00165977" w:rsidP="00B44265">
            <w:pPr>
              <w:pStyle w:val="SoDTabulka-Tun"/>
            </w:pPr>
            <w:r w:rsidRPr="00B44265">
              <w:t>Jméno a příjmení</w:t>
            </w:r>
          </w:p>
        </w:tc>
        <w:tc>
          <w:tcPr>
            <w:tcW w:w="5733" w:type="dxa"/>
          </w:tcPr>
          <w:p w14:paraId="21A283B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7C1E4E7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100F0E" w14:textId="77777777" w:rsidR="00165977" w:rsidRPr="00F95FBD" w:rsidRDefault="00165977" w:rsidP="00B44265">
            <w:pPr>
              <w:pStyle w:val="SoDTabulka"/>
              <w:keepNext/>
            </w:pPr>
            <w:r w:rsidRPr="00F95FBD">
              <w:t>Adresa</w:t>
            </w:r>
          </w:p>
        </w:tc>
        <w:tc>
          <w:tcPr>
            <w:tcW w:w="5733" w:type="dxa"/>
          </w:tcPr>
          <w:p w14:paraId="261E8698"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88BD0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B4C528" w14:textId="77777777" w:rsidR="00165977" w:rsidRPr="00F95FBD" w:rsidRDefault="00165977" w:rsidP="00B44265">
            <w:pPr>
              <w:pStyle w:val="SoDTabulka"/>
              <w:keepNext/>
            </w:pPr>
            <w:r w:rsidRPr="00F95FBD">
              <w:t>E-mail</w:t>
            </w:r>
          </w:p>
        </w:tc>
        <w:tc>
          <w:tcPr>
            <w:tcW w:w="5733" w:type="dxa"/>
          </w:tcPr>
          <w:p w14:paraId="7EFC63AC"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2F8720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C7FBED" w14:textId="77777777" w:rsidR="00165977" w:rsidRPr="00F95FBD" w:rsidRDefault="00165977" w:rsidP="00165977">
            <w:pPr>
              <w:pStyle w:val="SoDTabulka"/>
            </w:pPr>
            <w:r w:rsidRPr="00F95FBD">
              <w:t>Telefon</w:t>
            </w:r>
          </w:p>
        </w:tc>
        <w:tc>
          <w:tcPr>
            <w:tcW w:w="5733" w:type="dxa"/>
          </w:tcPr>
          <w:p w14:paraId="561872C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DCD7A4" w14:textId="77777777" w:rsidR="004D6F76" w:rsidRDefault="004D6F76" w:rsidP="004D6F76">
      <w:pPr>
        <w:pStyle w:val="SoDNadpistabulky"/>
        <w:rPr>
          <w:sz w:val="18"/>
          <w:szCs w:val="18"/>
        </w:rPr>
      </w:pPr>
    </w:p>
    <w:p w14:paraId="17EC9243" w14:textId="20593918" w:rsidR="004D6F76" w:rsidRPr="00F95FBD" w:rsidRDefault="004D6F76" w:rsidP="004D6F76">
      <w:pPr>
        <w:pStyle w:val="SoDNadpistabulky"/>
        <w:rPr>
          <w:sz w:val="18"/>
          <w:szCs w:val="18"/>
        </w:rPr>
      </w:pPr>
      <w:r w:rsidRPr="00F95FBD">
        <w:rPr>
          <w:sz w:val="18"/>
          <w:szCs w:val="18"/>
        </w:rPr>
        <w:t>Osoba odpovědná za</w:t>
      </w:r>
      <w:r>
        <w:rPr>
          <w:sz w:val="18"/>
          <w:szCs w:val="18"/>
        </w:rPr>
        <w:t xml:space="preserve"> ochranu odpadové hospodářství</w:t>
      </w:r>
    </w:p>
    <w:tbl>
      <w:tblPr>
        <w:tblStyle w:val="TabulkaS-zahlzap"/>
        <w:tblW w:w="8789" w:type="dxa"/>
        <w:tblLook w:val="04A0" w:firstRow="1" w:lastRow="0" w:firstColumn="1" w:lastColumn="0" w:noHBand="0" w:noVBand="1"/>
      </w:tblPr>
      <w:tblGrid>
        <w:gridCol w:w="3056"/>
        <w:gridCol w:w="5733"/>
      </w:tblGrid>
      <w:tr w:rsidR="004D6F76" w:rsidRPr="00B44265" w14:paraId="1EBE3F4A" w14:textId="77777777" w:rsidTr="001207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B3CBB6" w14:textId="77777777" w:rsidR="004D6F76" w:rsidRPr="00B44265" w:rsidRDefault="004D6F76" w:rsidP="0012079A">
            <w:pPr>
              <w:pStyle w:val="SoDTabulka-Tun"/>
            </w:pPr>
            <w:r w:rsidRPr="00B44265">
              <w:t>Jméno a příjmení</w:t>
            </w:r>
          </w:p>
        </w:tc>
        <w:tc>
          <w:tcPr>
            <w:tcW w:w="5733" w:type="dxa"/>
          </w:tcPr>
          <w:p w14:paraId="319AE7E0" w14:textId="77777777" w:rsidR="004D6F76" w:rsidRPr="00B44265" w:rsidRDefault="004D6F76" w:rsidP="0012079A">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4D6F76" w:rsidRPr="00F95FBD" w14:paraId="555D04A0"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038EB53B" w14:textId="77777777" w:rsidR="004D6F76" w:rsidRPr="00F95FBD" w:rsidRDefault="004D6F76" w:rsidP="0012079A">
            <w:pPr>
              <w:pStyle w:val="SoDTabulka"/>
              <w:keepNext/>
            </w:pPr>
            <w:r w:rsidRPr="00F95FBD">
              <w:t>Adresa</w:t>
            </w:r>
          </w:p>
        </w:tc>
        <w:tc>
          <w:tcPr>
            <w:tcW w:w="5733" w:type="dxa"/>
          </w:tcPr>
          <w:p w14:paraId="14CB4684" w14:textId="77777777" w:rsidR="004D6F76" w:rsidRPr="00F95FBD" w:rsidRDefault="004D6F76" w:rsidP="0012079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523B745A"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6C8763AF" w14:textId="77777777" w:rsidR="004D6F76" w:rsidRPr="00F95FBD" w:rsidRDefault="004D6F76" w:rsidP="0012079A">
            <w:pPr>
              <w:pStyle w:val="SoDTabulka"/>
              <w:keepNext/>
            </w:pPr>
            <w:r w:rsidRPr="00F95FBD">
              <w:t>E-mail</w:t>
            </w:r>
          </w:p>
        </w:tc>
        <w:tc>
          <w:tcPr>
            <w:tcW w:w="5733" w:type="dxa"/>
          </w:tcPr>
          <w:p w14:paraId="2108308E" w14:textId="77777777" w:rsidR="004D6F76" w:rsidRPr="00F95FBD" w:rsidRDefault="004D6F76" w:rsidP="0012079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D6F76" w:rsidRPr="00F95FBD" w14:paraId="7421AC0E" w14:textId="77777777" w:rsidTr="0012079A">
        <w:tc>
          <w:tcPr>
            <w:cnfStyle w:val="001000000000" w:firstRow="0" w:lastRow="0" w:firstColumn="1" w:lastColumn="0" w:oddVBand="0" w:evenVBand="0" w:oddHBand="0" w:evenHBand="0" w:firstRowFirstColumn="0" w:firstRowLastColumn="0" w:lastRowFirstColumn="0" w:lastRowLastColumn="0"/>
            <w:tcW w:w="3056" w:type="dxa"/>
          </w:tcPr>
          <w:p w14:paraId="4DEB8673" w14:textId="77777777" w:rsidR="004D6F76" w:rsidRPr="00F95FBD" w:rsidRDefault="004D6F76" w:rsidP="0012079A">
            <w:pPr>
              <w:pStyle w:val="SoDTabulka"/>
            </w:pPr>
            <w:r w:rsidRPr="00F95FBD">
              <w:t>Telefon</w:t>
            </w:r>
          </w:p>
        </w:tc>
        <w:tc>
          <w:tcPr>
            <w:tcW w:w="5733" w:type="dxa"/>
          </w:tcPr>
          <w:p w14:paraId="5F91B6E1" w14:textId="77777777" w:rsidR="004D6F76" w:rsidRPr="00F95FBD" w:rsidRDefault="004D6F76" w:rsidP="0012079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D5B31D" w14:textId="77777777" w:rsidR="004D6F76" w:rsidRDefault="004D6F76" w:rsidP="00EA056C">
      <w:pPr>
        <w:pStyle w:val="SoDNadpistabulky"/>
        <w:rPr>
          <w:sz w:val="18"/>
          <w:szCs w:val="18"/>
        </w:rPr>
      </w:pPr>
    </w:p>
    <w:p w14:paraId="2BC9AFDB" w14:textId="77777777" w:rsidR="00F95FBD" w:rsidRDefault="00F95FBD" w:rsidP="00165977">
      <w:pPr>
        <w:pStyle w:val="SoDTabulka"/>
      </w:pPr>
    </w:p>
    <w:p w14:paraId="736C37F3" w14:textId="77777777" w:rsidR="00F95FBD" w:rsidRDefault="00F95FBD" w:rsidP="00165977">
      <w:pPr>
        <w:pStyle w:val="SoDTabulka"/>
      </w:pPr>
    </w:p>
    <w:p w14:paraId="19AB6BDA"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055465C" w14:textId="77777777" w:rsidR="00F95FBD" w:rsidRDefault="00F95FBD" w:rsidP="001B325A">
      <w:pPr>
        <w:pStyle w:val="SoDNadpisbezsl1"/>
      </w:pPr>
      <w:r>
        <w:lastRenderedPageBreak/>
        <w:t>Příloha č. 3</w:t>
      </w:r>
    </w:p>
    <w:p w14:paraId="42793228" w14:textId="77777777" w:rsidR="00F95FBD" w:rsidRDefault="00F95FBD" w:rsidP="00F762A8">
      <w:pPr>
        <w:pStyle w:val="SoDNadpisbezsl1-2"/>
      </w:pPr>
      <w:r>
        <w:t>Seznam poddodavatelů</w:t>
      </w:r>
    </w:p>
    <w:p w14:paraId="3E85F03D"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3E93CE25"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35E277B" w14:textId="77777777" w:rsidR="00F95FBD" w:rsidRPr="00F95FBD" w:rsidRDefault="00F95FBD" w:rsidP="00F762A8">
            <w:pPr>
              <w:pStyle w:val="SoDTabulka"/>
              <w:rPr>
                <w:rStyle w:val="Nadpisvtabulce"/>
              </w:rPr>
            </w:pPr>
            <w:r w:rsidRPr="00F95FBD">
              <w:rPr>
                <w:rStyle w:val="Nadpisvtabulce"/>
              </w:rPr>
              <w:t>Identifikace poddodavatele</w:t>
            </w:r>
          </w:p>
          <w:p w14:paraId="3E1D72E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ACEAE64"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604DFF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410AB98"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C049D8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75838E2" w14:textId="77777777" w:rsidR="00F95FBD" w:rsidRPr="00F95FBD" w:rsidRDefault="00F95FBD" w:rsidP="004E6233">
            <w:pPr>
              <w:pStyle w:val="SoDTabulka"/>
            </w:pPr>
            <w:r w:rsidRPr="00F95FBD">
              <w:rPr>
                <w:highlight w:val="yellow"/>
              </w:rPr>
              <w:t>[VLOŽÍ ZHOTOVITEL]</w:t>
            </w:r>
          </w:p>
        </w:tc>
        <w:tc>
          <w:tcPr>
            <w:tcW w:w="3402" w:type="dxa"/>
          </w:tcPr>
          <w:p w14:paraId="1E8B0EF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CA03E7"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6C90EA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81BC0AC" w14:textId="77777777" w:rsidR="00F95FBD" w:rsidRPr="00F95FBD" w:rsidRDefault="00F95FBD" w:rsidP="004E6233">
            <w:pPr>
              <w:pStyle w:val="SoDTabulka"/>
            </w:pPr>
            <w:r w:rsidRPr="00F95FBD">
              <w:rPr>
                <w:highlight w:val="yellow"/>
              </w:rPr>
              <w:t>[VLOŽÍ ZHOTOVITEL]</w:t>
            </w:r>
          </w:p>
        </w:tc>
        <w:tc>
          <w:tcPr>
            <w:tcW w:w="3402" w:type="dxa"/>
          </w:tcPr>
          <w:p w14:paraId="3BBB59B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D6E2D3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F5FD2E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A446362" w14:textId="77777777" w:rsidR="00F95FBD" w:rsidRPr="00F95FBD" w:rsidRDefault="00F95FBD" w:rsidP="004E6233">
            <w:pPr>
              <w:pStyle w:val="SoDTabulka"/>
            </w:pPr>
            <w:r w:rsidRPr="00F95FBD">
              <w:rPr>
                <w:highlight w:val="yellow"/>
              </w:rPr>
              <w:t>[VLOŽÍ ZHOTOVITEL]</w:t>
            </w:r>
          </w:p>
        </w:tc>
        <w:tc>
          <w:tcPr>
            <w:tcW w:w="3402" w:type="dxa"/>
          </w:tcPr>
          <w:p w14:paraId="7CA54EF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CD4161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2AFFCC" w14:textId="77777777" w:rsidR="00F95FBD" w:rsidRPr="00F95FBD" w:rsidRDefault="00F95FBD" w:rsidP="001F5F37">
      <w:pPr>
        <w:pStyle w:val="SoDTextbezodsazen"/>
      </w:pPr>
    </w:p>
    <w:p w14:paraId="1EA41612" w14:textId="77777777" w:rsidR="007E0D11" w:rsidRDefault="007E0D11" w:rsidP="001F5F37">
      <w:pPr>
        <w:pStyle w:val="SoDTextbezodsazen"/>
      </w:pPr>
    </w:p>
    <w:p w14:paraId="17EF65AA" w14:textId="77777777" w:rsidR="007E0D11" w:rsidRDefault="007E0D11" w:rsidP="001F5F37">
      <w:pPr>
        <w:pStyle w:val="SoDTextbezodsazen"/>
      </w:pPr>
    </w:p>
    <w:p w14:paraId="561BFC47" w14:textId="77777777" w:rsidR="007E0D11" w:rsidRDefault="007E0D11" w:rsidP="001F5F37">
      <w:pPr>
        <w:pStyle w:val="SoDTextbezodsazen"/>
      </w:pPr>
    </w:p>
    <w:p w14:paraId="0AAA219D" w14:textId="77777777" w:rsidR="007E0D11" w:rsidRDefault="007E0D11" w:rsidP="001F5F37">
      <w:pPr>
        <w:pStyle w:val="SoDTextbezodsazen"/>
      </w:pPr>
    </w:p>
    <w:p w14:paraId="3BD83424" w14:textId="77777777" w:rsidR="007E0D11" w:rsidRDefault="007E0D11" w:rsidP="001F5F37">
      <w:pPr>
        <w:pStyle w:val="SoDTextbezodsazen"/>
      </w:pPr>
    </w:p>
    <w:p w14:paraId="70551414" w14:textId="77777777" w:rsidR="00F95FBD" w:rsidRDefault="00F95FBD" w:rsidP="001F5F37">
      <w:pPr>
        <w:pStyle w:val="SoDTextbezodsazen"/>
      </w:pPr>
    </w:p>
    <w:p w14:paraId="0AF03CA7"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D539009" w14:textId="77777777" w:rsidR="00F762A8" w:rsidRDefault="00F762A8" w:rsidP="00F762A8">
      <w:pPr>
        <w:pStyle w:val="SoDNadpisbezsl1"/>
      </w:pPr>
      <w:r>
        <w:lastRenderedPageBreak/>
        <w:t>Příloha č. 4</w:t>
      </w:r>
    </w:p>
    <w:p w14:paraId="5412E6E8" w14:textId="5297264B" w:rsidR="007A2245" w:rsidRDefault="000E03DC" w:rsidP="00F762A8">
      <w:pPr>
        <w:pStyle w:val="SoDTextbezodsazen"/>
      </w:pPr>
      <w:r>
        <w:t xml:space="preserve">NEOBSAZENO </w:t>
      </w:r>
    </w:p>
    <w:p w14:paraId="327E5379" w14:textId="379DB02C" w:rsidR="007A2245" w:rsidRDefault="007A2245" w:rsidP="00F762A8">
      <w:pPr>
        <w:pStyle w:val="SoDTextbezodsazen"/>
      </w:pPr>
    </w:p>
    <w:p w14:paraId="515BCA7E" w14:textId="77777777" w:rsidR="00224437" w:rsidRDefault="00224437" w:rsidP="00F762A8">
      <w:pPr>
        <w:pStyle w:val="SoDTextbezodsazen"/>
      </w:pPr>
    </w:p>
    <w:p w14:paraId="49741D16" w14:textId="77777777" w:rsidR="00F762A8" w:rsidRDefault="00F762A8" w:rsidP="00F762A8">
      <w:pPr>
        <w:pStyle w:val="SoDTextbezodsazen"/>
      </w:pPr>
    </w:p>
    <w:p w14:paraId="068CC29E" w14:textId="77777777" w:rsidR="00F762A8" w:rsidRDefault="00F762A8" w:rsidP="00F762A8">
      <w:pPr>
        <w:pStyle w:val="SoDTextbezodsazen"/>
      </w:pPr>
    </w:p>
    <w:p w14:paraId="6112D0E8" w14:textId="77777777" w:rsidR="00F762A8" w:rsidRDefault="00F762A8" w:rsidP="00F762A8">
      <w:pPr>
        <w:pStyle w:val="SoDTextbezodsazen"/>
      </w:pPr>
    </w:p>
    <w:p w14:paraId="29E54640" w14:textId="77777777" w:rsidR="00F762A8" w:rsidRDefault="00F762A8" w:rsidP="00F762A8">
      <w:pPr>
        <w:pStyle w:val="SoDTextbezodsazen"/>
      </w:pPr>
    </w:p>
    <w:p w14:paraId="5BC4C34A" w14:textId="77777777" w:rsidR="00F762A8" w:rsidRDefault="00F762A8" w:rsidP="00F762A8">
      <w:pPr>
        <w:pStyle w:val="SoDTextbezodsazen"/>
      </w:pPr>
    </w:p>
    <w:p w14:paraId="2684D702"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1393B7F" w14:textId="77777777" w:rsidR="00F762A8" w:rsidRDefault="00F762A8" w:rsidP="00F762A8">
      <w:pPr>
        <w:pStyle w:val="SoDNadpisbezsl1"/>
      </w:pPr>
      <w:r>
        <w:lastRenderedPageBreak/>
        <w:t>Příloha č. 5</w:t>
      </w:r>
    </w:p>
    <w:p w14:paraId="1BAC53D3" w14:textId="77777777" w:rsidR="00F762A8" w:rsidRDefault="00F762A8" w:rsidP="00F762A8">
      <w:pPr>
        <w:pStyle w:val="SoDNadpisbezsl1-2"/>
      </w:pPr>
      <w:r>
        <w:t>Smlouva o zpracování osobních údajů</w:t>
      </w:r>
    </w:p>
    <w:p w14:paraId="3D189394" w14:textId="77777777" w:rsidR="00F762A8" w:rsidRPr="00F762A8" w:rsidRDefault="00F762A8" w:rsidP="002D4801">
      <w:pPr>
        <w:pStyle w:val="slovanseznam"/>
        <w:numPr>
          <w:ilvl w:val="0"/>
          <w:numId w:val="5"/>
        </w:numPr>
      </w:pPr>
      <w:r w:rsidRPr="00F762A8">
        <w:t>Předmět smlouvy o zpracování osobních údajů</w:t>
      </w:r>
    </w:p>
    <w:p w14:paraId="72E26B01"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7330082F"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14B6F8F9" w14:textId="77777777" w:rsidR="00F762A8" w:rsidRPr="00F762A8" w:rsidRDefault="00F762A8" w:rsidP="002D4801">
      <w:pPr>
        <w:pStyle w:val="slovanseznam"/>
      </w:pPr>
      <w:r w:rsidRPr="00F762A8">
        <w:t>Rozsah zpracovávaných údajů</w:t>
      </w:r>
    </w:p>
    <w:p w14:paraId="4A7A32B6"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4CF84A2E"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6C42AD49" w14:textId="77777777" w:rsidR="00F762A8" w:rsidRPr="00F762A8" w:rsidRDefault="00F762A8" w:rsidP="002D4801">
      <w:pPr>
        <w:pStyle w:val="slovanseznam"/>
      </w:pPr>
      <w:r w:rsidRPr="00F762A8">
        <w:t>Povinnosti Zhotovitele</w:t>
      </w:r>
    </w:p>
    <w:p w14:paraId="54FEBCE8"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4BA205F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21CCC8D4"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841218A" w14:textId="77777777" w:rsidR="00F762A8" w:rsidRDefault="00F762A8" w:rsidP="005925DB">
      <w:pPr>
        <w:pStyle w:val="slovanseznam2"/>
      </w:pPr>
      <w:r>
        <w:t>Zhotovitel je povinen přijmout všechna opatření dle čl. 32 GDPR tak, aby byla zajištěna odpovídající bezpečnost osobních údajů.</w:t>
      </w:r>
    </w:p>
    <w:p w14:paraId="05B091A3"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61CFE04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7EDBB0E5"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D1E4EBB"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1EBF3A6C"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2930F696" w14:textId="77777777" w:rsidR="00F762A8" w:rsidRPr="00F762A8" w:rsidRDefault="00F762A8" w:rsidP="00CA1B64">
      <w:pPr>
        <w:pStyle w:val="slovanseznam"/>
      </w:pPr>
      <w:r w:rsidRPr="00F762A8">
        <w:t>Odpovědnost Zhotovitele a smluvní pokuta</w:t>
      </w:r>
    </w:p>
    <w:p w14:paraId="5670988E"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3899650A"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FC60839"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1B365983" w14:textId="77777777" w:rsidR="00F762A8" w:rsidRDefault="00F762A8" w:rsidP="00F762A8">
      <w:pPr>
        <w:pStyle w:val="SoDTextbezodsazen"/>
      </w:pPr>
    </w:p>
    <w:p w14:paraId="0F14B229" w14:textId="77777777" w:rsidR="00F762A8" w:rsidRDefault="00F762A8" w:rsidP="00F762A8">
      <w:pPr>
        <w:pStyle w:val="SoDTextbezodsazen"/>
      </w:pPr>
    </w:p>
    <w:p w14:paraId="280391E2" w14:textId="77777777" w:rsidR="00F762A8" w:rsidRDefault="00F762A8" w:rsidP="00F762A8">
      <w:pPr>
        <w:pStyle w:val="SoDTextbezodsazen"/>
      </w:pPr>
    </w:p>
    <w:p w14:paraId="2C004D6A"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2A6ABD5" w14:textId="77777777" w:rsidR="00F762A8" w:rsidRPr="005E7125" w:rsidRDefault="00F762A8" w:rsidP="00F762A8">
      <w:pPr>
        <w:pStyle w:val="SoDNadpisbezsl1"/>
      </w:pPr>
      <w:r w:rsidRPr="005E7125">
        <w:lastRenderedPageBreak/>
        <w:t xml:space="preserve">Příloha č. </w:t>
      </w:r>
      <w:r w:rsidR="00390720" w:rsidRPr="00DA5988">
        <w:t>7</w:t>
      </w:r>
    </w:p>
    <w:p w14:paraId="6F1AD96D" w14:textId="77777777" w:rsidR="00F762A8" w:rsidRDefault="00F762A8" w:rsidP="00F762A8">
      <w:pPr>
        <w:pStyle w:val="SoDTextbezodsazen"/>
      </w:pPr>
    </w:p>
    <w:p w14:paraId="74141CA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429B84BD"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6340134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2C31B6E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0A43C49F" w14:textId="77777777" w:rsidR="00802774" w:rsidRPr="00802774" w:rsidRDefault="00802774" w:rsidP="00802774">
      <w:pPr>
        <w:spacing w:after="120" w:line="264" w:lineRule="auto"/>
        <w:jc w:val="both"/>
        <w:rPr>
          <w:rFonts w:asciiTheme="minorHAnsi" w:hAnsiTheme="minorHAnsi"/>
          <w:sz w:val="18"/>
          <w:szCs w:val="18"/>
        </w:rPr>
      </w:pPr>
    </w:p>
    <w:p w14:paraId="64DABA69" w14:textId="77777777" w:rsidR="00F762A8" w:rsidRDefault="00F762A8" w:rsidP="00F762A8">
      <w:pPr>
        <w:pStyle w:val="SoDTextbezodsazen"/>
      </w:pPr>
    </w:p>
    <w:p w14:paraId="362E4641" w14:textId="77777777" w:rsidR="00026C50" w:rsidRDefault="00026C50" w:rsidP="00F762A8">
      <w:pPr>
        <w:pStyle w:val="SoDTextbezodsazen"/>
      </w:pPr>
    </w:p>
    <w:p w14:paraId="284A0BF9" w14:textId="77777777" w:rsidR="003E3720" w:rsidRDefault="003E3720" w:rsidP="00F762A8">
      <w:pPr>
        <w:pStyle w:val="SoDTextbezodsazen"/>
      </w:pPr>
    </w:p>
    <w:p w14:paraId="3BBA1990" w14:textId="77777777" w:rsidR="003E3720" w:rsidRDefault="003E3720" w:rsidP="00F762A8">
      <w:pPr>
        <w:pStyle w:val="SoDTextbezodsazen"/>
      </w:pPr>
    </w:p>
    <w:p w14:paraId="6D737570" w14:textId="77777777" w:rsidR="003E3720" w:rsidRDefault="003E3720" w:rsidP="00F762A8">
      <w:pPr>
        <w:pStyle w:val="SoDTextbezodsazen"/>
      </w:pPr>
    </w:p>
    <w:p w14:paraId="016D3883" w14:textId="77777777" w:rsidR="00F762A8" w:rsidRDefault="00F762A8" w:rsidP="00F762A8">
      <w:pPr>
        <w:pStyle w:val="SoDTextbezodsazen"/>
      </w:pPr>
    </w:p>
    <w:p w14:paraId="561D9F94"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DFC9630" w14:textId="77777777" w:rsidR="009F28B2" w:rsidRDefault="009F28B2" w:rsidP="009F28B2">
      <w:pPr>
        <w:pStyle w:val="SoDNadpisbezsl1"/>
      </w:pPr>
      <w:r>
        <w:lastRenderedPageBreak/>
        <w:t>Příloha č. 8</w:t>
      </w:r>
    </w:p>
    <w:p w14:paraId="2E1A77F8" w14:textId="755B29CC" w:rsidR="009F28B2" w:rsidRDefault="004F132D" w:rsidP="009F28B2">
      <w:pPr>
        <w:pStyle w:val="SoDTextbezslovn"/>
        <w:ind w:left="0"/>
        <w:rPr>
          <w:color w:val="00B050"/>
        </w:rPr>
      </w:pPr>
      <w:r>
        <w:t>NEOBSAZENO</w:t>
      </w:r>
    </w:p>
    <w:p w14:paraId="58C090E7" w14:textId="77777777" w:rsidR="009F28B2" w:rsidRPr="009F28B2" w:rsidRDefault="009F28B2" w:rsidP="009F28B2"/>
    <w:p w14:paraId="0ADCDBFF" w14:textId="77777777" w:rsidR="004F132D" w:rsidRDefault="004F132D">
      <w:pPr>
        <w:spacing w:after="240" w:line="264" w:lineRule="auto"/>
        <w:rPr>
          <w:b/>
          <w:caps/>
          <w:sz w:val="22"/>
          <w:szCs w:val="18"/>
        </w:rPr>
      </w:pPr>
      <w:r>
        <w:br w:type="page"/>
      </w:r>
    </w:p>
    <w:p w14:paraId="497FCE21" w14:textId="7CC0C89B" w:rsidR="00392910" w:rsidRDefault="00392910" w:rsidP="00392910">
      <w:pPr>
        <w:pStyle w:val="SoDNadpisbezsl1"/>
      </w:pPr>
      <w:r>
        <w:lastRenderedPageBreak/>
        <w:t xml:space="preserve">Příloha č. </w:t>
      </w:r>
      <w:r w:rsidR="00175C0A">
        <w:t>9</w:t>
      </w:r>
    </w:p>
    <w:p w14:paraId="4713935E" w14:textId="77777777" w:rsidR="00392910" w:rsidRDefault="00392910" w:rsidP="00392910">
      <w:pPr>
        <w:pStyle w:val="SoDNadpisbezsl1-2"/>
      </w:pPr>
      <w:r>
        <w:t xml:space="preserve">Žádost o poskytnutí zálohové platby </w:t>
      </w:r>
    </w:p>
    <w:p w14:paraId="55094CA5" w14:textId="77777777" w:rsidR="00392910" w:rsidRDefault="00392910" w:rsidP="00392910">
      <w:pPr>
        <w:pStyle w:val="SoDTextbezodsazen"/>
      </w:pPr>
    </w:p>
    <w:p w14:paraId="60CE4B6D" w14:textId="042006F1" w:rsidR="00392910" w:rsidRDefault="00392910" w:rsidP="00392910">
      <w:pPr>
        <w:pStyle w:val="SoDTextbezodsazen"/>
      </w:pPr>
      <w:r>
        <w:t xml:space="preserve">V souladu s ustanovením pod-článku 14.2 Smluvních podmínek ke Smlouvě o dílo na zhotovení stavby </w:t>
      </w:r>
      <w:r w:rsidR="00EA7D79">
        <w:t>„Optimalizace trati Karlštejn (mimo) – Beroun (mimo)“</w:t>
      </w:r>
      <w:r w:rsidR="00EA7D79" w:rsidRPr="00C4647F" w:rsidDel="00EA7D79">
        <w:t xml:space="preserve"> </w:t>
      </w:r>
      <w:r>
        <w:t xml:space="preserve">žádáme o poskytnutí zálohové platby na finanční plnění výši: </w:t>
      </w:r>
      <w:r w:rsidRPr="00392910">
        <w:rPr>
          <w:highlight w:val="yellow"/>
        </w:rPr>
        <w:t>[VLOŽÍ ZHOTOVITEL]</w:t>
      </w:r>
      <w:r>
        <w:t xml:space="preserve"> Kč.</w:t>
      </w:r>
    </w:p>
    <w:p w14:paraId="65308D9B" w14:textId="77777777" w:rsidR="00392910" w:rsidRDefault="00392910" w:rsidP="00392910">
      <w:pPr>
        <w:pStyle w:val="SoDTextbezodsazen"/>
      </w:pPr>
    </w:p>
    <w:p w14:paraId="12B55A90"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52600554" w14:textId="77777777" w:rsidR="00392910" w:rsidRDefault="00392910" w:rsidP="00392910">
      <w:pPr>
        <w:pStyle w:val="SoDTextbezodsazen"/>
      </w:pPr>
    </w:p>
    <w:p w14:paraId="48B93823" w14:textId="77777777" w:rsidR="00392910" w:rsidRDefault="00392910" w:rsidP="00392910">
      <w:pPr>
        <w:pStyle w:val="SoDTextbezodsazen"/>
      </w:pPr>
      <w:r>
        <w:t xml:space="preserve">Součástí této žádosti je: </w:t>
      </w:r>
    </w:p>
    <w:p w14:paraId="04AB81A4"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2992BC6" w14:textId="77777777" w:rsidR="00392910" w:rsidRDefault="00392910" w:rsidP="00CA1B64">
      <w:pPr>
        <w:pStyle w:val="Seznamsodrkami"/>
      </w:pPr>
      <w:r>
        <w:t xml:space="preserve">zálohová faktura č. </w:t>
      </w:r>
      <w:r w:rsidRPr="00392910">
        <w:rPr>
          <w:highlight w:val="yellow"/>
        </w:rPr>
        <w:t>[VLOŽÍ ZHOTOVITEL]</w:t>
      </w:r>
    </w:p>
    <w:p w14:paraId="09311171" w14:textId="77777777" w:rsidR="00392910" w:rsidRDefault="00392910" w:rsidP="00392910">
      <w:pPr>
        <w:pStyle w:val="SoDTextbezodsazen"/>
      </w:pPr>
    </w:p>
    <w:p w14:paraId="3A76CC9B" w14:textId="77777777" w:rsidR="00392910" w:rsidRDefault="00392910" w:rsidP="00392910">
      <w:pPr>
        <w:pStyle w:val="SoDTextbezodsazen"/>
      </w:pPr>
    </w:p>
    <w:p w14:paraId="7A9424C1" w14:textId="77777777" w:rsidR="00392910" w:rsidRDefault="00392910" w:rsidP="00392910">
      <w:pPr>
        <w:pStyle w:val="SoDTextbezodsazen"/>
      </w:pPr>
      <w:r>
        <w:t xml:space="preserve">V </w:t>
      </w:r>
      <w:r w:rsidR="006671C7">
        <w:t xml:space="preserve">…………………………… </w:t>
      </w:r>
      <w:r>
        <w:t xml:space="preserve">dne </w:t>
      </w:r>
      <w:r w:rsidR="006671C7">
        <w:t>……………………………</w:t>
      </w:r>
    </w:p>
    <w:p w14:paraId="20530723" w14:textId="77777777" w:rsidR="00392910" w:rsidRDefault="00392910" w:rsidP="00392910">
      <w:pPr>
        <w:pStyle w:val="SoDTextbezodsazen"/>
      </w:pPr>
    </w:p>
    <w:p w14:paraId="2C45897B" w14:textId="77777777" w:rsidR="00392910" w:rsidRDefault="00392910" w:rsidP="00392910">
      <w:pPr>
        <w:pStyle w:val="SoDTextbezodsazen"/>
      </w:pPr>
    </w:p>
    <w:p w14:paraId="02B7FD44" w14:textId="77777777" w:rsidR="00392910" w:rsidRDefault="00392910" w:rsidP="00392910">
      <w:pPr>
        <w:pStyle w:val="SoDTextbezodsazen"/>
      </w:pPr>
    </w:p>
    <w:p w14:paraId="677BDB6A" w14:textId="77777777" w:rsidR="00392910" w:rsidRDefault="00392910" w:rsidP="00392910">
      <w:pPr>
        <w:pStyle w:val="SoDTextbezodsazen"/>
      </w:pPr>
    </w:p>
    <w:p w14:paraId="159D56D1" w14:textId="77777777" w:rsidR="00392910" w:rsidRDefault="00392910" w:rsidP="00392910">
      <w:pPr>
        <w:pStyle w:val="SoDTextbezodsazen"/>
      </w:pPr>
    </w:p>
    <w:p w14:paraId="50184A38" w14:textId="77777777" w:rsidR="00392910" w:rsidRDefault="00392910" w:rsidP="00392910">
      <w:pPr>
        <w:pStyle w:val="SoDTextbezodsazen"/>
      </w:pPr>
    </w:p>
    <w:p w14:paraId="4EE42C52" w14:textId="77777777" w:rsidR="00392910" w:rsidRDefault="00392910" w:rsidP="00392910">
      <w:pPr>
        <w:pStyle w:val="SoDTextbezodsazen"/>
      </w:pPr>
      <w:r>
        <w:t>…………………………………………………</w:t>
      </w:r>
    </w:p>
    <w:p w14:paraId="228527CC" w14:textId="77777777" w:rsidR="00392910" w:rsidRDefault="00392910" w:rsidP="00392910">
      <w:pPr>
        <w:pStyle w:val="SoDTextbezodsazen"/>
      </w:pPr>
    </w:p>
    <w:p w14:paraId="69548710" w14:textId="77777777" w:rsidR="00392910" w:rsidRDefault="00392910" w:rsidP="00392910">
      <w:pPr>
        <w:pStyle w:val="SoDTextbezodsazen"/>
      </w:pPr>
      <w:r>
        <w:t>Zhotovitel</w:t>
      </w:r>
    </w:p>
    <w:p w14:paraId="6ACE555D" w14:textId="77777777" w:rsidR="00392910" w:rsidRDefault="00392910" w:rsidP="00392910">
      <w:pPr>
        <w:pStyle w:val="SoDTextbezodsazen"/>
      </w:pPr>
    </w:p>
    <w:p w14:paraId="08ADC7DA" w14:textId="77777777" w:rsidR="00C97991" w:rsidRDefault="00C97991" w:rsidP="00392910">
      <w:pPr>
        <w:pStyle w:val="SoDTextbezodsazen"/>
      </w:pPr>
    </w:p>
    <w:p w14:paraId="0DD89B70" w14:textId="77777777" w:rsidR="00C97991" w:rsidRDefault="00C97991" w:rsidP="00392910">
      <w:pPr>
        <w:pStyle w:val="SoDTextbezodsazen"/>
      </w:pPr>
    </w:p>
    <w:p w14:paraId="49CFD5BA" w14:textId="77777777" w:rsidR="00C97991" w:rsidRDefault="00C97991" w:rsidP="00392910">
      <w:pPr>
        <w:pStyle w:val="SoDTextbezodsazen"/>
      </w:pPr>
    </w:p>
    <w:p w14:paraId="454729B2" w14:textId="77777777" w:rsidR="00C97991" w:rsidRDefault="00C97991" w:rsidP="00392910">
      <w:pPr>
        <w:pStyle w:val="SoDTextbezodsazen"/>
        <w:sectPr w:rsidR="00C97991"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9837C2E" w14:textId="77777777" w:rsidR="009F28B2" w:rsidRDefault="009F28B2" w:rsidP="009F28B2">
      <w:pPr>
        <w:pStyle w:val="SoDNadpisbezsl1"/>
      </w:pPr>
      <w:r>
        <w:lastRenderedPageBreak/>
        <w:t>Příloha č. 10</w:t>
      </w:r>
    </w:p>
    <w:p w14:paraId="243FE0F5" w14:textId="77777777" w:rsidR="009F28B2" w:rsidRPr="00912239" w:rsidRDefault="009F28B2" w:rsidP="009F28B2">
      <w:pPr>
        <w:pStyle w:val="SoDNadpisbezsl1-2"/>
        <w:rPr>
          <w:b w:val="0"/>
          <w:bCs/>
        </w:rPr>
      </w:pPr>
      <w:r w:rsidRPr="00912239">
        <w:rPr>
          <w:b w:val="0"/>
          <w:bCs/>
        </w:rPr>
        <w:t>NEOBSAZENO</w:t>
      </w:r>
    </w:p>
    <w:p w14:paraId="68791976" w14:textId="77777777" w:rsidR="009F28B2" w:rsidRPr="00D076FA" w:rsidRDefault="009F28B2" w:rsidP="00D076FA">
      <w:pPr>
        <w:pStyle w:val="SoDTextbezodsazen"/>
      </w:pPr>
    </w:p>
    <w:sectPr w:rsidR="009F28B2" w:rsidRPr="00D076FA"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0A68F" w16cex:dateUtc="2022-12-11T17:57:00Z"/>
  <w16cex:commentExtensible w16cex:durableId="2740A6A6" w16cex:dateUtc="2022-12-11T17:57:00Z"/>
  <w16cex:commentExtensible w16cex:durableId="274C3659" w16cex:dateUtc="2022-12-11T1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02EBBE" w16cid:durableId="2740A68F"/>
  <w16cid:commentId w16cid:paraId="22FD3495" w16cid:durableId="2740A6A6"/>
  <w16cid:commentId w16cid:paraId="6D7333E0" w16cid:durableId="274C36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BAAB8" w14:textId="77777777" w:rsidR="00571EC3" w:rsidRDefault="00571EC3" w:rsidP="00962258">
      <w:pPr>
        <w:spacing w:after="0" w:line="240" w:lineRule="auto"/>
      </w:pPr>
      <w:r>
        <w:separator/>
      </w:r>
    </w:p>
  </w:endnote>
  <w:endnote w:type="continuationSeparator" w:id="0">
    <w:p w14:paraId="58F36D54" w14:textId="77777777" w:rsidR="00571EC3" w:rsidRDefault="00571E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079A" w:rsidRPr="003462EB" w14:paraId="135EEECB" w14:textId="77777777" w:rsidTr="00D453DF">
      <w:tc>
        <w:tcPr>
          <w:tcW w:w="1021" w:type="dxa"/>
          <w:vAlign w:val="bottom"/>
        </w:tcPr>
        <w:p w14:paraId="71456A6D" w14:textId="33D36C80" w:rsidR="0012079A" w:rsidRPr="00B8518B" w:rsidRDefault="0012079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6039">
            <w:rPr>
              <w:rStyle w:val="slostrnky"/>
              <w:noProof/>
            </w:rPr>
            <w:t>25</w:t>
          </w:r>
          <w:r w:rsidRPr="00B8518B">
            <w:rPr>
              <w:rStyle w:val="slostrnky"/>
            </w:rPr>
            <w:fldChar w:fldCharType="end"/>
          </w:r>
        </w:p>
      </w:tc>
      <w:tc>
        <w:tcPr>
          <w:tcW w:w="0" w:type="auto"/>
          <w:vAlign w:val="bottom"/>
        </w:tcPr>
        <w:p w14:paraId="0F10D242" w14:textId="77777777" w:rsidR="0012079A" w:rsidRPr="00003F09" w:rsidRDefault="0012079A" w:rsidP="00003F09">
          <w:pPr>
            <w:pStyle w:val="SoDZpatvlevo"/>
          </w:pPr>
          <w:r>
            <w:t xml:space="preserve">Smlouva o dílo na </w:t>
          </w:r>
          <w:r w:rsidRPr="000A7FDE">
            <w:t xml:space="preserve">Zhotovení stavby </w:t>
          </w:r>
        </w:p>
      </w:tc>
    </w:tr>
  </w:tbl>
  <w:p w14:paraId="3BFB99CB" w14:textId="77777777" w:rsidR="0012079A" w:rsidRPr="00747C0A" w:rsidRDefault="0012079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079A" w:rsidRPr="003462EB" w14:paraId="15BE38DC" w14:textId="77777777" w:rsidTr="00D453DF">
      <w:tc>
        <w:tcPr>
          <w:tcW w:w="1021" w:type="dxa"/>
          <w:vAlign w:val="bottom"/>
        </w:tcPr>
        <w:p w14:paraId="54BD74C0" w14:textId="77777777" w:rsidR="0012079A" w:rsidRPr="00B8518B" w:rsidRDefault="0012079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334C29E" w14:textId="77777777" w:rsidR="0012079A" w:rsidRPr="007E0D11" w:rsidRDefault="0012079A" w:rsidP="007E0D11">
          <w:pPr>
            <w:pStyle w:val="SoDZpatvlevo"/>
            <w:rPr>
              <w:b/>
            </w:rPr>
          </w:pPr>
          <w:r>
            <w:rPr>
              <w:b/>
            </w:rPr>
            <w:t>Příloha č. 4</w:t>
          </w:r>
        </w:p>
        <w:p w14:paraId="1A1AEB36" w14:textId="77777777" w:rsidR="0012079A" w:rsidRPr="003462EB" w:rsidRDefault="0012079A" w:rsidP="007E0D11">
          <w:pPr>
            <w:pStyle w:val="SoDZpatvlevo"/>
          </w:pPr>
          <w:r>
            <w:t>Smlouva o dílo na Z</w:t>
          </w:r>
          <w:r w:rsidRPr="003462EB">
            <w:t xml:space="preserve">hotovení stavby </w:t>
          </w:r>
        </w:p>
      </w:tc>
    </w:tr>
  </w:tbl>
  <w:p w14:paraId="3D9809EB" w14:textId="77777777" w:rsidR="0012079A" w:rsidRPr="00747C0A" w:rsidRDefault="0012079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079A" w:rsidRPr="009E09BE" w14:paraId="55AD9F2A" w14:textId="77777777" w:rsidTr="00D453DF">
      <w:tc>
        <w:tcPr>
          <w:tcW w:w="0" w:type="auto"/>
          <w:tcMar>
            <w:left w:w="0" w:type="dxa"/>
            <w:right w:w="0" w:type="dxa"/>
          </w:tcMar>
          <w:vAlign w:val="bottom"/>
        </w:tcPr>
        <w:p w14:paraId="6DB98272" w14:textId="77777777" w:rsidR="0012079A" w:rsidRPr="007E0D11" w:rsidRDefault="0012079A" w:rsidP="00D453DF">
          <w:pPr>
            <w:pStyle w:val="SoDZpatvpravo"/>
            <w:rPr>
              <w:b/>
            </w:rPr>
          </w:pPr>
          <w:r w:rsidRPr="007E0D11">
            <w:rPr>
              <w:b/>
            </w:rPr>
            <w:t xml:space="preserve">Příloha č. </w:t>
          </w:r>
          <w:r>
            <w:rPr>
              <w:b/>
            </w:rPr>
            <w:t>4</w:t>
          </w:r>
        </w:p>
        <w:p w14:paraId="00CE3E3D" w14:textId="77777777" w:rsidR="0012079A" w:rsidRPr="003462EB" w:rsidRDefault="0012079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3365027" w14:textId="42DF3B4B" w:rsidR="0012079A" w:rsidRPr="009E09BE" w:rsidRDefault="0012079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1</w:t>
          </w:r>
          <w:r>
            <w:rPr>
              <w:rStyle w:val="slostrnky"/>
            </w:rPr>
            <w:fldChar w:fldCharType="end"/>
          </w:r>
        </w:p>
      </w:tc>
    </w:tr>
  </w:tbl>
  <w:p w14:paraId="00C0000A" w14:textId="77777777" w:rsidR="0012079A" w:rsidRPr="00B8518B" w:rsidRDefault="0012079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079A" w:rsidRPr="003462EB" w14:paraId="37ACA752" w14:textId="77777777" w:rsidTr="00D453DF">
      <w:tc>
        <w:tcPr>
          <w:tcW w:w="1021" w:type="dxa"/>
          <w:vAlign w:val="bottom"/>
        </w:tcPr>
        <w:p w14:paraId="6F996A91" w14:textId="3E074BC4" w:rsidR="0012079A" w:rsidRPr="00B8518B" w:rsidRDefault="0012079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2</w:t>
          </w:r>
          <w:r>
            <w:rPr>
              <w:rStyle w:val="slostrnky"/>
            </w:rPr>
            <w:fldChar w:fldCharType="end"/>
          </w:r>
        </w:p>
      </w:tc>
      <w:tc>
        <w:tcPr>
          <w:tcW w:w="0" w:type="auto"/>
          <w:vAlign w:val="bottom"/>
        </w:tcPr>
        <w:p w14:paraId="6B9A1F6E" w14:textId="77777777" w:rsidR="0012079A" w:rsidRPr="007E0D11" w:rsidRDefault="0012079A" w:rsidP="007E0D11">
          <w:pPr>
            <w:pStyle w:val="SoDZpatvlevo"/>
            <w:rPr>
              <w:b/>
            </w:rPr>
          </w:pPr>
          <w:r>
            <w:rPr>
              <w:b/>
            </w:rPr>
            <w:t>Příloha č. 5</w:t>
          </w:r>
        </w:p>
        <w:p w14:paraId="12B4A863" w14:textId="77777777" w:rsidR="0012079A" w:rsidRPr="003462EB" w:rsidRDefault="0012079A" w:rsidP="007E0D11">
          <w:pPr>
            <w:pStyle w:val="SoDZpatvlevo"/>
          </w:pPr>
          <w:r>
            <w:t>Smlouva o dílo na Z</w:t>
          </w:r>
          <w:r w:rsidRPr="003462EB">
            <w:t xml:space="preserve">hotovení stavby </w:t>
          </w:r>
        </w:p>
      </w:tc>
    </w:tr>
  </w:tbl>
  <w:p w14:paraId="759BC7F5" w14:textId="77777777" w:rsidR="0012079A" w:rsidRPr="00747C0A" w:rsidRDefault="0012079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079A" w:rsidRPr="009E09BE" w14:paraId="42CBF37A" w14:textId="77777777" w:rsidTr="00D453DF">
      <w:tc>
        <w:tcPr>
          <w:tcW w:w="0" w:type="auto"/>
          <w:tcMar>
            <w:left w:w="0" w:type="dxa"/>
            <w:right w:w="0" w:type="dxa"/>
          </w:tcMar>
          <w:vAlign w:val="bottom"/>
        </w:tcPr>
        <w:p w14:paraId="2D5AD617" w14:textId="77777777" w:rsidR="0012079A" w:rsidRPr="007E0D11" w:rsidRDefault="0012079A" w:rsidP="00D453DF">
          <w:pPr>
            <w:pStyle w:val="SoDZpatvpravo"/>
            <w:rPr>
              <w:b/>
            </w:rPr>
          </w:pPr>
          <w:r w:rsidRPr="007E0D11">
            <w:rPr>
              <w:b/>
            </w:rPr>
            <w:t xml:space="preserve">Příloha č. </w:t>
          </w:r>
          <w:r>
            <w:rPr>
              <w:b/>
            </w:rPr>
            <w:t>5</w:t>
          </w:r>
        </w:p>
        <w:p w14:paraId="10D40AA6" w14:textId="77777777" w:rsidR="0012079A" w:rsidRPr="003462EB" w:rsidRDefault="0012079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1A93110" w14:textId="7362F0E7" w:rsidR="0012079A" w:rsidRPr="009E09BE" w:rsidRDefault="0012079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2</w:t>
          </w:r>
          <w:r>
            <w:rPr>
              <w:rStyle w:val="slostrnky"/>
            </w:rPr>
            <w:fldChar w:fldCharType="end"/>
          </w:r>
        </w:p>
      </w:tc>
    </w:tr>
  </w:tbl>
  <w:p w14:paraId="25485FCC" w14:textId="77777777" w:rsidR="0012079A" w:rsidRPr="00B8518B" w:rsidRDefault="0012079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079A" w:rsidRPr="003462EB" w14:paraId="43795596" w14:textId="77777777" w:rsidTr="00D453DF">
      <w:tc>
        <w:tcPr>
          <w:tcW w:w="1021" w:type="dxa"/>
          <w:vAlign w:val="bottom"/>
        </w:tcPr>
        <w:p w14:paraId="07D87F20" w14:textId="77777777" w:rsidR="0012079A" w:rsidRPr="00B8518B" w:rsidRDefault="0012079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791A088" w14:textId="77777777" w:rsidR="0012079A" w:rsidRPr="007E0D11" w:rsidRDefault="0012079A" w:rsidP="007E0D11">
          <w:pPr>
            <w:pStyle w:val="SoDZpatvlevo"/>
            <w:rPr>
              <w:b/>
            </w:rPr>
          </w:pPr>
          <w:r>
            <w:rPr>
              <w:b/>
            </w:rPr>
            <w:t>Příloha č. 7</w:t>
          </w:r>
        </w:p>
        <w:p w14:paraId="48C833D5" w14:textId="77777777" w:rsidR="0012079A" w:rsidRPr="003462EB" w:rsidRDefault="0012079A" w:rsidP="007E0D11">
          <w:pPr>
            <w:pStyle w:val="SoDZpatvlevo"/>
          </w:pPr>
          <w:r>
            <w:t>Smlouva o dílo na Z</w:t>
          </w:r>
          <w:r w:rsidRPr="003462EB">
            <w:t xml:space="preserve">hotovení stavby </w:t>
          </w:r>
        </w:p>
      </w:tc>
    </w:tr>
  </w:tbl>
  <w:p w14:paraId="20D521DA" w14:textId="77777777" w:rsidR="0012079A" w:rsidRPr="00747C0A" w:rsidRDefault="0012079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079A" w:rsidRPr="009E09BE" w14:paraId="22D2CD06" w14:textId="77777777" w:rsidTr="00D453DF">
      <w:tc>
        <w:tcPr>
          <w:tcW w:w="0" w:type="auto"/>
          <w:tcMar>
            <w:left w:w="0" w:type="dxa"/>
            <w:right w:w="0" w:type="dxa"/>
          </w:tcMar>
          <w:vAlign w:val="bottom"/>
        </w:tcPr>
        <w:p w14:paraId="7982A209" w14:textId="77777777" w:rsidR="0012079A" w:rsidRPr="007E0D11" w:rsidRDefault="0012079A" w:rsidP="00D453DF">
          <w:pPr>
            <w:pStyle w:val="SoDZpatvpravo"/>
            <w:rPr>
              <w:b/>
            </w:rPr>
          </w:pPr>
          <w:r w:rsidRPr="007E0D11">
            <w:rPr>
              <w:b/>
            </w:rPr>
            <w:t xml:space="preserve">Příloha č. </w:t>
          </w:r>
          <w:r>
            <w:rPr>
              <w:b/>
            </w:rPr>
            <w:t>7</w:t>
          </w:r>
        </w:p>
        <w:p w14:paraId="238F398B" w14:textId="77777777" w:rsidR="0012079A" w:rsidRPr="003462EB" w:rsidRDefault="0012079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89F5027" w14:textId="14985855" w:rsidR="0012079A" w:rsidRPr="009E09BE" w:rsidRDefault="0012079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1</w:t>
          </w:r>
          <w:r>
            <w:rPr>
              <w:rStyle w:val="slostrnky"/>
            </w:rPr>
            <w:fldChar w:fldCharType="end"/>
          </w:r>
        </w:p>
      </w:tc>
    </w:tr>
  </w:tbl>
  <w:p w14:paraId="0C102564" w14:textId="77777777" w:rsidR="0012079A" w:rsidRPr="00B8518B" w:rsidRDefault="0012079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079A" w:rsidRPr="003462EB" w14:paraId="56526BF6" w14:textId="77777777" w:rsidTr="00D453DF">
      <w:tc>
        <w:tcPr>
          <w:tcW w:w="1021" w:type="dxa"/>
          <w:vAlign w:val="bottom"/>
        </w:tcPr>
        <w:p w14:paraId="5307741A" w14:textId="141D2552" w:rsidR="0012079A" w:rsidRPr="00B8518B" w:rsidRDefault="0012079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2</w:t>
          </w:r>
          <w:r>
            <w:rPr>
              <w:rStyle w:val="slostrnky"/>
            </w:rPr>
            <w:fldChar w:fldCharType="end"/>
          </w:r>
        </w:p>
      </w:tc>
      <w:tc>
        <w:tcPr>
          <w:tcW w:w="0" w:type="auto"/>
          <w:vAlign w:val="bottom"/>
        </w:tcPr>
        <w:p w14:paraId="5FFDF125" w14:textId="77777777" w:rsidR="0012079A" w:rsidRPr="007E0D11" w:rsidRDefault="0012079A" w:rsidP="007E0D11">
          <w:pPr>
            <w:pStyle w:val="SoDZpatvlevo"/>
            <w:rPr>
              <w:b/>
            </w:rPr>
          </w:pPr>
          <w:r>
            <w:rPr>
              <w:b/>
            </w:rPr>
            <w:t>Příloha č. 9</w:t>
          </w:r>
        </w:p>
        <w:p w14:paraId="2C190145" w14:textId="77777777" w:rsidR="0012079A" w:rsidRPr="003462EB" w:rsidRDefault="0012079A" w:rsidP="007E0D11">
          <w:pPr>
            <w:pStyle w:val="SoDZpatvlevo"/>
          </w:pPr>
          <w:r>
            <w:t>Smlouva o dílo na Z</w:t>
          </w:r>
          <w:r w:rsidRPr="003462EB">
            <w:t xml:space="preserve">hotovení stavby </w:t>
          </w:r>
        </w:p>
      </w:tc>
    </w:tr>
  </w:tbl>
  <w:p w14:paraId="3304A98A" w14:textId="77777777" w:rsidR="0012079A" w:rsidRPr="00747C0A" w:rsidRDefault="0012079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079A" w:rsidRPr="009E09BE" w14:paraId="7AFF5DEE" w14:textId="77777777" w:rsidTr="00D453DF">
      <w:tc>
        <w:tcPr>
          <w:tcW w:w="0" w:type="auto"/>
          <w:tcMar>
            <w:left w:w="0" w:type="dxa"/>
            <w:right w:w="0" w:type="dxa"/>
          </w:tcMar>
          <w:vAlign w:val="bottom"/>
        </w:tcPr>
        <w:p w14:paraId="04D55548" w14:textId="77777777" w:rsidR="0012079A" w:rsidRPr="007E0D11" w:rsidRDefault="0012079A" w:rsidP="00D453DF">
          <w:pPr>
            <w:pStyle w:val="SoDZpatvpravo"/>
            <w:rPr>
              <w:b/>
            </w:rPr>
          </w:pPr>
          <w:r w:rsidRPr="007E0D11">
            <w:rPr>
              <w:b/>
            </w:rPr>
            <w:t xml:space="preserve">Příloha č. </w:t>
          </w:r>
          <w:r>
            <w:rPr>
              <w:b/>
            </w:rPr>
            <w:t>9</w:t>
          </w:r>
        </w:p>
        <w:p w14:paraId="073566F4" w14:textId="77777777" w:rsidR="0012079A" w:rsidRPr="003462EB" w:rsidRDefault="0012079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6BB502C" w14:textId="0D469D19" w:rsidR="0012079A" w:rsidRPr="009E09BE" w:rsidRDefault="0012079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2</w:t>
          </w:r>
          <w:r>
            <w:rPr>
              <w:rStyle w:val="slostrnky"/>
            </w:rPr>
            <w:fldChar w:fldCharType="end"/>
          </w:r>
        </w:p>
      </w:tc>
    </w:tr>
  </w:tbl>
  <w:p w14:paraId="31C36B46" w14:textId="77777777" w:rsidR="0012079A" w:rsidRPr="00B8518B" w:rsidRDefault="0012079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079A" w:rsidRPr="003462EB" w14:paraId="013C2F3D" w14:textId="77777777" w:rsidTr="00D453DF">
      <w:tc>
        <w:tcPr>
          <w:tcW w:w="1021" w:type="dxa"/>
          <w:vAlign w:val="bottom"/>
        </w:tcPr>
        <w:p w14:paraId="5487A574" w14:textId="4FEE0E20" w:rsidR="0012079A" w:rsidRPr="00B8518B" w:rsidRDefault="0012079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2E3391E" w14:textId="77777777" w:rsidR="0012079A" w:rsidRPr="007E0D11" w:rsidRDefault="0012079A"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21315E8" w14:textId="77777777" w:rsidR="0012079A" w:rsidRPr="003462EB" w:rsidRDefault="0012079A" w:rsidP="007E0D11">
          <w:pPr>
            <w:pStyle w:val="SoDZpatvlevo"/>
          </w:pPr>
          <w:r>
            <w:t>Smlouva o dílo na Z</w:t>
          </w:r>
          <w:r w:rsidRPr="003462EB">
            <w:t xml:space="preserve">hotovení stavby </w:t>
          </w:r>
        </w:p>
      </w:tc>
    </w:tr>
  </w:tbl>
  <w:p w14:paraId="7CECF559" w14:textId="77777777" w:rsidR="0012079A" w:rsidRPr="00747C0A" w:rsidRDefault="0012079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079A" w:rsidRPr="009E09BE" w14:paraId="4F1ED0F5" w14:textId="77777777" w:rsidTr="00D453DF">
      <w:tc>
        <w:tcPr>
          <w:tcW w:w="0" w:type="auto"/>
          <w:tcMar>
            <w:left w:w="0" w:type="dxa"/>
            <w:right w:w="0" w:type="dxa"/>
          </w:tcMar>
          <w:vAlign w:val="bottom"/>
        </w:tcPr>
        <w:p w14:paraId="2D054FD6" w14:textId="77777777" w:rsidR="0012079A" w:rsidRPr="007E0D11" w:rsidRDefault="0012079A"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3FD481BC" w14:textId="77777777" w:rsidR="0012079A" w:rsidRPr="003462EB" w:rsidRDefault="0012079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681DD97" w14:textId="439694CF" w:rsidR="0012079A" w:rsidRPr="009E09BE" w:rsidRDefault="0012079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1</w:t>
          </w:r>
          <w:r>
            <w:rPr>
              <w:rStyle w:val="slostrnky"/>
            </w:rPr>
            <w:fldChar w:fldCharType="end"/>
          </w:r>
        </w:p>
      </w:tc>
    </w:tr>
  </w:tbl>
  <w:p w14:paraId="6C431E71" w14:textId="77777777" w:rsidR="0012079A" w:rsidRPr="00B8518B" w:rsidRDefault="001207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079A" w:rsidRPr="009E09BE" w14:paraId="01B662BF" w14:textId="77777777" w:rsidTr="00D453DF">
      <w:tc>
        <w:tcPr>
          <w:tcW w:w="0" w:type="auto"/>
          <w:tcMar>
            <w:left w:w="0" w:type="dxa"/>
            <w:right w:w="0" w:type="dxa"/>
          </w:tcMar>
          <w:vAlign w:val="bottom"/>
        </w:tcPr>
        <w:p w14:paraId="64D606F5" w14:textId="77777777" w:rsidR="0012079A" w:rsidRPr="003462EB" w:rsidRDefault="0012079A"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1D5CA16" w14:textId="5B19A6B5" w:rsidR="0012079A" w:rsidRPr="009E09BE" w:rsidRDefault="0012079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6039">
            <w:rPr>
              <w:rStyle w:val="slostrnky"/>
              <w:noProof/>
            </w:rPr>
            <w:t>25</w:t>
          </w:r>
          <w:r w:rsidRPr="00B8518B">
            <w:rPr>
              <w:rStyle w:val="slostrnky"/>
            </w:rPr>
            <w:fldChar w:fldCharType="end"/>
          </w:r>
        </w:p>
      </w:tc>
    </w:tr>
  </w:tbl>
  <w:p w14:paraId="4CF6E812" w14:textId="77777777" w:rsidR="0012079A" w:rsidRPr="00B8518B" w:rsidRDefault="0012079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A1695" w14:textId="77777777" w:rsidR="0012079A" w:rsidRDefault="0012079A">
    <w:pPr>
      <w:pStyle w:val="Zpat"/>
    </w:pPr>
    <w:r>
      <w:rPr>
        <w:noProof/>
        <w:lang w:eastAsia="cs-CZ"/>
      </w:rPr>
      <w:drawing>
        <wp:inline distT="0" distB="0" distL="0" distR="0" wp14:anchorId="08404060" wp14:editId="23F26723">
          <wp:extent cx="2404800" cy="5040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04800" cy="5040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079A" w:rsidRPr="003462EB" w14:paraId="38DD48AA" w14:textId="77777777" w:rsidTr="00D453DF">
      <w:tc>
        <w:tcPr>
          <w:tcW w:w="1021" w:type="dxa"/>
          <w:vAlign w:val="bottom"/>
        </w:tcPr>
        <w:p w14:paraId="78F4B440" w14:textId="77777777" w:rsidR="0012079A" w:rsidRPr="00B8518B" w:rsidRDefault="0012079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EB3E2CD" w14:textId="77777777" w:rsidR="0012079A" w:rsidRPr="007E0D11" w:rsidRDefault="0012079A" w:rsidP="007E0D11">
          <w:pPr>
            <w:pStyle w:val="SoDZpatvlevo"/>
            <w:rPr>
              <w:b/>
            </w:rPr>
          </w:pPr>
          <w:r w:rsidRPr="007E0D11">
            <w:rPr>
              <w:b/>
            </w:rPr>
            <w:t>Příloha č. 1</w:t>
          </w:r>
        </w:p>
        <w:p w14:paraId="3610AD83" w14:textId="77777777" w:rsidR="0012079A" w:rsidRPr="003462EB" w:rsidRDefault="0012079A" w:rsidP="007E0D11">
          <w:pPr>
            <w:pStyle w:val="SoDZpatvlevo"/>
          </w:pPr>
          <w:r>
            <w:t>Smlouva o dílo na Z</w:t>
          </w:r>
          <w:r w:rsidRPr="003462EB">
            <w:t xml:space="preserve">hotovení stavby </w:t>
          </w:r>
        </w:p>
      </w:tc>
    </w:tr>
  </w:tbl>
  <w:p w14:paraId="1C3985F0" w14:textId="77777777" w:rsidR="0012079A" w:rsidRPr="00747C0A" w:rsidRDefault="0012079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079A" w:rsidRPr="009E09BE" w14:paraId="1775CEBE" w14:textId="77777777" w:rsidTr="00D453DF">
      <w:tc>
        <w:tcPr>
          <w:tcW w:w="0" w:type="auto"/>
          <w:tcMar>
            <w:left w:w="0" w:type="dxa"/>
            <w:right w:w="0" w:type="dxa"/>
          </w:tcMar>
          <w:vAlign w:val="bottom"/>
        </w:tcPr>
        <w:p w14:paraId="1552A1EB" w14:textId="77777777" w:rsidR="0012079A" w:rsidRPr="007E0D11" w:rsidRDefault="0012079A" w:rsidP="00D453DF">
          <w:pPr>
            <w:pStyle w:val="SoDZpatvpravo"/>
            <w:rPr>
              <w:b/>
            </w:rPr>
          </w:pPr>
          <w:r w:rsidRPr="007E0D11">
            <w:rPr>
              <w:b/>
            </w:rPr>
            <w:t>Příloha č. 1</w:t>
          </w:r>
        </w:p>
        <w:p w14:paraId="1E1A6993" w14:textId="77777777" w:rsidR="0012079A" w:rsidRPr="003462EB" w:rsidRDefault="0012079A"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7650DE87" w14:textId="552E922F" w:rsidR="0012079A" w:rsidRPr="009E09BE" w:rsidRDefault="0012079A"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1</w:t>
          </w:r>
          <w:r>
            <w:rPr>
              <w:rStyle w:val="slostrnky"/>
            </w:rPr>
            <w:fldChar w:fldCharType="end"/>
          </w:r>
        </w:p>
      </w:tc>
    </w:tr>
  </w:tbl>
  <w:p w14:paraId="1D88FF81" w14:textId="77777777" w:rsidR="0012079A" w:rsidRPr="00B8518B" w:rsidRDefault="0012079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079A" w:rsidRPr="003462EB" w14:paraId="01C646E0" w14:textId="77777777" w:rsidTr="00D453DF">
      <w:tc>
        <w:tcPr>
          <w:tcW w:w="1021" w:type="dxa"/>
          <w:vAlign w:val="bottom"/>
        </w:tcPr>
        <w:p w14:paraId="640F3270" w14:textId="48AADC4D" w:rsidR="0012079A" w:rsidRPr="00B8518B" w:rsidRDefault="0012079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4</w:t>
          </w:r>
          <w:r>
            <w:rPr>
              <w:rStyle w:val="slostrnky"/>
            </w:rPr>
            <w:fldChar w:fldCharType="end"/>
          </w:r>
        </w:p>
      </w:tc>
      <w:tc>
        <w:tcPr>
          <w:tcW w:w="0" w:type="auto"/>
          <w:vAlign w:val="bottom"/>
        </w:tcPr>
        <w:p w14:paraId="360ED153" w14:textId="77777777" w:rsidR="0012079A" w:rsidRPr="007E0D11" w:rsidRDefault="0012079A" w:rsidP="007E0D11">
          <w:pPr>
            <w:pStyle w:val="SoDZpatvlevo"/>
            <w:rPr>
              <w:b/>
            </w:rPr>
          </w:pPr>
          <w:r>
            <w:rPr>
              <w:b/>
            </w:rPr>
            <w:t>Příloha č. 2</w:t>
          </w:r>
        </w:p>
        <w:p w14:paraId="7181206F" w14:textId="77777777" w:rsidR="0012079A" w:rsidRPr="003462EB" w:rsidRDefault="0012079A" w:rsidP="007E0D11">
          <w:pPr>
            <w:pStyle w:val="SoDZpatvlevo"/>
          </w:pPr>
          <w:r>
            <w:t>Smlouva o dílo na Z</w:t>
          </w:r>
          <w:r w:rsidRPr="003462EB">
            <w:t xml:space="preserve">hotovení stavby </w:t>
          </w:r>
        </w:p>
      </w:tc>
    </w:tr>
  </w:tbl>
  <w:p w14:paraId="2E99BF4A" w14:textId="77777777" w:rsidR="0012079A" w:rsidRPr="00747C0A" w:rsidRDefault="0012079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079A" w:rsidRPr="009E09BE" w14:paraId="31FE318B" w14:textId="77777777" w:rsidTr="00D453DF">
      <w:tc>
        <w:tcPr>
          <w:tcW w:w="0" w:type="auto"/>
          <w:tcMar>
            <w:left w:w="0" w:type="dxa"/>
            <w:right w:w="0" w:type="dxa"/>
          </w:tcMar>
          <w:vAlign w:val="bottom"/>
        </w:tcPr>
        <w:p w14:paraId="19DBACE5" w14:textId="77777777" w:rsidR="0012079A" w:rsidRPr="007E0D11" w:rsidRDefault="0012079A" w:rsidP="00D453DF">
          <w:pPr>
            <w:pStyle w:val="SoDZpatvpravo"/>
            <w:rPr>
              <w:b/>
            </w:rPr>
          </w:pPr>
          <w:r w:rsidRPr="007E0D11">
            <w:rPr>
              <w:b/>
            </w:rPr>
            <w:t xml:space="preserve">Příloha č. </w:t>
          </w:r>
          <w:r>
            <w:rPr>
              <w:b/>
            </w:rPr>
            <w:t>2</w:t>
          </w:r>
        </w:p>
        <w:p w14:paraId="1B8483D1" w14:textId="77777777" w:rsidR="0012079A" w:rsidRPr="003462EB" w:rsidRDefault="0012079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5C1AC5C" w14:textId="35DE18FB" w:rsidR="0012079A" w:rsidRPr="009E09BE" w:rsidRDefault="0012079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4</w:t>
          </w:r>
          <w:r>
            <w:rPr>
              <w:rStyle w:val="slostrnky"/>
            </w:rPr>
            <w:fldChar w:fldCharType="end"/>
          </w:r>
        </w:p>
      </w:tc>
    </w:tr>
  </w:tbl>
  <w:p w14:paraId="7FBF7F74" w14:textId="77777777" w:rsidR="0012079A" w:rsidRPr="00B8518B" w:rsidRDefault="0012079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2079A" w:rsidRPr="003462EB" w14:paraId="4C1CF660" w14:textId="77777777" w:rsidTr="00D453DF">
      <w:tc>
        <w:tcPr>
          <w:tcW w:w="1021" w:type="dxa"/>
          <w:vAlign w:val="bottom"/>
        </w:tcPr>
        <w:p w14:paraId="76DF28F6" w14:textId="77777777" w:rsidR="0012079A" w:rsidRPr="00B8518B" w:rsidRDefault="0012079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A336591" w14:textId="77777777" w:rsidR="0012079A" w:rsidRPr="007E0D11" w:rsidRDefault="0012079A" w:rsidP="007E0D11">
          <w:pPr>
            <w:pStyle w:val="SoDZpatvlevo"/>
            <w:rPr>
              <w:b/>
            </w:rPr>
          </w:pPr>
          <w:r>
            <w:rPr>
              <w:b/>
            </w:rPr>
            <w:t>Příloha č. 3</w:t>
          </w:r>
        </w:p>
        <w:p w14:paraId="50CC63C9" w14:textId="77777777" w:rsidR="0012079A" w:rsidRPr="003462EB" w:rsidRDefault="0012079A" w:rsidP="007E0D11">
          <w:pPr>
            <w:pStyle w:val="SoDZpatvlevo"/>
          </w:pPr>
          <w:r>
            <w:t>Smlouva o dílo na Z</w:t>
          </w:r>
          <w:r w:rsidRPr="003462EB">
            <w:t xml:space="preserve">hotovení stavby </w:t>
          </w:r>
        </w:p>
      </w:tc>
    </w:tr>
  </w:tbl>
  <w:p w14:paraId="0E24B159" w14:textId="77777777" w:rsidR="0012079A" w:rsidRPr="00747C0A" w:rsidRDefault="0012079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2079A" w:rsidRPr="009E09BE" w14:paraId="5EE2822B" w14:textId="77777777" w:rsidTr="00D453DF">
      <w:tc>
        <w:tcPr>
          <w:tcW w:w="0" w:type="auto"/>
          <w:tcMar>
            <w:left w:w="0" w:type="dxa"/>
            <w:right w:w="0" w:type="dxa"/>
          </w:tcMar>
          <w:vAlign w:val="bottom"/>
        </w:tcPr>
        <w:p w14:paraId="0F650C8A" w14:textId="77777777" w:rsidR="0012079A" w:rsidRPr="007E0D11" w:rsidRDefault="0012079A" w:rsidP="00D453DF">
          <w:pPr>
            <w:pStyle w:val="SoDZpatvpravo"/>
            <w:rPr>
              <w:b/>
            </w:rPr>
          </w:pPr>
          <w:r w:rsidRPr="007E0D11">
            <w:rPr>
              <w:b/>
            </w:rPr>
            <w:t xml:space="preserve">Příloha č. </w:t>
          </w:r>
          <w:r>
            <w:rPr>
              <w:b/>
            </w:rPr>
            <w:t>3</w:t>
          </w:r>
        </w:p>
        <w:p w14:paraId="329ED669" w14:textId="77777777" w:rsidR="0012079A" w:rsidRPr="003462EB" w:rsidRDefault="0012079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294508A" w14:textId="4582494B" w:rsidR="0012079A" w:rsidRPr="009E09BE" w:rsidRDefault="0012079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0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C6039">
            <w:rPr>
              <w:rStyle w:val="slostrnky"/>
              <w:noProof/>
            </w:rPr>
            <w:t>1</w:t>
          </w:r>
          <w:r>
            <w:rPr>
              <w:rStyle w:val="slostrnky"/>
            </w:rPr>
            <w:fldChar w:fldCharType="end"/>
          </w:r>
        </w:p>
      </w:tc>
    </w:tr>
  </w:tbl>
  <w:p w14:paraId="32A882C4" w14:textId="77777777" w:rsidR="0012079A" w:rsidRPr="00B8518B" w:rsidRDefault="0012079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73A23" w14:textId="77777777" w:rsidR="00571EC3" w:rsidRDefault="00571EC3" w:rsidP="00962258">
      <w:pPr>
        <w:spacing w:after="0" w:line="240" w:lineRule="auto"/>
      </w:pPr>
      <w:r>
        <w:separator/>
      </w:r>
    </w:p>
  </w:footnote>
  <w:footnote w:type="continuationSeparator" w:id="0">
    <w:p w14:paraId="7BCC7C69" w14:textId="77777777" w:rsidR="00571EC3" w:rsidRDefault="00571E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079A" w14:paraId="7F66B95F" w14:textId="77777777" w:rsidTr="00B22106">
      <w:trPr>
        <w:trHeight w:hRule="exact" w:val="936"/>
      </w:trPr>
      <w:tc>
        <w:tcPr>
          <w:tcW w:w="1361" w:type="dxa"/>
          <w:tcMar>
            <w:left w:w="0" w:type="dxa"/>
            <w:right w:w="0" w:type="dxa"/>
          </w:tcMar>
        </w:tcPr>
        <w:p w14:paraId="0C4E80AF" w14:textId="77777777" w:rsidR="0012079A" w:rsidRPr="00B8518B" w:rsidRDefault="0012079A" w:rsidP="00FC6389">
          <w:pPr>
            <w:pStyle w:val="Zpat"/>
            <w:rPr>
              <w:rStyle w:val="slostrnky"/>
            </w:rPr>
          </w:pPr>
        </w:p>
      </w:tc>
      <w:tc>
        <w:tcPr>
          <w:tcW w:w="3458" w:type="dxa"/>
          <w:shd w:val="clear" w:color="auto" w:fill="auto"/>
          <w:tcMar>
            <w:left w:w="0" w:type="dxa"/>
            <w:right w:w="0" w:type="dxa"/>
          </w:tcMar>
        </w:tcPr>
        <w:p w14:paraId="3AAB82C8" w14:textId="77777777" w:rsidR="0012079A" w:rsidRDefault="0012079A" w:rsidP="00FC6389">
          <w:pPr>
            <w:pStyle w:val="Zpat"/>
          </w:pPr>
          <w:r>
            <w:rPr>
              <w:noProof/>
              <w:lang w:eastAsia="cs-CZ"/>
            </w:rPr>
            <w:drawing>
              <wp:anchor distT="0" distB="0" distL="114300" distR="114300" simplePos="0" relativeHeight="251672576" behindDoc="0" locked="1" layoutInCell="1" allowOverlap="1" wp14:anchorId="2DA95913" wp14:editId="54CAEF0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0C4F7E3" w14:textId="77777777" w:rsidR="0012079A" w:rsidRPr="00D6163D" w:rsidRDefault="0012079A" w:rsidP="00FC6389">
          <w:pPr>
            <w:pStyle w:val="Druhdokumentu"/>
          </w:pPr>
        </w:p>
      </w:tc>
    </w:tr>
    <w:tr w:rsidR="0012079A" w14:paraId="7CFABF16" w14:textId="77777777" w:rsidTr="00B22106">
      <w:trPr>
        <w:trHeight w:hRule="exact" w:val="936"/>
      </w:trPr>
      <w:tc>
        <w:tcPr>
          <w:tcW w:w="1361" w:type="dxa"/>
          <w:tcMar>
            <w:left w:w="0" w:type="dxa"/>
            <w:right w:w="0" w:type="dxa"/>
          </w:tcMar>
        </w:tcPr>
        <w:p w14:paraId="22E25FA9" w14:textId="77777777" w:rsidR="0012079A" w:rsidRPr="00B8518B" w:rsidRDefault="0012079A" w:rsidP="00FC6389">
          <w:pPr>
            <w:pStyle w:val="Zpat"/>
            <w:rPr>
              <w:rStyle w:val="slostrnky"/>
            </w:rPr>
          </w:pPr>
        </w:p>
      </w:tc>
      <w:tc>
        <w:tcPr>
          <w:tcW w:w="3458" w:type="dxa"/>
          <w:shd w:val="clear" w:color="auto" w:fill="auto"/>
          <w:tcMar>
            <w:left w:w="0" w:type="dxa"/>
            <w:right w:w="0" w:type="dxa"/>
          </w:tcMar>
        </w:tcPr>
        <w:p w14:paraId="617C8A78" w14:textId="77777777" w:rsidR="0012079A" w:rsidRDefault="0012079A" w:rsidP="00FC6389">
          <w:pPr>
            <w:pStyle w:val="Zpat"/>
          </w:pPr>
        </w:p>
      </w:tc>
      <w:tc>
        <w:tcPr>
          <w:tcW w:w="5756" w:type="dxa"/>
          <w:shd w:val="clear" w:color="auto" w:fill="auto"/>
          <w:tcMar>
            <w:left w:w="0" w:type="dxa"/>
            <w:right w:w="0" w:type="dxa"/>
          </w:tcMar>
        </w:tcPr>
        <w:p w14:paraId="01D900A7" w14:textId="77777777" w:rsidR="0012079A" w:rsidRPr="00D6163D" w:rsidRDefault="0012079A" w:rsidP="00FC6389">
          <w:pPr>
            <w:pStyle w:val="Druhdokumentu"/>
          </w:pPr>
        </w:p>
      </w:tc>
    </w:tr>
  </w:tbl>
  <w:p w14:paraId="3A81A695" w14:textId="77777777" w:rsidR="0012079A" w:rsidRPr="00D6163D" w:rsidRDefault="0012079A" w:rsidP="00FC6389">
    <w:pPr>
      <w:pStyle w:val="Zhlav"/>
      <w:rPr>
        <w:sz w:val="8"/>
        <w:szCs w:val="8"/>
      </w:rPr>
    </w:pPr>
  </w:p>
  <w:p w14:paraId="1AE068CA" w14:textId="77777777" w:rsidR="0012079A" w:rsidRPr="00460660" w:rsidRDefault="0012079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D395D" w14:textId="77777777" w:rsidR="0012079A" w:rsidRPr="00D6163D" w:rsidRDefault="001207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5F18C" w14:textId="77777777" w:rsidR="0012079A" w:rsidRPr="00D6163D" w:rsidRDefault="0012079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F77BF" w14:textId="77777777" w:rsidR="0012079A" w:rsidRPr="00D6163D" w:rsidRDefault="0012079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5A175" w14:textId="77777777" w:rsidR="0012079A" w:rsidRPr="00D6163D" w:rsidRDefault="0012079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09075" w14:textId="77777777" w:rsidR="0012079A" w:rsidRPr="00D6163D" w:rsidRDefault="0012079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5D35" w14:textId="77777777" w:rsidR="0012079A" w:rsidRPr="00D6163D" w:rsidRDefault="0012079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7AEBB" w14:textId="77777777" w:rsidR="0012079A" w:rsidRPr="00D6163D" w:rsidRDefault="0012079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4A373" w14:textId="77777777" w:rsidR="0012079A" w:rsidRPr="00D6163D" w:rsidRDefault="0012079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96B78" w14:textId="77777777" w:rsidR="0012079A" w:rsidRDefault="001207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2AB5EF1"/>
    <w:multiLevelType w:val="hybridMultilevel"/>
    <w:tmpl w:val="3278AADC"/>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5"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8"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20"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1"/>
  </w:num>
  <w:num w:numId="4">
    <w:abstractNumId w:val="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6"/>
  </w:num>
  <w:num w:numId="8">
    <w:abstractNumId w:val="20"/>
  </w:num>
  <w:num w:numId="9">
    <w:abstractNumId w:val="1"/>
  </w:num>
  <w:num w:numId="10">
    <w:abstractNumId w:val="4"/>
  </w:num>
  <w:num w:numId="11">
    <w:abstractNumId w:val="23"/>
  </w:num>
  <w:num w:numId="12">
    <w:abstractNumId w:val="8"/>
  </w:num>
  <w:num w:numId="13">
    <w:abstractNumId w:val="22"/>
  </w:num>
  <w:num w:numId="14">
    <w:abstractNumId w:val="3"/>
  </w:num>
  <w:num w:numId="15">
    <w:abstractNumId w:val="21"/>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7"/>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1"/>
  </w:num>
  <w:num w:numId="35">
    <w:abstractNumId w:val="1"/>
  </w:num>
  <w:num w:numId="36">
    <w:abstractNumId w:val="4"/>
  </w:num>
  <w:num w:numId="37">
    <w:abstractNumId w:val="4"/>
  </w:num>
  <w:num w:numId="38">
    <w:abstractNumId w:val="23"/>
  </w:num>
  <w:num w:numId="39">
    <w:abstractNumId w:val="23"/>
  </w:num>
  <w:num w:numId="40">
    <w:abstractNumId w:val="21"/>
  </w:num>
  <w:num w:numId="41">
    <w:abstractNumId w:val="21"/>
  </w:num>
  <w:num w:numId="42">
    <w:abstractNumId w:val="11"/>
  </w:num>
  <w:num w:numId="43">
    <w:abstractNumId w:val="18"/>
  </w:num>
  <w:num w:numId="44">
    <w:abstractNumId w:val="6"/>
  </w:num>
  <w:num w:numId="45">
    <w:abstractNumId w:val="14"/>
  </w:num>
  <w:num w:numId="46">
    <w:abstractNumId w:val="15"/>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245"/>
    <w:rsid w:val="0000293F"/>
    <w:rsid w:val="00003F09"/>
    <w:rsid w:val="00017F3C"/>
    <w:rsid w:val="00026C50"/>
    <w:rsid w:val="00027966"/>
    <w:rsid w:val="00041EC8"/>
    <w:rsid w:val="000424C4"/>
    <w:rsid w:val="00047AA6"/>
    <w:rsid w:val="0006588D"/>
    <w:rsid w:val="00067A5E"/>
    <w:rsid w:val="00070482"/>
    <w:rsid w:val="000706BA"/>
    <w:rsid w:val="00070C69"/>
    <w:rsid w:val="000719BB"/>
    <w:rsid w:val="00072A65"/>
    <w:rsid w:val="00072C1E"/>
    <w:rsid w:val="00076695"/>
    <w:rsid w:val="00077CE2"/>
    <w:rsid w:val="0009746C"/>
    <w:rsid w:val="000977AF"/>
    <w:rsid w:val="000A2358"/>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079A"/>
    <w:rsid w:val="00122BF9"/>
    <w:rsid w:val="001231F7"/>
    <w:rsid w:val="00124654"/>
    <w:rsid w:val="00140E94"/>
    <w:rsid w:val="00143682"/>
    <w:rsid w:val="00143EC0"/>
    <w:rsid w:val="0014540A"/>
    <w:rsid w:val="00145B09"/>
    <w:rsid w:val="00146B8C"/>
    <w:rsid w:val="00161654"/>
    <w:rsid w:val="00161FAA"/>
    <w:rsid w:val="001621ED"/>
    <w:rsid w:val="001656A2"/>
    <w:rsid w:val="00165977"/>
    <w:rsid w:val="0017090D"/>
    <w:rsid w:val="00170EC5"/>
    <w:rsid w:val="0017293D"/>
    <w:rsid w:val="001747C1"/>
    <w:rsid w:val="00175C0A"/>
    <w:rsid w:val="00177D6B"/>
    <w:rsid w:val="001874F3"/>
    <w:rsid w:val="001906C2"/>
    <w:rsid w:val="00191F90"/>
    <w:rsid w:val="001A0EA7"/>
    <w:rsid w:val="001B325A"/>
    <w:rsid w:val="001B41B3"/>
    <w:rsid w:val="001B4E74"/>
    <w:rsid w:val="001B625A"/>
    <w:rsid w:val="001C30FB"/>
    <w:rsid w:val="001C5817"/>
    <w:rsid w:val="001C645F"/>
    <w:rsid w:val="001C65FE"/>
    <w:rsid w:val="001E63D3"/>
    <w:rsid w:val="001E670D"/>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1B6E"/>
    <w:rsid w:val="00262E5B"/>
    <w:rsid w:val="00274E67"/>
    <w:rsid w:val="00276AFE"/>
    <w:rsid w:val="002816BA"/>
    <w:rsid w:val="00285D40"/>
    <w:rsid w:val="00295247"/>
    <w:rsid w:val="002A3B57"/>
    <w:rsid w:val="002A5A7A"/>
    <w:rsid w:val="002A5EA8"/>
    <w:rsid w:val="002B5F7D"/>
    <w:rsid w:val="002B7AC7"/>
    <w:rsid w:val="002C03C9"/>
    <w:rsid w:val="002C31BF"/>
    <w:rsid w:val="002C6039"/>
    <w:rsid w:val="002C6663"/>
    <w:rsid w:val="002D4801"/>
    <w:rsid w:val="002D7BAE"/>
    <w:rsid w:val="002D7FD6"/>
    <w:rsid w:val="002E0CD7"/>
    <w:rsid w:val="002E0CFB"/>
    <w:rsid w:val="002E2175"/>
    <w:rsid w:val="002E4514"/>
    <w:rsid w:val="002E5C7B"/>
    <w:rsid w:val="002F0F55"/>
    <w:rsid w:val="002F4333"/>
    <w:rsid w:val="00300636"/>
    <w:rsid w:val="00307A97"/>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C63DE"/>
    <w:rsid w:val="003D0437"/>
    <w:rsid w:val="003D4A94"/>
    <w:rsid w:val="003D756E"/>
    <w:rsid w:val="003E0248"/>
    <w:rsid w:val="003E3720"/>
    <w:rsid w:val="003E420D"/>
    <w:rsid w:val="003E4C13"/>
    <w:rsid w:val="004078F3"/>
    <w:rsid w:val="00422E5B"/>
    <w:rsid w:val="00427794"/>
    <w:rsid w:val="004328E4"/>
    <w:rsid w:val="00442C8C"/>
    <w:rsid w:val="00450F07"/>
    <w:rsid w:val="0045180B"/>
    <w:rsid w:val="00452F4B"/>
    <w:rsid w:val="00453CD3"/>
    <w:rsid w:val="00460660"/>
    <w:rsid w:val="00464BA9"/>
    <w:rsid w:val="00470D99"/>
    <w:rsid w:val="00474F9B"/>
    <w:rsid w:val="004765CB"/>
    <w:rsid w:val="00483969"/>
    <w:rsid w:val="00486107"/>
    <w:rsid w:val="00486B6E"/>
    <w:rsid w:val="0049117E"/>
    <w:rsid w:val="00491827"/>
    <w:rsid w:val="004950A5"/>
    <w:rsid w:val="004A3456"/>
    <w:rsid w:val="004B386F"/>
    <w:rsid w:val="004B419B"/>
    <w:rsid w:val="004B6353"/>
    <w:rsid w:val="004C0F01"/>
    <w:rsid w:val="004C4399"/>
    <w:rsid w:val="004C4BF4"/>
    <w:rsid w:val="004C5678"/>
    <w:rsid w:val="004C787C"/>
    <w:rsid w:val="004D09FB"/>
    <w:rsid w:val="004D6F76"/>
    <w:rsid w:val="004E3170"/>
    <w:rsid w:val="004E5C0E"/>
    <w:rsid w:val="004E6233"/>
    <w:rsid w:val="004E7A1F"/>
    <w:rsid w:val="004F132D"/>
    <w:rsid w:val="004F4B9B"/>
    <w:rsid w:val="004F6BB8"/>
    <w:rsid w:val="00501516"/>
    <w:rsid w:val="00502690"/>
    <w:rsid w:val="0050666E"/>
    <w:rsid w:val="00511AB9"/>
    <w:rsid w:val="00512C9D"/>
    <w:rsid w:val="005163CE"/>
    <w:rsid w:val="00517BED"/>
    <w:rsid w:val="00523BB5"/>
    <w:rsid w:val="00523EA7"/>
    <w:rsid w:val="005406EB"/>
    <w:rsid w:val="00544816"/>
    <w:rsid w:val="00551AC3"/>
    <w:rsid w:val="005522DD"/>
    <w:rsid w:val="00553375"/>
    <w:rsid w:val="00555884"/>
    <w:rsid w:val="0056170F"/>
    <w:rsid w:val="0056272C"/>
    <w:rsid w:val="00571EC3"/>
    <w:rsid w:val="005731AC"/>
    <w:rsid w:val="005736B7"/>
    <w:rsid w:val="00575E5A"/>
    <w:rsid w:val="00580245"/>
    <w:rsid w:val="005815C3"/>
    <w:rsid w:val="00582A82"/>
    <w:rsid w:val="0058370E"/>
    <w:rsid w:val="005925DB"/>
    <w:rsid w:val="00593A7A"/>
    <w:rsid w:val="0059458D"/>
    <w:rsid w:val="005963E6"/>
    <w:rsid w:val="005A1F44"/>
    <w:rsid w:val="005C06CE"/>
    <w:rsid w:val="005D198C"/>
    <w:rsid w:val="005D3C39"/>
    <w:rsid w:val="005D6556"/>
    <w:rsid w:val="005D6794"/>
    <w:rsid w:val="005E280C"/>
    <w:rsid w:val="005E7125"/>
    <w:rsid w:val="005E7F36"/>
    <w:rsid w:val="005F431F"/>
    <w:rsid w:val="005F679F"/>
    <w:rsid w:val="00600ECE"/>
    <w:rsid w:val="00601A8C"/>
    <w:rsid w:val="0061068E"/>
    <w:rsid w:val="006115D3"/>
    <w:rsid w:val="006346F9"/>
    <w:rsid w:val="00636AAD"/>
    <w:rsid w:val="00641CF5"/>
    <w:rsid w:val="006420D8"/>
    <w:rsid w:val="006467C2"/>
    <w:rsid w:val="0065610E"/>
    <w:rsid w:val="00660AD3"/>
    <w:rsid w:val="006610C6"/>
    <w:rsid w:val="0066414D"/>
    <w:rsid w:val="006671C7"/>
    <w:rsid w:val="006705AA"/>
    <w:rsid w:val="00676F5B"/>
    <w:rsid w:val="006776B6"/>
    <w:rsid w:val="006826EC"/>
    <w:rsid w:val="00683533"/>
    <w:rsid w:val="00687BB1"/>
    <w:rsid w:val="00693150"/>
    <w:rsid w:val="006A5570"/>
    <w:rsid w:val="006A689C"/>
    <w:rsid w:val="006B0FFD"/>
    <w:rsid w:val="006B1E10"/>
    <w:rsid w:val="006B3B75"/>
    <w:rsid w:val="006B3C38"/>
    <w:rsid w:val="006B3D79"/>
    <w:rsid w:val="006B5870"/>
    <w:rsid w:val="006B6FE4"/>
    <w:rsid w:val="006C126D"/>
    <w:rsid w:val="006C2343"/>
    <w:rsid w:val="006C304E"/>
    <w:rsid w:val="006C442A"/>
    <w:rsid w:val="006D17CF"/>
    <w:rsid w:val="006E0578"/>
    <w:rsid w:val="006E09E9"/>
    <w:rsid w:val="006E158D"/>
    <w:rsid w:val="006E314D"/>
    <w:rsid w:val="006F5E06"/>
    <w:rsid w:val="007044BE"/>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86252"/>
    <w:rsid w:val="00790E8D"/>
    <w:rsid w:val="0079665E"/>
    <w:rsid w:val="007A08B0"/>
    <w:rsid w:val="007A0C9A"/>
    <w:rsid w:val="007A0E0E"/>
    <w:rsid w:val="007A2245"/>
    <w:rsid w:val="007A5172"/>
    <w:rsid w:val="007A67A0"/>
    <w:rsid w:val="007A69B3"/>
    <w:rsid w:val="007B26A1"/>
    <w:rsid w:val="007B570C"/>
    <w:rsid w:val="007C0CFA"/>
    <w:rsid w:val="007C25A5"/>
    <w:rsid w:val="007C2EE6"/>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411A"/>
    <w:rsid w:val="00826B7B"/>
    <w:rsid w:val="0083320B"/>
    <w:rsid w:val="008377FF"/>
    <w:rsid w:val="00845655"/>
    <w:rsid w:val="0084659A"/>
    <w:rsid w:val="00846789"/>
    <w:rsid w:val="0085440E"/>
    <w:rsid w:val="008602A6"/>
    <w:rsid w:val="00866994"/>
    <w:rsid w:val="00891C7D"/>
    <w:rsid w:val="008946E4"/>
    <w:rsid w:val="00895BC5"/>
    <w:rsid w:val="008A3568"/>
    <w:rsid w:val="008A63EC"/>
    <w:rsid w:val="008B2D4D"/>
    <w:rsid w:val="008B498E"/>
    <w:rsid w:val="008B5A3D"/>
    <w:rsid w:val="008B5C1C"/>
    <w:rsid w:val="008B77B6"/>
    <w:rsid w:val="008B7C0D"/>
    <w:rsid w:val="008C0E1A"/>
    <w:rsid w:val="008C50F3"/>
    <w:rsid w:val="008C7EFE"/>
    <w:rsid w:val="008D03B9"/>
    <w:rsid w:val="008D30C7"/>
    <w:rsid w:val="008E40F0"/>
    <w:rsid w:val="008F18D6"/>
    <w:rsid w:val="008F2C9B"/>
    <w:rsid w:val="008F4006"/>
    <w:rsid w:val="008F6118"/>
    <w:rsid w:val="008F797B"/>
    <w:rsid w:val="00900D26"/>
    <w:rsid w:val="00900E8B"/>
    <w:rsid w:val="00901D57"/>
    <w:rsid w:val="00904780"/>
    <w:rsid w:val="0090635B"/>
    <w:rsid w:val="00912C9E"/>
    <w:rsid w:val="0091766D"/>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C730B"/>
    <w:rsid w:val="009D06B2"/>
    <w:rsid w:val="009D1CD2"/>
    <w:rsid w:val="009E07F4"/>
    <w:rsid w:val="009E20FE"/>
    <w:rsid w:val="009E3A7C"/>
    <w:rsid w:val="009E5D23"/>
    <w:rsid w:val="009F0867"/>
    <w:rsid w:val="009F28B2"/>
    <w:rsid w:val="009F309B"/>
    <w:rsid w:val="009F392E"/>
    <w:rsid w:val="009F53C5"/>
    <w:rsid w:val="009F638B"/>
    <w:rsid w:val="00A00462"/>
    <w:rsid w:val="00A05614"/>
    <w:rsid w:val="00A0740E"/>
    <w:rsid w:val="00A07BA3"/>
    <w:rsid w:val="00A217A8"/>
    <w:rsid w:val="00A21A01"/>
    <w:rsid w:val="00A23BFE"/>
    <w:rsid w:val="00A246E5"/>
    <w:rsid w:val="00A24BC8"/>
    <w:rsid w:val="00A24D18"/>
    <w:rsid w:val="00A25CD0"/>
    <w:rsid w:val="00A44409"/>
    <w:rsid w:val="00A4555D"/>
    <w:rsid w:val="00A466EC"/>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B744A"/>
    <w:rsid w:val="00AC0AF1"/>
    <w:rsid w:val="00AC2EDB"/>
    <w:rsid w:val="00AC383E"/>
    <w:rsid w:val="00AC41C6"/>
    <w:rsid w:val="00AC7B9E"/>
    <w:rsid w:val="00AD056F"/>
    <w:rsid w:val="00AD0C7B"/>
    <w:rsid w:val="00AD1E62"/>
    <w:rsid w:val="00AD57AF"/>
    <w:rsid w:val="00AD5F1A"/>
    <w:rsid w:val="00AD6731"/>
    <w:rsid w:val="00AF7745"/>
    <w:rsid w:val="00B008D5"/>
    <w:rsid w:val="00B01D65"/>
    <w:rsid w:val="00B02F73"/>
    <w:rsid w:val="00B05B31"/>
    <w:rsid w:val="00B0619F"/>
    <w:rsid w:val="00B13A26"/>
    <w:rsid w:val="00B15D0D"/>
    <w:rsid w:val="00B16FC9"/>
    <w:rsid w:val="00B21424"/>
    <w:rsid w:val="00B22106"/>
    <w:rsid w:val="00B230A8"/>
    <w:rsid w:val="00B230D0"/>
    <w:rsid w:val="00B27188"/>
    <w:rsid w:val="00B31847"/>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4303"/>
    <w:rsid w:val="00B9726B"/>
    <w:rsid w:val="00B97CC3"/>
    <w:rsid w:val="00BA1285"/>
    <w:rsid w:val="00BA22AA"/>
    <w:rsid w:val="00BB31F2"/>
    <w:rsid w:val="00BB418D"/>
    <w:rsid w:val="00BC06C4"/>
    <w:rsid w:val="00BC098E"/>
    <w:rsid w:val="00BD5DE9"/>
    <w:rsid w:val="00BD7E32"/>
    <w:rsid w:val="00BD7E91"/>
    <w:rsid w:val="00BD7F0D"/>
    <w:rsid w:val="00BE30A3"/>
    <w:rsid w:val="00BF0201"/>
    <w:rsid w:val="00BF204D"/>
    <w:rsid w:val="00C02D0A"/>
    <w:rsid w:val="00C03A6E"/>
    <w:rsid w:val="00C129C7"/>
    <w:rsid w:val="00C226C0"/>
    <w:rsid w:val="00C41F7A"/>
    <w:rsid w:val="00C42FE6"/>
    <w:rsid w:val="00C44F6A"/>
    <w:rsid w:val="00C4647F"/>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63A0"/>
    <w:rsid w:val="00CA73D8"/>
    <w:rsid w:val="00CB13AA"/>
    <w:rsid w:val="00CB337C"/>
    <w:rsid w:val="00CB4F6D"/>
    <w:rsid w:val="00CB6A37"/>
    <w:rsid w:val="00CB7684"/>
    <w:rsid w:val="00CC11CD"/>
    <w:rsid w:val="00CC16FE"/>
    <w:rsid w:val="00CC4EA8"/>
    <w:rsid w:val="00CC5BEB"/>
    <w:rsid w:val="00CC6517"/>
    <w:rsid w:val="00CC71A0"/>
    <w:rsid w:val="00CC7C8F"/>
    <w:rsid w:val="00CD1FC4"/>
    <w:rsid w:val="00CD2B1F"/>
    <w:rsid w:val="00CD6B8F"/>
    <w:rsid w:val="00CE2B2B"/>
    <w:rsid w:val="00CE31C4"/>
    <w:rsid w:val="00CE7AA0"/>
    <w:rsid w:val="00CF04C0"/>
    <w:rsid w:val="00D034A0"/>
    <w:rsid w:val="00D076FA"/>
    <w:rsid w:val="00D12620"/>
    <w:rsid w:val="00D20BF2"/>
    <w:rsid w:val="00D21061"/>
    <w:rsid w:val="00D24D74"/>
    <w:rsid w:val="00D351B2"/>
    <w:rsid w:val="00D40E88"/>
    <w:rsid w:val="00D4108E"/>
    <w:rsid w:val="00D4328E"/>
    <w:rsid w:val="00D43863"/>
    <w:rsid w:val="00D453DF"/>
    <w:rsid w:val="00D463C3"/>
    <w:rsid w:val="00D519A6"/>
    <w:rsid w:val="00D5439C"/>
    <w:rsid w:val="00D6163D"/>
    <w:rsid w:val="00D64213"/>
    <w:rsid w:val="00D65A55"/>
    <w:rsid w:val="00D831A3"/>
    <w:rsid w:val="00D843CA"/>
    <w:rsid w:val="00D97BE3"/>
    <w:rsid w:val="00DA3711"/>
    <w:rsid w:val="00DA5988"/>
    <w:rsid w:val="00DA6FFE"/>
    <w:rsid w:val="00DA734B"/>
    <w:rsid w:val="00DB530D"/>
    <w:rsid w:val="00DC6C42"/>
    <w:rsid w:val="00DD155E"/>
    <w:rsid w:val="00DD46F3"/>
    <w:rsid w:val="00DE17BB"/>
    <w:rsid w:val="00DE1AA1"/>
    <w:rsid w:val="00DE4D36"/>
    <w:rsid w:val="00DE56F2"/>
    <w:rsid w:val="00DF116D"/>
    <w:rsid w:val="00DF4286"/>
    <w:rsid w:val="00DF7C76"/>
    <w:rsid w:val="00DF7FE0"/>
    <w:rsid w:val="00E01B8F"/>
    <w:rsid w:val="00E10A24"/>
    <w:rsid w:val="00E16FF7"/>
    <w:rsid w:val="00E2682B"/>
    <w:rsid w:val="00E26D68"/>
    <w:rsid w:val="00E32F07"/>
    <w:rsid w:val="00E4111D"/>
    <w:rsid w:val="00E44045"/>
    <w:rsid w:val="00E46737"/>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A7D79"/>
    <w:rsid w:val="00EA7F41"/>
    <w:rsid w:val="00EB104F"/>
    <w:rsid w:val="00EB1B21"/>
    <w:rsid w:val="00EB46E5"/>
    <w:rsid w:val="00EB6D9C"/>
    <w:rsid w:val="00EC688F"/>
    <w:rsid w:val="00ED14BD"/>
    <w:rsid w:val="00EE3D66"/>
    <w:rsid w:val="00EE65E1"/>
    <w:rsid w:val="00EF7106"/>
    <w:rsid w:val="00F0114B"/>
    <w:rsid w:val="00F016C7"/>
    <w:rsid w:val="00F03D39"/>
    <w:rsid w:val="00F07B17"/>
    <w:rsid w:val="00F12DEC"/>
    <w:rsid w:val="00F1715C"/>
    <w:rsid w:val="00F22B17"/>
    <w:rsid w:val="00F310F8"/>
    <w:rsid w:val="00F35939"/>
    <w:rsid w:val="00F40F41"/>
    <w:rsid w:val="00F4131C"/>
    <w:rsid w:val="00F41F0B"/>
    <w:rsid w:val="00F422D3"/>
    <w:rsid w:val="00F4391C"/>
    <w:rsid w:val="00F44339"/>
    <w:rsid w:val="00F453E9"/>
    <w:rsid w:val="00F45607"/>
    <w:rsid w:val="00F465D8"/>
    <w:rsid w:val="00F46939"/>
    <w:rsid w:val="00F46B34"/>
    <w:rsid w:val="00F4722B"/>
    <w:rsid w:val="00F51B84"/>
    <w:rsid w:val="00F53A6F"/>
    <w:rsid w:val="00F54432"/>
    <w:rsid w:val="00F54A53"/>
    <w:rsid w:val="00F54F3E"/>
    <w:rsid w:val="00F659EB"/>
    <w:rsid w:val="00F73B01"/>
    <w:rsid w:val="00F762A8"/>
    <w:rsid w:val="00F86BA6"/>
    <w:rsid w:val="00F86F38"/>
    <w:rsid w:val="00F95FBD"/>
    <w:rsid w:val="00FA237E"/>
    <w:rsid w:val="00FA718C"/>
    <w:rsid w:val="00FB6342"/>
    <w:rsid w:val="00FC27A9"/>
    <w:rsid w:val="00FC39A0"/>
    <w:rsid w:val="00FC6389"/>
    <w:rsid w:val="00FD1D6C"/>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D730C"/>
  <w14:defaultImageDpi w14:val="32767"/>
  <w15:docId w15:val="{E48AE3A8-5E69-4352-BD29-61A5D85A6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Textbezslovn">
    <w:name w:val="_Text_bez_číslování"/>
    <w:basedOn w:val="Normln"/>
    <w:link w:val="TextbezslovnChar"/>
    <w:qFormat/>
    <w:rsid w:val="00CC71A0"/>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CC7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lic\Desktop\SOD_R-F-21-22_CEF%20(002).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82C338C-E079-4EB9-A1E5-C90B4354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SOD_R-F-21-22_CEF (002)</Template>
  <TotalTime>0</TotalTime>
  <Pages>25</Pages>
  <Words>4931</Words>
  <Characters>29094</Characters>
  <Application>Microsoft Office Word</Application>
  <DocSecurity>0</DocSecurity>
  <Lines>242</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Havel &amp; Partners</dc:creator>
  <cp:lastModifiedBy>Baštářová Helena</cp:lastModifiedBy>
  <cp:revision>2</cp:revision>
  <cp:lastPrinted>2022-12-05T09:49:00Z</cp:lastPrinted>
  <dcterms:created xsi:type="dcterms:W3CDTF">2023-01-17T12:51:00Z</dcterms:created>
  <dcterms:modified xsi:type="dcterms:W3CDTF">2023-01-17T12:51:00Z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