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sz w:val="32"/>
        </w:rPr>
        <w:alias w:val="Název akce - propíše se do zápatí"/>
        <w:tag w:val="Název akce"/>
        <w:id w:val="1889687308"/>
        <w:placeholder>
          <w:docPart w:val="E165B60EC70F4AEFA7A33986211961A5"/>
        </w:placeholder>
        <w:text w:multiLine="1"/>
      </w:sdtPr>
      <w:sdtEndPr/>
      <w:sdtContent>
        <w:p w14:paraId="6369C310" w14:textId="547BD374" w:rsidR="00B172EC" w:rsidRPr="00034F48" w:rsidRDefault="00A966EA" w:rsidP="00352421">
          <w:pPr>
            <w:pStyle w:val="Titul2"/>
          </w:pPr>
          <w:r w:rsidRPr="00034F48">
            <w:rPr>
              <w:sz w:val="32"/>
            </w:rPr>
            <w:t>„ETCS Pardubice (mimo) – Hradec Králové (mimo)“</w:t>
          </w:r>
        </w:p>
      </w:sdtContent>
    </w:sdt>
    <w:p w14:paraId="6B6D2F27" w14:textId="77777777" w:rsidR="00C96E7C" w:rsidRPr="00034F48" w:rsidRDefault="00C96E7C" w:rsidP="00E33F32">
      <w:pPr>
        <w:pStyle w:val="Textbezodsazen"/>
      </w:pPr>
      <w:r w:rsidRPr="00034F48">
        <w:t>Všechny následující údaje musejí být vyplněny před podáním Nabídky (s výjimkou položek,</w:t>
      </w:r>
      <w:r w:rsidR="00582C15" w:rsidRPr="00034F48">
        <w:t xml:space="preserve"> u </w:t>
      </w:r>
      <w:r w:rsidRPr="00034F48">
        <w:t>nichž byly vloženy požadavky Objednatele).</w:t>
      </w:r>
    </w:p>
    <w:p w14:paraId="56B6CC0D" w14:textId="77777777" w:rsidR="00C96E7C" w:rsidRPr="00034F48" w:rsidRDefault="00C96E7C" w:rsidP="00E33F32">
      <w:pPr>
        <w:pStyle w:val="Textbezodsazen"/>
      </w:pPr>
      <w:r w:rsidRPr="00034F48">
        <w:t xml:space="preserve">Všechny odkazy na jednotlivé </w:t>
      </w:r>
      <w:r w:rsidR="005B7883" w:rsidRPr="00034F48">
        <w:t>Č</w:t>
      </w:r>
      <w:r w:rsidRPr="00034F48">
        <w:t>lánky</w:t>
      </w:r>
      <w:r w:rsidR="00582C15" w:rsidRPr="00034F48">
        <w:t xml:space="preserve"> </w:t>
      </w:r>
      <w:r w:rsidR="00582C15" w:rsidRPr="00034F48">
        <w:rPr>
          <w:rStyle w:val="TextbezodsazenChar"/>
        </w:rPr>
        <w:t>a</w:t>
      </w:r>
      <w:r w:rsidR="00582C15" w:rsidRPr="00034F48">
        <w:t> </w:t>
      </w:r>
      <w:r w:rsidR="005B7883" w:rsidRPr="00034F48">
        <w:t>P</w:t>
      </w:r>
      <w:r w:rsidRPr="00034F48">
        <w:t>od-články uvedené</w:t>
      </w:r>
      <w:r w:rsidR="00582C15" w:rsidRPr="00034F48">
        <w:t xml:space="preserve"> v </w:t>
      </w:r>
      <w:r w:rsidRPr="00034F48">
        <w:t>této Příloze</w:t>
      </w:r>
      <w:r w:rsidR="00582C15" w:rsidRPr="00034F48">
        <w:t xml:space="preserve"> k </w:t>
      </w:r>
      <w:r w:rsidRPr="00034F48">
        <w:t xml:space="preserve">nabídce znamenají odkazy na </w:t>
      </w:r>
      <w:r w:rsidR="005B7883" w:rsidRPr="00034F48">
        <w:t>Č</w:t>
      </w:r>
      <w:r w:rsidRPr="00034F48">
        <w:t>lánky</w:t>
      </w:r>
      <w:r w:rsidR="00582C15" w:rsidRPr="00034F48">
        <w:t xml:space="preserve"> a </w:t>
      </w:r>
      <w:r w:rsidR="005B7883" w:rsidRPr="00034F48">
        <w:t>P</w:t>
      </w:r>
      <w:r w:rsidRPr="00034F48">
        <w:t>od-články Smluvních podmínek.</w:t>
      </w:r>
    </w:p>
    <w:p w14:paraId="3DBEE351" w14:textId="77777777" w:rsidR="00C96E7C" w:rsidRDefault="00C96E7C" w:rsidP="00E33F32">
      <w:pPr>
        <w:pStyle w:val="Nadpisbezsl1-2"/>
      </w:pPr>
      <w:r>
        <w:t>1.1.2.2  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77777777" w:rsidR="00C96E7C" w:rsidRDefault="00C96E7C" w:rsidP="00E33F32">
      <w:pPr>
        <w:pStyle w:val="Nadpisbezsl1-2"/>
      </w:pPr>
      <w:r>
        <w:t>1.1.2.3  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77777777" w:rsidR="00C96E7C" w:rsidRDefault="00C96E7C" w:rsidP="00E33F32">
      <w:pPr>
        <w:pStyle w:val="Nadpisbezsl1-2"/>
      </w:pPr>
      <w:r>
        <w:t>1.1.2.4  Jméno (název)</w:t>
      </w:r>
      <w:r w:rsidR="00582C15">
        <w:t xml:space="preserve"> a </w:t>
      </w:r>
      <w:r>
        <w:t>adresa Správce stavby</w:t>
      </w:r>
    </w:p>
    <w:p w14:paraId="3DAFF4F3" w14:textId="77777777" w:rsidR="00A966EA" w:rsidRPr="00034F48" w:rsidRDefault="00A966EA" w:rsidP="00A966EA">
      <w:pPr>
        <w:pStyle w:val="Bezmezer"/>
        <w:jc w:val="both"/>
      </w:pPr>
      <w:r w:rsidRPr="00034F48">
        <w:t>Ing. Jan Kokeš</w:t>
      </w:r>
    </w:p>
    <w:p w14:paraId="2254F468" w14:textId="77777777" w:rsidR="00A966EA" w:rsidRPr="00034F48" w:rsidRDefault="00A966EA" w:rsidP="00A966EA">
      <w:pPr>
        <w:pStyle w:val="Bezmezer"/>
        <w:jc w:val="both"/>
      </w:pPr>
      <w:r w:rsidRPr="00034F48">
        <w:t>Správa železnic, státní organizace</w:t>
      </w:r>
    </w:p>
    <w:p w14:paraId="3031035D" w14:textId="77777777" w:rsidR="00A966EA" w:rsidRPr="00034F48" w:rsidRDefault="00A966EA" w:rsidP="00A966EA">
      <w:pPr>
        <w:pStyle w:val="Bezmezer"/>
        <w:jc w:val="both"/>
      </w:pPr>
      <w:r w:rsidRPr="00034F48">
        <w:t xml:space="preserve">Stavební správa západ, </w:t>
      </w:r>
    </w:p>
    <w:p w14:paraId="635AC87F" w14:textId="77777777" w:rsidR="00A966EA" w:rsidRPr="00034F48" w:rsidRDefault="00A966EA" w:rsidP="00A966EA">
      <w:pPr>
        <w:pStyle w:val="Bezmezer"/>
        <w:jc w:val="both"/>
      </w:pPr>
      <w:r w:rsidRPr="00034F48">
        <w:t xml:space="preserve">Ke Štvanici 656/3, </w:t>
      </w:r>
    </w:p>
    <w:p w14:paraId="2CCA9571" w14:textId="77777777" w:rsidR="00A966EA" w:rsidRPr="00034F48" w:rsidRDefault="00A966EA" w:rsidP="00A966EA">
      <w:pPr>
        <w:pStyle w:val="Bezmezer"/>
        <w:jc w:val="both"/>
      </w:pPr>
      <w:r w:rsidRPr="00034F48">
        <w:t>186 00  Praha 8 - Karlín</w:t>
      </w:r>
    </w:p>
    <w:p w14:paraId="4453BD6F" w14:textId="77777777" w:rsidR="00A966EA" w:rsidRPr="00034F48" w:rsidRDefault="00A966EA" w:rsidP="00F758FA">
      <w:pPr>
        <w:spacing w:after="0"/>
        <w:jc w:val="both"/>
        <w:rPr>
          <w:b/>
        </w:rPr>
      </w:pPr>
    </w:p>
    <w:p w14:paraId="6DE29E5C" w14:textId="72D3D9B4" w:rsidR="00F758FA" w:rsidRPr="00034F48" w:rsidRDefault="00F758FA" w:rsidP="00F758FA">
      <w:pPr>
        <w:spacing w:after="0"/>
        <w:jc w:val="both"/>
        <w:rPr>
          <w:b/>
        </w:rPr>
      </w:pPr>
      <w:r w:rsidRPr="00034F48">
        <w:rPr>
          <w:b/>
        </w:rPr>
        <w:t>1.1.4.13</w:t>
      </w:r>
    </w:p>
    <w:p w14:paraId="29E22EE0" w14:textId="77777777" w:rsidR="00F758FA" w:rsidRPr="00034F48" w:rsidRDefault="00F758FA" w:rsidP="00F758FA">
      <w:pPr>
        <w:spacing w:after="0"/>
        <w:jc w:val="both"/>
      </w:pPr>
      <w:r w:rsidRPr="00034F48">
        <w:t>Doplňuje se text na konci závorky  „a Pojistná záruka za odstranění vad Díla“.</w:t>
      </w:r>
    </w:p>
    <w:p w14:paraId="652D202A" w14:textId="77777777" w:rsidR="00F758FA" w:rsidRPr="00034F48" w:rsidRDefault="00F758FA" w:rsidP="00F758FA">
      <w:pPr>
        <w:spacing w:after="0"/>
        <w:jc w:val="both"/>
      </w:pPr>
    </w:p>
    <w:p w14:paraId="0F37CE77" w14:textId="77777777" w:rsidR="00F758FA" w:rsidRPr="00034F48" w:rsidRDefault="00F758FA" w:rsidP="00F758FA">
      <w:pPr>
        <w:spacing w:after="0"/>
        <w:jc w:val="both"/>
        <w:rPr>
          <w:b/>
        </w:rPr>
      </w:pPr>
      <w:r w:rsidRPr="00034F48">
        <w:rPr>
          <w:b/>
        </w:rPr>
        <w:t>1.1.4.15</w:t>
      </w:r>
    </w:p>
    <w:p w14:paraId="6AF87196" w14:textId="77777777" w:rsidR="00F758FA" w:rsidRPr="00034F48" w:rsidRDefault="00F758FA" w:rsidP="00F758FA">
      <w:pPr>
        <w:spacing w:after="0"/>
        <w:jc w:val="both"/>
      </w:pPr>
      <w:r w:rsidRPr="00034F48">
        <w:t>Doplňuje se text na konci závorky „a Pojistná záruka za provedení Díla“.</w:t>
      </w:r>
    </w:p>
    <w:p w14:paraId="3724912A" w14:textId="59704012" w:rsidR="00F758FA" w:rsidRPr="00034F48" w:rsidRDefault="00F758FA" w:rsidP="00871FAC">
      <w:pPr>
        <w:pStyle w:val="Textbezodsazen"/>
      </w:pPr>
    </w:p>
    <w:p w14:paraId="2A5087C8" w14:textId="77777777" w:rsidR="00C96E7C" w:rsidRDefault="00C96E7C" w:rsidP="00E33F32">
      <w:pPr>
        <w:pStyle w:val="Nadpisbezsl1-2"/>
      </w:pPr>
      <w:r>
        <w:t>1.1.4.</w:t>
      </w:r>
      <w:r w:rsidRPr="002B06D2">
        <w:t>1</w:t>
      </w:r>
      <w:r w:rsidR="00730A60" w:rsidRPr="002B06D2">
        <w:t>7</w:t>
      </w:r>
      <w:r w:rsidRPr="002B06D2">
        <w:t xml:space="preserve"> </w:t>
      </w:r>
      <w:r>
        <w:t xml:space="preserve"> Faktura</w:t>
      </w:r>
    </w:p>
    <w:p w14:paraId="6E75BDDF" w14:textId="3F2927CD" w:rsidR="00C96E7C" w:rsidRDefault="00C96E7C" w:rsidP="00871FAC">
      <w:pPr>
        <w:pStyle w:val="Textbezodsazen"/>
      </w:pPr>
      <w:r>
        <w:t>U zhotovování Díla, které je spolufinancováno</w:t>
      </w:r>
      <w:r w:rsidR="00582C15">
        <w:t xml:space="preserve"> z </w:t>
      </w:r>
      <w:r>
        <w:t xml:space="preserve">prostředků </w:t>
      </w:r>
      <w:r w:rsidR="00664E1A" w:rsidRPr="005C0082">
        <w:t>EU</w:t>
      </w:r>
      <w:r>
        <w:t>, budou Faktury vystaveny dle vzoru specifikovaného ve Směrnici SŽ č.</w:t>
      </w:r>
      <w:r w:rsidR="00FC19F7">
        <w:t xml:space="preserve"> </w:t>
      </w:r>
      <w:r w:rsidR="00A966EA">
        <w:t>0</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36021963" w14:textId="77777777" w:rsidR="00C96E7C" w:rsidRPr="005B7883" w:rsidRDefault="00C96E7C" w:rsidP="005D168C">
      <w:pPr>
        <w:pStyle w:val="Odstavec1-1a"/>
      </w:pPr>
      <w:r w:rsidRPr="005B7883">
        <w:t>Soupis zjišťovacích protokolů,</w:t>
      </w:r>
    </w:p>
    <w:p w14:paraId="0994AABC" w14:textId="77777777" w:rsidR="00C96E7C" w:rsidRPr="005B7883" w:rsidRDefault="00C96E7C" w:rsidP="005D168C">
      <w:pPr>
        <w:pStyle w:val="Odstavec1-1a"/>
      </w:pPr>
      <w:r w:rsidRPr="005B7883">
        <w:t>Zjišťovací protokoly,</w:t>
      </w:r>
    </w:p>
    <w:p w14:paraId="27669184" w14:textId="77777777" w:rsidR="00C96E7C" w:rsidRDefault="00C96E7C" w:rsidP="005D168C">
      <w:pPr>
        <w:pStyle w:val="Odstavec1-1a"/>
      </w:pPr>
      <w:r w:rsidRPr="005B7883">
        <w:lastRenderedPageBreak/>
        <w:t>Správcem</w:t>
      </w:r>
      <w:r>
        <w:t xml:space="preserve"> stavby odsouhlasený soupis provedených prací.</w:t>
      </w:r>
    </w:p>
    <w:p w14:paraId="24E936AB" w14:textId="57BCBC2E" w:rsidR="00C96E7C"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35B98623" w14:textId="77777777" w:rsidR="00F758FA" w:rsidRPr="005C0082" w:rsidRDefault="00F758FA" w:rsidP="00F758FA">
      <w:pPr>
        <w:spacing w:after="120"/>
        <w:ind w:hanging="28"/>
        <w:jc w:val="both"/>
      </w:pPr>
      <w:r w:rsidRPr="005C0082">
        <w:t>Faktury vystavené v souladu s článkem 14 bude Zhotovitel doručovat některým (jedním) z níže uvedených způsobů:</w:t>
      </w:r>
    </w:p>
    <w:p w14:paraId="295BCA9A" w14:textId="77777777" w:rsidR="00F758FA" w:rsidRPr="005C0082" w:rsidRDefault="00F758FA" w:rsidP="00F758FA">
      <w:pPr>
        <w:spacing w:after="120"/>
        <w:ind w:left="1276" w:hanging="283"/>
        <w:jc w:val="both"/>
      </w:pPr>
      <w:r w:rsidRPr="005C0082">
        <w:t>•</w:t>
      </w:r>
      <w:r w:rsidRPr="005C0082">
        <w:tab/>
        <w:t xml:space="preserve">v elektronické podobě na e-mailovou adresu: </w:t>
      </w:r>
      <w:hyperlink r:id="rId11" w:history="1">
        <w:r w:rsidRPr="005C0082">
          <w:t>ePodatelnaCFU@spravazeleznic.cz</w:t>
        </w:r>
      </w:hyperlink>
      <w:r w:rsidRPr="005C0082">
        <w:t>, nebo</w:t>
      </w:r>
    </w:p>
    <w:p w14:paraId="41784046" w14:textId="77777777" w:rsidR="00F758FA" w:rsidRPr="005C0082" w:rsidRDefault="00F758FA" w:rsidP="00F758FA">
      <w:pPr>
        <w:spacing w:after="120"/>
        <w:ind w:left="1276" w:hanging="283"/>
        <w:jc w:val="both"/>
      </w:pPr>
      <w:r w:rsidRPr="005C0082">
        <w:t>•</w:t>
      </w:r>
      <w:r w:rsidRPr="005C0082">
        <w:tab/>
        <w:t>datovou zprávou na identifikátor datové schránky: uccchjm nebo</w:t>
      </w:r>
    </w:p>
    <w:p w14:paraId="3D469E76" w14:textId="3A6E3E2D" w:rsidR="00F758FA" w:rsidRPr="005C0082" w:rsidRDefault="00F758FA" w:rsidP="00F758FA">
      <w:pPr>
        <w:spacing w:after="120"/>
        <w:ind w:left="1276" w:hanging="283"/>
        <w:jc w:val="both"/>
      </w:pPr>
      <w:r w:rsidRPr="005C0082">
        <w:t>•</w:t>
      </w:r>
      <w:r w:rsidRPr="005C0082">
        <w:tab/>
        <w:t>v listinné podobě na adresu Správa železnic, státní organizace, Centrální finanční účtárna Čechy, Náměstí Jana Pernera 217, 530 02 Pardubice.</w:t>
      </w:r>
    </w:p>
    <w:p w14:paraId="32540529" w14:textId="6979AFD2" w:rsidR="00F758FA" w:rsidRDefault="00F758FA" w:rsidP="00F758FA">
      <w:pPr>
        <w:spacing w:after="120"/>
        <w:ind w:left="1276" w:hanging="283"/>
        <w:jc w:val="both"/>
        <w:rPr>
          <w:color w:val="FF0000"/>
        </w:rPr>
      </w:pPr>
    </w:p>
    <w:p w14:paraId="59CD4CEE" w14:textId="77777777" w:rsidR="00F758FA" w:rsidRPr="005C0082" w:rsidRDefault="00F758FA" w:rsidP="00F758FA">
      <w:pPr>
        <w:spacing w:after="0"/>
        <w:jc w:val="both"/>
      </w:pPr>
      <w:r w:rsidRPr="005C0082">
        <w:rPr>
          <w:b/>
        </w:rPr>
        <w:t>1.1.4.18</w:t>
      </w:r>
      <w:r w:rsidRPr="005C0082">
        <w:t xml:space="preserve"> Přidává se nový Pod-článek 1.1.4.18</w:t>
      </w:r>
    </w:p>
    <w:p w14:paraId="340D216D" w14:textId="77777777" w:rsidR="00F758FA" w:rsidRPr="005C0082" w:rsidRDefault="00F758FA" w:rsidP="00F758FA">
      <w:pPr>
        <w:spacing w:after="0"/>
        <w:jc w:val="both"/>
      </w:pPr>
    </w:p>
    <w:p w14:paraId="76C819B4" w14:textId="77777777" w:rsidR="00F758FA" w:rsidRPr="005C0082" w:rsidRDefault="00F758FA" w:rsidP="00F758FA">
      <w:pPr>
        <w:spacing w:after="0"/>
      </w:pPr>
      <w:r w:rsidRPr="005C0082">
        <w:t>„</w:t>
      </w:r>
      <w:r w:rsidRPr="005C0082">
        <w:rPr>
          <w:b/>
        </w:rPr>
        <w:t xml:space="preserve">Pojistná záruka“ </w:t>
      </w:r>
      <w:r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758EF6B0" w14:textId="77777777" w:rsidR="00F758FA" w:rsidRPr="005C0082" w:rsidRDefault="00F758FA" w:rsidP="00F758FA">
      <w:pPr>
        <w:spacing w:after="0"/>
      </w:pPr>
    </w:p>
    <w:p w14:paraId="089AB826" w14:textId="77777777" w:rsidR="00F758FA" w:rsidRPr="005C0082" w:rsidRDefault="00F758FA" w:rsidP="00F758FA">
      <w:pPr>
        <w:spacing w:after="0"/>
      </w:pPr>
      <w:r w:rsidRPr="005C0082">
        <w:rPr>
          <w:b/>
        </w:rPr>
        <w:t xml:space="preserve">1.1.4.19 </w:t>
      </w:r>
      <w:r w:rsidRPr="005C0082">
        <w:t xml:space="preserve"> Přidává se nový Pod-článek 1.1.4.19</w:t>
      </w:r>
    </w:p>
    <w:p w14:paraId="3297472C"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 xml:space="preserve"> „</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 za provedení Díla</w:t>
      </w:r>
      <w:r w:rsidRPr="005C0082">
        <w:rPr>
          <w:rFonts w:eastAsia="Times New Roman" w:cs="Times New Roman"/>
        </w:rPr>
        <w:t>].“</w:t>
      </w:r>
    </w:p>
    <w:p w14:paraId="709233C1" w14:textId="77777777" w:rsidR="00F758FA" w:rsidRPr="005C0082" w:rsidRDefault="00F758FA" w:rsidP="00F758FA">
      <w:pPr>
        <w:spacing w:before="120" w:after="120" w:line="252" w:lineRule="auto"/>
        <w:jc w:val="both"/>
        <w:rPr>
          <w:rFonts w:eastAsia="Times New Roman" w:cs="Times New Roman"/>
        </w:rPr>
      </w:pPr>
    </w:p>
    <w:p w14:paraId="33D86BF9"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b/>
        </w:rPr>
        <w:t xml:space="preserve">1.1.4.20  </w:t>
      </w:r>
      <w:r w:rsidRPr="005C0082">
        <w:rPr>
          <w:rFonts w:eastAsia="Times New Roman" w:cs="Times New Roman"/>
        </w:rPr>
        <w:t>Přidává se nový Pod-článek 1.1.4.20</w:t>
      </w:r>
    </w:p>
    <w:p w14:paraId="10B308DA"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w:t>
      </w:r>
      <w:r w:rsidRPr="005C0082">
        <w:rPr>
          <w:rFonts w:eastAsia="Times New Roman" w:cs="Times New Roman"/>
          <w:b/>
        </w:rPr>
        <w:t>Pojistná záruka za odstranění vad Díla</w:t>
      </w:r>
      <w:r w:rsidRPr="005C0082">
        <w:rPr>
          <w:rFonts w:eastAsia="Times New Roman" w:cs="Times New Roman"/>
        </w:rPr>
        <w:t>“ znamená Pojistnou záruku Pod-článku 4.2.2 [</w:t>
      </w:r>
      <w:r w:rsidRPr="005C0082">
        <w:rPr>
          <w:rFonts w:eastAsia="Times New Roman" w:cs="Times New Roman"/>
          <w:i/>
        </w:rPr>
        <w:t>Bankovní záruka za odstranění vad Díla a Pojistná záruka za odstranění vad Díla</w:t>
      </w:r>
      <w:r w:rsidRPr="005C0082">
        <w:rPr>
          <w:rFonts w:eastAsia="Times New Roman" w:cs="Times New Roman"/>
        </w:rPr>
        <w:t>].“</w:t>
      </w:r>
    </w:p>
    <w:p w14:paraId="21E2FD10" w14:textId="77777777" w:rsidR="00C96E7C" w:rsidRDefault="00C96E7C" w:rsidP="00E33F32">
      <w:pPr>
        <w:pStyle w:val="Nadpisbezsl1-2"/>
      </w:pPr>
      <w:r>
        <w:t xml:space="preserve">1.1.5.6  Definice sekcí </w:t>
      </w:r>
    </w:p>
    <w:p w14:paraId="362AA97B" w14:textId="2B2359CF" w:rsidR="00A966EA" w:rsidRPr="00034F48" w:rsidRDefault="00A966EA" w:rsidP="00A966EA">
      <w:pPr>
        <w:pStyle w:val="Textbezodsazen"/>
      </w:pPr>
      <w:r w:rsidRPr="00034F48">
        <w:t>Sekce nejsou specifikovány.</w:t>
      </w:r>
    </w:p>
    <w:p w14:paraId="29A6C55F" w14:textId="77777777" w:rsidR="00C96E7C" w:rsidRDefault="00C96E7C" w:rsidP="00E33F32">
      <w:pPr>
        <w:pStyle w:val="Nadpisbezsl1-2"/>
      </w:pPr>
      <w:r>
        <w:t>1.3  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025F79">
        <w:t xml:space="preserve">uccchjm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E33F32">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E33F32">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E33F32">
      <w:pPr>
        <w:pStyle w:val="Nadpisbezsl1-2"/>
      </w:pPr>
      <w:r>
        <w:lastRenderedPageBreak/>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7DCCF41C" w:rsidR="00A90530" w:rsidRPr="00025F79" w:rsidRDefault="00A90530" w:rsidP="005D168C">
      <w:pPr>
        <w:pStyle w:val="Textbezodsazen"/>
        <w:rPr>
          <w:b/>
          <w:sz w:val="20"/>
          <w:szCs w:val="20"/>
        </w:rPr>
      </w:pPr>
      <w:r w:rsidRPr="00025F79">
        <w:rPr>
          <w:b/>
          <w:sz w:val="20"/>
          <w:szCs w:val="20"/>
        </w:rPr>
        <w:t>1.7       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3630F972" w14:textId="020EB20E" w:rsidR="00A90530" w:rsidRPr="007A31FE" w:rsidRDefault="00D32BA0" w:rsidP="007A31FE">
      <w:pPr>
        <w:jc w:val="both"/>
      </w:pPr>
      <w:r w:rsidRPr="00382BD8">
        <w:t>Ve třetím odstavci se na konci první věty odstraňuje text „a Přílohy k nabídce“.</w:t>
      </w:r>
    </w:p>
    <w:p w14:paraId="4A1882B4"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7777777" w:rsidR="00C96E7C" w:rsidRDefault="00C96E7C" w:rsidP="00E33F32">
      <w:pPr>
        <w:pStyle w:val="Nadpisbezsl1-2"/>
      </w:pPr>
      <w:r>
        <w:t>2.1  Právo přístupu na staveniště</w:t>
      </w:r>
    </w:p>
    <w:p w14:paraId="7A996D4F" w14:textId="66EFDF6A" w:rsidR="00C96E7C" w:rsidRPr="00034F48" w:rsidRDefault="00C96E7C" w:rsidP="005D168C">
      <w:pPr>
        <w:pStyle w:val="Textbezodsazen"/>
      </w:pPr>
      <w:r>
        <w:t xml:space="preserve">Přístup na Staveniště bude Zhotoviteli </w:t>
      </w:r>
      <w:r w:rsidRPr="00034F48">
        <w:t>umožněn od</w:t>
      </w:r>
      <w:r w:rsidR="00A966EA" w:rsidRPr="00034F48">
        <w:t xml:space="preserve"> Data zahájení prací</w:t>
      </w:r>
      <w:r w:rsidRPr="00034F48">
        <w:t xml:space="preserve"> do dne předání Dokumentů souvisejících</w:t>
      </w:r>
      <w:r w:rsidR="00582C15" w:rsidRPr="00034F48">
        <w:t xml:space="preserve"> s </w:t>
      </w:r>
      <w:r w:rsidRPr="00034F48">
        <w:t xml:space="preserve">předáním Díla dle pod-článku 7.9. </w:t>
      </w:r>
    </w:p>
    <w:p w14:paraId="4088FCE3" w14:textId="6EFA3AB7" w:rsidR="00C96E7C" w:rsidRPr="00034F48" w:rsidRDefault="00C96E7C" w:rsidP="0030182C">
      <w:pPr>
        <w:pStyle w:val="Nadpisbezsl1-2"/>
        <w:rPr>
          <w:rFonts w:asciiTheme="minorHAnsi" w:hAnsiTheme="minorHAnsi"/>
          <w:sz w:val="18"/>
          <w:szCs w:val="18"/>
        </w:rPr>
      </w:pPr>
      <w:r w:rsidRPr="00034F48">
        <w:rPr>
          <w:rFonts w:asciiTheme="minorHAnsi" w:hAnsiTheme="minorHAnsi"/>
          <w:sz w:val="18"/>
          <w:szCs w:val="18"/>
        </w:rPr>
        <w:t>2.3  Personál objednatele</w:t>
      </w:r>
    </w:p>
    <w:p w14:paraId="291DCD3E" w14:textId="77777777" w:rsidR="00A966EA" w:rsidRPr="00034F48" w:rsidRDefault="005841B5" w:rsidP="00A966EA">
      <w:pPr>
        <w:spacing w:after="0"/>
        <w:jc w:val="both"/>
      </w:pPr>
      <w:r w:rsidRPr="00034F48">
        <w:t xml:space="preserve">Ve věcech smluvních a obchodních </w:t>
      </w:r>
    </w:p>
    <w:p w14:paraId="600E91D4" w14:textId="4A8345E9" w:rsidR="005841B5" w:rsidRPr="00034F48" w:rsidRDefault="005841B5" w:rsidP="00A966EA">
      <w:pPr>
        <w:spacing w:after="0"/>
        <w:jc w:val="both"/>
      </w:pPr>
      <w:r w:rsidRPr="00034F48">
        <w:t>(vyjma podpisu Smlouvy o dílo a případně jejích změn a dodatků):</w:t>
      </w:r>
    </w:p>
    <w:p w14:paraId="681C6D8B" w14:textId="22426952" w:rsidR="00A966EA" w:rsidRPr="00034F48" w:rsidRDefault="00A966EA" w:rsidP="00A966EA">
      <w:pPr>
        <w:spacing w:after="0"/>
        <w:jc w:val="both"/>
      </w:pPr>
      <w:r w:rsidRPr="00034F48">
        <w:t>Mgr. Jan Česák</w:t>
      </w:r>
    </w:p>
    <w:p w14:paraId="792605BA" w14:textId="77777777" w:rsidR="00A966EA" w:rsidRPr="00034F48" w:rsidRDefault="00A966EA" w:rsidP="00A966EA">
      <w:pPr>
        <w:pStyle w:val="Bezmezer"/>
        <w:jc w:val="both"/>
      </w:pPr>
      <w:r w:rsidRPr="00034F48">
        <w:t>Správa železnic, státní organizace</w:t>
      </w:r>
    </w:p>
    <w:p w14:paraId="42B6B80A" w14:textId="77777777" w:rsidR="00A966EA" w:rsidRPr="00034F48" w:rsidRDefault="00A966EA" w:rsidP="00A966EA">
      <w:pPr>
        <w:pStyle w:val="Bezmezer"/>
        <w:jc w:val="both"/>
      </w:pPr>
      <w:r w:rsidRPr="00034F48">
        <w:t xml:space="preserve">Stavební správa západ, </w:t>
      </w:r>
    </w:p>
    <w:p w14:paraId="76BF410E" w14:textId="77777777" w:rsidR="00A966EA" w:rsidRPr="00034F48" w:rsidRDefault="00A966EA" w:rsidP="00A966EA">
      <w:pPr>
        <w:pStyle w:val="Bezmezer"/>
        <w:jc w:val="both"/>
      </w:pPr>
      <w:r w:rsidRPr="00034F48">
        <w:t xml:space="preserve">Sokolovská 1955/278, </w:t>
      </w:r>
    </w:p>
    <w:p w14:paraId="222FA5BB" w14:textId="77777777" w:rsidR="00A966EA" w:rsidRPr="00034F48" w:rsidRDefault="00A966EA" w:rsidP="00A966EA">
      <w:pPr>
        <w:pStyle w:val="Textbezodsazen"/>
        <w:spacing w:after="0"/>
      </w:pPr>
      <w:r w:rsidRPr="00034F48">
        <w:t>190 00 Praha 9</w:t>
      </w:r>
    </w:p>
    <w:p w14:paraId="416830FD" w14:textId="69AE6E8A" w:rsidR="00A966EA" w:rsidRPr="00034F48" w:rsidRDefault="00A966EA" w:rsidP="007A31FE">
      <w:pPr>
        <w:pStyle w:val="Textbezodsazen"/>
        <w:spacing w:after="0"/>
      </w:pPr>
      <w:r w:rsidRPr="00034F48">
        <w:t>e-mail: cesak@spravazeleznic.cz, mobil 607 205</w:t>
      </w:r>
      <w:r w:rsidR="007A31FE" w:rsidRPr="00034F48">
        <w:t> </w:t>
      </w:r>
      <w:r w:rsidRPr="00034F48">
        <w:t>574</w:t>
      </w:r>
    </w:p>
    <w:p w14:paraId="2FE30927" w14:textId="77777777" w:rsidR="007A31FE" w:rsidRPr="00034F48" w:rsidRDefault="007A31FE" w:rsidP="007A31FE">
      <w:pPr>
        <w:pStyle w:val="Textbezodsazen"/>
        <w:spacing w:after="0"/>
      </w:pPr>
    </w:p>
    <w:p w14:paraId="11ABEB06" w14:textId="66C8406A" w:rsidR="00A966EA" w:rsidRPr="00034F48" w:rsidRDefault="00A966EA" w:rsidP="00A966EA">
      <w:pPr>
        <w:spacing w:after="0"/>
        <w:jc w:val="both"/>
      </w:pPr>
      <w:r w:rsidRPr="00034F48">
        <w:t>Ve věcech technických</w:t>
      </w:r>
    </w:p>
    <w:p w14:paraId="0B640F36" w14:textId="77777777" w:rsidR="00A966EA" w:rsidRPr="00034F48" w:rsidRDefault="00A966EA" w:rsidP="00A966EA">
      <w:pPr>
        <w:pStyle w:val="Bezmezer"/>
        <w:jc w:val="both"/>
      </w:pPr>
      <w:r w:rsidRPr="00034F48">
        <w:t>Ing. Jan Kokeš</w:t>
      </w:r>
    </w:p>
    <w:p w14:paraId="18A84FC7" w14:textId="77777777" w:rsidR="00A966EA" w:rsidRPr="00034F48" w:rsidRDefault="00A966EA" w:rsidP="00A966EA">
      <w:pPr>
        <w:pStyle w:val="Bezmezer"/>
        <w:jc w:val="both"/>
      </w:pPr>
      <w:r w:rsidRPr="00034F48">
        <w:t>Správa železnic, státní organizace</w:t>
      </w:r>
    </w:p>
    <w:p w14:paraId="0C0951E0" w14:textId="77777777" w:rsidR="00A966EA" w:rsidRPr="00034F48" w:rsidRDefault="00A966EA" w:rsidP="00A966EA">
      <w:pPr>
        <w:pStyle w:val="Bezmezer"/>
        <w:jc w:val="both"/>
      </w:pPr>
      <w:r w:rsidRPr="00034F48">
        <w:t xml:space="preserve">Stavební správa západ, </w:t>
      </w:r>
    </w:p>
    <w:p w14:paraId="5C96A3EA" w14:textId="60CEDCC3" w:rsidR="00A966EA" w:rsidRPr="00034F48" w:rsidRDefault="007A31FE" w:rsidP="00A966EA">
      <w:pPr>
        <w:pStyle w:val="Bezmezer"/>
        <w:jc w:val="both"/>
      </w:pPr>
      <w:r w:rsidRPr="00034F48">
        <w:t>Ke Štvanici 656/3</w:t>
      </w:r>
      <w:r w:rsidR="00A966EA" w:rsidRPr="00034F48">
        <w:t xml:space="preserve">, </w:t>
      </w:r>
    </w:p>
    <w:p w14:paraId="1A1B21ED" w14:textId="112032A6" w:rsidR="00A966EA" w:rsidRPr="00034F48" w:rsidRDefault="007A31FE" w:rsidP="00A966EA">
      <w:pPr>
        <w:pStyle w:val="Textbezodsazen"/>
        <w:spacing w:after="0"/>
      </w:pPr>
      <w:r w:rsidRPr="00034F48">
        <w:t>186 00 Praha 8 - Karlín</w:t>
      </w:r>
    </w:p>
    <w:p w14:paraId="494CBF25" w14:textId="540B242A" w:rsidR="00A966EA" w:rsidRPr="00034F48" w:rsidRDefault="00A966EA" w:rsidP="00A966EA">
      <w:pPr>
        <w:pStyle w:val="Textbezodsazen"/>
        <w:spacing w:after="0"/>
      </w:pPr>
      <w:r w:rsidRPr="00034F48">
        <w:t>e-mail: kokes@spravazeleznic.cz, mobil 606 625</w:t>
      </w:r>
      <w:r w:rsidR="007A31FE" w:rsidRPr="00034F48">
        <w:t> </w:t>
      </w:r>
      <w:r w:rsidRPr="00034F48">
        <w:t>602</w:t>
      </w:r>
    </w:p>
    <w:p w14:paraId="3F960551" w14:textId="77777777" w:rsidR="007A31FE" w:rsidRPr="00034F48" w:rsidRDefault="007A31FE" w:rsidP="00A966EA">
      <w:pPr>
        <w:pStyle w:val="Textbezodsazen"/>
        <w:spacing w:after="0"/>
      </w:pPr>
    </w:p>
    <w:p w14:paraId="49519F1F" w14:textId="77777777" w:rsidR="00034F48" w:rsidRDefault="00034F48" w:rsidP="00A966EA">
      <w:pPr>
        <w:pStyle w:val="Textbezodsazen"/>
        <w:spacing w:after="0"/>
      </w:pPr>
    </w:p>
    <w:p w14:paraId="204DBD0B" w14:textId="3AE8BDD2" w:rsidR="00A966EA" w:rsidRPr="00034F48" w:rsidRDefault="00A966EA" w:rsidP="00A966EA">
      <w:pPr>
        <w:pStyle w:val="Textbezodsazen"/>
        <w:spacing w:after="0"/>
      </w:pPr>
      <w:r w:rsidRPr="00034F48">
        <w:lastRenderedPageBreak/>
        <w:t>Technický dozor stavebníka (TDS) - hlavní inženýr stavby:</w:t>
      </w:r>
    </w:p>
    <w:p w14:paraId="615A173A" w14:textId="77777777" w:rsidR="00A966EA" w:rsidRPr="00034F48" w:rsidRDefault="00A966EA" w:rsidP="00A966EA">
      <w:pPr>
        <w:pStyle w:val="Ftext"/>
        <w:spacing w:before="0" w:after="0" w:line="240" w:lineRule="auto"/>
        <w:rPr>
          <w:rFonts w:asciiTheme="minorHAnsi" w:hAnsiTheme="minorHAnsi"/>
          <w:sz w:val="18"/>
          <w:szCs w:val="18"/>
        </w:rPr>
      </w:pPr>
      <w:r w:rsidRPr="00034F48">
        <w:rPr>
          <w:rFonts w:asciiTheme="minorHAnsi" w:hAnsiTheme="minorHAnsi"/>
          <w:sz w:val="18"/>
          <w:szCs w:val="18"/>
        </w:rPr>
        <w:t>Štěpán Kára</w:t>
      </w:r>
    </w:p>
    <w:p w14:paraId="5839E9CE" w14:textId="77777777" w:rsidR="00A966EA" w:rsidRPr="00034F48" w:rsidRDefault="00A966EA" w:rsidP="00A966EA">
      <w:pPr>
        <w:pStyle w:val="Ftext"/>
        <w:spacing w:before="0" w:after="0" w:line="240" w:lineRule="auto"/>
        <w:rPr>
          <w:rFonts w:asciiTheme="minorHAnsi" w:hAnsiTheme="minorHAnsi"/>
          <w:sz w:val="18"/>
          <w:szCs w:val="18"/>
        </w:rPr>
      </w:pPr>
      <w:r w:rsidRPr="00034F48">
        <w:rPr>
          <w:rFonts w:asciiTheme="minorHAnsi" w:hAnsiTheme="minorHAnsi"/>
          <w:sz w:val="18"/>
          <w:szCs w:val="18"/>
        </w:rPr>
        <w:t>Správa železnic, státní organizace</w:t>
      </w:r>
    </w:p>
    <w:p w14:paraId="40CB6697" w14:textId="77777777" w:rsidR="00A966EA" w:rsidRPr="00034F48" w:rsidRDefault="00A966EA" w:rsidP="00A966EA">
      <w:pPr>
        <w:pStyle w:val="Ftext"/>
        <w:spacing w:before="0" w:after="0" w:line="240" w:lineRule="auto"/>
        <w:rPr>
          <w:rFonts w:asciiTheme="minorHAnsi" w:hAnsiTheme="minorHAnsi"/>
          <w:sz w:val="18"/>
          <w:szCs w:val="18"/>
        </w:rPr>
      </w:pPr>
      <w:r w:rsidRPr="00034F48">
        <w:rPr>
          <w:rFonts w:asciiTheme="minorHAnsi" w:hAnsiTheme="minorHAnsi"/>
          <w:sz w:val="18"/>
          <w:szCs w:val="18"/>
        </w:rPr>
        <w:t xml:space="preserve">Stavební správa západ, </w:t>
      </w:r>
    </w:p>
    <w:p w14:paraId="62207363" w14:textId="77777777" w:rsidR="007A31FE" w:rsidRPr="00034F48" w:rsidRDefault="007A31FE" w:rsidP="007A31FE">
      <w:pPr>
        <w:pStyle w:val="Ftext"/>
        <w:spacing w:before="0" w:after="0" w:line="240" w:lineRule="auto"/>
        <w:rPr>
          <w:rFonts w:asciiTheme="minorHAnsi" w:hAnsiTheme="minorHAnsi"/>
          <w:sz w:val="18"/>
          <w:szCs w:val="18"/>
        </w:rPr>
      </w:pPr>
      <w:r w:rsidRPr="00034F48">
        <w:rPr>
          <w:rFonts w:asciiTheme="minorHAnsi" w:hAnsiTheme="minorHAnsi"/>
          <w:sz w:val="18"/>
          <w:szCs w:val="18"/>
        </w:rPr>
        <w:t xml:space="preserve">Ke Štvanici 656/3, </w:t>
      </w:r>
    </w:p>
    <w:p w14:paraId="11F7766F" w14:textId="77777777" w:rsidR="007A31FE" w:rsidRPr="00034F48" w:rsidRDefault="007A31FE" w:rsidP="007A31FE">
      <w:pPr>
        <w:pStyle w:val="Ftext"/>
        <w:spacing w:before="0" w:after="0" w:line="240" w:lineRule="auto"/>
        <w:rPr>
          <w:rFonts w:asciiTheme="minorHAnsi" w:hAnsiTheme="minorHAnsi"/>
          <w:sz w:val="18"/>
          <w:szCs w:val="18"/>
        </w:rPr>
      </w:pPr>
      <w:r w:rsidRPr="00034F48">
        <w:rPr>
          <w:rFonts w:asciiTheme="minorHAnsi" w:hAnsiTheme="minorHAnsi"/>
          <w:sz w:val="18"/>
          <w:szCs w:val="18"/>
        </w:rPr>
        <w:t>186 00 Praha 8 – Karlín</w:t>
      </w:r>
    </w:p>
    <w:p w14:paraId="5565801B" w14:textId="5C50A172" w:rsidR="00A966EA" w:rsidRPr="00034F48" w:rsidRDefault="00A966EA" w:rsidP="00A966EA">
      <w:pPr>
        <w:pStyle w:val="Textbezodsazen"/>
        <w:spacing w:after="0"/>
      </w:pPr>
      <w:r w:rsidRPr="00034F48">
        <w:t xml:space="preserve">e-mail: </w:t>
      </w:r>
      <w:hyperlink r:id="rId12" w:history="1">
        <w:r w:rsidRPr="00034F48">
          <w:rPr>
            <w:rStyle w:val="Hypertextovodkaz"/>
            <w:noProof w:val="0"/>
            <w:color w:val="auto"/>
          </w:rPr>
          <w:t>kara@spravazeleznic.cz</w:t>
        </w:r>
      </w:hyperlink>
      <w:r w:rsidRPr="00034F48">
        <w:t>, mobil 702 117 547</w:t>
      </w:r>
    </w:p>
    <w:p w14:paraId="40A6F6EE" w14:textId="77777777" w:rsidR="00240F91" w:rsidRPr="00034F48" w:rsidRDefault="00240F91" w:rsidP="00240F91">
      <w:pPr>
        <w:spacing w:after="0"/>
        <w:jc w:val="both"/>
      </w:pPr>
    </w:p>
    <w:p w14:paraId="29ED67F0" w14:textId="0580FE43" w:rsidR="00240F91" w:rsidRPr="00034F48" w:rsidRDefault="00240F91" w:rsidP="00240F91">
      <w:pPr>
        <w:spacing w:after="0"/>
        <w:jc w:val="both"/>
      </w:pPr>
      <w:r w:rsidRPr="00034F48">
        <w:t xml:space="preserve">Ve věci kontroly požití alkoholu a/nebo návykových látek </w:t>
      </w:r>
    </w:p>
    <w:p w14:paraId="13B92600" w14:textId="77777777" w:rsidR="00240F91" w:rsidRPr="00034F48" w:rsidRDefault="00240F91" w:rsidP="00240F91">
      <w:pPr>
        <w:overflowPunct w:val="0"/>
        <w:autoSpaceDE w:val="0"/>
        <w:autoSpaceDN w:val="0"/>
        <w:adjustRightInd w:val="0"/>
        <w:spacing w:after="0"/>
        <w:jc w:val="both"/>
        <w:textAlignment w:val="baseline"/>
      </w:pPr>
      <w:r w:rsidRPr="00034F48">
        <w:t>Nikolas Nitran</w:t>
      </w:r>
    </w:p>
    <w:p w14:paraId="40F3903D" w14:textId="77777777" w:rsidR="00240F91" w:rsidRPr="00034F48" w:rsidRDefault="00240F91" w:rsidP="00240F91">
      <w:pPr>
        <w:overflowPunct w:val="0"/>
        <w:autoSpaceDE w:val="0"/>
        <w:autoSpaceDN w:val="0"/>
        <w:adjustRightInd w:val="0"/>
        <w:spacing w:after="0" w:line="240" w:lineRule="auto"/>
        <w:jc w:val="both"/>
        <w:textAlignment w:val="baseline"/>
        <w:rPr>
          <w:rFonts w:eastAsia="Times New Roman" w:cs="Times New Roman"/>
          <w:lang w:eastAsia="cs-CZ"/>
        </w:rPr>
      </w:pPr>
      <w:r w:rsidRPr="00034F48">
        <w:rPr>
          <w:rFonts w:eastAsia="Times New Roman" w:cs="Times New Roman"/>
          <w:lang w:eastAsia="cs-CZ"/>
        </w:rPr>
        <w:t>Správa železnic, státní organizace</w:t>
      </w:r>
    </w:p>
    <w:p w14:paraId="5AF13D83" w14:textId="77777777" w:rsidR="00240F91" w:rsidRPr="00034F48" w:rsidRDefault="00240F91" w:rsidP="00240F91">
      <w:pPr>
        <w:overflowPunct w:val="0"/>
        <w:autoSpaceDE w:val="0"/>
        <w:autoSpaceDN w:val="0"/>
        <w:adjustRightInd w:val="0"/>
        <w:spacing w:after="0" w:line="240" w:lineRule="auto"/>
        <w:jc w:val="both"/>
        <w:textAlignment w:val="baseline"/>
        <w:rPr>
          <w:rFonts w:eastAsia="Times New Roman" w:cs="Times New Roman"/>
          <w:lang w:eastAsia="cs-CZ"/>
        </w:rPr>
      </w:pPr>
      <w:r w:rsidRPr="00034F48">
        <w:rPr>
          <w:rFonts w:eastAsia="Times New Roman" w:cs="Times New Roman"/>
          <w:lang w:eastAsia="cs-CZ"/>
        </w:rPr>
        <w:t>Stavební správa západ</w:t>
      </w:r>
    </w:p>
    <w:p w14:paraId="73D1C41F" w14:textId="77777777" w:rsidR="00240F91" w:rsidRPr="00034F48" w:rsidRDefault="00240F91" w:rsidP="00240F91">
      <w:pPr>
        <w:pStyle w:val="Ftext"/>
        <w:spacing w:before="0" w:after="0" w:line="240" w:lineRule="auto"/>
        <w:rPr>
          <w:rFonts w:asciiTheme="minorHAnsi" w:hAnsiTheme="minorHAnsi"/>
          <w:sz w:val="18"/>
          <w:szCs w:val="18"/>
        </w:rPr>
      </w:pPr>
      <w:r w:rsidRPr="00034F48">
        <w:rPr>
          <w:rFonts w:asciiTheme="minorHAnsi" w:hAnsiTheme="minorHAnsi"/>
          <w:sz w:val="18"/>
          <w:szCs w:val="18"/>
        </w:rPr>
        <w:t xml:space="preserve">Ke Štvanici 656/3, </w:t>
      </w:r>
    </w:p>
    <w:p w14:paraId="515DCAED" w14:textId="02E52112" w:rsidR="00240F91" w:rsidRPr="00034F48" w:rsidRDefault="00240F91" w:rsidP="00240F91">
      <w:pPr>
        <w:pStyle w:val="Ftext"/>
        <w:spacing w:before="0" w:after="0" w:line="240" w:lineRule="auto"/>
        <w:rPr>
          <w:rFonts w:asciiTheme="minorHAnsi" w:hAnsiTheme="minorHAnsi"/>
          <w:sz w:val="18"/>
          <w:szCs w:val="18"/>
        </w:rPr>
      </w:pPr>
      <w:r w:rsidRPr="00034F48">
        <w:rPr>
          <w:rFonts w:asciiTheme="minorHAnsi" w:hAnsiTheme="minorHAnsi"/>
          <w:sz w:val="18"/>
          <w:szCs w:val="18"/>
        </w:rPr>
        <w:t>186 00</w:t>
      </w:r>
      <w:r w:rsidR="007A31FE" w:rsidRPr="00034F48">
        <w:rPr>
          <w:rFonts w:asciiTheme="minorHAnsi" w:hAnsiTheme="minorHAnsi"/>
          <w:sz w:val="18"/>
          <w:szCs w:val="18"/>
        </w:rPr>
        <w:t xml:space="preserve"> Praha 8 – Karlín</w:t>
      </w:r>
    </w:p>
    <w:p w14:paraId="163ED512" w14:textId="55467D90" w:rsidR="00240F91" w:rsidRPr="00034F48" w:rsidRDefault="00240F91" w:rsidP="00240F91">
      <w:pPr>
        <w:pStyle w:val="Textbezodsazen"/>
        <w:spacing w:after="0"/>
        <w:rPr>
          <w:rFonts w:eastAsia="Times New Roman" w:cs="Times New Roman"/>
          <w:lang w:eastAsia="cs-CZ"/>
        </w:rPr>
      </w:pPr>
      <w:r w:rsidRPr="00034F48">
        <w:rPr>
          <w:rFonts w:eastAsia="Times New Roman" w:cs="Times New Roman"/>
          <w:lang w:eastAsia="cs-CZ"/>
        </w:rPr>
        <w:t>e-mail: Nitran@spravazeleznic.cz, mobil 724 863 591</w:t>
      </w:r>
    </w:p>
    <w:p w14:paraId="1FF7882C" w14:textId="0C4BD8BA" w:rsidR="00240F91" w:rsidRPr="00034F48" w:rsidRDefault="00240F91" w:rsidP="00240F91">
      <w:pPr>
        <w:spacing w:after="0"/>
        <w:jc w:val="both"/>
      </w:pPr>
    </w:p>
    <w:p w14:paraId="3A525878" w14:textId="77777777" w:rsidR="00240F91" w:rsidRPr="00034F48" w:rsidRDefault="00240F91" w:rsidP="00240F91">
      <w:pPr>
        <w:spacing w:after="0"/>
        <w:jc w:val="both"/>
      </w:pPr>
      <w:r w:rsidRPr="00034F48">
        <w:t>Úředně oprávněný zeměměřický inženýr</w:t>
      </w:r>
    </w:p>
    <w:p w14:paraId="4F02B52E" w14:textId="7BDB1D14" w:rsidR="00240F91" w:rsidRPr="00034F48" w:rsidRDefault="00240F91" w:rsidP="00240F91">
      <w:pPr>
        <w:spacing w:after="0"/>
        <w:jc w:val="both"/>
      </w:pPr>
      <w:r w:rsidRPr="00034F48">
        <w:t xml:space="preserve">Ing. Vladimír Pokorný </w:t>
      </w:r>
    </w:p>
    <w:p w14:paraId="35ED78CF" w14:textId="77777777" w:rsidR="00240F91" w:rsidRPr="00034F48" w:rsidRDefault="00240F91" w:rsidP="00240F91">
      <w:pPr>
        <w:overflowPunct w:val="0"/>
        <w:autoSpaceDE w:val="0"/>
        <w:autoSpaceDN w:val="0"/>
        <w:adjustRightInd w:val="0"/>
        <w:spacing w:after="0" w:line="240" w:lineRule="auto"/>
        <w:jc w:val="both"/>
        <w:textAlignment w:val="baseline"/>
        <w:rPr>
          <w:rFonts w:eastAsia="Times New Roman" w:cs="Times New Roman"/>
          <w:lang w:eastAsia="cs-CZ"/>
        </w:rPr>
      </w:pPr>
      <w:r w:rsidRPr="00034F48">
        <w:rPr>
          <w:rFonts w:eastAsia="Times New Roman" w:cs="Times New Roman"/>
          <w:lang w:eastAsia="cs-CZ"/>
        </w:rPr>
        <w:t>Správa železnic, státní organizace</w:t>
      </w:r>
    </w:p>
    <w:p w14:paraId="72406188" w14:textId="77777777" w:rsidR="00240F91" w:rsidRPr="00034F48" w:rsidRDefault="00240F91" w:rsidP="00240F91">
      <w:pPr>
        <w:overflowPunct w:val="0"/>
        <w:autoSpaceDE w:val="0"/>
        <w:autoSpaceDN w:val="0"/>
        <w:adjustRightInd w:val="0"/>
        <w:spacing w:after="0" w:line="240" w:lineRule="auto"/>
        <w:jc w:val="both"/>
        <w:textAlignment w:val="baseline"/>
        <w:rPr>
          <w:rFonts w:eastAsia="Times New Roman" w:cs="Times New Roman"/>
          <w:lang w:eastAsia="cs-CZ"/>
        </w:rPr>
      </w:pPr>
      <w:r w:rsidRPr="00034F48">
        <w:rPr>
          <w:rFonts w:eastAsia="Times New Roman" w:cs="Times New Roman"/>
          <w:lang w:eastAsia="cs-CZ"/>
        </w:rPr>
        <w:t>Správa železniční geodézie</w:t>
      </w:r>
    </w:p>
    <w:p w14:paraId="2AEA916C" w14:textId="77777777" w:rsidR="00240F91" w:rsidRPr="00034F48" w:rsidRDefault="00240F91" w:rsidP="00240F91">
      <w:pPr>
        <w:pStyle w:val="Ftext"/>
        <w:spacing w:before="0" w:after="0" w:line="240" w:lineRule="auto"/>
        <w:rPr>
          <w:rFonts w:asciiTheme="minorHAnsi" w:hAnsiTheme="minorHAnsi"/>
          <w:sz w:val="18"/>
          <w:szCs w:val="18"/>
        </w:rPr>
      </w:pPr>
      <w:r w:rsidRPr="00034F48">
        <w:rPr>
          <w:rFonts w:asciiTheme="minorHAnsi" w:hAnsiTheme="minorHAnsi"/>
          <w:sz w:val="18"/>
          <w:szCs w:val="18"/>
        </w:rPr>
        <w:t xml:space="preserve">Václavkova 169/1, </w:t>
      </w:r>
    </w:p>
    <w:p w14:paraId="03D9AF2F" w14:textId="77777777" w:rsidR="00240F91" w:rsidRPr="00034F48" w:rsidRDefault="00240F91" w:rsidP="00240F91">
      <w:pPr>
        <w:pStyle w:val="Ftext"/>
        <w:spacing w:before="0" w:after="0" w:line="240" w:lineRule="auto"/>
        <w:rPr>
          <w:rFonts w:asciiTheme="minorHAnsi" w:hAnsiTheme="minorHAnsi"/>
          <w:sz w:val="18"/>
          <w:szCs w:val="18"/>
        </w:rPr>
      </w:pPr>
      <w:r w:rsidRPr="00034F48">
        <w:rPr>
          <w:rFonts w:asciiTheme="minorHAnsi" w:hAnsiTheme="minorHAnsi"/>
          <w:sz w:val="18"/>
          <w:szCs w:val="18"/>
        </w:rPr>
        <w:t>160 00 Praha 6 - Dejvice</w:t>
      </w:r>
    </w:p>
    <w:p w14:paraId="51225479" w14:textId="62B644B2" w:rsidR="00240F91" w:rsidRPr="00034F48" w:rsidRDefault="00240F91" w:rsidP="00240F91">
      <w:pPr>
        <w:pStyle w:val="Textbezodsazen"/>
        <w:spacing w:after="0"/>
        <w:rPr>
          <w:rFonts w:eastAsia="Times New Roman" w:cs="Times New Roman"/>
          <w:lang w:eastAsia="cs-CZ"/>
        </w:rPr>
      </w:pPr>
      <w:r w:rsidRPr="00034F48">
        <w:rPr>
          <w:rFonts w:eastAsia="Times New Roman" w:cs="Times New Roman"/>
          <w:lang w:eastAsia="cs-CZ"/>
        </w:rPr>
        <w:t>e-mail: pokornyv@spravazeleznic.cz, mobil 724 275 182</w:t>
      </w:r>
    </w:p>
    <w:p w14:paraId="254A460B" w14:textId="77777777" w:rsidR="00240F91" w:rsidRPr="00034F48" w:rsidRDefault="00240F91" w:rsidP="00240F91">
      <w:pPr>
        <w:spacing w:after="0"/>
        <w:jc w:val="both"/>
      </w:pPr>
    </w:p>
    <w:p w14:paraId="45E8CF51" w14:textId="05764539" w:rsidR="00240F91" w:rsidRPr="00034F48" w:rsidRDefault="00240F91" w:rsidP="00240F91">
      <w:pPr>
        <w:spacing w:after="0"/>
        <w:jc w:val="both"/>
      </w:pPr>
      <w:r w:rsidRPr="00034F48">
        <w:t>Koordinátor BOZP na staveništi</w:t>
      </w:r>
    </w:p>
    <w:p w14:paraId="0F663344" w14:textId="77777777" w:rsidR="00240F91" w:rsidRPr="00034F48" w:rsidRDefault="00240F91" w:rsidP="00240F91">
      <w:pPr>
        <w:overflowPunct w:val="0"/>
        <w:autoSpaceDE w:val="0"/>
        <w:autoSpaceDN w:val="0"/>
        <w:adjustRightInd w:val="0"/>
        <w:spacing w:after="0"/>
        <w:jc w:val="both"/>
        <w:textAlignment w:val="baseline"/>
      </w:pPr>
      <w:r w:rsidRPr="00034F48">
        <w:t>Nikolas Nitran</w:t>
      </w:r>
    </w:p>
    <w:p w14:paraId="5EC96D33" w14:textId="77777777" w:rsidR="00240F91" w:rsidRPr="00034F48" w:rsidRDefault="00240F91" w:rsidP="00240F91">
      <w:pPr>
        <w:overflowPunct w:val="0"/>
        <w:autoSpaceDE w:val="0"/>
        <w:autoSpaceDN w:val="0"/>
        <w:adjustRightInd w:val="0"/>
        <w:spacing w:after="0" w:line="240" w:lineRule="auto"/>
        <w:jc w:val="both"/>
        <w:textAlignment w:val="baseline"/>
        <w:rPr>
          <w:rFonts w:eastAsia="Times New Roman" w:cs="Times New Roman"/>
          <w:lang w:eastAsia="cs-CZ"/>
        </w:rPr>
      </w:pPr>
      <w:r w:rsidRPr="00034F48">
        <w:rPr>
          <w:rFonts w:eastAsia="Times New Roman" w:cs="Times New Roman"/>
          <w:lang w:eastAsia="cs-CZ"/>
        </w:rPr>
        <w:t>Správa železnic, státní organizace</w:t>
      </w:r>
    </w:p>
    <w:p w14:paraId="706F31E3" w14:textId="77777777" w:rsidR="00240F91" w:rsidRPr="00034F48" w:rsidRDefault="00240F91" w:rsidP="00240F91">
      <w:pPr>
        <w:overflowPunct w:val="0"/>
        <w:autoSpaceDE w:val="0"/>
        <w:autoSpaceDN w:val="0"/>
        <w:adjustRightInd w:val="0"/>
        <w:spacing w:after="0" w:line="240" w:lineRule="auto"/>
        <w:jc w:val="both"/>
        <w:textAlignment w:val="baseline"/>
        <w:rPr>
          <w:rFonts w:eastAsia="Times New Roman" w:cs="Times New Roman"/>
          <w:lang w:eastAsia="cs-CZ"/>
        </w:rPr>
      </w:pPr>
      <w:r w:rsidRPr="00034F48">
        <w:rPr>
          <w:rFonts w:eastAsia="Times New Roman" w:cs="Times New Roman"/>
          <w:lang w:eastAsia="cs-CZ"/>
        </w:rPr>
        <w:t>Stavební správa západ</w:t>
      </w:r>
    </w:p>
    <w:p w14:paraId="74D9D509" w14:textId="77777777" w:rsidR="00240F91" w:rsidRPr="00034F48" w:rsidRDefault="00240F91" w:rsidP="00240F91">
      <w:pPr>
        <w:pStyle w:val="Ftext"/>
        <w:spacing w:before="0" w:after="0" w:line="240" w:lineRule="auto"/>
        <w:rPr>
          <w:rFonts w:asciiTheme="minorHAnsi" w:hAnsiTheme="minorHAnsi"/>
          <w:sz w:val="18"/>
          <w:szCs w:val="18"/>
        </w:rPr>
      </w:pPr>
      <w:r w:rsidRPr="00034F48">
        <w:rPr>
          <w:rFonts w:asciiTheme="minorHAnsi" w:hAnsiTheme="minorHAnsi"/>
          <w:sz w:val="18"/>
          <w:szCs w:val="18"/>
        </w:rPr>
        <w:t xml:space="preserve">Ke Štvanici 656/3, </w:t>
      </w:r>
    </w:p>
    <w:p w14:paraId="63CEB8F9" w14:textId="77777777" w:rsidR="00240F91" w:rsidRPr="00034F48" w:rsidRDefault="00240F91" w:rsidP="00240F91">
      <w:pPr>
        <w:pStyle w:val="Ftext"/>
        <w:spacing w:before="0" w:after="0" w:line="240" w:lineRule="auto"/>
        <w:rPr>
          <w:rFonts w:asciiTheme="minorHAnsi" w:hAnsiTheme="minorHAnsi"/>
          <w:sz w:val="18"/>
          <w:szCs w:val="18"/>
        </w:rPr>
      </w:pPr>
      <w:r w:rsidRPr="00034F48">
        <w:rPr>
          <w:rFonts w:asciiTheme="minorHAnsi" w:hAnsiTheme="minorHAnsi"/>
          <w:sz w:val="18"/>
          <w:szCs w:val="18"/>
        </w:rPr>
        <w:t>186 00 Praha 8 - Karlín</w:t>
      </w:r>
    </w:p>
    <w:p w14:paraId="0C9B084B" w14:textId="6A911043" w:rsidR="00240F91" w:rsidRPr="00034F48" w:rsidRDefault="00240F91" w:rsidP="00240F91">
      <w:pPr>
        <w:pStyle w:val="Textbezodsazen"/>
        <w:spacing w:after="0"/>
        <w:rPr>
          <w:rFonts w:eastAsia="Times New Roman" w:cs="Times New Roman"/>
          <w:lang w:eastAsia="cs-CZ"/>
        </w:rPr>
      </w:pPr>
      <w:r w:rsidRPr="00034F48">
        <w:rPr>
          <w:rFonts w:eastAsia="Times New Roman" w:cs="Times New Roman"/>
          <w:lang w:eastAsia="cs-CZ"/>
        </w:rPr>
        <w:t>e-mail: nitran@spravazeleznic.cz, mobil 724 863 591</w:t>
      </w:r>
    </w:p>
    <w:p w14:paraId="61C24C7B" w14:textId="77777777" w:rsidR="00240F91" w:rsidRPr="00034F48" w:rsidRDefault="00240F91" w:rsidP="005D168C">
      <w:pPr>
        <w:pStyle w:val="Textbezodsazen"/>
      </w:pPr>
    </w:p>
    <w:p w14:paraId="625A5925" w14:textId="77777777" w:rsidR="00C96E7C" w:rsidRDefault="00C96E7C" w:rsidP="00E33F32">
      <w:pPr>
        <w:pStyle w:val="Nadpisbezsl1-2"/>
      </w:pPr>
      <w:r>
        <w:t>3.1  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0F0E0495" w:rsidR="00C96E7C" w:rsidRDefault="00C96E7C" w:rsidP="00E33F32">
      <w:pPr>
        <w:pStyle w:val="Nadpisbezsl1-2"/>
      </w:pPr>
      <w:r>
        <w:t>4.2 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504938FB" w:rsidR="00BF5650" w:rsidRPr="00382BD8" w:rsidRDefault="00BF5650" w:rsidP="00BF5650">
      <w:pPr>
        <w:spacing w:after="120"/>
        <w:jc w:val="both"/>
        <w:rPr>
          <w:b/>
        </w:rPr>
      </w:pPr>
      <w:r w:rsidRPr="00382BD8">
        <w:rPr>
          <w:b/>
        </w:rPr>
        <w:t xml:space="preserve">4.2.1  </w:t>
      </w:r>
      <w:r w:rsidRPr="00382BD8">
        <w:t>Text Pod-článku 4.2.1 [</w:t>
      </w:r>
      <w:r w:rsidRPr="00382BD8">
        <w:rPr>
          <w:i/>
        </w:rPr>
        <w:t>Bankovní záruka za provedení Díla</w:t>
      </w:r>
      <w:r w:rsidRPr="00382BD8">
        <w:t>] je odstraněn a nahrazen následujícím zněním:</w:t>
      </w:r>
    </w:p>
    <w:p w14:paraId="4CBDCA71" w14:textId="77777777" w:rsidR="00BF5650" w:rsidRPr="00382BD8" w:rsidRDefault="00BF5650" w:rsidP="00BF5650">
      <w:pPr>
        <w:spacing w:before="120" w:after="40" w:line="252" w:lineRule="auto"/>
        <w:ind w:left="794" w:hanging="794"/>
        <w:jc w:val="both"/>
        <w:rPr>
          <w:rFonts w:eastAsia="Times New Roman" w:cs="Times New Roman"/>
          <w:b/>
          <w:sz w:val="20"/>
          <w:szCs w:val="20"/>
        </w:rPr>
      </w:pPr>
      <w:r w:rsidRPr="00382BD8">
        <w:rPr>
          <w:rFonts w:eastAsia="Times New Roman" w:cs="Times New Roman"/>
          <w:b/>
          <w:sz w:val="20"/>
          <w:szCs w:val="20"/>
        </w:rPr>
        <w:t>4.2.1 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 xml:space="preserve">článkem 1.1.4.15 </w:t>
      </w:r>
      <w:r w:rsidRPr="00382BD8">
        <w:lastRenderedPageBreak/>
        <w:t>[</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77777777" w:rsidR="00BF5650" w:rsidRPr="00382BD8" w:rsidRDefault="00BF5650" w:rsidP="00BF5650">
      <w:pPr>
        <w:spacing w:after="120"/>
        <w:jc w:val="both"/>
      </w:pPr>
      <w:r w:rsidRPr="00382BD8">
        <w:t>(a)</w:t>
      </w:r>
      <w:r w:rsidRPr="00382BD8">
        <w:tab/>
        <w:t>Zhotovitel neprodlouží platnost záruky za provedení Díla tak, jak je popsáno v předchozích odstavcích, kdy v takovém případě může Objednatel nárokovat plnou částku záruky za provedení Díla,</w:t>
      </w:r>
    </w:p>
    <w:p w14:paraId="4F69A6B5" w14:textId="77777777" w:rsidR="00BF5650" w:rsidRPr="00382BD8" w:rsidRDefault="00BF5650" w:rsidP="00BF5650">
      <w:pPr>
        <w:spacing w:after="120"/>
        <w:jc w:val="both"/>
      </w:pPr>
      <w:r w:rsidRPr="00382BD8">
        <w:t>(b)</w:t>
      </w:r>
      <w:r w:rsidRPr="00382BD8">
        <w:tab/>
        <w:t>Zhotovitel nezaplatí Objednateli částku, která Objednateli náleží, ačkoli částka byla se Zhotovitelem dohodnuta nebo určena podle Pod-článku 2.5 [</w:t>
      </w:r>
      <w:r w:rsidRPr="00382BD8">
        <w:rPr>
          <w:i/>
        </w:rPr>
        <w:t>Claimy objednatele</w:t>
      </w:r>
      <w:r w:rsidRPr="00382BD8">
        <w:t>], Článku 20 [</w:t>
      </w:r>
      <w:r w:rsidRPr="00382BD8">
        <w:rPr>
          <w:i/>
        </w:rPr>
        <w:t>Claimy, spory a rozhodčí řízení</w:t>
      </w:r>
      <w:r w:rsidRPr="00382BD8">
        <w:t>], a to do 42 dnů po dohodě nebo určení, nebo na základě rozhodnutí soudu,</w:t>
      </w:r>
    </w:p>
    <w:p w14:paraId="232D5AB4" w14:textId="77777777" w:rsidR="00BF5650" w:rsidRPr="00382BD8" w:rsidRDefault="00BF5650" w:rsidP="00BF5650">
      <w:pPr>
        <w:spacing w:after="120"/>
        <w:jc w:val="both"/>
      </w:pPr>
      <w:r w:rsidRPr="00382BD8">
        <w:t>(c)</w:t>
      </w:r>
      <w:r w:rsidRPr="00382BD8">
        <w:tab/>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77777777" w:rsidR="00BF5650" w:rsidRPr="00382BD8" w:rsidRDefault="00BF5650" w:rsidP="00BF5650">
      <w:pPr>
        <w:spacing w:after="120"/>
        <w:jc w:val="both"/>
      </w:pPr>
      <w:r w:rsidRPr="00382BD8">
        <w:t>(d)</w:t>
      </w:r>
      <w:r w:rsidRPr="00382BD8">
        <w:tab/>
        <w:t>dojde k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 xml:space="preserve">V případě neplatnosti nebo nevymahatelnosti záruky za provedení Díla se Zhotovitel zavazuje neprodleně učinit veškeré kroky nezbytné k obstarání záruky za provedení Díla ve prospěch </w:t>
      </w:r>
      <w:r w:rsidRPr="00382BD8">
        <w:lastRenderedPageBreak/>
        <w:t>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77777777" w:rsidR="00BF5650" w:rsidRPr="00382BD8" w:rsidRDefault="00BF5650" w:rsidP="00BF5650">
      <w:pPr>
        <w:spacing w:after="120"/>
        <w:jc w:val="both"/>
      </w:pPr>
      <w:r w:rsidRPr="00382BD8">
        <w:t>(a)</w:t>
      </w:r>
      <w:r w:rsidRPr="00382BD8">
        <w:tab/>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77777777" w:rsidR="00BF5650" w:rsidRPr="00382BD8" w:rsidRDefault="00BF5650" w:rsidP="00BF5650">
      <w:pPr>
        <w:spacing w:after="120"/>
        <w:jc w:val="both"/>
      </w:pPr>
      <w:r w:rsidRPr="00382BD8">
        <w:t xml:space="preserve">(b) </w:t>
      </w:r>
      <w:r w:rsidRPr="00382BD8">
        <w:tab/>
        <w:t>Zhotovitel nezaplatí Objednateli částku, která Objednateli náleží, ačkoli částka byla se Zhotovitelem dohodnuta nebo určena podle Pod-článku 2.5 [</w:t>
      </w:r>
      <w:r w:rsidRPr="00382BD8">
        <w:rPr>
          <w:i/>
        </w:rPr>
        <w:t>Claimy objednatele</w:t>
      </w:r>
      <w:r w:rsidRPr="00382BD8">
        <w:t>], Článku 20 [</w:t>
      </w:r>
      <w:r w:rsidRPr="00382BD8">
        <w:rPr>
          <w:i/>
        </w:rPr>
        <w:t>Claimy, spory a rozhodčí řízení</w:t>
      </w:r>
      <w:r w:rsidRPr="00382BD8">
        <w:t>], a to do 42 dnů po dohodě nebo určení, nebo na základě rozhodnutí soudu,</w:t>
      </w:r>
    </w:p>
    <w:p w14:paraId="2B06FBEA" w14:textId="77777777" w:rsidR="00BF5650" w:rsidRPr="00382BD8" w:rsidRDefault="00BF5650" w:rsidP="00BF5650">
      <w:pPr>
        <w:spacing w:after="120"/>
        <w:jc w:val="both"/>
      </w:pPr>
      <w:r w:rsidRPr="00BF5650">
        <w:rPr>
          <w:color w:val="FF0000"/>
        </w:rPr>
        <w:t xml:space="preserve"> </w:t>
      </w:r>
      <w:r w:rsidRPr="00382BD8">
        <w:t>(c)</w:t>
      </w:r>
      <w:r w:rsidRPr="00BF5650">
        <w:rPr>
          <w:color w:val="FF0000"/>
        </w:rPr>
        <w:tab/>
      </w:r>
      <w:r w:rsidRPr="00382BD8">
        <w:t xml:space="preserve">Zhotovitel nedokončí veškeré práce, které zbývá vykonat v den uvedený v Potvrzení o převzetí Díla v době podle pokynů Správce stavby nebo neodstraní vadu z vadného plnění dle Pod-článku 11.1 </w:t>
      </w:r>
      <w:r w:rsidRPr="00382BD8">
        <w:rPr>
          <w:i/>
        </w:rPr>
        <w:t>[Dokončení nedokončených prací a odstraňování vad</w:t>
      </w:r>
      <w:r w:rsidRPr="00382BD8">
        <w:t>]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77777777" w:rsidR="00BF5650" w:rsidRPr="00382BD8" w:rsidRDefault="00BF5650" w:rsidP="00BF5650">
      <w:pPr>
        <w:spacing w:after="120"/>
        <w:jc w:val="both"/>
      </w:pPr>
      <w:r w:rsidRPr="00382BD8">
        <w:t>(d)</w:t>
      </w:r>
      <w:r w:rsidRPr="00382BD8">
        <w:tab/>
        <w:t>nastanou okolnosti, které opravňují Objednatele k odstoupení od Smlouvy podle článku 15 [</w:t>
      </w:r>
      <w:r w:rsidRPr="00382BD8">
        <w:rPr>
          <w:i/>
        </w:rPr>
        <w:t>Ukončení smlouvy objednatelem</w:t>
      </w:r>
      <w:r w:rsidRPr="00382BD8">
        <w:t xml:space="preserve">] těchto Podmínek, bez ohledu na to, zda bylo odstoupení </w:t>
      </w:r>
      <w:r w:rsidRPr="00382BD8">
        <w:lastRenderedPageBreak/>
        <w:t>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7777777" w:rsidR="00C96E7C" w:rsidRDefault="00C96E7C" w:rsidP="00E33F32">
      <w:pPr>
        <w:pStyle w:val="Nadpisbezsl1-2"/>
      </w:pPr>
      <w:r>
        <w:t>4.3  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77777777" w:rsidR="001F34A6" w:rsidRDefault="001F34A6" w:rsidP="00D05FFD">
      <w:pPr>
        <w:spacing w:after="120"/>
        <w:jc w:val="both"/>
        <w:rPr>
          <w:rFonts w:ascii="Verdana" w:hAnsi="Verdana"/>
          <w:b/>
        </w:rPr>
      </w:pPr>
    </w:p>
    <w:p w14:paraId="3BCE5CC4" w14:textId="7957447C" w:rsidR="00D05FFD" w:rsidRPr="00025F79" w:rsidRDefault="00D05FFD" w:rsidP="00D05FFD">
      <w:pPr>
        <w:spacing w:after="120"/>
        <w:jc w:val="both"/>
        <w:rPr>
          <w:rFonts w:ascii="Verdana" w:hAnsi="Verdana"/>
          <w:b/>
        </w:rPr>
      </w:pPr>
      <w:r w:rsidRPr="00025F79">
        <w:rPr>
          <w:rFonts w:ascii="Verdana" w:hAnsi="Verdana"/>
          <w:b/>
        </w:rPr>
        <w:t xml:space="preserve">4.4.4 </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659917AB" w:rsidR="00D05FFD" w:rsidRDefault="00D05FFD" w:rsidP="00D05FFD">
      <w:pPr>
        <w:spacing w:after="120"/>
        <w:jc w:val="both"/>
        <w:rPr>
          <w:rFonts w:ascii="Verdana" w:hAnsi="Verdana"/>
        </w:rPr>
      </w:pPr>
      <w:r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Pr="00382BD8">
        <w:rPr>
          <w:rFonts w:ascii="Verdana" w:hAnsi="Verdana"/>
        </w:rPr>
        <w:t>,</w:t>
      </w:r>
      <w:r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11130167" w14:textId="77777777" w:rsidR="00167E02" w:rsidRPr="00382BD8" w:rsidRDefault="00167E02" w:rsidP="00167E02">
      <w:pPr>
        <w:spacing w:after="120"/>
        <w:jc w:val="both"/>
        <w:rPr>
          <w:b/>
        </w:rPr>
      </w:pPr>
      <w:r w:rsidRPr="00382BD8">
        <w:rPr>
          <w:b/>
        </w:rPr>
        <w:t>4.4.5</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502D6979" w:rsidR="00673405" w:rsidRPr="00382BD8" w:rsidRDefault="00673405" w:rsidP="00673405">
      <w:pPr>
        <w:spacing w:before="120" w:after="40" w:line="252" w:lineRule="auto"/>
        <w:jc w:val="both"/>
        <w:rPr>
          <w:rFonts w:eastAsia="Times New Roman" w:cs="Times New Roman"/>
          <w:b/>
        </w:rPr>
      </w:pPr>
      <w:r w:rsidRPr="00382BD8">
        <w:t>Zhotovitel poruší povinnost udržovat v platnosti a ve stanovené výši Bankovní záruku za odstranění vad Díla nebo Pojistnou záruku za odstranění vad Díla za podmínek a po dobu stanovenou v Pod-článku 4.2.2  [</w:t>
      </w:r>
      <w:r w:rsidRPr="00382BD8">
        <w:rPr>
          <w:rFonts w:eastAsia="Times New Roman" w:cs="Times New Roman"/>
          <w:i/>
        </w:rPr>
        <w:t>Bankovní záruka za odstranění vad Díla a Pojistná záruka za odstranění vad Díla</w:t>
      </w:r>
      <w:r w:rsidRPr="00382BD8">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lastRenderedPageBreak/>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490FAB7A" w14:textId="77777777" w:rsidR="00167E02" w:rsidRDefault="00167E02" w:rsidP="00167E02">
      <w:pPr>
        <w:spacing w:after="0"/>
        <w:jc w:val="both"/>
        <w:rPr>
          <w:b/>
          <w:color w:val="FF0000"/>
        </w:rPr>
      </w:pPr>
    </w:p>
    <w:p w14:paraId="2FA89C22" w14:textId="224F0461" w:rsidR="00167E02" w:rsidRPr="001464CD" w:rsidRDefault="00167E02" w:rsidP="00167E02">
      <w:pPr>
        <w:spacing w:after="0"/>
        <w:jc w:val="both"/>
        <w:rPr>
          <w:b/>
          <w:color w:val="FF0000"/>
        </w:rPr>
      </w:pPr>
    </w:p>
    <w:p w14:paraId="3C4B66AF" w14:textId="531AFDF8" w:rsidR="00C96E7C" w:rsidRPr="00871FAC" w:rsidRDefault="00C96E7C" w:rsidP="00871FAC">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33AF0A09" w14:textId="77777777" w:rsidR="00C96E7C" w:rsidRDefault="00C96E7C" w:rsidP="005D168C">
      <w:pPr>
        <w:pStyle w:val="Textbezodsazen"/>
      </w:pPr>
    </w:p>
    <w:p w14:paraId="5D20D987" w14:textId="77777777" w:rsidR="00C96E7C" w:rsidRPr="00871FAC" w:rsidRDefault="00C96E7C" w:rsidP="00871FAC">
      <w:pPr>
        <w:pStyle w:val="Nadpisbezsl1-2"/>
      </w:pPr>
      <w:r w:rsidRPr="00871FAC">
        <w:t>4.28 Postupné závazné milníky</w:t>
      </w:r>
    </w:p>
    <w:p w14:paraId="6D10F15E" w14:textId="77777777" w:rsidR="00A966EA" w:rsidRPr="00B04C95" w:rsidRDefault="00A966EA" w:rsidP="00A966EA">
      <w:pPr>
        <w:pStyle w:val="Textbezodsazen"/>
      </w:pPr>
      <w:r w:rsidRPr="00B04C95">
        <w:t>Postupné závazné milníky nejsou stanoveny.</w:t>
      </w:r>
    </w:p>
    <w:p w14:paraId="06F9C11D" w14:textId="77777777" w:rsidR="00C96E7C" w:rsidRPr="00871FAC" w:rsidRDefault="00C96E7C" w:rsidP="00871FAC">
      <w:pPr>
        <w:pStyle w:val="Nadpisbezsl1-2"/>
      </w:pPr>
      <w:r w:rsidRPr="00871FAC">
        <w:t>4.30 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lastRenderedPageBreak/>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24C74C50" w14:textId="77777777" w:rsidR="00330257" w:rsidRDefault="00330257" w:rsidP="00330257">
      <w:pPr>
        <w:pStyle w:val="Odrka1-1"/>
        <w:numPr>
          <w:ilvl w:val="0"/>
          <w:numId w:val="0"/>
        </w:numPr>
        <w:ind w:left="1077"/>
      </w:pPr>
    </w:p>
    <w:p w14:paraId="0CC75A1B"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56D86465" w14:textId="1F4494E3" w:rsidR="00330257" w:rsidRPr="0059209B"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w:t>
      </w:r>
      <w:r w:rsidR="009B6B4D" w:rsidRPr="0059209B">
        <w:t>dokumentac</w:t>
      </w:r>
      <w:r w:rsidR="00B172EC" w:rsidRPr="0059209B">
        <w:t>e</w:t>
      </w:r>
      <w:r w:rsidR="009B6B4D" w:rsidRPr="0059209B">
        <w:t xml:space="preserve"> a výpočtů, jsou</w:t>
      </w:r>
      <w:r w:rsidR="00B172EC" w:rsidRPr="0059209B">
        <w:t>-</w:t>
      </w:r>
      <w:r w:rsidR="009B6B4D" w:rsidRPr="0059209B">
        <w:t xml:space="preserve">li takové) a v referenčních prvcích uvedených v pod-článku 4.7 </w:t>
      </w:r>
      <w:r w:rsidR="00907C76" w:rsidRPr="0059209B">
        <w:t xml:space="preserve">[Vytyčení] </w:t>
      </w:r>
      <w:r w:rsidR="009B6B4D" w:rsidRPr="0059209B">
        <w:t xml:space="preserve">do </w:t>
      </w:r>
      <w:r w:rsidR="00A966EA" w:rsidRPr="0059209B">
        <w:t xml:space="preserve">14 </w:t>
      </w:r>
      <w:r w:rsidR="009B6B4D" w:rsidRPr="0059209B">
        <w:t>dní od Data zahájení prací.</w:t>
      </w:r>
    </w:p>
    <w:p w14:paraId="4690656F" w14:textId="77777777" w:rsidR="00C96E7C" w:rsidRPr="005C3F19" w:rsidRDefault="009B6B4D" w:rsidP="005B7883">
      <w:pPr>
        <w:pStyle w:val="Nadpisbezsl1-2"/>
      </w:pPr>
      <w:r w:rsidRPr="005C3F19">
        <w:t>8.2 Doba pro dokončení</w:t>
      </w:r>
    </w:p>
    <w:p w14:paraId="2C903EFF" w14:textId="559BD104" w:rsidR="00C96E7C" w:rsidRPr="005C3F19" w:rsidRDefault="00C96E7C" w:rsidP="005D168C">
      <w:pPr>
        <w:pStyle w:val="Textbezodsazen"/>
      </w:pPr>
      <w:r w:rsidRPr="005C3F19">
        <w:t>Zhotovitel je povinen dokončit celé Dílo včetně příslušné dokumentace dle pod-článku 7.9 do</w:t>
      </w:r>
      <w:r w:rsidR="005D168C" w:rsidRPr="005C3F19">
        <w:t xml:space="preserve"> </w:t>
      </w:r>
      <w:r w:rsidR="00682F10" w:rsidRPr="005C3F19">
        <w:rPr>
          <w:b/>
        </w:rPr>
        <w:t>24</w:t>
      </w:r>
      <w:r w:rsidR="00683311" w:rsidRPr="005C3F19">
        <w:rPr>
          <w:b/>
        </w:rPr>
        <w:t xml:space="preserve"> měsíců</w:t>
      </w:r>
      <w:r w:rsidR="00683311" w:rsidRPr="005C3F19">
        <w:t xml:space="preserve"> </w:t>
      </w:r>
      <w:r w:rsidRPr="005C3F19">
        <w:t>od Data zahájení prací.</w:t>
      </w:r>
    </w:p>
    <w:p w14:paraId="1AD77DAE" w14:textId="1DA042B7" w:rsidR="003825B0" w:rsidRPr="005C3F19" w:rsidRDefault="00683311" w:rsidP="005D168C">
      <w:pPr>
        <w:pStyle w:val="Textbezodsazen"/>
      </w:pPr>
      <w:r w:rsidRPr="005C3F19">
        <w:t>Lhůty</w:t>
      </w:r>
      <w:r w:rsidR="003825B0" w:rsidRPr="005C3F19">
        <w:t xml:space="preserve"> stanovené </w:t>
      </w:r>
      <w:r w:rsidR="00FC19F7" w:rsidRPr="00FC19F7">
        <w:t xml:space="preserve"> v podčl. 1.11.5.1 Kapitoly 1 TKP staveb státních drah</w:t>
      </w:r>
      <w:r w:rsidR="00B33661" w:rsidRPr="005C3F19">
        <w:t xml:space="preserve"> </w:t>
      </w:r>
      <w:r w:rsidR="003825B0" w:rsidRPr="005C3F19">
        <w:t>a lhůty stanovené v</w:t>
      </w:r>
      <w:r w:rsidR="00BF6DA5" w:rsidRPr="005C3F19">
        <w:t> </w:t>
      </w:r>
      <w:r w:rsidR="003825B0" w:rsidRPr="005C3F19">
        <w:t>pod</w:t>
      </w:r>
      <w:r w:rsidR="00BF6DA5" w:rsidRPr="005C3F19">
        <w:t>-</w:t>
      </w:r>
      <w:r w:rsidR="003825B0" w:rsidRPr="005C3F19">
        <w:t xml:space="preserve">článku 7.9 Smluvních podmínek se nepoužijí a nahrazují se lhůtou </w:t>
      </w:r>
      <w:r w:rsidRPr="005C3F19">
        <w:t xml:space="preserve">nejpozději </w:t>
      </w:r>
      <w:r w:rsidRPr="005C3F19">
        <w:rPr>
          <w:b/>
        </w:rPr>
        <w:t>do 3 měsíců</w:t>
      </w:r>
      <w:r w:rsidRPr="005C3F19">
        <w:t xml:space="preserve"> </w:t>
      </w:r>
      <w:r w:rsidR="003825B0" w:rsidRPr="005C3F19">
        <w:t xml:space="preserve">po dokončení konečného </w:t>
      </w:r>
      <w:r w:rsidR="00DF14DB" w:rsidRPr="005C3F19">
        <w:t xml:space="preserve">přejímacího řízení poslední Sekce, tj. </w:t>
      </w:r>
      <w:r w:rsidR="00DF14DB" w:rsidRPr="005C3F19">
        <w:rPr>
          <w:b/>
        </w:rPr>
        <w:t xml:space="preserve">do </w:t>
      </w:r>
      <w:r w:rsidRPr="005C3F19">
        <w:rPr>
          <w:b/>
        </w:rPr>
        <w:t>3 měsíců</w:t>
      </w:r>
      <w:r w:rsidRPr="005C3F19">
        <w:t xml:space="preserve"> </w:t>
      </w:r>
      <w:r w:rsidR="003A3C77" w:rsidRPr="005C3F19">
        <w:t xml:space="preserve">od </w:t>
      </w:r>
      <w:r w:rsidR="00DF14DB" w:rsidRPr="005C3F19">
        <w:t>vydání posledního Potvrzení o převzetí části Díla.</w:t>
      </w:r>
    </w:p>
    <w:p w14:paraId="2B9ED09F" w14:textId="77777777" w:rsidR="00C96E7C" w:rsidRPr="005C3F19" w:rsidRDefault="00C96E7C" w:rsidP="005B7883">
      <w:pPr>
        <w:pStyle w:val="Nadpisbezsl1-2"/>
      </w:pPr>
      <w:r w:rsidRPr="005C3F19">
        <w:t>8.2, 1.1.3.10  Doba pro uvedení do provozu</w:t>
      </w:r>
    </w:p>
    <w:p w14:paraId="06B6361D" w14:textId="5DC2AD8E" w:rsidR="00C96E7C" w:rsidRPr="005C3F19" w:rsidRDefault="00C96E7C" w:rsidP="005D168C">
      <w:pPr>
        <w:pStyle w:val="Textbezodsazen"/>
      </w:pPr>
      <w:r w:rsidRPr="005C3F19">
        <w:t xml:space="preserve">Zhotovitel je povinen dokončit Dílo </w:t>
      </w:r>
      <w:r w:rsidR="00582C15" w:rsidRPr="005C3F19">
        <w:t>v </w:t>
      </w:r>
      <w:r w:rsidRPr="005C3F19">
        <w:t>rozsahu nezbytném pro účely uvedení Díla do provozu za podmínek stavebního zákona</w:t>
      </w:r>
      <w:r w:rsidR="00582C15" w:rsidRPr="005C3F19">
        <w:t xml:space="preserve"> a </w:t>
      </w:r>
      <w:r w:rsidRPr="005C3F19">
        <w:t>zákona</w:t>
      </w:r>
      <w:r w:rsidR="00582C15" w:rsidRPr="005C3F19">
        <w:t xml:space="preserve"> o </w:t>
      </w:r>
      <w:r w:rsidRPr="005C3F19">
        <w:t xml:space="preserve">drahách nejpozději </w:t>
      </w:r>
      <w:r w:rsidRPr="005C3F19">
        <w:rPr>
          <w:b/>
        </w:rPr>
        <w:t xml:space="preserve">do </w:t>
      </w:r>
      <w:r w:rsidR="00682F10" w:rsidRPr="005C3F19">
        <w:rPr>
          <w:b/>
        </w:rPr>
        <w:t>21</w:t>
      </w:r>
      <w:r w:rsidR="00683311" w:rsidRPr="005C3F19">
        <w:rPr>
          <w:b/>
        </w:rPr>
        <w:t xml:space="preserve"> měsíců</w:t>
      </w:r>
      <w:r w:rsidR="00683311" w:rsidRPr="005C3F19">
        <w:t xml:space="preserve"> od </w:t>
      </w:r>
      <w:r w:rsidRPr="005C3F19">
        <w:t>Data zahájen</w:t>
      </w:r>
      <w:r w:rsidR="00683311" w:rsidRPr="005C3F19">
        <w:t>í prací.</w:t>
      </w:r>
    </w:p>
    <w:p w14:paraId="0BFB6B56" w14:textId="77777777" w:rsidR="00C96E7C" w:rsidRPr="0059209B" w:rsidRDefault="00C96E7C" w:rsidP="005B7883">
      <w:pPr>
        <w:pStyle w:val="Nadpisbezsl1-2"/>
      </w:pPr>
      <w:r w:rsidRPr="0059209B">
        <w:t>8.7  Náhrada škody za zpoždění</w:t>
      </w:r>
    </w:p>
    <w:p w14:paraId="47516E86" w14:textId="77777777" w:rsidR="00C96E7C" w:rsidRPr="0059209B" w:rsidRDefault="00C96E7C" w:rsidP="005D168C">
      <w:pPr>
        <w:pStyle w:val="Textbezodsazen"/>
      </w:pPr>
      <w:r w:rsidRPr="0059209B">
        <w:t>Zhotovitel nahradí Objednateli ve smyslu pod-článku 8.7 škodu vzniklou zpožděním ve výši převyšující uhrazenou částku smluvní pokuty uhrazené Zhotovitelem za takové zpoždění podle pod-článku 4.27.</w:t>
      </w:r>
    </w:p>
    <w:p w14:paraId="1A09F1EF" w14:textId="77777777" w:rsidR="00C96E7C" w:rsidRDefault="00C96E7C" w:rsidP="005B7883">
      <w:pPr>
        <w:pStyle w:val="Nadpisbezsl1-2"/>
      </w:pPr>
      <w:r>
        <w:t>8.7  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AF1C861" w:rsidR="00C96E7C" w:rsidRPr="0059209B" w:rsidRDefault="00C96E7C" w:rsidP="005B7883">
      <w:pPr>
        <w:pStyle w:val="Nadpisbezsl1-2"/>
      </w:pPr>
      <w:r w:rsidRPr="0059209B">
        <w:t>11.1  Délka záruční doby</w:t>
      </w:r>
    </w:p>
    <w:p w14:paraId="418CA7AF" w14:textId="77777777" w:rsidR="00D568CD" w:rsidRPr="0059209B" w:rsidRDefault="00D568CD" w:rsidP="00D568CD">
      <w:pPr>
        <w:pStyle w:val="Textbezodsazen"/>
      </w:pPr>
      <w:r w:rsidRPr="0059209B">
        <w:t>Zhotovitel poskytuje na Dílo záruku dle článku 1.8.3 Kapitoly 1 Technických kvalitativních podmínek staveb státních drah.</w:t>
      </w:r>
    </w:p>
    <w:p w14:paraId="0B979891" w14:textId="77777777" w:rsidR="00D11354" w:rsidRPr="0059209B" w:rsidRDefault="00D11354" w:rsidP="00D11354">
      <w:pPr>
        <w:pStyle w:val="Textbezodsazen"/>
        <w:rPr>
          <w:b/>
        </w:rPr>
      </w:pPr>
      <w:r w:rsidRPr="0059209B">
        <w:rPr>
          <w:b/>
        </w:rPr>
        <w:t>11.7 Právo na přístup.</w:t>
      </w:r>
    </w:p>
    <w:p w14:paraId="51C4AB78" w14:textId="77777777" w:rsidR="00D11354" w:rsidRPr="0059209B" w:rsidRDefault="00D11354" w:rsidP="00D11354">
      <w:pPr>
        <w:pStyle w:val="Textbezodsazen"/>
      </w:pPr>
      <w:r w:rsidRPr="0059209B">
        <w:t>Za slova „odstranění vad Díla“ se doplňuje text „nebo Pojistné záruky za odstranění vad Díla“</w:t>
      </w:r>
    </w:p>
    <w:p w14:paraId="00F30EA9" w14:textId="77777777" w:rsidR="00D11354" w:rsidRPr="0059209B" w:rsidRDefault="00D11354" w:rsidP="00D11354">
      <w:pPr>
        <w:pStyle w:val="Textbezodsazen"/>
        <w:rPr>
          <w:b/>
        </w:rPr>
      </w:pPr>
      <w:r w:rsidRPr="0059209B">
        <w:rPr>
          <w:b/>
        </w:rPr>
        <w:t>11.10 Nesplněné závazky</w:t>
      </w:r>
      <w:bookmarkStart w:id="0" w:name="_GoBack"/>
      <w:bookmarkEnd w:id="0"/>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77777777" w:rsidR="00D11354" w:rsidRPr="00382BD8" w:rsidRDefault="00D11354" w:rsidP="00D11354">
      <w:pPr>
        <w:pStyle w:val="Textbezodsazen"/>
        <w:rPr>
          <w:b/>
        </w:rPr>
      </w:pPr>
      <w:r w:rsidRPr="00382BD8">
        <w:rPr>
          <w:b/>
        </w:rPr>
        <w:t>11.11 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77777777" w:rsidR="00C96E7C" w:rsidRDefault="00C96E7C" w:rsidP="005B7883">
      <w:pPr>
        <w:pStyle w:val="Nadpisbezsl1-2"/>
      </w:pPr>
      <w:r>
        <w:t xml:space="preserve">13.1  Právo na variaci </w:t>
      </w:r>
    </w:p>
    <w:p w14:paraId="11F50832" w14:textId="77777777"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SŽDC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77777777" w:rsidR="00C96E7C" w:rsidRDefault="00C96E7C" w:rsidP="005B7883">
      <w:pPr>
        <w:pStyle w:val="Nadpisbezsl1-2"/>
      </w:pPr>
      <w:r>
        <w:lastRenderedPageBreak/>
        <w:t>13.5  Podmíněné obnosy</w:t>
      </w:r>
    </w:p>
    <w:p w14:paraId="6ACFC5F2" w14:textId="77777777" w:rsidR="00C96E7C" w:rsidRDefault="00C96E7C" w:rsidP="00582C15">
      <w:pPr>
        <w:pStyle w:val="Textbezodsazen"/>
      </w:pPr>
      <w:r>
        <w:t>Podmíněné obnosy poskytnuty nebudou.</w:t>
      </w:r>
    </w:p>
    <w:p w14:paraId="3FE9B37A" w14:textId="77777777" w:rsidR="00C96E7C" w:rsidRDefault="00643B60" w:rsidP="005B7883">
      <w:pPr>
        <w:pStyle w:val="Nadpisbezsl1-2"/>
      </w:pPr>
      <w:r w:rsidRPr="00643B60">
        <w:t>13.8</w:t>
      </w:r>
      <w:r w:rsidR="00C96E7C" w:rsidRPr="00643B60">
        <w:t xml:space="preserve">  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Default="00643B60" w:rsidP="00155906">
      <w:pPr>
        <w:pStyle w:val="Nadpisbezsl1-2"/>
        <w:spacing w:before="0"/>
        <w:rPr>
          <w:b w:val="0"/>
          <w:strike/>
        </w:rPr>
      </w:pPr>
      <w:r w:rsidRPr="00025F79">
        <w:rPr>
          <w:b w:val="0"/>
          <w:sz w:val="18"/>
          <w:szCs w:val="18"/>
        </w:rPr>
        <w:t>Úpravy cen v důsledku změn nákladů nejsou povoleny.</w:t>
      </w:r>
    </w:p>
    <w:p w14:paraId="47E022E5" w14:textId="069C7683" w:rsidR="00155906" w:rsidRDefault="00155906" w:rsidP="00155906">
      <w:pPr>
        <w:pStyle w:val="Nadpisbezsl1-2"/>
        <w:spacing w:before="0"/>
      </w:pPr>
      <w:r>
        <w:t>14.2 Zálohová platba</w:t>
      </w:r>
    </w:p>
    <w:p w14:paraId="3B7B395C" w14:textId="3A98C6CD" w:rsidR="00155906" w:rsidRDefault="00155906" w:rsidP="00155906">
      <w:pPr>
        <w:pStyle w:val="Nadpisbezsl1-2"/>
        <w:spacing w:before="0"/>
        <w:rPr>
          <w:rFonts w:asciiTheme="minorHAnsi" w:eastAsia="Calibri" w:hAnsiTheme="minorHAnsi"/>
          <w:b w:val="0"/>
          <w:sz w:val="18"/>
          <w:szCs w:val="18"/>
        </w:rPr>
      </w:pPr>
      <w:r w:rsidRPr="00155906">
        <w:rPr>
          <w:b w:val="0"/>
          <w:sz w:val="18"/>
          <w:szCs w:val="18"/>
        </w:rPr>
        <w:t>Text</w:t>
      </w:r>
      <w:r>
        <w:rPr>
          <w:b w:val="0"/>
          <w:sz w:val="18"/>
          <w:szCs w:val="18"/>
        </w:rPr>
        <w:t xml:space="preserve"> Pod-článku 14.2 </w:t>
      </w:r>
      <w:r w:rsidRPr="00155906">
        <w:rPr>
          <w:rFonts w:asciiTheme="minorHAnsi" w:eastAsia="Calibri" w:hAnsiTheme="minorHAnsi"/>
          <w:b w:val="0"/>
          <w:sz w:val="18"/>
          <w:szCs w:val="18"/>
        </w:rPr>
        <w:t>[</w:t>
      </w:r>
      <w:r w:rsidRPr="00432CCA">
        <w:rPr>
          <w:rFonts w:asciiTheme="minorHAnsi" w:eastAsia="Calibri" w:hAnsiTheme="minorHAnsi"/>
          <w:b w:val="0"/>
          <w:i/>
          <w:sz w:val="18"/>
          <w:szCs w:val="18"/>
        </w:rPr>
        <w:t>Zálohová platba</w:t>
      </w:r>
      <m:oMath>
        <m:r>
          <m:rPr>
            <m:sty m:val="bi"/>
          </m:rPr>
          <w:rPr>
            <w:rFonts w:ascii="Cambria Math" w:eastAsia="Calibri" w:hAnsi="Cambria Math"/>
            <w:sz w:val="18"/>
            <w:szCs w:val="18"/>
          </w:rPr>
          <m:t>]</m:t>
        </m:r>
      </m:oMath>
      <w:r>
        <w:rPr>
          <w:rFonts w:asciiTheme="minorHAnsi" w:eastAsia="Calibri" w:hAnsiTheme="minorHAnsi"/>
          <w:b w:val="0"/>
          <w:sz w:val="18"/>
          <w:szCs w:val="18"/>
        </w:rPr>
        <w:t xml:space="preserve"> se odstraňuje a nahraz</w:t>
      </w:r>
      <w:r w:rsidR="00432CCA">
        <w:rPr>
          <w:rFonts w:asciiTheme="minorHAnsi" w:eastAsia="Calibri" w:hAnsiTheme="minorHAnsi"/>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59209B"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ode dne obdržení částky ve výši nezúčtovaného zůstatku zálohové platby od </w:t>
      </w:r>
      <w:r w:rsidRPr="0059209B">
        <w:rPr>
          <w:rFonts w:asciiTheme="minorHAnsi" w:eastAsia="Calibri" w:hAnsiTheme="minorHAnsi"/>
          <w:sz w:val="18"/>
          <w:szCs w:val="18"/>
        </w:rPr>
        <w:t>Zhotovitele nebo</w:t>
      </w:r>
    </w:p>
    <w:p w14:paraId="4AD8EA24" w14:textId="6050837F" w:rsidR="00432CCA" w:rsidRPr="0059209B" w:rsidRDefault="00432CCA" w:rsidP="00432CCA">
      <w:pPr>
        <w:pStyle w:val="F-ZP3iodrka"/>
        <w:rPr>
          <w:rFonts w:asciiTheme="minorHAnsi" w:eastAsia="Calibri" w:hAnsiTheme="minorHAnsi"/>
          <w:sz w:val="18"/>
          <w:szCs w:val="18"/>
        </w:rPr>
      </w:pPr>
      <w:r w:rsidRPr="0059209B">
        <w:rPr>
          <w:rFonts w:asciiTheme="minorHAnsi" w:eastAsia="Calibri" w:hAnsiTheme="minorHAnsi"/>
          <w:sz w:val="18"/>
          <w:szCs w:val="18"/>
        </w:rPr>
        <w:t xml:space="preserve">do 30 dnů poté, co došlo k plnění z Bankovní záruky za zálohu nebo Pojistné záruky za zálohu výstavcem </w:t>
      </w:r>
      <w:r w:rsidRPr="0059209B">
        <w:rPr>
          <w:rFonts w:eastAsia="Calibri"/>
        </w:rPr>
        <w:t>.</w:t>
      </w:r>
    </w:p>
    <w:p w14:paraId="20E1767A" w14:textId="1DB52F01" w:rsidR="00432CCA" w:rsidRPr="0059209B" w:rsidRDefault="00432CCA" w:rsidP="00432CCA">
      <w:pPr>
        <w:pStyle w:val="Textbezodsazen"/>
      </w:pPr>
      <w:r w:rsidRPr="0059209B">
        <w:rPr>
          <w:rFonts w:eastAsia="Calibri"/>
        </w:rPr>
        <w:t>Pokud zálohová platba není v Příloze k nabídce uvedena, tento Pod-článek se nepoužije.“</w:t>
      </w:r>
    </w:p>
    <w:p w14:paraId="6857C841" w14:textId="407A2547" w:rsidR="00432CCA" w:rsidRPr="0059209B" w:rsidRDefault="00432CCA" w:rsidP="00432CCA">
      <w:pPr>
        <w:pStyle w:val="F-ZP3iodrka"/>
        <w:numPr>
          <w:ilvl w:val="0"/>
          <w:numId w:val="0"/>
        </w:numPr>
        <w:ind w:left="644"/>
        <w:rPr>
          <w:rFonts w:asciiTheme="minorHAnsi" w:eastAsia="Calibri" w:hAnsiTheme="minorHAnsi"/>
        </w:rPr>
      </w:pPr>
    </w:p>
    <w:p w14:paraId="28F4F274" w14:textId="77777777" w:rsidR="00432CCA" w:rsidRPr="0059209B" w:rsidRDefault="00432CCA" w:rsidP="00432CCA">
      <w:pPr>
        <w:pStyle w:val="F-ZP3iodrka"/>
        <w:numPr>
          <w:ilvl w:val="0"/>
          <w:numId w:val="0"/>
        </w:numPr>
        <w:ind w:left="644"/>
        <w:rPr>
          <w:rFonts w:asciiTheme="minorHAnsi" w:eastAsia="Calibri" w:hAnsiTheme="minorHAnsi"/>
        </w:rPr>
      </w:pPr>
    </w:p>
    <w:p w14:paraId="3FEE9527" w14:textId="0954848C" w:rsidR="00C96E7C" w:rsidRPr="0059209B" w:rsidRDefault="00432CCA" w:rsidP="005B7883">
      <w:pPr>
        <w:pStyle w:val="Nadpisbezsl1-2"/>
      </w:pPr>
      <w:r w:rsidRPr="0059209B">
        <w:t>14.2</w:t>
      </w:r>
      <w:r w:rsidR="00C96E7C" w:rsidRPr="0059209B">
        <w:t xml:space="preserve"> </w:t>
      </w:r>
      <w:r w:rsidR="00EA61D3" w:rsidRPr="0059209B">
        <w:t>Podmínky p</w:t>
      </w:r>
      <w:r w:rsidRPr="0059209B">
        <w:t>os</w:t>
      </w:r>
      <w:r w:rsidR="00EA61D3" w:rsidRPr="0059209B">
        <w:t xml:space="preserve">kytnutí zálohové platby </w:t>
      </w:r>
      <w:r w:rsidR="00C96E7C" w:rsidRPr="0059209B">
        <w:t xml:space="preserve"> </w:t>
      </w:r>
    </w:p>
    <w:p w14:paraId="370277A2" w14:textId="77777777" w:rsidR="00C96E7C" w:rsidRPr="0059209B" w:rsidRDefault="00C96E7C" w:rsidP="00582C15">
      <w:pPr>
        <w:pStyle w:val="Textbezodsazen"/>
      </w:pPr>
      <w:r w:rsidRPr="0059209B">
        <w:t>Zálohová platba se neposkytuje.</w:t>
      </w:r>
    </w:p>
    <w:p w14:paraId="12332BF6" w14:textId="77777777" w:rsidR="00C96E7C" w:rsidRPr="0059209B" w:rsidRDefault="00C96E7C" w:rsidP="005B7883">
      <w:pPr>
        <w:pStyle w:val="Nadpisbezsl1-2"/>
      </w:pPr>
      <w:r w:rsidRPr="0059209B">
        <w:t>14.5  Technologické materiály určené pro dílo</w:t>
      </w:r>
    </w:p>
    <w:p w14:paraId="306DBCCE" w14:textId="77777777" w:rsidR="00BB7E54" w:rsidRPr="0059209B" w:rsidRDefault="00BB7E54" w:rsidP="00BB7E54">
      <w:pPr>
        <w:spacing w:after="120"/>
        <w:jc w:val="both"/>
        <w:rPr>
          <w:b/>
        </w:rPr>
      </w:pPr>
      <w:r w:rsidRPr="0059209B">
        <w:rPr>
          <w:b/>
        </w:rPr>
        <w:t>Technologické zařízení a Materiály k zaplacení po dodání na Staveniště 14.5 (c):</w:t>
      </w:r>
    </w:p>
    <w:p w14:paraId="7CF0ED5E" w14:textId="77777777" w:rsidR="00BB7E54" w:rsidRPr="0059209B" w:rsidRDefault="00BB7E54" w:rsidP="00BB7E54">
      <w:pPr>
        <w:spacing w:after="120"/>
        <w:jc w:val="both"/>
      </w:pPr>
      <w:r w:rsidRPr="0059209B">
        <w:t>balízy,</w:t>
      </w:r>
    </w:p>
    <w:p w14:paraId="41CF3ABD" w14:textId="77777777" w:rsidR="00BB7E54" w:rsidRPr="0059209B" w:rsidRDefault="00BB7E54" w:rsidP="00BB7E54">
      <w:pPr>
        <w:spacing w:after="120"/>
        <w:jc w:val="both"/>
      </w:pPr>
      <w:r w:rsidRPr="0059209B">
        <w:t>HW radioblokových centrál,</w:t>
      </w:r>
    </w:p>
    <w:p w14:paraId="460D4DC9" w14:textId="77777777" w:rsidR="00BB7E54" w:rsidRPr="0059209B" w:rsidRDefault="00BB7E54" w:rsidP="00BB7E54">
      <w:pPr>
        <w:spacing w:after="120"/>
        <w:jc w:val="both"/>
      </w:pPr>
      <w:r w:rsidRPr="0059209B">
        <w:t>Technologické domky BTS,</w:t>
      </w:r>
    </w:p>
    <w:p w14:paraId="076DEBCB" w14:textId="77777777" w:rsidR="00BB7E54" w:rsidRPr="0059209B" w:rsidRDefault="00BB7E54" w:rsidP="00BB7E54">
      <w:pPr>
        <w:spacing w:after="120"/>
        <w:jc w:val="both"/>
      </w:pPr>
      <w:r w:rsidRPr="0059209B">
        <w:t>Anténní stožáry BTS</w:t>
      </w:r>
    </w:p>
    <w:p w14:paraId="65B48CA3" w14:textId="4F618F14" w:rsidR="007B37D3" w:rsidRPr="0059209B" w:rsidRDefault="007B37D3" w:rsidP="007B37D3">
      <w:pPr>
        <w:jc w:val="both"/>
        <w:rPr>
          <w:b/>
          <w:sz w:val="20"/>
          <w:szCs w:val="20"/>
        </w:rPr>
      </w:pPr>
      <w:r w:rsidRPr="0059209B">
        <w:rPr>
          <w:b/>
          <w:sz w:val="20"/>
          <w:szCs w:val="20"/>
        </w:rPr>
        <w:lastRenderedPageBreak/>
        <w:t>14.6 Vydání potvrzení průběžné platby</w:t>
      </w:r>
    </w:p>
    <w:p w14:paraId="44402496" w14:textId="69FC001A" w:rsidR="00252B62" w:rsidRPr="0059209B" w:rsidRDefault="00EA61D3" w:rsidP="00252B62">
      <w:pPr>
        <w:jc w:val="both"/>
      </w:pPr>
      <w:r w:rsidRPr="0059209B">
        <w:t>V páté</w:t>
      </w:r>
      <w:r w:rsidR="00252B62" w:rsidRPr="0059209B">
        <w:t>m odstavci se text písm.(c) ruší a nahrazuje textem:</w:t>
      </w:r>
    </w:p>
    <w:p w14:paraId="6CBAD398" w14:textId="0E392C91" w:rsidR="00252B62" w:rsidRPr="0059209B" w:rsidRDefault="00252B62" w:rsidP="00252B62">
      <w:pPr>
        <w:pStyle w:val="Textbezodsazen"/>
      </w:pPr>
      <w:r w:rsidRPr="0059209B">
        <w:t xml:space="preserve">„(c) je v prodlení s udržováním v platnosti Bankovní záruky za provedení Díla nebo Pojistné záruky za provedení Díla podle Pod-článku 4.2.1 </w:t>
      </w:r>
      <w:r w:rsidRPr="0059209B">
        <w:rPr>
          <w:i/>
        </w:rPr>
        <w:t>[Bankovní záruka za provedení Díla a Pojistná záruka za provedení Díla]“</w:t>
      </w:r>
    </w:p>
    <w:p w14:paraId="1CD128B0" w14:textId="68AFF523" w:rsidR="007B37D3" w:rsidRPr="0059209B" w:rsidRDefault="007B37D3" w:rsidP="007B37D3">
      <w:pPr>
        <w:jc w:val="both"/>
        <w:rPr>
          <w:i/>
        </w:rPr>
      </w:pPr>
      <w:r w:rsidRPr="0059209B">
        <w:rPr>
          <w:i/>
        </w:rPr>
        <w:t>Do pátého odstavce se za pododstavec písm.(f) doplňuje další pododstavec písm.(g):</w:t>
      </w:r>
    </w:p>
    <w:p w14:paraId="637B9AFB" w14:textId="56BA826C" w:rsidR="007B37D3" w:rsidRPr="00025F79" w:rsidRDefault="007B37D3" w:rsidP="007B37D3">
      <w:pPr>
        <w:jc w:val="both"/>
      </w:pPr>
      <w:r w:rsidRPr="0059209B">
        <w:t xml:space="preserve">(g) neprokáže znovu </w:t>
      </w:r>
      <w:r w:rsidR="005835D0" w:rsidRPr="0059209B">
        <w:t xml:space="preserve">splnění </w:t>
      </w:r>
      <w:r w:rsidR="005835D0" w:rsidRPr="00025F79">
        <w:t>kvalifikace p</w:t>
      </w:r>
      <w:r w:rsidRPr="00025F79">
        <w:t>o převodu podnikatelské činnosti či její části podle Pod-článku 1.7 [Postoupení],</w:t>
      </w:r>
    </w:p>
    <w:p w14:paraId="5160B211" w14:textId="1B8BF67B"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77777777" w:rsidR="00C96E7C" w:rsidRDefault="00C96E7C" w:rsidP="005B7883">
      <w:pPr>
        <w:pStyle w:val="Nadpisbezsl1-2"/>
      </w:pPr>
      <w:r>
        <w:t>14.6  Minimální částka Potvrzení průběžné platby</w:t>
      </w:r>
    </w:p>
    <w:p w14:paraId="7A06F5BC" w14:textId="3E49786D" w:rsidR="00C96E7C" w:rsidRDefault="00C96E7C" w:rsidP="00582C15">
      <w:pPr>
        <w:pStyle w:val="Textbezodsazen"/>
      </w:pPr>
      <w:r>
        <w:t xml:space="preserve">Minimální částka Potvrzení průběžné platby není stanovena. </w:t>
      </w:r>
    </w:p>
    <w:p w14:paraId="780E1EBC" w14:textId="77777777" w:rsidR="00C96E7C" w:rsidRDefault="00C96E7C" w:rsidP="005B7883">
      <w:pPr>
        <w:pStyle w:val="Nadpisbezsl1-2"/>
      </w:pPr>
      <w:r>
        <w:t>14.15</w:t>
      </w:r>
      <w:r w:rsidR="00582C15">
        <w:t xml:space="preserve">  </w:t>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9DD847F" w:rsidR="0083024A" w:rsidRPr="00025F79" w:rsidRDefault="0083024A" w:rsidP="0083024A">
      <w:pPr>
        <w:jc w:val="both"/>
        <w:rPr>
          <w:b/>
          <w:sz w:val="20"/>
          <w:szCs w:val="20"/>
        </w:rPr>
      </w:pPr>
      <w:r w:rsidRPr="00025F79">
        <w:rPr>
          <w:b/>
          <w:sz w:val="20"/>
          <w:szCs w:val="20"/>
        </w:rPr>
        <w:t>15.2 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4A2891E1" w:rsidR="0083024A" w:rsidRPr="00025F79" w:rsidRDefault="0083024A" w:rsidP="0083024A">
      <w:pPr>
        <w:jc w:val="both"/>
      </w:pPr>
      <w:r w:rsidRPr="00025F79">
        <w:t xml:space="preserve">(d) zadá celé Dílo </w:t>
      </w:r>
      <w:r w:rsidR="00382BD8">
        <w:t>P</w:t>
      </w:r>
      <w:r w:rsidRPr="00025F79">
        <w:t>odzhotoviteli, postoupí Smlouvu nebo převede podnikatelskou činnost či její část bez požadované dohody či souhlasu Objednatele,</w:t>
      </w:r>
    </w:p>
    <w:p w14:paraId="26E409BB" w14:textId="764438D7" w:rsidR="00C96E7C" w:rsidRDefault="00C96E7C" w:rsidP="005B7883">
      <w:pPr>
        <w:pStyle w:val="Nadpisbezsl1-2"/>
      </w:pPr>
      <w:r>
        <w:t>18.1</w:t>
      </w:r>
      <w:r w:rsidR="00582C15">
        <w:t xml:space="preserve">  </w:t>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lastRenderedPageBreak/>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7956C93E" w14:textId="77777777" w:rsidR="00C96E7C" w:rsidRDefault="00C96E7C" w:rsidP="00582C15">
      <w:pPr>
        <w:pStyle w:val="Textbezodsazen"/>
      </w:pPr>
    </w:p>
    <w:p w14:paraId="11734085" w14:textId="77777777" w:rsidR="00C96E7C" w:rsidRDefault="00C96E7C" w:rsidP="005B7883">
      <w:pPr>
        <w:pStyle w:val="Nadpisbezsl1-2"/>
      </w:pPr>
      <w:r>
        <w:t>20.2 až 20.8  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0FE2F" w14:textId="77777777" w:rsidR="00102BAD" w:rsidRDefault="00102BAD" w:rsidP="00962258">
      <w:pPr>
        <w:spacing w:after="0" w:line="240" w:lineRule="auto"/>
      </w:pPr>
      <w:r>
        <w:separator/>
      </w:r>
    </w:p>
  </w:endnote>
  <w:endnote w:type="continuationSeparator" w:id="0">
    <w:p w14:paraId="4F88CD9A" w14:textId="77777777" w:rsidR="00102BAD" w:rsidRDefault="00102B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1868D0B0" w14:textId="77777777" w:rsidTr="009223E5">
      <w:tc>
        <w:tcPr>
          <w:tcW w:w="851" w:type="dxa"/>
          <w:tcMar>
            <w:left w:w="0" w:type="dxa"/>
            <w:right w:w="0" w:type="dxa"/>
          </w:tcMar>
          <w:vAlign w:val="bottom"/>
        </w:tcPr>
        <w:p w14:paraId="1526CD9B" w14:textId="7368B65A"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6B2">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46B2">
            <w:rPr>
              <w:rStyle w:val="slostrnky"/>
              <w:noProof/>
            </w:rPr>
            <w:t>13</w:t>
          </w:r>
          <w:r w:rsidRPr="00B8518B">
            <w:rPr>
              <w:rStyle w:val="slostrnky"/>
            </w:rPr>
            <w:fldChar w:fldCharType="end"/>
          </w:r>
        </w:p>
      </w:tc>
      <w:tc>
        <w:tcPr>
          <w:tcW w:w="7739" w:type="dxa"/>
          <w:vAlign w:val="bottom"/>
        </w:tcPr>
        <w:p w14:paraId="0F2744D8" w14:textId="6793193E" w:rsidR="00A966EA" w:rsidRDefault="00A966EA" w:rsidP="009223E5">
          <w:pPr>
            <w:pStyle w:val="Zpatvlevo"/>
          </w:pPr>
          <w:r>
            <w:t>Příloha k  nabídce</w:t>
          </w:r>
        </w:p>
        <w:p w14:paraId="02FBFEC0" w14:textId="1A12F87F" w:rsidR="00BF6DA5" w:rsidRPr="00A966EA" w:rsidRDefault="00A966EA" w:rsidP="00A966EA">
          <w:pPr>
            <w:pStyle w:val="Zpatvlevo"/>
            <w:rPr>
              <w:rStyle w:val="Tun"/>
              <w:b w:val="0"/>
            </w:rPr>
          </w:pPr>
          <w:r>
            <w:rPr>
              <w:rStyle w:val="Tun"/>
            </w:rPr>
            <w:t>ETCS Pardubice (mimo) – Hradec Králové (mimo)</w:t>
          </w:r>
        </w:p>
      </w:tc>
    </w:tr>
  </w:tbl>
  <w:p w14:paraId="081AA79E"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5118B36" w14:textId="77777777" w:rsidTr="009223E5">
      <w:tc>
        <w:tcPr>
          <w:tcW w:w="7797" w:type="dxa"/>
          <w:tcMar>
            <w:left w:w="0" w:type="dxa"/>
            <w:right w:w="0" w:type="dxa"/>
          </w:tcMar>
          <w:vAlign w:val="bottom"/>
        </w:tcPr>
        <w:p w14:paraId="7E53BF45" w14:textId="77777777" w:rsidR="00352421" w:rsidRDefault="00352421" w:rsidP="009223E5">
          <w:pPr>
            <w:pStyle w:val="Zpatvpravo"/>
          </w:pPr>
          <w:r>
            <w:t xml:space="preserve">Příloha k nabídce </w:t>
          </w:r>
        </w:p>
        <w:p w14:paraId="6DDDC475" w14:textId="4BBC8E2A" w:rsidR="00B172EC" w:rsidRPr="00352421" w:rsidRDefault="00D568CD" w:rsidP="009223E5">
          <w:pPr>
            <w:pStyle w:val="Zpatvpravo"/>
            <w:rPr>
              <w:rStyle w:val="Tun"/>
            </w:rPr>
          </w:pPr>
          <w:r>
            <w:rPr>
              <w:rStyle w:val="Tun"/>
            </w:rPr>
            <w:t>ETCS Pardubice (mimo) – Hradec Králové (mimo)</w:t>
          </w:r>
        </w:p>
      </w:tc>
      <w:tc>
        <w:tcPr>
          <w:tcW w:w="851" w:type="dxa"/>
          <w:vAlign w:val="bottom"/>
        </w:tcPr>
        <w:p w14:paraId="6FC6B4C3" w14:textId="67A5318A"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6B2">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46B2">
            <w:rPr>
              <w:rStyle w:val="slostrnky"/>
              <w:noProof/>
            </w:rPr>
            <w:t>13</w:t>
          </w:r>
          <w:r w:rsidRPr="00B8518B">
            <w:rPr>
              <w:rStyle w:val="slostrnky"/>
            </w:rPr>
            <w:fldChar w:fldCharType="end"/>
          </w:r>
        </w:p>
      </w:tc>
    </w:tr>
  </w:tbl>
  <w:p w14:paraId="7D165F85"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472FD" w14:textId="408174B9" w:rsidR="00B172EC" w:rsidRPr="00B8518B" w:rsidRDefault="00B172EC" w:rsidP="00B172EC">
    <w:pPr>
      <w:pStyle w:val="Zpat"/>
      <w:rPr>
        <w:sz w:val="2"/>
        <w:szCs w:val="2"/>
      </w:rPr>
    </w:pPr>
  </w:p>
  <w:p w14:paraId="2BE96979" w14:textId="77777777" w:rsidR="00B172EC" w:rsidRDefault="00B172EC" w:rsidP="00B172EC">
    <w:pPr>
      <w:pStyle w:val="Zpat"/>
      <w:rPr>
        <w:rFonts w:cs="Calibri"/>
        <w:szCs w:val="12"/>
      </w:rPr>
    </w:pPr>
  </w:p>
  <w:p w14:paraId="34801509" w14:textId="01FC55E0"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29321" w14:textId="77777777" w:rsidR="00102BAD" w:rsidRDefault="00102BAD" w:rsidP="00962258">
      <w:pPr>
        <w:spacing w:after="0" w:line="240" w:lineRule="auto"/>
      </w:pPr>
      <w:r>
        <w:separator/>
      </w:r>
    </w:p>
  </w:footnote>
  <w:footnote w:type="continuationSeparator" w:id="0">
    <w:p w14:paraId="54ADE80F" w14:textId="77777777" w:rsidR="00102BAD" w:rsidRDefault="00102B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E7CAFC7" w14:textId="77777777" w:rsidTr="00C02D0A">
      <w:trPr>
        <w:trHeight w:hRule="exact" w:val="454"/>
      </w:trPr>
      <w:tc>
        <w:tcPr>
          <w:tcW w:w="1361" w:type="dxa"/>
          <w:tcMar>
            <w:top w:w="57" w:type="dxa"/>
            <w:left w:w="0" w:type="dxa"/>
            <w:right w:w="0" w:type="dxa"/>
          </w:tcMar>
        </w:tcPr>
        <w:p w14:paraId="7E658CAF"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8D32451" w14:textId="77777777" w:rsidR="00582C15" w:rsidRDefault="00582C15" w:rsidP="00523EA7">
          <w:pPr>
            <w:pStyle w:val="Zpat"/>
          </w:pPr>
        </w:p>
      </w:tc>
      <w:tc>
        <w:tcPr>
          <w:tcW w:w="5698" w:type="dxa"/>
          <w:shd w:val="clear" w:color="auto" w:fill="auto"/>
          <w:tcMar>
            <w:top w:w="57" w:type="dxa"/>
            <w:left w:w="0" w:type="dxa"/>
            <w:right w:w="0" w:type="dxa"/>
          </w:tcMar>
        </w:tcPr>
        <w:p w14:paraId="7724EBF3" w14:textId="77777777" w:rsidR="00582C15" w:rsidRPr="00D6163D" w:rsidRDefault="00582C15" w:rsidP="00D6163D">
          <w:pPr>
            <w:pStyle w:val="Druhdokumentu"/>
          </w:pPr>
        </w:p>
      </w:tc>
    </w:tr>
  </w:tbl>
  <w:p w14:paraId="707051B6"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FFCAC35" w14:textId="77777777" w:rsidTr="00B22106">
      <w:trPr>
        <w:trHeight w:hRule="exact" w:val="936"/>
      </w:trPr>
      <w:tc>
        <w:tcPr>
          <w:tcW w:w="1361" w:type="dxa"/>
          <w:tcMar>
            <w:left w:w="0" w:type="dxa"/>
            <w:right w:w="0" w:type="dxa"/>
          </w:tcMar>
        </w:tcPr>
        <w:p w14:paraId="739ABE7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2890810" w14:textId="77777777" w:rsidR="00582C15" w:rsidRDefault="00582C15" w:rsidP="00FC6389">
          <w:pPr>
            <w:pStyle w:val="Zpat"/>
          </w:pPr>
        </w:p>
      </w:tc>
      <w:tc>
        <w:tcPr>
          <w:tcW w:w="5756" w:type="dxa"/>
          <w:shd w:val="clear" w:color="auto" w:fill="auto"/>
          <w:tcMar>
            <w:left w:w="0" w:type="dxa"/>
            <w:right w:w="0" w:type="dxa"/>
          </w:tcMar>
        </w:tcPr>
        <w:p w14:paraId="2E070FFA" w14:textId="1134B485" w:rsidR="00582C15" w:rsidRPr="00D6163D" w:rsidRDefault="001748FA" w:rsidP="00FC6389">
          <w:pPr>
            <w:pStyle w:val="Druhdokumentu"/>
          </w:pPr>
          <w:r>
            <w:rPr>
              <w:noProof/>
              <w:lang w:eastAsia="cs-CZ"/>
            </w:rPr>
            <w:drawing>
              <wp:anchor distT="0" distB="0" distL="114300" distR="114300" simplePos="0" relativeHeight="251657216" behindDoc="0" locked="1" layoutInCell="1" allowOverlap="1" wp14:anchorId="2DFE19A6" wp14:editId="0D8AA35B">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582C15" w14:paraId="3761B82D" w14:textId="77777777" w:rsidTr="00B22106">
      <w:trPr>
        <w:trHeight w:hRule="exact" w:val="936"/>
      </w:trPr>
      <w:tc>
        <w:tcPr>
          <w:tcW w:w="1361" w:type="dxa"/>
          <w:tcMar>
            <w:left w:w="0" w:type="dxa"/>
            <w:right w:w="0" w:type="dxa"/>
          </w:tcMar>
        </w:tcPr>
        <w:p w14:paraId="7B67448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3BD79CA" w14:textId="77777777" w:rsidR="00582C15" w:rsidRDefault="00582C15" w:rsidP="00FC6389">
          <w:pPr>
            <w:pStyle w:val="Zpat"/>
          </w:pPr>
        </w:p>
      </w:tc>
      <w:tc>
        <w:tcPr>
          <w:tcW w:w="5756" w:type="dxa"/>
          <w:shd w:val="clear" w:color="auto" w:fill="auto"/>
          <w:tcMar>
            <w:left w:w="0" w:type="dxa"/>
            <w:right w:w="0" w:type="dxa"/>
          </w:tcMar>
        </w:tcPr>
        <w:p w14:paraId="56F6066F" w14:textId="43EBB529" w:rsidR="00582C15" w:rsidRPr="00D6163D" w:rsidRDefault="00582C15" w:rsidP="00FC6389">
          <w:pPr>
            <w:pStyle w:val="Druhdokumentu"/>
          </w:pPr>
        </w:p>
      </w:tc>
    </w:tr>
  </w:tbl>
  <w:p w14:paraId="3AE366BF" w14:textId="15CD0305" w:rsidR="00582C15" w:rsidRPr="00D6163D" w:rsidRDefault="00582C15" w:rsidP="00FC6389">
    <w:pPr>
      <w:pStyle w:val="Zhlav"/>
      <w:rPr>
        <w:sz w:val="8"/>
        <w:szCs w:val="8"/>
      </w:rPr>
    </w:pPr>
  </w:p>
  <w:p w14:paraId="40E98368"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7"/>
  </w:num>
  <w:num w:numId="46">
    <w:abstractNumId w:val="9"/>
  </w:num>
  <w:num w:numId="47">
    <w:abstractNumId w:val="13"/>
  </w:num>
  <w:num w:numId="48">
    <w:abstractNumId w:val="13"/>
    <w:lvlOverride w:ilvl="0">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25F79"/>
    <w:rsid w:val="00034F48"/>
    <w:rsid w:val="0004119E"/>
    <w:rsid w:val="00041EC8"/>
    <w:rsid w:val="000514D0"/>
    <w:rsid w:val="0006588D"/>
    <w:rsid w:val="00067A5E"/>
    <w:rsid w:val="00067F07"/>
    <w:rsid w:val="000719BB"/>
    <w:rsid w:val="00071A0E"/>
    <w:rsid w:val="00072A65"/>
    <w:rsid w:val="00072C1E"/>
    <w:rsid w:val="00084328"/>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0F6121"/>
    <w:rsid w:val="001009EA"/>
    <w:rsid w:val="00102BAD"/>
    <w:rsid w:val="00112864"/>
    <w:rsid w:val="00114472"/>
    <w:rsid w:val="00114988"/>
    <w:rsid w:val="00115069"/>
    <w:rsid w:val="001150F2"/>
    <w:rsid w:val="0012024F"/>
    <w:rsid w:val="00145961"/>
    <w:rsid w:val="00146CBA"/>
    <w:rsid w:val="00152473"/>
    <w:rsid w:val="00152D40"/>
    <w:rsid w:val="00155906"/>
    <w:rsid w:val="00156F97"/>
    <w:rsid w:val="001615B1"/>
    <w:rsid w:val="001656A2"/>
    <w:rsid w:val="00167E02"/>
    <w:rsid w:val="00170EC5"/>
    <w:rsid w:val="001747C1"/>
    <w:rsid w:val="001748FA"/>
    <w:rsid w:val="0017695A"/>
    <w:rsid w:val="00177D6B"/>
    <w:rsid w:val="00185FEC"/>
    <w:rsid w:val="00191F90"/>
    <w:rsid w:val="001B4678"/>
    <w:rsid w:val="001B4E74"/>
    <w:rsid w:val="001C645F"/>
    <w:rsid w:val="001C7E40"/>
    <w:rsid w:val="001D3D61"/>
    <w:rsid w:val="001E3C56"/>
    <w:rsid w:val="001E678E"/>
    <w:rsid w:val="001F34A6"/>
    <w:rsid w:val="00205545"/>
    <w:rsid w:val="002071BB"/>
    <w:rsid w:val="00207DF5"/>
    <w:rsid w:val="00215AF3"/>
    <w:rsid w:val="0023464E"/>
    <w:rsid w:val="00235D7C"/>
    <w:rsid w:val="00240B81"/>
    <w:rsid w:val="00240F91"/>
    <w:rsid w:val="00244767"/>
    <w:rsid w:val="00247D01"/>
    <w:rsid w:val="00252B62"/>
    <w:rsid w:val="00261A5B"/>
    <w:rsid w:val="00262E5B"/>
    <w:rsid w:val="002654D1"/>
    <w:rsid w:val="00276AFE"/>
    <w:rsid w:val="002821C7"/>
    <w:rsid w:val="0028337C"/>
    <w:rsid w:val="00295BD1"/>
    <w:rsid w:val="00297B4E"/>
    <w:rsid w:val="002A3B57"/>
    <w:rsid w:val="002B06D2"/>
    <w:rsid w:val="002C31BF"/>
    <w:rsid w:val="002D7FD6"/>
    <w:rsid w:val="002E0CD7"/>
    <w:rsid w:val="002E0CFB"/>
    <w:rsid w:val="002E3A3F"/>
    <w:rsid w:val="002E5C7B"/>
    <w:rsid w:val="002F4333"/>
    <w:rsid w:val="0030182C"/>
    <w:rsid w:val="00316A98"/>
    <w:rsid w:val="00327EEF"/>
    <w:rsid w:val="00330257"/>
    <w:rsid w:val="0033239F"/>
    <w:rsid w:val="00335547"/>
    <w:rsid w:val="0034274B"/>
    <w:rsid w:val="003451AB"/>
    <w:rsid w:val="0034719F"/>
    <w:rsid w:val="00350A35"/>
    <w:rsid w:val="00352421"/>
    <w:rsid w:val="003571D8"/>
    <w:rsid w:val="00357BC6"/>
    <w:rsid w:val="00361422"/>
    <w:rsid w:val="00366226"/>
    <w:rsid w:val="00373532"/>
    <w:rsid w:val="0037545D"/>
    <w:rsid w:val="003825B0"/>
    <w:rsid w:val="0038261F"/>
    <w:rsid w:val="00382BD8"/>
    <w:rsid w:val="003907DF"/>
    <w:rsid w:val="00390B54"/>
    <w:rsid w:val="0039276A"/>
    <w:rsid w:val="00392EB6"/>
    <w:rsid w:val="00394C56"/>
    <w:rsid w:val="003956C6"/>
    <w:rsid w:val="003A1246"/>
    <w:rsid w:val="003A1F7A"/>
    <w:rsid w:val="003A3C77"/>
    <w:rsid w:val="003A7B2D"/>
    <w:rsid w:val="003B7E9E"/>
    <w:rsid w:val="003C33F2"/>
    <w:rsid w:val="003D756E"/>
    <w:rsid w:val="003E420D"/>
    <w:rsid w:val="003E4C13"/>
    <w:rsid w:val="004001A6"/>
    <w:rsid w:val="00403788"/>
    <w:rsid w:val="004078F3"/>
    <w:rsid w:val="004153A3"/>
    <w:rsid w:val="004220DE"/>
    <w:rsid w:val="0042532F"/>
    <w:rsid w:val="00427794"/>
    <w:rsid w:val="00432CCA"/>
    <w:rsid w:val="00436E7D"/>
    <w:rsid w:val="00441B4D"/>
    <w:rsid w:val="00450F07"/>
    <w:rsid w:val="00453CD3"/>
    <w:rsid w:val="00457A0F"/>
    <w:rsid w:val="00460660"/>
    <w:rsid w:val="00463825"/>
    <w:rsid w:val="00464BA9"/>
    <w:rsid w:val="00465F51"/>
    <w:rsid w:val="0047485E"/>
    <w:rsid w:val="00475279"/>
    <w:rsid w:val="00483969"/>
    <w:rsid w:val="00486107"/>
    <w:rsid w:val="00486178"/>
    <w:rsid w:val="00487010"/>
    <w:rsid w:val="00491827"/>
    <w:rsid w:val="004C4399"/>
    <w:rsid w:val="004C4830"/>
    <w:rsid w:val="004C787C"/>
    <w:rsid w:val="004E0643"/>
    <w:rsid w:val="004E7A1F"/>
    <w:rsid w:val="004F4B9B"/>
    <w:rsid w:val="004F5923"/>
    <w:rsid w:val="0050666E"/>
    <w:rsid w:val="00511AB9"/>
    <w:rsid w:val="00515B28"/>
    <w:rsid w:val="00523BB5"/>
    <w:rsid w:val="00523EA7"/>
    <w:rsid w:val="005269D4"/>
    <w:rsid w:val="005406EB"/>
    <w:rsid w:val="005476B0"/>
    <w:rsid w:val="00553375"/>
    <w:rsid w:val="00555884"/>
    <w:rsid w:val="00566539"/>
    <w:rsid w:val="005736B7"/>
    <w:rsid w:val="00574927"/>
    <w:rsid w:val="00575E5A"/>
    <w:rsid w:val="00580245"/>
    <w:rsid w:val="00582C15"/>
    <w:rsid w:val="005835D0"/>
    <w:rsid w:val="005841B5"/>
    <w:rsid w:val="0059209B"/>
    <w:rsid w:val="005A1F44"/>
    <w:rsid w:val="005B7883"/>
    <w:rsid w:val="005B7C7D"/>
    <w:rsid w:val="005C0082"/>
    <w:rsid w:val="005C2FF4"/>
    <w:rsid w:val="005C3F19"/>
    <w:rsid w:val="005D168C"/>
    <w:rsid w:val="005D1779"/>
    <w:rsid w:val="005D1FC9"/>
    <w:rsid w:val="005D3C39"/>
    <w:rsid w:val="005F3E29"/>
    <w:rsid w:val="005F4BFD"/>
    <w:rsid w:val="00601A8C"/>
    <w:rsid w:val="006046B2"/>
    <w:rsid w:val="00605DD8"/>
    <w:rsid w:val="0061012B"/>
    <w:rsid w:val="0061068E"/>
    <w:rsid w:val="006115D3"/>
    <w:rsid w:val="00616F3E"/>
    <w:rsid w:val="0063642B"/>
    <w:rsid w:val="00643B60"/>
    <w:rsid w:val="00647AC6"/>
    <w:rsid w:val="0065610E"/>
    <w:rsid w:val="00656725"/>
    <w:rsid w:val="006575AF"/>
    <w:rsid w:val="00660AD3"/>
    <w:rsid w:val="00664E1A"/>
    <w:rsid w:val="00673405"/>
    <w:rsid w:val="00673932"/>
    <w:rsid w:val="006776B6"/>
    <w:rsid w:val="00680727"/>
    <w:rsid w:val="00682F10"/>
    <w:rsid w:val="00683311"/>
    <w:rsid w:val="00693150"/>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23ED1"/>
    <w:rsid w:val="00730A60"/>
    <w:rsid w:val="00740AF5"/>
    <w:rsid w:val="00743525"/>
    <w:rsid w:val="007541A2"/>
    <w:rsid w:val="00755818"/>
    <w:rsid w:val="007610BA"/>
    <w:rsid w:val="0076286B"/>
    <w:rsid w:val="00766846"/>
    <w:rsid w:val="0077673A"/>
    <w:rsid w:val="007846E1"/>
    <w:rsid w:val="007847D6"/>
    <w:rsid w:val="007A172F"/>
    <w:rsid w:val="007A31FE"/>
    <w:rsid w:val="007A5172"/>
    <w:rsid w:val="007A67A0"/>
    <w:rsid w:val="007B37D3"/>
    <w:rsid w:val="007B570C"/>
    <w:rsid w:val="007D05EA"/>
    <w:rsid w:val="007D4C3D"/>
    <w:rsid w:val="007D6B63"/>
    <w:rsid w:val="007E4A6E"/>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70145"/>
    <w:rsid w:val="00871FAC"/>
    <w:rsid w:val="008736AD"/>
    <w:rsid w:val="00874A95"/>
    <w:rsid w:val="008825B2"/>
    <w:rsid w:val="008850CB"/>
    <w:rsid w:val="00896E6B"/>
    <w:rsid w:val="008A3568"/>
    <w:rsid w:val="008B01FE"/>
    <w:rsid w:val="008B0618"/>
    <w:rsid w:val="008B6FA1"/>
    <w:rsid w:val="008C45C2"/>
    <w:rsid w:val="008C50F3"/>
    <w:rsid w:val="008C6302"/>
    <w:rsid w:val="008C7EFE"/>
    <w:rsid w:val="008D03B9"/>
    <w:rsid w:val="008D0BE3"/>
    <w:rsid w:val="008D10F5"/>
    <w:rsid w:val="008D30C7"/>
    <w:rsid w:val="008F18D6"/>
    <w:rsid w:val="008F2C9B"/>
    <w:rsid w:val="008F797B"/>
    <w:rsid w:val="00904780"/>
    <w:rsid w:val="00904A1E"/>
    <w:rsid w:val="009052C1"/>
    <w:rsid w:val="0090635B"/>
    <w:rsid w:val="00907C76"/>
    <w:rsid w:val="009162F5"/>
    <w:rsid w:val="00922385"/>
    <w:rsid w:val="009223DF"/>
    <w:rsid w:val="009223E5"/>
    <w:rsid w:val="00930B55"/>
    <w:rsid w:val="00936091"/>
    <w:rsid w:val="00940D8A"/>
    <w:rsid w:val="00962258"/>
    <w:rsid w:val="009678B7"/>
    <w:rsid w:val="00987551"/>
    <w:rsid w:val="00992D9C"/>
    <w:rsid w:val="00994193"/>
    <w:rsid w:val="00996CB8"/>
    <w:rsid w:val="009A1658"/>
    <w:rsid w:val="009A46AB"/>
    <w:rsid w:val="009B2E97"/>
    <w:rsid w:val="009B5146"/>
    <w:rsid w:val="009B641A"/>
    <w:rsid w:val="009B6B4D"/>
    <w:rsid w:val="009C386C"/>
    <w:rsid w:val="009C418E"/>
    <w:rsid w:val="009C442C"/>
    <w:rsid w:val="009D75A4"/>
    <w:rsid w:val="009E07F4"/>
    <w:rsid w:val="009F0BC6"/>
    <w:rsid w:val="009F309B"/>
    <w:rsid w:val="009F392E"/>
    <w:rsid w:val="009F53C5"/>
    <w:rsid w:val="00A018CF"/>
    <w:rsid w:val="00A054A8"/>
    <w:rsid w:val="00A0740E"/>
    <w:rsid w:val="00A318A8"/>
    <w:rsid w:val="00A35722"/>
    <w:rsid w:val="00A50641"/>
    <w:rsid w:val="00A530BF"/>
    <w:rsid w:val="00A6177B"/>
    <w:rsid w:val="00A62627"/>
    <w:rsid w:val="00A66136"/>
    <w:rsid w:val="00A71189"/>
    <w:rsid w:val="00A71842"/>
    <w:rsid w:val="00A7364A"/>
    <w:rsid w:val="00A74DCC"/>
    <w:rsid w:val="00A753ED"/>
    <w:rsid w:val="00A77512"/>
    <w:rsid w:val="00A84A1D"/>
    <w:rsid w:val="00A90530"/>
    <w:rsid w:val="00A94C2F"/>
    <w:rsid w:val="00A966EA"/>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33661"/>
    <w:rsid w:val="00B5431A"/>
    <w:rsid w:val="00B60896"/>
    <w:rsid w:val="00B63D86"/>
    <w:rsid w:val="00B75EE1"/>
    <w:rsid w:val="00B77481"/>
    <w:rsid w:val="00B8518B"/>
    <w:rsid w:val="00B97CC3"/>
    <w:rsid w:val="00BA0EBA"/>
    <w:rsid w:val="00BB7E54"/>
    <w:rsid w:val="00BC05F2"/>
    <w:rsid w:val="00BC06C4"/>
    <w:rsid w:val="00BD7E91"/>
    <w:rsid w:val="00BD7F0D"/>
    <w:rsid w:val="00BF5233"/>
    <w:rsid w:val="00BF5650"/>
    <w:rsid w:val="00BF6DA5"/>
    <w:rsid w:val="00C0031D"/>
    <w:rsid w:val="00C02D0A"/>
    <w:rsid w:val="00C03A6E"/>
    <w:rsid w:val="00C226C0"/>
    <w:rsid w:val="00C33406"/>
    <w:rsid w:val="00C42FE6"/>
    <w:rsid w:val="00C44F6A"/>
    <w:rsid w:val="00C56CD9"/>
    <w:rsid w:val="00C6198E"/>
    <w:rsid w:val="00C629F8"/>
    <w:rsid w:val="00C64271"/>
    <w:rsid w:val="00C708EA"/>
    <w:rsid w:val="00C732F0"/>
    <w:rsid w:val="00C778A5"/>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5FFD"/>
    <w:rsid w:val="00D11354"/>
    <w:rsid w:val="00D136A2"/>
    <w:rsid w:val="00D21061"/>
    <w:rsid w:val="00D246FC"/>
    <w:rsid w:val="00D30D72"/>
    <w:rsid w:val="00D32BA0"/>
    <w:rsid w:val="00D36EA0"/>
    <w:rsid w:val="00D4108E"/>
    <w:rsid w:val="00D435C3"/>
    <w:rsid w:val="00D568CD"/>
    <w:rsid w:val="00D6163D"/>
    <w:rsid w:val="00D76143"/>
    <w:rsid w:val="00D831A3"/>
    <w:rsid w:val="00D97BE3"/>
    <w:rsid w:val="00DA3711"/>
    <w:rsid w:val="00DB47DA"/>
    <w:rsid w:val="00DB4DF1"/>
    <w:rsid w:val="00DB571C"/>
    <w:rsid w:val="00DC620E"/>
    <w:rsid w:val="00DD46F3"/>
    <w:rsid w:val="00DE56F2"/>
    <w:rsid w:val="00DF116D"/>
    <w:rsid w:val="00DF14DB"/>
    <w:rsid w:val="00E06EDE"/>
    <w:rsid w:val="00E16FF7"/>
    <w:rsid w:val="00E26D68"/>
    <w:rsid w:val="00E33F32"/>
    <w:rsid w:val="00E37BAF"/>
    <w:rsid w:val="00E416CF"/>
    <w:rsid w:val="00E41EEA"/>
    <w:rsid w:val="00E42A66"/>
    <w:rsid w:val="00E44045"/>
    <w:rsid w:val="00E46253"/>
    <w:rsid w:val="00E618C4"/>
    <w:rsid w:val="00E634B0"/>
    <w:rsid w:val="00E65DA2"/>
    <w:rsid w:val="00E72324"/>
    <w:rsid w:val="00E878EE"/>
    <w:rsid w:val="00EA61D3"/>
    <w:rsid w:val="00EA6EC7"/>
    <w:rsid w:val="00EB104F"/>
    <w:rsid w:val="00EB46E5"/>
    <w:rsid w:val="00EC1B78"/>
    <w:rsid w:val="00EC63FF"/>
    <w:rsid w:val="00ED14BD"/>
    <w:rsid w:val="00EE2120"/>
    <w:rsid w:val="00EF3412"/>
    <w:rsid w:val="00EF402D"/>
    <w:rsid w:val="00EF521A"/>
    <w:rsid w:val="00EF5716"/>
    <w:rsid w:val="00F016C7"/>
    <w:rsid w:val="00F12DEC"/>
    <w:rsid w:val="00F1715C"/>
    <w:rsid w:val="00F220AB"/>
    <w:rsid w:val="00F310F8"/>
    <w:rsid w:val="00F35939"/>
    <w:rsid w:val="00F45607"/>
    <w:rsid w:val="00F4722B"/>
    <w:rsid w:val="00F54432"/>
    <w:rsid w:val="00F57299"/>
    <w:rsid w:val="00F659EB"/>
    <w:rsid w:val="00F70EBE"/>
    <w:rsid w:val="00F758FA"/>
    <w:rsid w:val="00F772A9"/>
    <w:rsid w:val="00F86942"/>
    <w:rsid w:val="00F86BA6"/>
    <w:rsid w:val="00F93347"/>
    <w:rsid w:val="00F95772"/>
    <w:rsid w:val="00FA001F"/>
    <w:rsid w:val="00FB6342"/>
    <w:rsid w:val="00FC19F7"/>
    <w:rsid w:val="00FC6389"/>
    <w:rsid w:val="00FD7069"/>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Ftext">
    <w:name w:val="F_text"/>
    <w:link w:val="FtextChar"/>
    <w:qFormat/>
    <w:rsid w:val="00240F91"/>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240F91"/>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ra@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1062F"/>
    <w:rsid w:val="00086A7C"/>
    <w:rsid w:val="000A6048"/>
    <w:rsid w:val="000F6778"/>
    <w:rsid w:val="00113B62"/>
    <w:rsid w:val="001258DC"/>
    <w:rsid w:val="00150E54"/>
    <w:rsid w:val="00155B79"/>
    <w:rsid w:val="001C31D8"/>
    <w:rsid w:val="00220EE6"/>
    <w:rsid w:val="00244589"/>
    <w:rsid w:val="002816F6"/>
    <w:rsid w:val="002C660C"/>
    <w:rsid w:val="00385034"/>
    <w:rsid w:val="003C5CB7"/>
    <w:rsid w:val="003E0351"/>
    <w:rsid w:val="00403A33"/>
    <w:rsid w:val="00433374"/>
    <w:rsid w:val="0043688D"/>
    <w:rsid w:val="00490071"/>
    <w:rsid w:val="004A262A"/>
    <w:rsid w:val="004E2DA3"/>
    <w:rsid w:val="004E4EFA"/>
    <w:rsid w:val="005068A7"/>
    <w:rsid w:val="0056730A"/>
    <w:rsid w:val="005E70DB"/>
    <w:rsid w:val="0060601F"/>
    <w:rsid w:val="006F5459"/>
    <w:rsid w:val="00726B85"/>
    <w:rsid w:val="00750732"/>
    <w:rsid w:val="00773106"/>
    <w:rsid w:val="007758DB"/>
    <w:rsid w:val="007A0A06"/>
    <w:rsid w:val="00802EFB"/>
    <w:rsid w:val="00891D55"/>
    <w:rsid w:val="008C383B"/>
    <w:rsid w:val="00936721"/>
    <w:rsid w:val="00961D69"/>
    <w:rsid w:val="009C6045"/>
    <w:rsid w:val="009E6938"/>
    <w:rsid w:val="009E73AC"/>
    <w:rsid w:val="00A363DE"/>
    <w:rsid w:val="00A607EB"/>
    <w:rsid w:val="00A71D05"/>
    <w:rsid w:val="00AC2CA8"/>
    <w:rsid w:val="00AD1D28"/>
    <w:rsid w:val="00BB192B"/>
    <w:rsid w:val="00BC4068"/>
    <w:rsid w:val="00C60C5E"/>
    <w:rsid w:val="00CF29AD"/>
    <w:rsid w:val="00D61603"/>
    <w:rsid w:val="00D93F65"/>
    <w:rsid w:val="00DB5BB1"/>
    <w:rsid w:val="00DD3738"/>
    <w:rsid w:val="00E15339"/>
    <w:rsid w:val="00E63F88"/>
    <w:rsid w:val="00EF5B82"/>
    <w:rsid w:val="00F162F5"/>
    <w:rsid w:val="00F4732C"/>
    <w:rsid w:val="00F70020"/>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5C92A7E-B17B-4FE1-B687-E59950B5B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13</Pages>
  <Words>4955</Words>
  <Characters>29241</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2</cp:revision>
  <cp:lastPrinted>2019-07-24T06:01:00Z</cp:lastPrinted>
  <dcterms:created xsi:type="dcterms:W3CDTF">2023-01-03T12:43:00Z</dcterms:created>
  <dcterms:modified xsi:type="dcterms:W3CDTF">2023-01-03T12:43:00Z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