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A1726E" w:rsidRDefault="00A1726E" w:rsidP="00596C7E">
            <w:pPr>
              <w:rPr>
                <w:rStyle w:val="Potovnadresa"/>
                <w:b/>
              </w:rPr>
            </w:pPr>
            <w:r w:rsidRPr="00A1726E">
              <w:rPr>
                <w:rStyle w:val="Potovnadresa"/>
                <w:b/>
              </w:rPr>
              <w:t>Uveřejněno na Profilu zadavatele</w:t>
            </w: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D8130C" w:rsidP="0037111D">
            <w:r w:rsidRPr="00D8130C">
              <w:rPr>
                <w:rFonts w:ascii="Helvetica" w:hAnsi="Helvetica"/>
              </w:rPr>
              <w:t>698/2023-SŽ-SSV-Ú3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9E07F3" w:rsidRDefault="00F862D6" w:rsidP="0077673A">
            <w:r w:rsidRPr="009E07F3">
              <w:t>Listů/příloh</w:t>
            </w:r>
          </w:p>
        </w:tc>
        <w:tc>
          <w:tcPr>
            <w:tcW w:w="2552" w:type="dxa"/>
          </w:tcPr>
          <w:p w:rsidR="00F862D6" w:rsidRPr="009E07F3" w:rsidRDefault="009E07F3" w:rsidP="00CC1E2B">
            <w:r w:rsidRPr="009E07F3">
              <w:t>1/1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D8130C" w:rsidP="00FE3455">
            <w:r>
              <w:t>Ing. Kamila Přerovská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D8130C" w:rsidP="009A7568">
            <w:r>
              <w:t>702 164 086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9E07F3" w:rsidP="006104F6">
            <w:hyperlink r:id="rId11" w:history="1">
              <w:r w:rsidR="00D8130C" w:rsidRPr="00344011">
                <w:rPr>
                  <w:rStyle w:val="Hypertextovodkaz"/>
                </w:rPr>
                <w:t>Prerovska@spravazeleznic.cz</w:t>
              </w:r>
            </w:hyperlink>
            <w:r w:rsidR="00D8130C">
              <w:t xml:space="preserve"> 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9E07F3">
              <w:rPr>
                <w:noProof/>
              </w:rPr>
              <w:t>18. ledna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D8130C">
        <w:rPr>
          <w:rFonts w:eastAsia="Calibri" w:cs="Times New Roman"/>
          <w:lang w:eastAsia="cs-CZ"/>
        </w:rPr>
        <w:t>„</w:t>
      </w:r>
      <w:r w:rsidR="00A1726E">
        <w:rPr>
          <w:rFonts w:eastAsia="Calibri" w:cs="Times New Roman"/>
          <w:b/>
          <w:lang w:eastAsia="cs-CZ"/>
        </w:rPr>
        <w:t>Náhrada přejezdu P</w:t>
      </w:r>
      <w:r w:rsidR="00D8130C">
        <w:rPr>
          <w:rFonts w:eastAsia="Calibri" w:cs="Times New Roman"/>
          <w:b/>
          <w:lang w:eastAsia="cs-CZ"/>
        </w:rPr>
        <w:t>6532 v km 204,392 trati Přerov – Olomouc“, Kácení zeleně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8130C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D8130C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:rsidR="00CB7B5A" w:rsidRPr="00CB7B5A" w:rsidRDefault="00D8130C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Times New Roman"/>
        </w:rPr>
        <w:t xml:space="preserve">Musí se pařezy po pokácených stromech vykopávat všechny anebo pouze u stromů nad 10cm průměru? Tudíž cca 300ks. </w:t>
      </w:r>
      <w:r w:rsidR="00EB461A">
        <w:rPr>
          <w:rFonts w:eastAsia="Times New Roman"/>
        </w:rPr>
        <w:t>N</w:t>
      </w:r>
      <w:r>
        <w:rPr>
          <w:rFonts w:eastAsia="Times New Roman"/>
        </w:rPr>
        <w:t>estačí</w:t>
      </w:r>
      <w:r w:rsidR="00EB461A">
        <w:rPr>
          <w:rFonts w:eastAsia="Times New Roman"/>
        </w:rPr>
        <w:t xml:space="preserve"> pařezy</w:t>
      </w:r>
      <w:r>
        <w:rPr>
          <w:rFonts w:eastAsia="Times New Roman"/>
        </w:rPr>
        <w:t xml:space="preserve"> jen vyfrézovat? </w:t>
      </w:r>
    </w:p>
    <w:p w:rsidR="00D8130C" w:rsidRDefault="00D8130C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8130C" w:rsidRDefault="00D8130C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6B5336" w:rsidRPr="009E07F3" w:rsidRDefault="006B5336" w:rsidP="006B533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E07F3">
        <w:rPr>
          <w:rFonts w:eastAsia="Calibri" w:cs="Times New Roman"/>
          <w:b/>
          <w:lang w:eastAsia="cs-CZ"/>
        </w:rPr>
        <w:t>Zadavatel provedl kontrolu zadávací dokumentace, respektive soupisu prací. Položky kácení byly změněny a byly z nich vyjmuty práce zahrnující likvidaci pařezů.</w:t>
      </w:r>
    </w:p>
    <w:p w:rsidR="006B5336" w:rsidRPr="009E07F3" w:rsidRDefault="006B5336" w:rsidP="006B533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6B5336" w:rsidRPr="009E07F3" w:rsidRDefault="006B5336" w:rsidP="006B533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E07F3">
        <w:rPr>
          <w:rFonts w:eastAsia="Calibri" w:cs="Times New Roman"/>
          <w:b/>
          <w:lang w:eastAsia="cs-CZ"/>
        </w:rPr>
        <w:t>V SO 001.1 – Kácení změněny položky 2-5, úprava výměry pol. 7.</w:t>
      </w:r>
    </w:p>
    <w:p w:rsidR="006B5336" w:rsidRPr="009E07F3" w:rsidRDefault="006B5336" w:rsidP="006B533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E07F3">
        <w:rPr>
          <w:rFonts w:eastAsia="Calibri" w:cs="Times New Roman"/>
          <w:b/>
          <w:lang w:eastAsia="cs-CZ"/>
        </w:rPr>
        <w:t>V SO 90-90 – úprava položky R015999.901 - POPLATKY ZA LIKVIDACI ODPADŮ VČ. DOPRAVY NA SKLÁDKU A MANIPULACE</w:t>
      </w:r>
    </w:p>
    <w:p w:rsidR="00D63F48" w:rsidRPr="009E07F3" w:rsidRDefault="00D63F48" w:rsidP="00CB7B5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:rsidR="00CB7B5A" w:rsidRPr="00A1726E" w:rsidRDefault="00CB7B5A" w:rsidP="00CB7B5A">
      <w:pPr>
        <w:spacing w:after="0" w:line="240" w:lineRule="auto"/>
        <w:ind w:firstLine="567"/>
        <w:rPr>
          <w:rFonts w:eastAsia="Times New Roman" w:cs="Times New Roman"/>
          <w:highlight w:val="gree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E07F3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9E07F3">
        <w:rPr>
          <w:rFonts w:eastAsia="Times New Roman" w:cs="Times New Roman"/>
          <w:b/>
          <w:lang w:eastAsia="cs-CZ"/>
        </w:rPr>
        <w:t>změny</w:t>
      </w:r>
      <w:r w:rsidR="00555BA9" w:rsidRPr="009E07F3">
        <w:rPr>
          <w:rFonts w:eastAsia="Times New Roman" w:cs="Times New Roman"/>
          <w:b/>
          <w:lang w:eastAsia="cs-CZ"/>
        </w:rPr>
        <w:t xml:space="preserve"> </w:t>
      </w:r>
      <w:r w:rsidRPr="009E07F3">
        <w:rPr>
          <w:rFonts w:eastAsia="Times New Roman" w:cs="Times New Roman"/>
          <w:b/>
          <w:lang w:eastAsia="cs-CZ"/>
        </w:rPr>
        <w:t>zadávací dokumentace</w:t>
      </w:r>
      <w:r w:rsidRPr="009E07F3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9E07F3">
        <w:rPr>
          <w:rFonts w:eastAsia="Times New Roman" w:cs="Times New Roman"/>
          <w:lang w:eastAsia="cs-CZ"/>
        </w:rPr>
        <w:br/>
      </w:r>
      <w:r w:rsidR="009E07F3" w:rsidRPr="009E07F3">
        <w:rPr>
          <w:rFonts w:eastAsia="Times New Roman" w:cs="Times New Roman"/>
          <w:b/>
          <w:lang w:eastAsia="cs-CZ"/>
        </w:rPr>
        <w:t>23. 1. 2023 v 9:00 hod</w:t>
      </w:r>
      <w:r w:rsidR="009E07F3" w:rsidRPr="009E07F3">
        <w:rPr>
          <w:rFonts w:eastAsia="Times New Roman" w:cs="Times New Roman"/>
          <w:lang w:eastAsia="cs-CZ"/>
        </w:rPr>
        <w:t>.</w:t>
      </w:r>
      <w:r w:rsidRPr="009E07F3">
        <w:rPr>
          <w:rFonts w:eastAsia="Times New Roman" w:cs="Times New Roman"/>
          <w:lang w:eastAsia="cs-CZ"/>
        </w:rPr>
        <w:t xml:space="preserve"> na den </w:t>
      </w:r>
      <w:r w:rsidR="009E07F3" w:rsidRPr="009E07F3">
        <w:rPr>
          <w:rFonts w:eastAsia="Times New Roman" w:cs="Times New Roman"/>
          <w:b/>
          <w:lang w:eastAsia="cs-CZ"/>
        </w:rPr>
        <w:t>24. 1. 2023 v 10:30 hod.</w:t>
      </w:r>
      <w:r w:rsidRPr="009E07F3">
        <w:rPr>
          <w:rFonts w:eastAsia="Times New Roman" w:cs="Times New Roman"/>
          <w:lang w:eastAsia="cs-CZ"/>
        </w:rPr>
        <w:t>.</w:t>
      </w:r>
      <w:r w:rsidRPr="00CB7B5A">
        <w:rPr>
          <w:rFonts w:eastAsia="Times New Roman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1726E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400BF6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E07F3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  <w:r w:rsidR="009E07F3" w:rsidRPr="009E07F3">
        <w:rPr>
          <w:rFonts w:eastAsia="Calibri" w:cs="Times New Roman"/>
          <w:bCs/>
          <w:lang w:eastAsia="cs-CZ"/>
        </w:rPr>
        <w:t>Soupis praci_Zelen_V_1</w:t>
      </w:r>
      <w:r w:rsidR="009E07F3">
        <w:rPr>
          <w:rFonts w:eastAsia="Calibri" w:cs="Times New Roman"/>
          <w:bCs/>
          <w:lang w:eastAsia="cs-CZ"/>
        </w:rPr>
        <w:t>.xlsx</w:t>
      </w:r>
      <w:bookmarkStart w:id="1" w:name="_GoBack"/>
      <w:bookmarkEnd w:id="1"/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9E07F3">
        <w:rPr>
          <w:rFonts w:eastAsia="Calibri" w:cs="Times New Roman"/>
          <w:lang w:eastAsia="cs-CZ"/>
        </w:rPr>
        <w:t>18. 1. 2023</w:t>
      </w: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9E07F3" w:rsidRPr="00CB7B5A" w:rsidRDefault="009E07F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9E07F3" w:rsidRPr="00CB7B5A" w:rsidRDefault="009E07F3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D63F48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Správa</w:t>
      </w:r>
      <w:r w:rsidR="00D63F48">
        <w:rPr>
          <w:rFonts w:eastAsia="Times New Roman" w:cs="Times New Roman"/>
          <w:lang w:eastAsia="cs-CZ"/>
        </w:rPr>
        <w:t xml:space="preserve"> železnic</w:t>
      </w:r>
      <w:r w:rsidRPr="00CB7B5A">
        <w:rPr>
          <w:rFonts w:eastAsia="Times New Roman" w:cs="Times New Roman"/>
          <w:lang w:eastAsia="cs-CZ"/>
        </w:rPr>
        <w:t>,</w:t>
      </w:r>
      <w:r w:rsidR="00D63F48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B533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B533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D1A2068" wp14:editId="5E59FA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1ABA1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CF6FC63" wp14:editId="6A3D361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1A86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D44D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8D44D8" w:rsidRPr="00B8518B" w:rsidRDefault="008D44D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E07F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E07F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8D44D8" w:rsidRDefault="008D44D8">
          <w:pPr>
            <w:pStyle w:val="Zpat"/>
          </w:pPr>
          <w:r>
            <w:t>Správa železnic, státní organizace</w:t>
          </w:r>
        </w:p>
        <w:p w:rsidR="008D44D8" w:rsidRDefault="008D44D8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8D44D8" w:rsidRDefault="008D44D8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:rsidR="008D44D8" w:rsidRDefault="008D44D8">
          <w:pPr>
            <w:pStyle w:val="Zpat"/>
          </w:pPr>
          <w:r>
            <w:t>IČO: 709 94 234 DIČ: CZ 709 94 234</w:t>
          </w:r>
        </w:p>
        <w:p w:rsidR="008D44D8" w:rsidRDefault="008D44D8">
          <w:pPr>
            <w:pStyle w:val="Zpat"/>
          </w:pPr>
          <w:r>
            <w:t>www.</w:t>
          </w:r>
          <w:r w:rsidR="00400BF6">
            <w:t>spravazeleznic</w:t>
          </w:r>
          <w:r>
            <w:t>.cz</w:t>
          </w:r>
        </w:p>
      </w:tc>
      <w:tc>
        <w:tcPr>
          <w:tcW w:w="2921" w:type="dxa"/>
        </w:tcPr>
        <w:p w:rsidR="008D44D8" w:rsidRDefault="008D44D8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8D44D8" w:rsidRDefault="008D44D8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8D44D8" w:rsidRDefault="008D44D8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8D44D8" w:rsidRDefault="008D44D8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D789726" wp14:editId="364B4C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1DC901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1D0C61B" wp14:editId="414CAB0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482FAD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34BCF37A" wp14:editId="4FD56C02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DA9AE20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99D56A7" wp14:editId="34121AE9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72C5DA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D63F48" w:rsidRPr="00AE589A">
      <w:rPr>
        <w:noProof/>
        <w:lang w:eastAsia="cs-CZ"/>
      </w:rPr>
      <w:drawing>
        <wp:anchor distT="0" distB="0" distL="114300" distR="114300" simplePos="0" relativeHeight="251683840" behindDoc="0" locked="1" layoutInCell="1" allowOverlap="1" wp14:anchorId="359F391B" wp14:editId="385EA031">
          <wp:simplePos x="0" y="0"/>
          <wp:positionH relativeFrom="page">
            <wp:posOffset>431800</wp:posOffset>
          </wp:positionH>
          <wp:positionV relativeFrom="page">
            <wp:posOffset>386715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564D3"/>
    <w:rsid w:val="00264F91"/>
    <w:rsid w:val="00267369"/>
    <w:rsid w:val="0026785D"/>
    <w:rsid w:val="002C31BF"/>
    <w:rsid w:val="002E0CD7"/>
    <w:rsid w:val="002F026B"/>
    <w:rsid w:val="00357BC6"/>
    <w:rsid w:val="0037111D"/>
    <w:rsid w:val="003956C6"/>
    <w:rsid w:val="003E6B9A"/>
    <w:rsid w:val="003E75CE"/>
    <w:rsid w:val="00400BF6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55BA9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B5336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91334"/>
    <w:rsid w:val="008A3568"/>
    <w:rsid w:val="008D03B9"/>
    <w:rsid w:val="008D44D8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E07F3"/>
    <w:rsid w:val="009E07F4"/>
    <w:rsid w:val="009F392E"/>
    <w:rsid w:val="00A1726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63F48"/>
    <w:rsid w:val="00D8130C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B461A"/>
    <w:rsid w:val="00EB71FD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E05E4A8"/>
  <w14:defaultImageDpi w14:val="32767"/>
  <w15:docId w15:val="{96E33C86-4A3E-48F1-ADE5-CF2190E16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sharepoint/v3"/>
    <ds:schemaRef ds:uri="http://purl.org/dc/elements/1.1/"/>
    <ds:schemaRef ds:uri="http://schemas.openxmlformats.org/package/2006/metadata/core-properties"/>
    <ds:schemaRef ds:uri="http://schemas.microsoft.com/sharepoint/v3/fields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F2D413C-B5D5-4148-AEC0-22A707CE7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5</TotalTime>
  <Pages>1</Pages>
  <Words>242</Words>
  <Characters>1430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4</cp:revision>
  <cp:lastPrinted>2019-02-22T13:28:00Z</cp:lastPrinted>
  <dcterms:created xsi:type="dcterms:W3CDTF">2023-01-18T11:04:00Z</dcterms:created>
  <dcterms:modified xsi:type="dcterms:W3CDTF">2023-01-18T11:30:00Z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